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5A237E6" w14:textId="77777777" w:rsidTr="00987DB5">
        <w:tc>
          <w:tcPr>
            <w:tcW w:w="9498" w:type="dxa"/>
          </w:tcPr>
          <w:p w14:paraId="75A237E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5A237FD" wp14:editId="75A237F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A237E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5A237E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5A237E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5A237E7" w14:textId="5E42C91B" w:rsidR="0033636C" w:rsidRPr="007D202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02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D202D" w:rsidRPr="007D202D">
            <w:rPr>
              <w:rFonts w:ascii="Times New Roman" w:hAnsi="Times New Roman"/>
              <w:sz w:val="28"/>
              <w:szCs w:val="28"/>
            </w:rPr>
            <w:t>03 апреля 2024 года</w:t>
          </w:r>
        </w:sdtContent>
      </w:sdt>
      <w:r w:rsidRPr="007D202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D202D" w:rsidRPr="007D202D">
            <w:rPr>
              <w:rFonts w:ascii="Times New Roman" w:hAnsi="Times New Roman"/>
              <w:sz w:val="28"/>
              <w:szCs w:val="28"/>
            </w:rPr>
            <w:t>197</w:t>
          </w:r>
        </w:sdtContent>
      </w:sdt>
    </w:p>
    <w:p w14:paraId="75A237E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3EA10B9" w14:textId="77777777" w:rsidR="00832778" w:rsidRDefault="0033636C" w:rsidP="008327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BC7">
        <w:rPr>
          <w:rFonts w:ascii="Times New Roman" w:hAnsi="Times New Roman"/>
          <w:b/>
          <w:sz w:val="28"/>
          <w:szCs w:val="28"/>
        </w:rPr>
        <w:t>О внесении изменени</w:t>
      </w:r>
      <w:r w:rsidR="00832778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5D936182" w14:textId="75593D73" w:rsidR="006D2BC7" w:rsidRDefault="0033636C" w:rsidP="008327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BC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832778">
        <w:rPr>
          <w:rFonts w:ascii="Times New Roman" w:hAnsi="Times New Roman"/>
          <w:b/>
          <w:sz w:val="28"/>
          <w:szCs w:val="28"/>
        </w:rPr>
        <w:t>«</w:t>
      </w:r>
      <w:r w:rsidRPr="006D2BC7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832778">
        <w:rPr>
          <w:rFonts w:ascii="Times New Roman" w:hAnsi="Times New Roman"/>
          <w:b/>
          <w:sz w:val="28"/>
          <w:szCs w:val="28"/>
        </w:rPr>
        <w:t>»</w:t>
      </w:r>
    </w:p>
    <w:p w14:paraId="75A237E9" w14:textId="7A109A4E" w:rsidR="0033636C" w:rsidRPr="006D2BC7" w:rsidRDefault="0033636C" w:rsidP="008327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BC7">
        <w:rPr>
          <w:rFonts w:ascii="Times New Roman" w:hAnsi="Times New Roman"/>
          <w:b/>
          <w:sz w:val="28"/>
          <w:szCs w:val="28"/>
        </w:rPr>
        <w:t>от 24.10.2018 № 1043</w:t>
      </w:r>
    </w:p>
    <w:p w14:paraId="75A237EA" w14:textId="77777777" w:rsidR="00185FEC" w:rsidRDefault="00185FEC" w:rsidP="008327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A237EB" w14:textId="0889A55B" w:rsidR="00E609BC" w:rsidRPr="00832778" w:rsidRDefault="006D2BC7" w:rsidP="0083277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</w:t>
      </w:r>
      <w:r w:rsidR="00154634">
        <w:rPr>
          <w:rFonts w:ascii="Times New Roman" w:hAnsi="Times New Roman"/>
          <w:sz w:val="28"/>
          <w:szCs w:val="28"/>
        </w:rPr>
        <w:t xml:space="preserve">с произошедшими кадровыми изменениями, </w:t>
      </w:r>
      <w:r w:rsidR="005066E5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5066E5" w:rsidRPr="005066E5">
        <w:rPr>
          <w:rFonts w:ascii="Times New Roman" w:hAnsi="Times New Roman"/>
          <w:b/>
          <w:sz w:val="28"/>
          <w:szCs w:val="28"/>
        </w:rPr>
        <w:t>ПОСТАНОВЛЯЕТ</w:t>
      </w:r>
      <w:r w:rsidR="005066E5" w:rsidRPr="00832778">
        <w:rPr>
          <w:rFonts w:ascii="Times New Roman" w:hAnsi="Times New Roman"/>
          <w:b/>
          <w:sz w:val="28"/>
          <w:szCs w:val="28"/>
        </w:rPr>
        <w:t>:</w:t>
      </w:r>
    </w:p>
    <w:p w14:paraId="0021C1F6" w14:textId="18AE78C5" w:rsidR="005066E5" w:rsidRDefault="005066E5" w:rsidP="008327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изменение в постановление администрации муниципального образования «Городской округ Ногликский» от 24.10.2018 № 1043 «О создании комиссии п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 укреплению дисциплины оплаты труда и снижению неформальной занятости», изложив приложение 2 в новой редакции (прилагается).</w:t>
      </w:r>
    </w:p>
    <w:p w14:paraId="0EA37B11" w14:textId="7A23A1B0" w:rsidR="00B962BA" w:rsidRDefault="00B962BA" w:rsidP="008327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</w:t>
      </w:r>
      <w:r w:rsidR="00832778">
        <w:rPr>
          <w:rFonts w:ascii="Times New Roman" w:hAnsi="Times New Roman"/>
          <w:sz w:val="28"/>
          <w:szCs w:val="28"/>
        </w:rPr>
        <w:t>ммуникационной сети «Интернет».</w:t>
      </w:r>
    </w:p>
    <w:p w14:paraId="6A27ECA5" w14:textId="5DAACA81" w:rsidR="005066E5" w:rsidRPr="00D12794" w:rsidRDefault="00B44317" w:rsidP="008327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066E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первого вице-мэра муниципального образования «Городской округ Ногликский» Водолагу О.В.</w:t>
      </w:r>
    </w:p>
    <w:p w14:paraId="75A237F5" w14:textId="77777777" w:rsidR="008629FA" w:rsidRDefault="008629FA" w:rsidP="00832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20129B" w14:textId="77777777" w:rsidR="00A46080" w:rsidRDefault="00A46080" w:rsidP="00832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F5E9F5" w14:textId="77777777" w:rsidR="00832778" w:rsidRPr="00D12794" w:rsidRDefault="00832778" w:rsidP="00832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A237F6" w14:textId="77777777" w:rsidR="008629FA" w:rsidRDefault="008629FA" w:rsidP="00832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5A237F7" w14:textId="2B2DA68E" w:rsidR="008629FA" w:rsidRPr="008629FA" w:rsidRDefault="008629FA" w:rsidP="00832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20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2380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5A2380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237F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5A2380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4634"/>
    <w:rsid w:val="00185FEC"/>
    <w:rsid w:val="001E1F9F"/>
    <w:rsid w:val="002003DC"/>
    <w:rsid w:val="0033636C"/>
    <w:rsid w:val="003E4257"/>
    <w:rsid w:val="00422E52"/>
    <w:rsid w:val="005066E5"/>
    <w:rsid w:val="00520CBF"/>
    <w:rsid w:val="005A3EDD"/>
    <w:rsid w:val="006207C3"/>
    <w:rsid w:val="006D2BC7"/>
    <w:rsid w:val="007D202D"/>
    <w:rsid w:val="00832778"/>
    <w:rsid w:val="008629FA"/>
    <w:rsid w:val="00987DB5"/>
    <w:rsid w:val="00A46080"/>
    <w:rsid w:val="00AC72C8"/>
    <w:rsid w:val="00B10ED9"/>
    <w:rsid w:val="00B25688"/>
    <w:rsid w:val="00B44317"/>
    <w:rsid w:val="00B962BA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37E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24D5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24D5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24D5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2024-04-03T07:51:00Z</dcterms:created>
  <dcterms:modified xsi:type="dcterms:W3CDTF">2024-04-03T08:01:00Z</dcterms:modified>
</cp:coreProperties>
</file>