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47A5542" w14:textId="77777777" w:rsidTr="00987DB5">
        <w:tc>
          <w:tcPr>
            <w:tcW w:w="9498" w:type="dxa"/>
          </w:tcPr>
          <w:p w14:paraId="647A553D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47A5558" wp14:editId="647A5559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7A553E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47A553F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647A5540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647A5541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47A5543" w14:textId="5F086C2E" w:rsidR="0033636C" w:rsidRPr="00742340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234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742340" w:rsidRPr="00742340">
            <w:rPr>
              <w:rFonts w:ascii="Times New Roman" w:hAnsi="Times New Roman"/>
              <w:sz w:val="28"/>
              <w:szCs w:val="28"/>
            </w:rPr>
            <w:t>04 апреля 2025 года</w:t>
          </w:r>
        </w:sdtContent>
      </w:sdt>
      <w:r w:rsidRPr="0074234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742340" w:rsidRPr="00742340">
            <w:rPr>
              <w:rFonts w:ascii="Times New Roman" w:hAnsi="Times New Roman"/>
              <w:sz w:val="28"/>
              <w:szCs w:val="28"/>
            </w:rPr>
            <w:t>209</w:t>
          </w:r>
        </w:sdtContent>
      </w:sdt>
    </w:p>
    <w:p w14:paraId="647A5544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5B48A6BC" w14:textId="77777777" w:rsidR="00103BF0" w:rsidRDefault="00666F62" w:rsidP="00103BF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66F62">
        <w:rPr>
          <w:rFonts w:ascii="Times New Roman" w:hAnsi="Times New Roman"/>
          <w:b/>
          <w:sz w:val="28"/>
          <w:szCs w:val="28"/>
        </w:rPr>
        <w:t>О перечне о</w:t>
      </w:r>
      <w:r w:rsidR="00103BF0">
        <w:rPr>
          <w:rFonts w:ascii="Times New Roman" w:hAnsi="Times New Roman"/>
          <w:b/>
          <w:sz w:val="28"/>
          <w:szCs w:val="28"/>
        </w:rPr>
        <w:t>бъектов для отбывания наказания</w:t>
      </w:r>
    </w:p>
    <w:p w14:paraId="3342D9F9" w14:textId="0D6119B2" w:rsidR="00666F62" w:rsidRDefault="00666F62" w:rsidP="00103BF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66F62">
        <w:rPr>
          <w:rFonts w:ascii="Times New Roman" w:hAnsi="Times New Roman"/>
          <w:b/>
          <w:sz w:val="28"/>
          <w:szCs w:val="28"/>
        </w:rPr>
        <w:t>в виде обязательных работ</w:t>
      </w:r>
    </w:p>
    <w:p w14:paraId="3B4CD3AB" w14:textId="77777777" w:rsidR="00103BF0" w:rsidRPr="00666F62" w:rsidRDefault="00103BF0" w:rsidP="00103BF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26B0FC73" w14:textId="7D65446F" w:rsidR="00666F62" w:rsidRPr="00666F62" w:rsidRDefault="00666F62" w:rsidP="00103B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66F62">
        <w:rPr>
          <w:rFonts w:ascii="Times New Roman" w:hAnsi="Times New Roman"/>
          <w:sz w:val="28"/>
          <w:szCs w:val="28"/>
        </w:rPr>
        <w:t xml:space="preserve">В соответствии со ст. 49 Уголовного кодекса Российской Федерации </w:t>
      </w:r>
      <w:r w:rsidR="00103BF0">
        <w:rPr>
          <w:rFonts w:ascii="Times New Roman" w:hAnsi="Times New Roman"/>
          <w:sz w:val="28"/>
          <w:szCs w:val="28"/>
        </w:rPr>
        <w:br/>
      </w:r>
      <w:r w:rsidR="003E005A">
        <w:rPr>
          <w:rFonts w:ascii="Times New Roman" w:hAnsi="Times New Roman"/>
          <w:sz w:val="28"/>
          <w:szCs w:val="28"/>
        </w:rPr>
        <w:t>и</w:t>
      </w:r>
      <w:r w:rsidRPr="00666F62">
        <w:rPr>
          <w:rFonts w:ascii="Times New Roman" w:hAnsi="Times New Roman"/>
          <w:sz w:val="28"/>
          <w:szCs w:val="28"/>
        </w:rPr>
        <w:t xml:space="preserve"> ст. 25 Уголовно-исполнительного кодекса Российской Федерации, руководствуясь ст. ст. 36, 45 Уста</w:t>
      </w:r>
      <w:bookmarkStart w:id="0" w:name="_GoBack"/>
      <w:bookmarkEnd w:id="0"/>
      <w:r w:rsidRPr="00666F62">
        <w:rPr>
          <w:rFonts w:ascii="Times New Roman" w:hAnsi="Times New Roman"/>
          <w:sz w:val="28"/>
          <w:szCs w:val="28"/>
        </w:rPr>
        <w:t xml:space="preserve">ва </w:t>
      </w:r>
      <w:r w:rsidR="00437966" w:rsidRPr="00437966">
        <w:rPr>
          <w:rFonts w:ascii="Times New Roman" w:hAnsi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Pr="00666F62">
        <w:rPr>
          <w:rFonts w:ascii="Times New Roman" w:hAnsi="Times New Roman"/>
          <w:sz w:val="28"/>
          <w:szCs w:val="28"/>
        </w:rPr>
        <w:t xml:space="preserve">, администрация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666F62">
        <w:rPr>
          <w:rFonts w:ascii="Times New Roman" w:hAnsi="Times New Roman"/>
          <w:sz w:val="28"/>
          <w:szCs w:val="28"/>
        </w:rPr>
        <w:t xml:space="preserve"> </w:t>
      </w:r>
      <w:r w:rsidRPr="00103BF0">
        <w:rPr>
          <w:rFonts w:ascii="Times New Roman" w:hAnsi="Times New Roman"/>
          <w:b/>
          <w:sz w:val="28"/>
          <w:szCs w:val="28"/>
        </w:rPr>
        <w:t>ПОСТАНОВЛЯЕТ:</w:t>
      </w:r>
    </w:p>
    <w:p w14:paraId="6ED19D31" w14:textId="77777777" w:rsidR="00666F62" w:rsidRPr="00666F62" w:rsidRDefault="00666F62" w:rsidP="00103B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66F62">
        <w:rPr>
          <w:rFonts w:ascii="Times New Roman" w:hAnsi="Times New Roman"/>
          <w:sz w:val="28"/>
          <w:szCs w:val="28"/>
        </w:rPr>
        <w:t>1. Утвердить перечень объектов для отбывания наказания в виде обязательных работ (прилагается).</w:t>
      </w:r>
    </w:p>
    <w:p w14:paraId="7A8863B2" w14:textId="77777777" w:rsidR="00666F62" w:rsidRPr="00666F62" w:rsidRDefault="00666F62" w:rsidP="00103B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66F62">
        <w:rPr>
          <w:rFonts w:ascii="Times New Roman" w:hAnsi="Times New Roman"/>
          <w:sz w:val="28"/>
          <w:szCs w:val="28"/>
        </w:rPr>
        <w:t>2. Установить для отбывания наказания в виде обязательных работ следующие виды работ:</w:t>
      </w:r>
    </w:p>
    <w:p w14:paraId="5D65B074" w14:textId="77777777" w:rsidR="00666F62" w:rsidRPr="00666F62" w:rsidRDefault="00666F62" w:rsidP="00103B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66F62">
        <w:rPr>
          <w:rFonts w:ascii="Times New Roman" w:hAnsi="Times New Roman"/>
          <w:sz w:val="28"/>
          <w:szCs w:val="28"/>
        </w:rPr>
        <w:t>- уборка и санитарная очистка территорий сел и поселка, отдельных объектов;</w:t>
      </w:r>
    </w:p>
    <w:p w14:paraId="212F37AC" w14:textId="77777777" w:rsidR="00666F62" w:rsidRPr="00666F62" w:rsidRDefault="00666F62" w:rsidP="00103B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66F62">
        <w:rPr>
          <w:rFonts w:ascii="Times New Roman" w:hAnsi="Times New Roman"/>
          <w:sz w:val="28"/>
          <w:szCs w:val="28"/>
        </w:rPr>
        <w:t>- благоустройство дворовых территорий;</w:t>
      </w:r>
    </w:p>
    <w:p w14:paraId="2B7779AF" w14:textId="77777777" w:rsidR="00666F62" w:rsidRPr="00666F62" w:rsidRDefault="00666F62" w:rsidP="00103B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66F62">
        <w:rPr>
          <w:rFonts w:ascii="Times New Roman" w:hAnsi="Times New Roman"/>
          <w:sz w:val="28"/>
          <w:szCs w:val="28"/>
        </w:rPr>
        <w:t>- озеленение территорий населенных пунктов;</w:t>
      </w:r>
    </w:p>
    <w:p w14:paraId="2183EAE5" w14:textId="77777777" w:rsidR="00666F62" w:rsidRPr="00666F62" w:rsidRDefault="00666F62" w:rsidP="00103B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66F62">
        <w:rPr>
          <w:rFonts w:ascii="Times New Roman" w:hAnsi="Times New Roman"/>
          <w:sz w:val="28"/>
          <w:szCs w:val="28"/>
        </w:rPr>
        <w:t>- очистка подвалов от мусора в жилом муниципальном фонде;</w:t>
      </w:r>
    </w:p>
    <w:p w14:paraId="5CD70F22" w14:textId="23EEB618" w:rsidR="00666F62" w:rsidRPr="00666F62" w:rsidRDefault="00666F62" w:rsidP="00103B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66F62">
        <w:rPr>
          <w:rFonts w:ascii="Times New Roman" w:hAnsi="Times New Roman"/>
          <w:sz w:val="28"/>
          <w:szCs w:val="28"/>
        </w:rPr>
        <w:t>- расчистка сне</w:t>
      </w:r>
      <w:r w:rsidR="00632CB3">
        <w:rPr>
          <w:rFonts w:ascii="Times New Roman" w:hAnsi="Times New Roman"/>
          <w:sz w:val="28"/>
          <w:szCs w:val="28"/>
        </w:rPr>
        <w:t>га на территории сел и поселка</w:t>
      </w:r>
      <w:r w:rsidRPr="00666F62">
        <w:rPr>
          <w:rFonts w:ascii="Times New Roman" w:hAnsi="Times New Roman"/>
          <w:sz w:val="28"/>
          <w:szCs w:val="28"/>
        </w:rPr>
        <w:t>, отдельных объектов;</w:t>
      </w:r>
    </w:p>
    <w:p w14:paraId="416C712E" w14:textId="5AED8D68" w:rsidR="00666F62" w:rsidRPr="00666F62" w:rsidRDefault="00666F62" w:rsidP="00103B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66F62">
        <w:rPr>
          <w:rFonts w:ascii="Times New Roman" w:hAnsi="Times New Roman"/>
          <w:sz w:val="28"/>
          <w:szCs w:val="28"/>
        </w:rPr>
        <w:t>- ремонт деревянных огражден</w:t>
      </w:r>
      <w:r w:rsidR="00632CB3">
        <w:rPr>
          <w:rFonts w:ascii="Times New Roman" w:hAnsi="Times New Roman"/>
          <w:sz w:val="28"/>
          <w:szCs w:val="28"/>
        </w:rPr>
        <w:t>ий на территории сел и поселка</w:t>
      </w:r>
      <w:r w:rsidRPr="00666F62">
        <w:rPr>
          <w:rFonts w:ascii="Times New Roman" w:hAnsi="Times New Roman"/>
          <w:sz w:val="28"/>
          <w:szCs w:val="28"/>
        </w:rPr>
        <w:t>, отдельных объектов;</w:t>
      </w:r>
    </w:p>
    <w:p w14:paraId="783EC5C7" w14:textId="38B019D4" w:rsidR="00666F62" w:rsidRPr="00666F62" w:rsidRDefault="00666F62" w:rsidP="00103B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66F62">
        <w:rPr>
          <w:rFonts w:ascii="Times New Roman" w:hAnsi="Times New Roman"/>
          <w:sz w:val="28"/>
          <w:szCs w:val="28"/>
        </w:rPr>
        <w:t xml:space="preserve">- другие работы, не требующие квалификационных разрядов </w:t>
      </w:r>
      <w:r w:rsidR="00103BF0">
        <w:rPr>
          <w:rFonts w:ascii="Times New Roman" w:hAnsi="Times New Roman"/>
          <w:sz w:val="28"/>
          <w:szCs w:val="28"/>
        </w:rPr>
        <w:br/>
      </w:r>
      <w:r w:rsidRPr="00666F62">
        <w:rPr>
          <w:rFonts w:ascii="Times New Roman" w:hAnsi="Times New Roman"/>
          <w:sz w:val="28"/>
          <w:szCs w:val="28"/>
        </w:rPr>
        <w:t>и специальных допусков.</w:t>
      </w:r>
    </w:p>
    <w:p w14:paraId="6DAAE1C5" w14:textId="596871F4" w:rsidR="00666F62" w:rsidRPr="00666F62" w:rsidRDefault="00666F62" w:rsidP="00103B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66F62">
        <w:rPr>
          <w:rFonts w:ascii="Times New Roman" w:hAnsi="Times New Roman"/>
          <w:sz w:val="28"/>
          <w:szCs w:val="28"/>
        </w:rPr>
        <w:t>3. Считать утратившим силу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666F62">
        <w:rPr>
          <w:rFonts w:ascii="Times New Roman" w:hAnsi="Times New Roman"/>
          <w:sz w:val="28"/>
          <w:szCs w:val="28"/>
        </w:rPr>
        <w:t xml:space="preserve"> администрации муниципального образован</w:t>
      </w:r>
      <w:r>
        <w:rPr>
          <w:rFonts w:ascii="Times New Roman" w:hAnsi="Times New Roman"/>
          <w:sz w:val="28"/>
          <w:szCs w:val="28"/>
        </w:rPr>
        <w:t>ия «Городской округ Ногликский» от 02</w:t>
      </w:r>
      <w:r w:rsidR="00103BF0">
        <w:rPr>
          <w:rFonts w:ascii="Times New Roman" w:hAnsi="Times New Roman"/>
          <w:sz w:val="28"/>
          <w:szCs w:val="28"/>
        </w:rPr>
        <w:t xml:space="preserve"> февраля </w:t>
      </w:r>
      <w:r w:rsidRPr="00666F62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666F62">
        <w:rPr>
          <w:rFonts w:ascii="Times New Roman" w:hAnsi="Times New Roman"/>
          <w:sz w:val="28"/>
          <w:szCs w:val="28"/>
        </w:rPr>
        <w:t xml:space="preserve"> </w:t>
      </w:r>
      <w:r w:rsidR="00103BF0">
        <w:rPr>
          <w:rFonts w:ascii="Times New Roman" w:hAnsi="Times New Roman"/>
          <w:sz w:val="28"/>
          <w:szCs w:val="28"/>
        </w:rPr>
        <w:t xml:space="preserve">года </w:t>
      </w:r>
      <w:r w:rsidRPr="00666F62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60</w:t>
      </w:r>
      <w:r w:rsidRPr="00666F62">
        <w:rPr>
          <w:rFonts w:ascii="Times New Roman" w:hAnsi="Times New Roman"/>
          <w:sz w:val="28"/>
          <w:szCs w:val="28"/>
        </w:rPr>
        <w:t xml:space="preserve"> «О перечне объектов для отбывания наказания в виде обязательных работ».</w:t>
      </w:r>
    </w:p>
    <w:p w14:paraId="647A5546" w14:textId="51950425" w:rsidR="00185FEC" w:rsidRDefault="00666F62" w:rsidP="00103B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66F62">
        <w:rPr>
          <w:rFonts w:ascii="Times New Roman" w:hAnsi="Times New Roman"/>
          <w:sz w:val="28"/>
          <w:szCs w:val="28"/>
        </w:rPr>
        <w:t xml:space="preserve">4. Опубликовать настоящее постановление в газете «Знамя труда» </w:t>
      </w:r>
      <w:r w:rsidR="00103BF0">
        <w:rPr>
          <w:rFonts w:ascii="Times New Roman" w:hAnsi="Times New Roman"/>
          <w:sz w:val="28"/>
          <w:szCs w:val="28"/>
        </w:rPr>
        <w:br/>
      </w:r>
      <w:r w:rsidRPr="00666F62">
        <w:rPr>
          <w:rFonts w:ascii="Times New Roman" w:hAnsi="Times New Roman"/>
          <w:sz w:val="28"/>
          <w:szCs w:val="28"/>
        </w:rPr>
        <w:t xml:space="preserve">и разместить на официальном сайте муниципального образования </w:t>
      </w:r>
      <w:r w:rsidR="00BD05CF" w:rsidRPr="00BD05CF">
        <w:rPr>
          <w:rFonts w:ascii="Times New Roman" w:hAnsi="Times New Roman"/>
          <w:sz w:val="28"/>
          <w:szCs w:val="28"/>
        </w:rPr>
        <w:t xml:space="preserve">Ногликский </w:t>
      </w:r>
      <w:r w:rsidR="00BD05CF" w:rsidRPr="00BD05CF">
        <w:rPr>
          <w:rFonts w:ascii="Times New Roman" w:hAnsi="Times New Roman"/>
          <w:sz w:val="28"/>
          <w:szCs w:val="28"/>
        </w:rPr>
        <w:lastRenderedPageBreak/>
        <w:t>муниципальный округ Сахалинской области</w:t>
      </w:r>
      <w:r w:rsidRPr="00666F62">
        <w:rPr>
          <w:rFonts w:ascii="Times New Roman" w:hAnsi="Times New Roman"/>
          <w:sz w:val="28"/>
          <w:szCs w:val="28"/>
        </w:rPr>
        <w:t xml:space="preserve"> в </w:t>
      </w:r>
      <w:r w:rsidR="003E005A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666F62">
        <w:rPr>
          <w:rFonts w:ascii="Times New Roman" w:hAnsi="Times New Roman"/>
          <w:sz w:val="28"/>
          <w:szCs w:val="28"/>
        </w:rPr>
        <w:t xml:space="preserve">сети </w:t>
      </w:r>
      <w:r w:rsidR="003E005A">
        <w:rPr>
          <w:rFonts w:ascii="Times New Roman" w:hAnsi="Times New Roman"/>
          <w:sz w:val="28"/>
          <w:szCs w:val="28"/>
        </w:rPr>
        <w:t>«</w:t>
      </w:r>
      <w:r w:rsidRPr="00666F62">
        <w:rPr>
          <w:rFonts w:ascii="Times New Roman" w:hAnsi="Times New Roman"/>
          <w:sz w:val="28"/>
          <w:szCs w:val="28"/>
        </w:rPr>
        <w:t>Интернет</w:t>
      </w:r>
      <w:r w:rsidR="003E005A">
        <w:rPr>
          <w:rFonts w:ascii="Times New Roman" w:hAnsi="Times New Roman"/>
          <w:sz w:val="28"/>
          <w:szCs w:val="28"/>
        </w:rPr>
        <w:t>»</w:t>
      </w:r>
      <w:r w:rsidRPr="00666F62">
        <w:rPr>
          <w:rFonts w:ascii="Times New Roman" w:hAnsi="Times New Roman"/>
          <w:sz w:val="28"/>
          <w:szCs w:val="28"/>
        </w:rPr>
        <w:t>.</w:t>
      </w:r>
    </w:p>
    <w:p w14:paraId="647A5548" w14:textId="381B1421" w:rsidR="00E609BC" w:rsidRPr="00D12794" w:rsidRDefault="00666F62" w:rsidP="00103B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исполнением настоящего постановления возложить </w:t>
      </w:r>
      <w:r w:rsidR="00103BF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на первого вице-мэра </w:t>
      </w:r>
      <w:r w:rsidR="00437966" w:rsidRPr="00437966">
        <w:rPr>
          <w:rFonts w:ascii="Times New Roman" w:hAnsi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="00437966">
        <w:rPr>
          <w:rFonts w:ascii="Times New Roman" w:hAnsi="Times New Roman"/>
          <w:sz w:val="28"/>
          <w:szCs w:val="28"/>
        </w:rPr>
        <w:t xml:space="preserve"> Блидченко Л.А.</w:t>
      </w:r>
    </w:p>
    <w:p w14:paraId="647A5549" w14:textId="77777777" w:rsidR="00E609BC" w:rsidRDefault="00E609BC" w:rsidP="00103B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EA600F9" w14:textId="755C14FF" w:rsidR="00103BF0" w:rsidRDefault="00103BF0" w:rsidP="00103B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4142F01" w14:textId="77777777" w:rsidR="00103BF0" w:rsidRPr="00D12794" w:rsidRDefault="00103BF0" w:rsidP="00103B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47A5551" w14:textId="77777777" w:rsidR="008629FA" w:rsidRDefault="008629FA" w:rsidP="00103B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D6E2978" w14:textId="77777777" w:rsidR="00852616" w:rsidRDefault="00852616" w:rsidP="00103B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Ногликский муниципальный округ </w:t>
      </w:r>
    </w:p>
    <w:p w14:paraId="647A5552" w14:textId="19CDDE31" w:rsidR="008629FA" w:rsidRPr="008629FA" w:rsidRDefault="00852616" w:rsidP="00103B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  <w:t xml:space="preserve"> 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 w:rsidR="00584552">
        <w:rPr>
          <w:rFonts w:ascii="Times New Roman" w:hAnsi="Times New Roman"/>
          <w:sz w:val="28"/>
          <w:szCs w:val="28"/>
        </w:rPr>
        <w:t xml:space="preserve">                  </w:t>
      </w:r>
      <w:r w:rsidR="008629FA">
        <w:rPr>
          <w:rFonts w:ascii="Times New Roman" w:hAnsi="Times New Roman"/>
          <w:sz w:val="28"/>
          <w:szCs w:val="28"/>
        </w:rPr>
        <w:t>С.В.</w:t>
      </w:r>
      <w:r w:rsidR="005845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Гурьянов</w:t>
      </w:r>
    </w:p>
    <w:sectPr w:rsidR="008629FA" w:rsidRPr="008629FA" w:rsidSect="00B45D2E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7A555C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647A555D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7A555A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647A555B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9721761"/>
      <w:docPartObj>
        <w:docPartGallery w:val="Page Numbers (Top of Page)"/>
        <w:docPartUnique/>
      </w:docPartObj>
    </w:sdtPr>
    <w:sdtEndPr/>
    <w:sdtContent>
      <w:p w14:paraId="39AB9A3B" w14:textId="75169142" w:rsidR="00103BF0" w:rsidRDefault="00103BF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5D2E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03BF0"/>
    <w:rsid w:val="00185FEC"/>
    <w:rsid w:val="001E1F9F"/>
    <w:rsid w:val="002003DC"/>
    <w:rsid w:val="002B5CAC"/>
    <w:rsid w:val="0033636C"/>
    <w:rsid w:val="003E005A"/>
    <w:rsid w:val="003E4257"/>
    <w:rsid w:val="00437966"/>
    <w:rsid w:val="00520CBF"/>
    <w:rsid w:val="00584552"/>
    <w:rsid w:val="00632CB3"/>
    <w:rsid w:val="00666F62"/>
    <w:rsid w:val="00742340"/>
    <w:rsid w:val="00852616"/>
    <w:rsid w:val="008629FA"/>
    <w:rsid w:val="00987DB5"/>
    <w:rsid w:val="00A30AF1"/>
    <w:rsid w:val="00AC72C8"/>
    <w:rsid w:val="00B10ED9"/>
    <w:rsid w:val="00B25688"/>
    <w:rsid w:val="00B45D2E"/>
    <w:rsid w:val="00BD05CF"/>
    <w:rsid w:val="00C02849"/>
    <w:rsid w:val="00D12794"/>
    <w:rsid w:val="00D67BD8"/>
    <w:rsid w:val="00DF7897"/>
    <w:rsid w:val="00E37B8A"/>
    <w:rsid w:val="00E609BC"/>
    <w:rsid w:val="00EF3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A553D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B45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45D2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10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Семибратова</cp:lastModifiedBy>
  <cp:revision>4</cp:revision>
  <cp:lastPrinted>2025-04-04T05:48:00Z</cp:lastPrinted>
  <dcterms:created xsi:type="dcterms:W3CDTF">2025-04-04T05:27:00Z</dcterms:created>
  <dcterms:modified xsi:type="dcterms:W3CDTF">2025-04-04T05:54:00Z</dcterms:modified>
</cp:coreProperties>
</file>