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DCAC1AE" w14:textId="77777777" w:rsidTr="00987DB5">
        <w:tc>
          <w:tcPr>
            <w:tcW w:w="9498" w:type="dxa"/>
          </w:tcPr>
          <w:p w14:paraId="4DCAC1A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CAC1C5" wp14:editId="4DCAC1C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AC1A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CAC1A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DCAC1A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DCAC1AF" w14:textId="3308594B" w:rsidR="0033636C" w:rsidRPr="0072648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48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2648C" w:rsidRPr="0072648C">
            <w:rPr>
              <w:rFonts w:ascii="Times New Roman" w:hAnsi="Times New Roman"/>
              <w:sz w:val="28"/>
              <w:szCs w:val="28"/>
            </w:rPr>
            <w:t>03 апреля 2023 года</w:t>
          </w:r>
        </w:sdtContent>
      </w:sdt>
      <w:r w:rsidRPr="0072648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2648C" w:rsidRPr="0072648C">
            <w:rPr>
              <w:rFonts w:ascii="Times New Roman" w:hAnsi="Times New Roman"/>
              <w:sz w:val="28"/>
              <w:szCs w:val="28"/>
            </w:rPr>
            <w:t>211</w:t>
          </w:r>
        </w:sdtContent>
      </w:sdt>
    </w:p>
    <w:p w14:paraId="4DCAC1B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CAC1B1" w14:textId="031C39F0" w:rsidR="0033636C" w:rsidRPr="00047482" w:rsidRDefault="0033636C" w:rsidP="00E46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748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</w:t>
      </w:r>
      <w:r w:rsidR="00047482" w:rsidRPr="00047482">
        <w:rPr>
          <w:rFonts w:ascii="Times New Roman" w:hAnsi="Times New Roman"/>
          <w:b/>
          <w:sz w:val="28"/>
          <w:szCs w:val="28"/>
        </w:rPr>
        <w:t xml:space="preserve">программу </w:t>
      </w:r>
      <w:r w:rsidR="00E46900">
        <w:rPr>
          <w:rFonts w:ascii="Times New Roman" w:hAnsi="Times New Roman"/>
          <w:b/>
          <w:sz w:val="28"/>
          <w:szCs w:val="28"/>
        </w:rPr>
        <w:br/>
      </w:r>
      <w:r w:rsidR="00047482" w:rsidRPr="00047482">
        <w:rPr>
          <w:rFonts w:ascii="Times New Roman" w:hAnsi="Times New Roman"/>
          <w:b/>
          <w:sz w:val="28"/>
          <w:szCs w:val="28"/>
        </w:rPr>
        <w:t>«</w:t>
      </w:r>
      <w:r w:rsidRPr="00047482">
        <w:rPr>
          <w:rFonts w:ascii="Times New Roman" w:hAnsi="Times New Roman"/>
          <w:b/>
          <w:sz w:val="28"/>
          <w:szCs w:val="28"/>
        </w:rPr>
        <w:t xml:space="preserve">Развитие образования в муниципальном </w:t>
      </w:r>
      <w:r w:rsidR="00047482" w:rsidRPr="00047482">
        <w:rPr>
          <w:rFonts w:ascii="Times New Roman" w:hAnsi="Times New Roman"/>
          <w:b/>
          <w:sz w:val="28"/>
          <w:szCs w:val="28"/>
        </w:rPr>
        <w:t xml:space="preserve">образовании </w:t>
      </w:r>
      <w:r w:rsidR="00E46900">
        <w:rPr>
          <w:rFonts w:ascii="Times New Roman" w:hAnsi="Times New Roman"/>
          <w:b/>
          <w:sz w:val="28"/>
          <w:szCs w:val="28"/>
        </w:rPr>
        <w:br/>
      </w:r>
      <w:r w:rsidR="00047482" w:rsidRPr="00047482">
        <w:rPr>
          <w:rFonts w:ascii="Times New Roman" w:hAnsi="Times New Roman"/>
          <w:b/>
          <w:sz w:val="28"/>
          <w:szCs w:val="28"/>
        </w:rPr>
        <w:t>«</w:t>
      </w:r>
      <w:r w:rsidRPr="00047482">
        <w:rPr>
          <w:rFonts w:ascii="Times New Roman" w:hAnsi="Times New Roman"/>
          <w:b/>
          <w:sz w:val="28"/>
          <w:szCs w:val="28"/>
        </w:rPr>
        <w:t xml:space="preserve">Городской округ Ногликский», утвержденную постановлением администрации муниципального </w:t>
      </w:r>
      <w:r w:rsidR="00047482" w:rsidRPr="00047482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E46900">
        <w:rPr>
          <w:rFonts w:ascii="Times New Roman" w:hAnsi="Times New Roman"/>
          <w:b/>
          <w:sz w:val="28"/>
          <w:szCs w:val="28"/>
        </w:rPr>
        <w:br/>
      </w:r>
      <w:r w:rsidR="00047482" w:rsidRPr="00047482">
        <w:rPr>
          <w:rFonts w:ascii="Times New Roman" w:hAnsi="Times New Roman"/>
          <w:b/>
          <w:sz w:val="28"/>
          <w:szCs w:val="28"/>
        </w:rPr>
        <w:t>«</w:t>
      </w:r>
      <w:r w:rsidRPr="00047482">
        <w:rPr>
          <w:rFonts w:ascii="Times New Roman" w:hAnsi="Times New Roman"/>
          <w:b/>
          <w:sz w:val="28"/>
          <w:szCs w:val="28"/>
        </w:rPr>
        <w:t>Городской округ Ногликский» от 13.04.2015 № 253</w:t>
      </w:r>
    </w:p>
    <w:p w14:paraId="4DCAC1B2" w14:textId="77777777" w:rsidR="00185FEC" w:rsidRDefault="00185FEC" w:rsidP="00E469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B26163" w14:textId="3ACA56E9" w:rsidR="00471F7A" w:rsidRPr="008C0F79" w:rsidRDefault="00471F7A" w:rsidP="00C70D84">
      <w:pPr>
        <w:spacing w:after="0" w:line="240" w:lineRule="auto"/>
        <w:ind w:right="4" w:firstLine="708"/>
        <w:jc w:val="both"/>
        <w:rPr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В целях приведения ресурсного обеспеч</w:t>
      </w:r>
      <w:bookmarkStart w:id="0" w:name="_GoBack"/>
      <w:bookmarkEnd w:id="0"/>
      <w:r w:rsidRPr="00603694">
        <w:rPr>
          <w:rFonts w:ascii="Times New Roman" w:hAnsi="Times New Roman"/>
          <w:sz w:val="28"/>
          <w:szCs w:val="28"/>
        </w:rPr>
        <w:t xml:space="preserve">ения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13.04.2015 </w:t>
      </w:r>
      <w:r>
        <w:rPr>
          <w:rFonts w:ascii="Times New Roman" w:hAnsi="Times New Roman"/>
          <w:bCs/>
          <w:sz w:val="28"/>
          <w:szCs w:val="28"/>
        </w:rPr>
        <w:br/>
        <w:t xml:space="preserve">№ 253 «Об утверждении муниципальной программы «Развитие образования </w:t>
      </w:r>
      <w:r>
        <w:rPr>
          <w:rFonts w:ascii="Times New Roman" w:hAnsi="Times New Roman"/>
          <w:bCs/>
          <w:sz w:val="28"/>
          <w:szCs w:val="28"/>
        </w:rPr>
        <w:br/>
        <w:t>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Hlk120192560"/>
      <w:r w:rsidRPr="009B29B5">
        <w:rPr>
          <w:rFonts w:ascii="Times New Roman" w:hAnsi="Times New Roman"/>
          <w:sz w:val="28"/>
          <w:szCs w:val="28"/>
        </w:rPr>
        <w:t xml:space="preserve">в соответствие </w:t>
      </w:r>
      <w:r w:rsidRPr="00054EE7">
        <w:rPr>
          <w:rFonts w:ascii="Times New Roman" w:hAnsi="Times New Roman"/>
          <w:sz w:val="28"/>
          <w:szCs w:val="28"/>
        </w:rPr>
        <w:t xml:space="preserve">с уточненными бюджетными показателями по состоянию </w:t>
      </w:r>
      <w:r w:rsidRPr="008F1025">
        <w:rPr>
          <w:rFonts w:ascii="Times New Roman" w:hAnsi="Times New Roman"/>
          <w:sz w:val="28"/>
          <w:szCs w:val="28"/>
        </w:rPr>
        <w:t>на 31.12.2022 года, с решением Собрания муниципального образования «Городской округ Ногликский» от 08</w:t>
      </w:r>
      <w:r w:rsidR="00E46900">
        <w:rPr>
          <w:rFonts w:ascii="Times New Roman" w:hAnsi="Times New Roman"/>
          <w:sz w:val="28"/>
          <w:szCs w:val="28"/>
        </w:rPr>
        <w:t>.12.</w:t>
      </w:r>
      <w:r w:rsidRPr="008F1025">
        <w:rPr>
          <w:rFonts w:ascii="Times New Roman" w:hAnsi="Times New Roman"/>
          <w:sz w:val="28"/>
          <w:szCs w:val="28"/>
        </w:rPr>
        <w:t xml:space="preserve">2022 № 237 «О бюджете муниципального образования «Городской округ Ногликский» на 2023 год и на плановый период 2024 и 2025 годов», </w:t>
      </w:r>
      <w:bookmarkEnd w:id="1"/>
      <w:r w:rsidRPr="008F1025">
        <w:rPr>
          <w:rFonts w:ascii="Times New Roman" w:hAnsi="Times New Roman"/>
          <w:sz w:val="28"/>
          <w:szCs w:val="28"/>
        </w:rPr>
        <w:t>р</w:t>
      </w:r>
      <w:r w:rsidRPr="00054EE7">
        <w:rPr>
          <w:rFonts w:ascii="Times New Roman" w:hAnsi="Times New Roman"/>
          <w:sz w:val="28"/>
          <w:szCs w:val="28"/>
        </w:rPr>
        <w:t>уко</w:t>
      </w:r>
      <w:r w:rsidRPr="00603694">
        <w:rPr>
          <w:rFonts w:ascii="Times New Roman" w:hAnsi="Times New Roman"/>
          <w:sz w:val="28"/>
          <w:szCs w:val="28"/>
        </w:rPr>
        <w:t>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D01AF5">
        <w:rPr>
          <w:sz w:val="28"/>
          <w:szCs w:val="28"/>
        </w:rPr>
        <w:t xml:space="preserve"> </w:t>
      </w:r>
      <w:r w:rsidRPr="00D01AF5">
        <w:rPr>
          <w:rFonts w:ascii="Times New Roman" w:hAnsi="Times New Roman"/>
          <w:b/>
          <w:sz w:val="28"/>
          <w:szCs w:val="28"/>
        </w:rPr>
        <w:t>ПОСТАНОВЛЯЕТ:</w:t>
      </w:r>
    </w:p>
    <w:p w14:paraId="214EE3E4" w14:textId="00887644" w:rsidR="00471F7A" w:rsidRPr="005C53C6" w:rsidRDefault="00471F7A" w:rsidP="00C70D84">
      <w:pPr>
        <w:pStyle w:val="a8"/>
        <w:spacing w:after="0" w:line="240" w:lineRule="auto"/>
        <w:ind w:left="0" w:right="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5C53C6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«Развитие образования </w:t>
      </w:r>
      <w:r>
        <w:rPr>
          <w:rFonts w:ascii="Times New Roman" w:hAnsi="Times New Roman"/>
          <w:bCs/>
          <w:sz w:val="28"/>
          <w:szCs w:val="28"/>
        </w:rPr>
        <w:br/>
      </w:r>
      <w:r w:rsidRPr="005C53C6">
        <w:rPr>
          <w:rFonts w:ascii="Times New Roman" w:hAnsi="Times New Roman"/>
          <w:bCs/>
          <w:sz w:val="28"/>
          <w:szCs w:val="28"/>
        </w:rPr>
        <w:t xml:space="preserve">в муниципальном образовании «Городской округ Ногликский», утвержденную постановлением от 13.04.2015 № </w:t>
      </w:r>
      <w:r w:rsidRPr="00CF28DC">
        <w:rPr>
          <w:rFonts w:ascii="Times New Roman" w:hAnsi="Times New Roman"/>
          <w:bCs/>
          <w:sz w:val="28"/>
          <w:szCs w:val="28"/>
        </w:rPr>
        <w:t xml:space="preserve">253 </w:t>
      </w:r>
      <w:r w:rsidRPr="00CF28DC">
        <w:rPr>
          <w:rFonts w:ascii="Times New Roman" w:hAnsi="Times New Roman"/>
          <w:sz w:val="28"/>
          <w:szCs w:val="28"/>
        </w:rPr>
        <w:t>(в редакции от 09.07.2015 № 461, от 27.08.2</w:t>
      </w:r>
      <w:r w:rsidR="00E46900">
        <w:rPr>
          <w:rFonts w:ascii="Times New Roman" w:hAnsi="Times New Roman"/>
          <w:sz w:val="28"/>
          <w:szCs w:val="28"/>
        </w:rPr>
        <w:t xml:space="preserve">015 № 623, от 25.01.2016 № 22, </w:t>
      </w:r>
      <w:r w:rsidRPr="00CF28DC">
        <w:rPr>
          <w:rFonts w:ascii="Times New Roman" w:hAnsi="Times New Roman"/>
          <w:sz w:val="28"/>
          <w:szCs w:val="28"/>
        </w:rPr>
        <w:t xml:space="preserve">от 31.08.2016 № 665,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21.02.2019 № 137, от 27.07.2019 № 494, от 27.09.2017 № 702, от 31.10.2017 № 844, 20.11.201</w:t>
      </w:r>
      <w:r w:rsidR="00E46900">
        <w:rPr>
          <w:rFonts w:ascii="Times New Roman" w:hAnsi="Times New Roman"/>
          <w:sz w:val="28"/>
          <w:szCs w:val="28"/>
        </w:rPr>
        <w:t xml:space="preserve">7 № 941, от 06.12.2017 № 1029, </w:t>
      </w:r>
      <w:r w:rsidRPr="00CF28DC">
        <w:rPr>
          <w:rFonts w:ascii="Times New Roman" w:hAnsi="Times New Roman"/>
          <w:sz w:val="28"/>
          <w:szCs w:val="28"/>
        </w:rPr>
        <w:t xml:space="preserve">от 27.02.2018 № 206,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 xml:space="preserve">от 25.04.2018 № 422, от 23.05.2018 № 486, от 03.07.2018 № 630, от 12.09.2018 </w:t>
      </w:r>
      <w:r w:rsidRPr="00CF28DC">
        <w:rPr>
          <w:rFonts w:ascii="Times New Roman" w:hAnsi="Times New Roman"/>
          <w:sz w:val="28"/>
          <w:szCs w:val="28"/>
        </w:rPr>
        <w:lastRenderedPageBreak/>
        <w:t>№ 843, от 22.11.2018</w:t>
      </w:r>
      <w:r w:rsidR="00E46900">
        <w:rPr>
          <w:rFonts w:ascii="Times New Roman" w:hAnsi="Times New Roman"/>
          <w:sz w:val="28"/>
          <w:szCs w:val="28"/>
        </w:rPr>
        <w:t xml:space="preserve"> № 1133, от 25.12.2018 № 1255, </w:t>
      </w:r>
      <w:r w:rsidRPr="00CF28DC">
        <w:rPr>
          <w:rFonts w:ascii="Times New Roman" w:hAnsi="Times New Roman"/>
          <w:sz w:val="28"/>
          <w:szCs w:val="28"/>
        </w:rPr>
        <w:t xml:space="preserve">от 19.04.2019 № 256,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16.05.2019 № 335, от 19.06.2019 № 463, от 11.09.2019 № 691, от 28.11.2019 № 862, от 13.12.2019 № 896, от 11.02.202</w:t>
      </w:r>
      <w:r w:rsidR="00E46900">
        <w:rPr>
          <w:rFonts w:ascii="Times New Roman" w:hAnsi="Times New Roman"/>
          <w:sz w:val="28"/>
          <w:szCs w:val="28"/>
        </w:rPr>
        <w:t xml:space="preserve">0 № 76, </w:t>
      </w:r>
      <w:r w:rsidRPr="00CF28DC">
        <w:rPr>
          <w:rFonts w:ascii="Times New Roman" w:hAnsi="Times New Roman"/>
          <w:sz w:val="28"/>
          <w:szCs w:val="28"/>
        </w:rPr>
        <w:t xml:space="preserve">от 10.03.2020 № 111,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27.04.2020 № 207,от 24.09.2020 № 469, от 30.03.2021 № 176, от 09.08.2021 № 444, от 30.09.2021 № 539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28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06</w:t>
      </w:r>
      <w:r w:rsidRPr="00CF28D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CF28D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F28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212, </w:t>
      </w:r>
      <w:r w:rsidR="00E469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05.07.2022 № 339</w:t>
      </w:r>
      <w:r w:rsidRPr="008F1025">
        <w:rPr>
          <w:rFonts w:ascii="Times New Roman" w:hAnsi="Times New Roman"/>
          <w:sz w:val="28"/>
          <w:szCs w:val="28"/>
        </w:rPr>
        <w:t xml:space="preserve">, </w:t>
      </w:r>
      <w:r w:rsidR="00E46900">
        <w:rPr>
          <w:rFonts w:ascii="Times New Roman" w:hAnsi="Times New Roman"/>
          <w:sz w:val="28"/>
          <w:szCs w:val="28"/>
        </w:rPr>
        <w:br/>
      </w:r>
      <w:r w:rsidRPr="008F1025">
        <w:rPr>
          <w:rFonts w:ascii="Times New Roman" w:hAnsi="Times New Roman"/>
          <w:sz w:val="28"/>
          <w:szCs w:val="28"/>
        </w:rPr>
        <w:t>от 26.12.2022 № 740</w:t>
      </w:r>
      <w:r w:rsidRPr="00CF28DC">
        <w:rPr>
          <w:rFonts w:ascii="Times New Roman" w:hAnsi="Times New Roman"/>
          <w:sz w:val="28"/>
          <w:szCs w:val="28"/>
        </w:rPr>
        <w:t>)</w:t>
      </w:r>
      <w:r w:rsidRPr="005C53C6">
        <w:rPr>
          <w:rFonts w:ascii="Times New Roman" w:hAnsi="Times New Roman"/>
          <w:bCs/>
          <w:sz w:val="28"/>
          <w:szCs w:val="28"/>
        </w:rPr>
        <w:t xml:space="preserve"> </w:t>
      </w:r>
      <w:r w:rsidR="00047482">
        <w:rPr>
          <w:rFonts w:ascii="Times New Roman" w:hAnsi="Times New Roman"/>
          <w:bCs/>
          <w:sz w:val="28"/>
          <w:szCs w:val="28"/>
        </w:rPr>
        <w:t>«</w:t>
      </w:r>
      <w:r w:rsidR="00047482" w:rsidRPr="00047482">
        <w:rPr>
          <w:rFonts w:ascii="Times New Roman" w:hAnsi="Times New Roman"/>
          <w:bCs/>
          <w:sz w:val="28"/>
          <w:szCs w:val="28"/>
        </w:rPr>
        <w:t xml:space="preserve">Об утверждении муниципальной программы </w:t>
      </w:r>
      <w:r w:rsidR="00E46900">
        <w:rPr>
          <w:rFonts w:ascii="Times New Roman" w:hAnsi="Times New Roman"/>
          <w:bCs/>
          <w:sz w:val="28"/>
          <w:szCs w:val="28"/>
        </w:rPr>
        <w:t>«</w:t>
      </w:r>
      <w:r w:rsidR="00047482" w:rsidRPr="00047482">
        <w:rPr>
          <w:rFonts w:ascii="Times New Roman" w:hAnsi="Times New Roman"/>
          <w:bCs/>
          <w:sz w:val="28"/>
          <w:szCs w:val="28"/>
        </w:rPr>
        <w:t xml:space="preserve">Развитие образования в муниципальном образовании </w:t>
      </w:r>
      <w:r w:rsidR="00047482">
        <w:rPr>
          <w:rFonts w:ascii="Times New Roman" w:hAnsi="Times New Roman"/>
          <w:bCs/>
          <w:sz w:val="28"/>
          <w:szCs w:val="28"/>
        </w:rPr>
        <w:t>«</w:t>
      </w:r>
      <w:r w:rsidR="00047482" w:rsidRPr="00047482">
        <w:rPr>
          <w:rFonts w:ascii="Times New Roman" w:hAnsi="Times New Roman"/>
          <w:bCs/>
          <w:sz w:val="28"/>
          <w:szCs w:val="28"/>
        </w:rPr>
        <w:t>Городской округ Ногликский</w:t>
      </w:r>
      <w:r w:rsidR="00047482">
        <w:rPr>
          <w:rFonts w:ascii="Times New Roman" w:hAnsi="Times New Roman"/>
          <w:bCs/>
          <w:sz w:val="28"/>
          <w:szCs w:val="28"/>
        </w:rPr>
        <w:t xml:space="preserve">» </w:t>
      </w:r>
      <w:r w:rsidRPr="005C53C6">
        <w:rPr>
          <w:rFonts w:ascii="Times New Roman" w:hAnsi="Times New Roman"/>
          <w:sz w:val="28"/>
          <w:szCs w:val="28"/>
        </w:rPr>
        <w:t>следующие изменения:</w:t>
      </w:r>
    </w:p>
    <w:p w14:paraId="6A895BE5" w14:textId="443BD4C3" w:rsidR="00471F7A" w:rsidRDefault="00471F7A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программы» Паспорта муниципальной программы «Развитие образования </w:t>
      </w:r>
      <w:r w:rsidR="00E46900">
        <w:rPr>
          <w:rFonts w:ascii="Times New Roman" w:hAnsi="Times New Roman"/>
          <w:sz w:val="28"/>
          <w:szCs w:val="28"/>
        </w:rPr>
        <w:br/>
      </w:r>
      <w:r w:rsidRPr="002B63B2">
        <w:rPr>
          <w:rFonts w:ascii="Times New Roman" w:hAnsi="Times New Roman"/>
          <w:sz w:val="28"/>
          <w:szCs w:val="28"/>
        </w:rPr>
        <w:t xml:space="preserve">в муниципальном образовании «Городской округ Ногликский» изложить </w:t>
      </w:r>
      <w:r w:rsidR="00E46900">
        <w:rPr>
          <w:rFonts w:ascii="Times New Roman" w:hAnsi="Times New Roman"/>
          <w:sz w:val="28"/>
          <w:szCs w:val="28"/>
        </w:rPr>
        <w:br/>
      </w:r>
      <w:r w:rsidRPr="002B63B2">
        <w:rPr>
          <w:rFonts w:ascii="Times New Roman" w:hAnsi="Times New Roman"/>
          <w:sz w:val="28"/>
          <w:szCs w:val="28"/>
        </w:rPr>
        <w:t>в следующей редакции:</w:t>
      </w:r>
    </w:p>
    <w:p w14:paraId="465E152E" w14:textId="77777777" w:rsidR="00C70D84" w:rsidRPr="002B63B2" w:rsidRDefault="00C70D84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471F7A" w:rsidRPr="002B63B2" w14:paraId="34663EAD" w14:textId="77777777" w:rsidTr="00A67E0C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9757A1" w14:textId="77777777" w:rsidR="00471F7A" w:rsidRPr="002B63B2" w:rsidRDefault="00471F7A" w:rsidP="00C70D8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837E" w14:textId="77777777" w:rsidR="00471F7A" w:rsidRPr="002B63B2" w:rsidRDefault="00471F7A" w:rsidP="00C70D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67F7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43CF5DD9" w14:textId="5C26315F" w:rsidR="00471F7A" w:rsidRPr="002B63B2" w:rsidRDefault="00EF6886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9 554 296,1</w:t>
            </w:r>
            <w:r w:rsidR="00471F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71F7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14:paraId="055035FC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7133CA74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6AEAB009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487038B0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143B95A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4CE9CA3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40006F6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6BBFD707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085 165,9</w:t>
            </w:r>
          </w:p>
          <w:p w14:paraId="39A9225A" w14:textId="3A95899C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656 361,3</w:t>
            </w:r>
          </w:p>
          <w:p w14:paraId="2897A572" w14:textId="328CF37E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868 733,3</w:t>
            </w:r>
          </w:p>
          <w:p w14:paraId="5CB2DC95" w14:textId="080FAE06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677 434,5</w:t>
            </w:r>
          </w:p>
          <w:p w14:paraId="54C5159F" w14:textId="1EE02B06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677 874,3</w:t>
            </w:r>
          </w:p>
          <w:p w14:paraId="27DB584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D60AF0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26E51A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1D407EC4" w14:textId="5F9EE5F6" w:rsidR="00471F7A" w:rsidRPr="002B63B2" w:rsidRDefault="00EF6886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377 387,6</w:t>
            </w:r>
            <w:r w:rsidR="00471F7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E4BF70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53508881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5391A93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1615491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49A2EF32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0ABF2F34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63828FC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51 521,7</w:t>
            </w:r>
          </w:p>
          <w:p w14:paraId="22D3378A" w14:textId="52F79A82" w:rsidR="00471F7A" w:rsidRPr="00D40B97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181 415,5</w:t>
            </w:r>
          </w:p>
          <w:p w14:paraId="1C0665FA" w14:textId="07AEFD98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23 277,4</w:t>
            </w:r>
          </w:p>
          <w:p w14:paraId="3C82EE2E" w14:textId="171F140C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23 542,4</w:t>
            </w:r>
          </w:p>
          <w:p w14:paraId="05F823B2" w14:textId="5D170F50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23 542,4</w:t>
            </w:r>
          </w:p>
          <w:p w14:paraId="1B7E13F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D1D72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6338ECBB" w14:textId="67F27F0C" w:rsidR="00471F7A" w:rsidRPr="002B63B2" w:rsidRDefault="00EF6886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634 763,3</w:t>
            </w:r>
            <w:r w:rsidR="00471F7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9DEA6CA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0DB1599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67C6D74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523D044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</w:p>
          <w:p w14:paraId="09D9D09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0423FE8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73E97549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800 955,6</w:t>
            </w:r>
          </w:p>
          <w:p w14:paraId="5E455A58" w14:textId="5DDB133F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1 205 063,3</w:t>
            </w:r>
          </w:p>
          <w:p w14:paraId="25A7C04E" w14:textId="4AE78705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582 937,9</w:t>
            </w:r>
          </w:p>
          <w:p w14:paraId="2F893E1D" w14:textId="2E52BF5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427 632,3</w:t>
            </w:r>
          </w:p>
          <w:p w14:paraId="3F20A6D7" w14:textId="1B4A14A8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427 522,0</w:t>
            </w:r>
          </w:p>
          <w:p w14:paraId="62AD6AC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765D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153A8608" w14:textId="027AE710" w:rsidR="00471F7A" w:rsidRPr="002B63B2" w:rsidRDefault="00EF6886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542 145,2</w:t>
            </w:r>
            <w:r w:rsidR="00471F7A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13498B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59D3FDC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34BB657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1430E8B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335D7852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23DDBD94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0CBE9DC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232 688,6</w:t>
            </w:r>
          </w:p>
          <w:p w14:paraId="07B87C72" w14:textId="11A170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EF68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269 882,5</w:t>
            </w:r>
          </w:p>
          <w:p w14:paraId="4B8AD304" w14:textId="417414C9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262 518,0</w:t>
            </w:r>
          </w:p>
          <w:p w14:paraId="27CE23BC" w14:textId="2A38CF91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226 259,8</w:t>
            </w:r>
          </w:p>
          <w:p w14:paraId="2A3DB0A0" w14:textId="30D994B4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216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226 809,9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ADAEF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1ED09C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35F36C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C84EBA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80FCE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7300C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1005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A62E92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5564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DBC75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A735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8000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5557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7CC96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46D14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76370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0EA704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A0A70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DF3731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5517BC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7C655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48462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7D23C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904A3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03CDE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0392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DFD7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1185B7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437C0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AA58A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D560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B366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F29C54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421F9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783708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4051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A56097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72AB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AF831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45729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4A8F4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688BD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A5FBF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800A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CDA71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90CFF6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86F4B2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6632D2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B87A2E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41305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A9EA1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44B0D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2FECEA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A0B9E0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7C3BB" w14:textId="77777777" w:rsidR="00471F7A" w:rsidRPr="002B63B2" w:rsidRDefault="00471F7A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BFB7BF" w14:textId="77777777" w:rsidR="00C70D84" w:rsidRDefault="00C70D84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5E31B" w14:textId="4AC88C6B" w:rsidR="00471F7A" w:rsidRPr="002B63B2" w:rsidRDefault="00C70D84" w:rsidP="00C70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85D69F0" w14:textId="77777777" w:rsidR="00C70D84" w:rsidRDefault="00C70D84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7F51B5" w14:textId="4CA4C66F" w:rsidR="00471F7A" w:rsidRPr="002B63B2" w:rsidRDefault="00471F7A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1.2. Раздел 6 «Ресурсное обеспечение муниципальной Программы» изложить в следующей редакции:</w:t>
      </w:r>
    </w:p>
    <w:p w14:paraId="7F310379" w14:textId="77777777" w:rsidR="00E46900" w:rsidRDefault="00471F7A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522369BC" w14:textId="165F3CC2" w:rsidR="00471F7A" w:rsidRPr="002B63B2" w:rsidRDefault="00471F7A" w:rsidP="00C70D8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Программы планируется осуществлять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B63B2">
        <w:rPr>
          <w:rFonts w:ascii="Times New Roman" w:hAnsi="Times New Roman"/>
          <w:sz w:val="28"/>
          <w:szCs w:val="28"/>
          <w:lang w:eastAsia="ru-RU"/>
        </w:rPr>
        <w:t>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339C38A0" w14:textId="2DE64497" w:rsidR="00471F7A" w:rsidRDefault="00471F7A" w:rsidP="00C70D8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75E2331D" w14:textId="77777777" w:rsidR="00C70D84" w:rsidRDefault="00C70D84" w:rsidP="00C70D8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71"/>
        <w:gridCol w:w="1171"/>
        <w:gridCol w:w="1171"/>
        <w:gridCol w:w="1171"/>
        <w:gridCol w:w="1171"/>
        <w:gridCol w:w="1329"/>
      </w:tblGrid>
      <w:tr w:rsidR="00471F7A" w:rsidRPr="00EF6886" w14:paraId="7F2609B0" w14:textId="77777777" w:rsidTr="00A67E0C">
        <w:tc>
          <w:tcPr>
            <w:tcW w:w="1413" w:type="dxa"/>
            <w:vMerge w:val="restart"/>
          </w:tcPr>
          <w:p w14:paraId="0B35181D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0EEAB6AD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7184" w:type="dxa"/>
            <w:gridSpan w:val="6"/>
          </w:tcPr>
          <w:p w14:paraId="5D6ECFC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Объем финансирования</w:t>
            </w:r>
          </w:p>
        </w:tc>
      </w:tr>
      <w:tr w:rsidR="00471F7A" w:rsidRPr="00EF6886" w14:paraId="2B568338" w14:textId="77777777" w:rsidTr="00A67E0C">
        <w:tc>
          <w:tcPr>
            <w:tcW w:w="1413" w:type="dxa"/>
            <w:vMerge/>
          </w:tcPr>
          <w:p w14:paraId="714EA390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0E5CA9D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Align w:val="bottom"/>
          </w:tcPr>
          <w:p w14:paraId="3A9ADA41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1171" w:type="dxa"/>
            <w:vAlign w:val="bottom"/>
          </w:tcPr>
          <w:p w14:paraId="61B3B4C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171" w:type="dxa"/>
            <w:vAlign w:val="bottom"/>
          </w:tcPr>
          <w:p w14:paraId="462ADC82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171" w:type="dxa"/>
            <w:vAlign w:val="bottom"/>
          </w:tcPr>
          <w:p w14:paraId="755A3320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71" w:type="dxa"/>
            <w:vAlign w:val="bottom"/>
          </w:tcPr>
          <w:p w14:paraId="206852E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329" w:type="dxa"/>
            <w:vAlign w:val="bottom"/>
          </w:tcPr>
          <w:p w14:paraId="5D41408F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</w:tr>
      <w:tr w:rsidR="00471F7A" w:rsidRPr="00EF6886" w14:paraId="74BF450D" w14:textId="77777777" w:rsidTr="00A67E0C">
        <w:tc>
          <w:tcPr>
            <w:tcW w:w="1413" w:type="dxa"/>
            <w:vAlign w:val="center"/>
          </w:tcPr>
          <w:p w14:paraId="30F4C9F2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39F4112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</w:p>
          <w:p w14:paraId="6342962D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71" w:type="dxa"/>
            <w:vAlign w:val="center"/>
          </w:tcPr>
          <w:p w14:paraId="0C881F1B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145 249,6</w:t>
            </w:r>
          </w:p>
        </w:tc>
        <w:tc>
          <w:tcPr>
            <w:tcW w:w="1171" w:type="dxa"/>
            <w:vAlign w:val="center"/>
          </w:tcPr>
          <w:p w14:paraId="5D1E11B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165 401,9</w:t>
            </w:r>
          </w:p>
        </w:tc>
        <w:tc>
          <w:tcPr>
            <w:tcW w:w="1171" w:type="dxa"/>
            <w:vAlign w:val="center"/>
          </w:tcPr>
          <w:p w14:paraId="659AA18C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226 941,2</w:t>
            </w:r>
          </w:p>
        </w:tc>
        <w:tc>
          <w:tcPr>
            <w:tcW w:w="1171" w:type="dxa"/>
            <w:vAlign w:val="center"/>
          </w:tcPr>
          <w:p w14:paraId="783472AA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252 907,3</w:t>
            </w:r>
          </w:p>
        </w:tc>
        <w:tc>
          <w:tcPr>
            <w:tcW w:w="1171" w:type="dxa"/>
            <w:vAlign w:val="center"/>
          </w:tcPr>
          <w:p w14:paraId="0F1FD8CD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263 660,1</w:t>
            </w:r>
          </w:p>
        </w:tc>
        <w:tc>
          <w:tcPr>
            <w:tcW w:w="1329" w:type="dxa"/>
            <w:vAlign w:val="center"/>
          </w:tcPr>
          <w:p w14:paraId="53CCD97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269 826,3</w:t>
            </w:r>
          </w:p>
        </w:tc>
      </w:tr>
      <w:tr w:rsidR="00471F7A" w:rsidRPr="00EF6886" w14:paraId="1331B8DA" w14:textId="77777777" w:rsidTr="00A67E0C">
        <w:tc>
          <w:tcPr>
            <w:tcW w:w="1413" w:type="dxa"/>
            <w:vAlign w:val="center"/>
          </w:tcPr>
          <w:p w14:paraId="68C904F9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02D0AB0A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A3E454C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402 119,8</w:t>
            </w:r>
          </w:p>
        </w:tc>
        <w:tc>
          <w:tcPr>
            <w:tcW w:w="1171" w:type="dxa"/>
            <w:vAlign w:val="center"/>
          </w:tcPr>
          <w:p w14:paraId="61F543F6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450 656,2</w:t>
            </w:r>
          </w:p>
        </w:tc>
        <w:tc>
          <w:tcPr>
            <w:tcW w:w="1171" w:type="dxa"/>
            <w:vAlign w:val="center"/>
          </w:tcPr>
          <w:p w14:paraId="193D0C8F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453 532,3</w:t>
            </w:r>
          </w:p>
        </w:tc>
        <w:tc>
          <w:tcPr>
            <w:tcW w:w="1171" w:type="dxa"/>
            <w:vAlign w:val="center"/>
          </w:tcPr>
          <w:p w14:paraId="56179BC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528 041,3</w:t>
            </w:r>
          </w:p>
        </w:tc>
        <w:tc>
          <w:tcPr>
            <w:tcW w:w="1171" w:type="dxa"/>
            <w:vAlign w:val="center"/>
          </w:tcPr>
          <w:p w14:paraId="62BFBBE4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671 012,1</w:t>
            </w:r>
          </w:p>
        </w:tc>
        <w:tc>
          <w:tcPr>
            <w:tcW w:w="1329" w:type="dxa"/>
            <w:vAlign w:val="center"/>
          </w:tcPr>
          <w:p w14:paraId="7098062C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685 290,5</w:t>
            </w:r>
          </w:p>
        </w:tc>
      </w:tr>
      <w:tr w:rsidR="00471F7A" w:rsidRPr="00EF6886" w14:paraId="1CB1534A" w14:textId="77777777" w:rsidTr="00A67E0C">
        <w:tc>
          <w:tcPr>
            <w:tcW w:w="1413" w:type="dxa"/>
            <w:vAlign w:val="center"/>
          </w:tcPr>
          <w:p w14:paraId="758D4834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Федеральный бюджет</w:t>
            </w:r>
          </w:p>
        </w:tc>
        <w:tc>
          <w:tcPr>
            <w:tcW w:w="709" w:type="dxa"/>
            <w:vMerge/>
          </w:tcPr>
          <w:p w14:paraId="4817D7E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5C24056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71" w:type="dxa"/>
            <w:vAlign w:val="center"/>
          </w:tcPr>
          <w:p w14:paraId="182AFC69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71" w:type="dxa"/>
            <w:vAlign w:val="center"/>
          </w:tcPr>
          <w:p w14:paraId="44220177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71" w:type="dxa"/>
            <w:vAlign w:val="center"/>
          </w:tcPr>
          <w:p w14:paraId="679F0A5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71" w:type="dxa"/>
            <w:vAlign w:val="center"/>
          </w:tcPr>
          <w:p w14:paraId="5B5CC32F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29" w:type="dxa"/>
            <w:vAlign w:val="center"/>
          </w:tcPr>
          <w:p w14:paraId="10B8CD86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74 088,2</w:t>
            </w:r>
          </w:p>
        </w:tc>
      </w:tr>
      <w:tr w:rsidR="00471F7A" w:rsidRPr="00EF6886" w14:paraId="56209A25" w14:textId="77777777" w:rsidTr="00A67E0C">
        <w:tc>
          <w:tcPr>
            <w:tcW w:w="1413" w:type="dxa"/>
          </w:tcPr>
          <w:p w14:paraId="59D50DE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09" w:type="dxa"/>
          </w:tcPr>
          <w:p w14:paraId="5D8356D2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2A69274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547 369,4</w:t>
            </w:r>
          </w:p>
        </w:tc>
        <w:tc>
          <w:tcPr>
            <w:tcW w:w="1171" w:type="dxa"/>
            <w:vAlign w:val="center"/>
          </w:tcPr>
          <w:p w14:paraId="1B4D2FA7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616 058,1</w:t>
            </w:r>
          </w:p>
        </w:tc>
        <w:tc>
          <w:tcPr>
            <w:tcW w:w="1171" w:type="dxa"/>
            <w:vAlign w:val="center"/>
          </w:tcPr>
          <w:p w14:paraId="7B29E664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680 473,5</w:t>
            </w:r>
          </w:p>
        </w:tc>
        <w:tc>
          <w:tcPr>
            <w:tcW w:w="1171" w:type="dxa"/>
            <w:vAlign w:val="center"/>
          </w:tcPr>
          <w:p w14:paraId="11788A89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780 948,6</w:t>
            </w:r>
          </w:p>
        </w:tc>
        <w:tc>
          <w:tcPr>
            <w:tcW w:w="1171" w:type="dxa"/>
            <w:vAlign w:val="center"/>
          </w:tcPr>
          <w:p w14:paraId="58675527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934 672,2</w:t>
            </w:r>
          </w:p>
        </w:tc>
        <w:tc>
          <w:tcPr>
            <w:tcW w:w="1329" w:type="dxa"/>
            <w:vAlign w:val="center"/>
          </w:tcPr>
          <w:p w14:paraId="0F3A9987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1 029 205,0</w:t>
            </w:r>
          </w:p>
        </w:tc>
      </w:tr>
    </w:tbl>
    <w:p w14:paraId="3BC66FEF" w14:textId="77777777" w:rsidR="00471F7A" w:rsidRPr="00EF6886" w:rsidRDefault="00471F7A" w:rsidP="00C70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7235526E" w14:textId="77777777" w:rsidR="00471F7A" w:rsidRPr="00EF6886" w:rsidRDefault="00471F7A" w:rsidP="00C70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</w:p>
    <w:tbl>
      <w:tblPr>
        <w:tblStyle w:val="a9"/>
        <w:tblW w:w="9710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34"/>
        <w:gridCol w:w="1275"/>
        <w:gridCol w:w="1157"/>
        <w:gridCol w:w="1134"/>
        <w:gridCol w:w="1253"/>
        <w:gridCol w:w="1276"/>
        <w:gridCol w:w="337"/>
        <w:gridCol w:w="22"/>
      </w:tblGrid>
      <w:tr w:rsidR="00471F7A" w:rsidRPr="00EF6886" w14:paraId="20083689" w14:textId="77777777" w:rsidTr="00A67E0C">
        <w:tc>
          <w:tcPr>
            <w:tcW w:w="1413" w:type="dxa"/>
            <w:vMerge w:val="restart"/>
          </w:tcPr>
          <w:p w14:paraId="02A842B8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0C1450F5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7229" w:type="dxa"/>
            <w:gridSpan w:val="6"/>
            <w:tcBorders>
              <w:right w:val="single" w:sz="4" w:space="0" w:color="auto"/>
            </w:tcBorders>
          </w:tcPr>
          <w:p w14:paraId="02727EC2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Объем финансирования</w:t>
            </w: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581F9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471F7A" w:rsidRPr="00EF6886" w14:paraId="64B96574" w14:textId="77777777" w:rsidTr="00A67E0C">
        <w:trPr>
          <w:gridAfter w:val="1"/>
          <w:wAfter w:w="22" w:type="dxa"/>
        </w:trPr>
        <w:tc>
          <w:tcPr>
            <w:tcW w:w="1413" w:type="dxa"/>
            <w:vMerge/>
          </w:tcPr>
          <w:p w14:paraId="7620D9D7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5521686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936F19E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vAlign w:val="bottom"/>
          </w:tcPr>
          <w:p w14:paraId="6BDFF331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157" w:type="dxa"/>
            <w:vAlign w:val="bottom"/>
          </w:tcPr>
          <w:p w14:paraId="098192DE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bottom"/>
          </w:tcPr>
          <w:p w14:paraId="4AEC100F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253" w:type="dxa"/>
            <w:vAlign w:val="bottom"/>
          </w:tcPr>
          <w:p w14:paraId="5D30FF3E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3BBCC7AA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48BF0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471F7A" w:rsidRPr="00EF6886" w14:paraId="6899D22D" w14:textId="77777777" w:rsidTr="00A67E0C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3776093A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Местный бюджет*</w:t>
            </w:r>
          </w:p>
        </w:tc>
        <w:tc>
          <w:tcPr>
            <w:tcW w:w="709" w:type="dxa"/>
            <w:vMerge w:val="restart"/>
          </w:tcPr>
          <w:p w14:paraId="464CDA19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тыс.</w:t>
            </w:r>
          </w:p>
          <w:p w14:paraId="0D57DDBB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14:paraId="7EE210F1" w14:textId="579CA4B4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hAnsi="Times New Roman"/>
                <w:sz w:val="18"/>
                <w:szCs w:val="18"/>
              </w:rPr>
              <w:t>232</w:t>
            </w:r>
            <w:r w:rsidR="00EF68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6886">
              <w:rPr>
                <w:rFonts w:ascii="Times New Roman" w:hAnsi="Times New Roman"/>
                <w:sz w:val="18"/>
                <w:szCs w:val="18"/>
              </w:rPr>
              <w:t>688,6</w:t>
            </w:r>
          </w:p>
        </w:tc>
        <w:tc>
          <w:tcPr>
            <w:tcW w:w="1275" w:type="dxa"/>
            <w:vAlign w:val="center"/>
          </w:tcPr>
          <w:p w14:paraId="41B0EEBA" w14:textId="7E09C4A7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269 882,5</w:t>
            </w:r>
          </w:p>
        </w:tc>
        <w:tc>
          <w:tcPr>
            <w:tcW w:w="1157" w:type="dxa"/>
            <w:vAlign w:val="center"/>
          </w:tcPr>
          <w:p w14:paraId="3BC3351B" w14:textId="2121C1B2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262 518,0</w:t>
            </w:r>
          </w:p>
        </w:tc>
        <w:tc>
          <w:tcPr>
            <w:tcW w:w="1134" w:type="dxa"/>
            <w:vAlign w:val="center"/>
          </w:tcPr>
          <w:p w14:paraId="4AD916FD" w14:textId="3AEC051E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226 259,8</w:t>
            </w:r>
          </w:p>
        </w:tc>
        <w:tc>
          <w:tcPr>
            <w:tcW w:w="1253" w:type="dxa"/>
            <w:vAlign w:val="center"/>
          </w:tcPr>
          <w:p w14:paraId="0553BB02" w14:textId="367E2B7D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226 809,9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83A000F" w14:textId="3A574CCA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2 542 145,2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13276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1F7A" w:rsidRPr="00EF6886" w14:paraId="42151994" w14:textId="77777777" w:rsidTr="00A67E0C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7020E51B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9023811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2DB660" w14:textId="30206F61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hAnsi="Times New Roman"/>
                <w:sz w:val="18"/>
                <w:szCs w:val="18"/>
              </w:rPr>
              <w:t>800</w:t>
            </w:r>
            <w:r w:rsidR="00EF6886">
              <w:rPr>
                <w:rFonts w:ascii="Times New Roman" w:hAnsi="Times New Roman"/>
                <w:sz w:val="18"/>
                <w:szCs w:val="18"/>
              </w:rPr>
              <w:t> </w:t>
            </w:r>
            <w:r w:rsidRPr="00EF6886">
              <w:rPr>
                <w:rFonts w:ascii="Times New Roman" w:hAnsi="Times New Roman"/>
                <w:sz w:val="18"/>
                <w:szCs w:val="18"/>
              </w:rPr>
              <w:t>955,6</w:t>
            </w:r>
          </w:p>
        </w:tc>
        <w:tc>
          <w:tcPr>
            <w:tcW w:w="1275" w:type="dxa"/>
            <w:vAlign w:val="center"/>
          </w:tcPr>
          <w:p w14:paraId="65BA3E50" w14:textId="10280A35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1 205 063,3</w:t>
            </w:r>
          </w:p>
        </w:tc>
        <w:tc>
          <w:tcPr>
            <w:tcW w:w="1157" w:type="dxa"/>
            <w:vAlign w:val="center"/>
          </w:tcPr>
          <w:p w14:paraId="34F5812B" w14:textId="547C8FBD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582 937,9</w:t>
            </w:r>
          </w:p>
        </w:tc>
        <w:tc>
          <w:tcPr>
            <w:tcW w:w="1134" w:type="dxa"/>
            <w:vAlign w:val="center"/>
          </w:tcPr>
          <w:p w14:paraId="49691CFF" w14:textId="28C6A6ED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427 632,3</w:t>
            </w:r>
          </w:p>
        </w:tc>
        <w:tc>
          <w:tcPr>
            <w:tcW w:w="1253" w:type="dxa"/>
            <w:vAlign w:val="center"/>
          </w:tcPr>
          <w:p w14:paraId="608A3C53" w14:textId="6973EDEF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427 522,0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2392641" w14:textId="04EAAB14" w:rsidR="00471F7A" w:rsidRPr="00EF6886" w:rsidRDefault="00D110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6 634 763,3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D46E1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1F7A" w:rsidRPr="00EF6886" w14:paraId="1458FF6B" w14:textId="77777777" w:rsidTr="00A67E0C">
        <w:trPr>
          <w:gridAfter w:val="1"/>
          <w:wAfter w:w="22" w:type="dxa"/>
        </w:trPr>
        <w:tc>
          <w:tcPr>
            <w:tcW w:w="1413" w:type="dxa"/>
            <w:vAlign w:val="center"/>
          </w:tcPr>
          <w:p w14:paraId="3E831590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45DF0423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AE8FDA" w14:textId="065DCD61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hAnsi="Times New Roman"/>
                <w:sz w:val="18"/>
                <w:szCs w:val="18"/>
              </w:rPr>
              <w:t>51</w:t>
            </w:r>
            <w:r w:rsidR="00EF68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6886">
              <w:rPr>
                <w:rFonts w:ascii="Times New Roman" w:hAnsi="Times New Roman"/>
                <w:sz w:val="18"/>
                <w:szCs w:val="18"/>
              </w:rPr>
              <w:t>521,7</w:t>
            </w:r>
          </w:p>
        </w:tc>
        <w:tc>
          <w:tcPr>
            <w:tcW w:w="1275" w:type="dxa"/>
            <w:vAlign w:val="center"/>
          </w:tcPr>
          <w:p w14:paraId="1ED16F92" w14:textId="06F26201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181 415,5</w:t>
            </w:r>
          </w:p>
        </w:tc>
        <w:tc>
          <w:tcPr>
            <w:tcW w:w="1157" w:type="dxa"/>
            <w:vAlign w:val="center"/>
          </w:tcPr>
          <w:p w14:paraId="63B1F18E" w14:textId="14F20E2D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23 277,4</w:t>
            </w:r>
          </w:p>
        </w:tc>
        <w:tc>
          <w:tcPr>
            <w:tcW w:w="1134" w:type="dxa"/>
            <w:vAlign w:val="center"/>
          </w:tcPr>
          <w:p w14:paraId="3C8CB34C" w14:textId="34A65E7A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23 542,4</w:t>
            </w:r>
          </w:p>
        </w:tc>
        <w:tc>
          <w:tcPr>
            <w:tcW w:w="1253" w:type="dxa"/>
            <w:vAlign w:val="center"/>
          </w:tcPr>
          <w:p w14:paraId="7CC734DC" w14:textId="225318E9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23 542,4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143DC5A" w14:textId="01741F4F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1108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7 387,6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2910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1F7A" w:rsidRPr="00EF6886" w14:paraId="5B1AFF27" w14:textId="77777777" w:rsidTr="00A67E0C">
        <w:trPr>
          <w:gridAfter w:val="1"/>
          <w:wAfter w:w="22" w:type="dxa"/>
        </w:trPr>
        <w:tc>
          <w:tcPr>
            <w:tcW w:w="1413" w:type="dxa"/>
          </w:tcPr>
          <w:p w14:paraId="354B581E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14:paraId="2680477C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243344E" w14:textId="77777777" w:rsidR="00471F7A" w:rsidRPr="00EF6886" w:rsidRDefault="00471F7A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F6886">
              <w:rPr>
                <w:rFonts w:ascii="Times New Roman" w:hAnsi="Times New Roman"/>
                <w:color w:val="000000"/>
                <w:sz w:val="18"/>
                <w:szCs w:val="18"/>
              </w:rPr>
              <w:t>1 085 165,9</w:t>
            </w:r>
          </w:p>
        </w:tc>
        <w:tc>
          <w:tcPr>
            <w:tcW w:w="1275" w:type="dxa"/>
            <w:vAlign w:val="bottom"/>
          </w:tcPr>
          <w:p w14:paraId="073A64C6" w14:textId="21CE56D6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1 656 361,3</w:t>
            </w:r>
          </w:p>
        </w:tc>
        <w:tc>
          <w:tcPr>
            <w:tcW w:w="1157" w:type="dxa"/>
            <w:vAlign w:val="bottom"/>
          </w:tcPr>
          <w:p w14:paraId="6638C63F" w14:textId="6960522B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868 733,3</w:t>
            </w:r>
          </w:p>
        </w:tc>
        <w:tc>
          <w:tcPr>
            <w:tcW w:w="1134" w:type="dxa"/>
            <w:vAlign w:val="bottom"/>
          </w:tcPr>
          <w:p w14:paraId="2B1A5DEE" w14:textId="4DEFC6F4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677 434,5</w:t>
            </w:r>
          </w:p>
        </w:tc>
        <w:tc>
          <w:tcPr>
            <w:tcW w:w="1253" w:type="dxa"/>
            <w:vAlign w:val="bottom"/>
          </w:tcPr>
          <w:p w14:paraId="2D9238FF" w14:textId="04A3D411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677 874,3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14:paraId="5DA157B1" w14:textId="4EF9522F" w:rsidR="00471F7A" w:rsidRPr="00EF6886" w:rsidRDefault="00EF6886" w:rsidP="00C70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9 554 296,1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DFEF7" w14:textId="77777777" w:rsidR="00471F7A" w:rsidRPr="00C70D84" w:rsidRDefault="00471F7A" w:rsidP="00C70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D84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</w:tbl>
    <w:p w14:paraId="6608B4BB" w14:textId="77777777" w:rsidR="00C70D84" w:rsidRDefault="00C70D84" w:rsidP="00C70D84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</w:p>
    <w:p w14:paraId="35BB6890" w14:textId="67B0004F" w:rsidR="00471F7A" w:rsidRPr="007E3974" w:rsidRDefault="00471F7A" w:rsidP="00C70D84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36729">
        <w:rPr>
          <w:rFonts w:ascii="Times New Roman" w:hAnsi="Times New Roman"/>
          <w:sz w:val="28"/>
          <w:szCs w:val="28"/>
        </w:rPr>
        <w:t>Приложение 2 часть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6729">
        <w:rPr>
          <w:rFonts w:ascii="Times New Roman" w:hAnsi="Times New Roman"/>
          <w:sz w:val="28"/>
          <w:szCs w:val="28"/>
        </w:rPr>
        <w:t xml:space="preserve">к муниципальной программе «Развитие образования в муниципальном образовании </w:t>
      </w:r>
      <w:r>
        <w:rPr>
          <w:rFonts w:ascii="Times New Roman" w:hAnsi="Times New Roman"/>
          <w:sz w:val="28"/>
          <w:szCs w:val="28"/>
        </w:rPr>
        <w:t>«</w:t>
      </w:r>
      <w:r w:rsidRPr="00736729">
        <w:rPr>
          <w:rFonts w:ascii="Times New Roman" w:hAnsi="Times New Roman"/>
          <w:sz w:val="28"/>
          <w:szCs w:val="28"/>
        </w:rPr>
        <w:t>Городской округ Ногликский», утвержденной постановлением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6729">
        <w:rPr>
          <w:rFonts w:ascii="Times New Roman" w:hAnsi="Times New Roman"/>
          <w:sz w:val="28"/>
          <w:szCs w:val="28"/>
        </w:rPr>
        <w:t>«Городской округ Ногликский» от 13.04.2015 № 253</w:t>
      </w:r>
      <w:r>
        <w:rPr>
          <w:rFonts w:ascii="Times New Roman" w:hAnsi="Times New Roman"/>
          <w:sz w:val="28"/>
          <w:szCs w:val="28"/>
        </w:rPr>
        <w:t>,</w:t>
      </w:r>
      <w:r w:rsidRPr="007367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1 к настоящему постановлению.</w:t>
      </w:r>
    </w:p>
    <w:p w14:paraId="71A73DA4" w14:textId="77777777" w:rsidR="00471F7A" w:rsidRPr="00D335F4" w:rsidRDefault="00471F7A" w:rsidP="00C70D84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B5CFE">
        <w:rPr>
          <w:rFonts w:ascii="Times New Roman" w:hAnsi="Times New Roman"/>
          <w:sz w:val="28"/>
          <w:szCs w:val="28"/>
        </w:rPr>
        <w:t xml:space="preserve">Приложение 3 часть 2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CB5CFE">
        <w:rPr>
          <w:rFonts w:ascii="Times New Roman" w:hAnsi="Times New Roman"/>
          <w:sz w:val="28"/>
          <w:szCs w:val="28"/>
        </w:rPr>
        <w:t>Развитие образования 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CB5CFE">
        <w:rPr>
          <w:rFonts w:ascii="Times New Roman" w:hAnsi="Times New Roman"/>
          <w:sz w:val="28"/>
          <w:szCs w:val="28"/>
        </w:rPr>
        <w:t>, утвержденной постановлением администрации 13.04.2015 № 253</w:t>
      </w:r>
      <w:r>
        <w:rPr>
          <w:rFonts w:ascii="Times New Roman" w:hAnsi="Times New Roman"/>
          <w:sz w:val="28"/>
          <w:szCs w:val="28"/>
        </w:rPr>
        <w:t>,</w:t>
      </w:r>
      <w:r w:rsidRPr="00CB5C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br/>
        <w:t>в новой редакции согласно приложению 2 к настоящему постановлению</w:t>
      </w:r>
      <w:r w:rsidRPr="00D335F4">
        <w:rPr>
          <w:rFonts w:ascii="Times New Roman" w:hAnsi="Times New Roman"/>
          <w:sz w:val="28"/>
          <w:szCs w:val="28"/>
        </w:rPr>
        <w:t>.</w:t>
      </w:r>
    </w:p>
    <w:p w14:paraId="37F4BAE8" w14:textId="77777777" w:rsidR="00471F7A" w:rsidRDefault="00471F7A" w:rsidP="00C70D84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8752B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08752B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2B339B6" w14:textId="77777777" w:rsidR="00471F7A" w:rsidRDefault="00471F7A" w:rsidP="00C70D84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>на вице-мэра муниципального образования «Городской округ Ногликский» Русанова Я.С.</w:t>
      </w:r>
    </w:p>
    <w:p w14:paraId="4DCAC1BD" w14:textId="77777777" w:rsidR="008629FA" w:rsidRDefault="008629FA" w:rsidP="00C70D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BA15F7" w14:textId="77777777" w:rsidR="00E46900" w:rsidRPr="00D12794" w:rsidRDefault="00E46900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CAC1B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DCAC1BF" w14:textId="1089528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469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4690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AC1C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DCAC1C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1C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DCAC1C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499835"/>
      <w:docPartObj>
        <w:docPartGallery w:val="Page Numbers (Top of Page)"/>
        <w:docPartUnique/>
      </w:docPartObj>
    </w:sdtPr>
    <w:sdtEndPr/>
    <w:sdtContent>
      <w:p w14:paraId="2A142D9C" w14:textId="5D86FAD3" w:rsidR="00E46900" w:rsidRDefault="00E469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48C">
          <w:rPr>
            <w:noProof/>
          </w:rPr>
          <w:t>4</w:t>
        </w:r>
        <w:r>
          <w:fldChar w:fldCharType="end"/>
        </w:r>
      </w:p>
    </w:sdtContent>
  </w:sdt>
  <w:p w14:paraId="6114D554" w14:textId="77777777" w:rsidR="00E46900" w:rsidRDefault="00E469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7482"/>
    <w:rsid w:val="00053BD0"/>
    <w:rsid w:val="00185FEC"/>
    <w:rsid w:val="001E1F9F"/>
    <w:rsid w:val="002003DC"/>
    <w:rsid w:val="00216933"/>
    <w:rsid w:val="00270185"/>
    <w:rsid w:val="0033636C"/>
    <w:rsid w:val="003E4257"/>
    <w:rsid w:val="00471F7A"/>
    <w:rsid w:val="00520CBF"/>
    <w:rsid w:val="00530702"/>
    <w:rsid w:val="0072648C"/>
    <w:rsid w:val="008629FA"/>
    <w:rsid w:val="008C10A8"/>
    <w:rsid w:val="00987DB5"/>
    <w:rsid w:val="00AC72C8"/>
    <w:rsid w:val="00B10ED9"/>
    <w:rsid w:val="00B25688"/>
    <w:rsid w:val="00C02849"/>
    <w:rsid w:val="00C70D84"/>
    <w:rsid w:val="00D11086"/>
    <w:rsid w:val="00D12794"/>
    <w:rsid w:val="00D67BD8"/>
    <w:rsid w:val="00DF7897"/>
    <w:rsid w:val="00E37B8A"/>
    <w:rsid w:val="00E46900"/>
    <w:rsid w:val="00E609BC"/>
    <w:rsid w:val="00E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C1A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471F7A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471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E2A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E2A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E2AD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2023-04-03T08:16:00Z</dcterms:modified>
</cp:coreProperties>
</file>