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B1C5C77" w14:textId="77777777" w:rsidTr="00987DB5">
        <w:tc>
          <w:tcPr>
            <w:tcW w:w="9498" w:type="dxa"/>
          </w:tcPr>
          <w:p w14:paraId="3A7068C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9E0069C" wp14:editId="026A65B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708478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896B1D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83101B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A1432E6" w14:textId="081D1BF9" w:rsidR="0033636C" w:rsidRPr="007E3974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E397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5299C">
            <w:rPr>
              <w:rFonts w:ascii="Times New Roman" w:hAnsi="Times New Roman"/>
              <w:sz w:val="28"/>
              <w:szCs w:val="28"/>
            </w:rPr>
            <w:t>06 мая 2022 года</w:t>
          </w:r>
        </w:sdtContent>
      </w:sdt>
      <w:r w:rsidRPr="007E397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95299C" w:rsidRPr="0095299C">
            <w:rPr>
              <w:rFonts w:ascii="Times New Roman" w:hAnsi="Times New Roman"/>
              <w:sz w:val="28"/>
              <w:szCs w:val="28"/>
            </w:rPr>
            <w:t>212</w:t>
          </w:r>
        </w:sdtContent>
      </w:sdt>
    </w:p>
    <w:p w14:paraId="33F16A29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F82811C" w14:textId="5155BD48" w:rsidR="0033636C" w:rsidRPr="007E3974" w:rsidRDefault="0033636C" w:rsidP="007E39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3974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  <w:r w:rsidR="007E3974">
        <w:rPr>
          <w:rFonts w:ascii="Times New Roman" w:hAnsi="Times New Roman"/>
          <w:b/>
          <w:sz w:val="28"/>
          <w:szCs w:val="28"/>
        </w:rPr>
        <w:br/>
      </w:r>
      <w:r w:rsidRPr="007E3974">
        <w:rPr>
          <w:rFonts w:ascii="Times New Roman" w:hAnsi="Times New Roman"/>
          <w:b/>
          <w:sz w:val="28"/>
          <w:szCs w:val="28"/>
        </w:rPr>
        <w:t xml:space="preserve">«Развитие образования в муниципальном образовании </w:t>
      </w:r>
      <w:r w:rsidR="007E3974">
        <w:rPr>
          <w:rFonts w:ascii="Times New Roman" w:hAnsi="Times New Roman"/>
          <w:b/>
          <w:sz w:val="28"/>
          <w:szCs w:val="28"/>
        </w:rPr>
        <w:br/>
      </w:r>
      <w:r w:rsidRPr="007E3974">
        <w:rPr>
          <w:rFonts w:ascii="Times New Roman" w:hAnsi="Times New Roman"/>
          <w:b/>
          <w:sz w:val="28"/>
          <w:szCs w:val="28"/>
        </w:rPr>
        <w:t>«Городской округ Ногликский», утвержденную постановлением администрации</w:t>
      </w:r>
      <w:r w:rsidR="0017126A" w:rsidRPr="007E3974">
        <w:rPr>
          <w:rFonts w:ascii="Times New Roman" w:hAnsi="Times New Roman"/>
          <w:b/>
          <w:sz w:val="28"/>
          <w:szCs w:val="28"/>
        </w:rPr>
        <w:t xml:space="preserve"> муниципального образования </w:t>
      </w:r>
      <w:r w:rsidR="007E3974">
        <w:rPr>
          <w:rFonts w:ascii="Times New Roman" w:hAnsi="Times New Roman"/>
          <w:b/>
          <w:sz w:val="28"/>
          <w:szCs w:val="28"/>
        </w:rPr>
        <w:br/>
      </w:r>
      <w:r w:rsidR="0017126A" w:rsidRPr="007E3974">
        <w:rPr>
          <w:rFonts w:ascii="Times New Roman" w:hAnsi="Times New Roman"/>
          <w:b/>
          <w:sz w:val="28"/>
          <w:szCs w:val="28"/>
        </w:rPr>
        <w:t>«Городской округ Ногликский»</w:t>
      </w:r>
      <w:r w:rsidRPr="007E3974">
        <w:rPr>
          <w:rFonts w:ascii="Times New Roman" w:hAnsi="Times New Roman"/>
          <w:b/>
          <w:sz w:val="28"/>
          <w:szCs w:val="28"/>
        </w:rPr>
        <w:t xml:space="preserve"> от 13.04.2015 №</w:t>
      </w:r>
      <w:r w:rsidR="00716E14" w:rsidRPr="007E3974">
        <w:rPr>
          <w:rFonts w:ascii="Times New Roman" w:hAnsi="Times New Roman"/>
          <w:b/>
          <w:sz w:val="28"/>
          <w:szCs w:val="28"/>
        </w:rPr>
        <w:t xml:space="preserve"> </w:t>
      </w:r>
      <w:r w:rsidRPr="007E3974">
        <w:rPr>
          <w:rFonts w:ascii="Times New Roman" w:hAnsi="Times New Roman"/>
          <w:b/>
          <w:sz w:val="28"/>
          <w:szCs w:val="28"/>
        </w:rPr>
        <w:t>253</w:t>
      </w:r>
    </w:p>
    <w:p w14:paraId="6150BCC8" w14:textId="77777777" w:rsidR="0017126A" w:rsidRPr="007E3974" w:rsidRDefault="0017126A" w:rsidP="007E397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3144353" w14:textId="37ECEDFA" w:rsidR="00644C94" w:rsidRPr="008C0F79" w:rsidRDefault="00644C94" w:rsidP="003003CB">
      <w:pPr>
        <w:spacing w:after="0" w:line="240" w:lineRule="auto"/>
        <w:ind w:firstLine="709"/>
        <w:jc w:val="both"/>
        <w:rPr>
          <w:sz w:val="28"/>
          <w:szCs w:val="28"/>
        </w:rPr>
      </w:pPr>
      <w:r w:rsidRPr="00603694"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</w:t>
      </w:r>
      <w:r>
        <w:rPr>
          <w:rFonts w:ascii="Times New Roman" w:hAnsi="Times New Roman"/>
          <w:bCs/>
          <w:sz w:val="28"/>
          <w:szCs w:val="28"/>
        </w:rPr>
        <w:t>«Развитие образования в муниципальном образовании «Городской округ Ногликский», утвержденн</w:t>
      </w:r>
      <w:r w:rsidR="0017126A">
        <w:rPr>
          <w:rFonts w:ascii="Times New Roman" w:hAnsi="Times New Roman"/>
          <w:bCs/>
          <w:sz w:val="28"/>
          <w:szCs w:val="28"/>
        </w:rPr>
        <w:t>ой</w:t>
      </w:r>
      <w:r>
        <w:rPr>
          <w:rFonts w:ascii="Times New Roman" w:hAnsi="Times New Roman"/>
          <w:bCs/>
          <w:sz w:val="28"/>
          <w:szCs w:val="28"/>
        </w:rPr>
        <w:t xml:space="preserve"> постановлением </w:t>
      </w:r>
      <w:r w:rsidR="0017126A">
        <w:rPr>
          <w:rFonts w:ascii="Times New Roman" w:hAnsi="Times New Roman"/>
          <w:bCs/>
          <w:sz w:val="28"/>
          <w:szCs w:val="28"/>
        </w:rPr>
        <w:t xml:space="preserve">администрации </w:t>
      </w:r>
      <w:r>
        <w:rPr>
          <w:rFonts w:ascii="Times New Roman" w:hAnsi="Times New Roman"/>
          <w:bCs/>
          <w:sz w:val="28"/>
          <w:szCs w:val="28"/>
        </w:rPr>
        <w:t xml:space="preserve">муниципального образования «Городской округ Ногликский» от 13.04.2015 </w:t>
      </w:r>
      <w:r w:rsidR="007E3974">
        <w:rPr>
          <w:rFonts w:ascii="Times New Roman" w:hAnsi="Times New Roman"/>
          <w:bCs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 xml:space="preserve">№ 253 «Об утверждении муниципальной программы «Развитие образования </w:t>
      </w:r>
      <w:r w:rsidR="007E3974">
        <w:rPr>
          <w:rFonts w:ascii="Times New Roman" w:hAnsi="Times New Roman"/>
          <w:bCs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 xml:space="preserve">в муниципальном образовании «Городской </w:t>
      </w:r>
      <w:r>
        <w:rPr>
          <w:rFonts w:ascii="Times New Roman" w:hAnsi="Times New Roman"/>
          <w:bCs/>
          <w:sz w:val="28"/>
          <w:szCs w:val="28"/>
        </w:rPr>
        <w:lastRenderedPageBreak/>
        <w:t>округ Ногликский»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29B5">
        <w:rPr>
          <w:rFonts w:ascii="Times New Roman" w:hAnsi="Times New Roman"/>
          <w:sz w:val="28"/>
          <w:szCs w:val="28"/>
        </w:rPr>
        <w:t xml:space="preserve">в соответствие с уточненными бюджетными показателями по состоянию на </w:t>
      </w:r>
      <w:r>
        <w:rPr>
          <w:rFonts w:ascii="Times New Roman" w:hAnsi="Times New Roman"/>
          <w:sz w:val="28"/>
          <w:szCs w:val="28"/>
        </w:rPr>
        <w:t>31</w:t>
      </w:r>
      <w:r w:rsidR="0095299C">
        <w:rPr>
          <w:rFonts w:ascii="Times New Roman" w:hAnsi="Times New Roman"/>
          <w:sz w:val="28"/>
          <w:szCs w:val="28"/>
        </w:rPr>
        <w:t>.</w:t>
      </w:r>
      <w:r w:rsidR="007E3974">
        <w:rPr>
          <w:rFonts w:ascii="Times New Roman" w:hAnsi="Times New Roman"/>
          <w:sz w:val="28"/>
          <w:szCs w:val="28"/>
        </w:rPr>
        <w:t>12</w:t>
      </w:r>
      <w:r w:rsidR="0095299C">
        <w:rPr>
          <w:rFonts w:ascii="Times New Roman" w:hAnsi="Times New Roman"/>
          <w:sz w:val="28"/>
          <w:szCs w:val="28"/>
        </w:rPr>
        <w:t>.</w:t>
      </w:r>
      <w:r w:rsidRPr="009B29B5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 xml:space="preserve">1, </w:t>
      </w:r>
      <w:bookmarkStart w:id="0" w:name="_Hlk30407272"/>
      <w:r w:rsidRPr="00603694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 xml:space="preserve">ем Собрания </w:t>
      </w:r>
      <w:r w:rsidRPr="00603694">
        <w:rPr>
          <w:rFonts w:ascii="Times New Roman" w:hAnsi="Times New Roman"/>
          <w:sz w:val="28"/>
          <w:szCs w:val="28"/>
        </w:rPr>
        <w:t>муниципального образовани</w:t>
      </w:r>
      <w:r>
        <w:rPr>
          <w:rFonts w:ascii="Times New Roman" w:hAnsi="Times New Roman"/>
          <w:sz w:val="28"/>
          <w:szCs w:val="28"/>
        </w:rPr>
        <w:t xml:space="preserve">я «Городской округ Ногликский» </w:t>
      </w:r>
      <w:r w:rsidRPr="000950AF">
        <w:rPr>
          <w:rFonts w:ascii="Times New Roman" w:hAnsi="Times New Roman"/>
          <w:sz w:val="28"/>
          <w:szCs w:val="28"/>
        </w:rPr>
        <w:t xml:space="preserve">от </w:t>
      </w:r>
      <w:r w:rsidR="0095299C">
        <w:rPr>
          <w:rFonts w:ascii="Times New Roman" w:hAnsi="Times New Roman"/>
          <w:sz w:val="28"/>
          <w:szCs w:val="28"/>
        </w:rPr>
        <w:t>09.</w:t>
      </w:r>
      <w:r w:rsidR="007E3974">
        <w:rPr>
          <w:rFonts w:ascii="Times New Roman" w:hAnsi="Times New Roman"/>
          <w:sz w:val="28"/>
          <w:szCs w:val="28"/>
        </w:rPr>
        <w:t>12</w:t>
      </w:r>
      <w:r w:rsidR="0095299C">
        <w:rPr>
          <w:rFonts w:ascii="Times New Roman" w:hAnsi="Times New Roman"/>
          <w:sz w:val="28"/>
          <w:szCs w:val="28"/>
        </w:rPr>
        <w:t>.</w:t>
      </w:r>
      <w:r w:rsidRPr="000950AF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0950A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186</w:t>
      </w:r>
      <w:r w:rsidRPr="000950AF">
        <w:rPr>
          <w:rFonts w:ascii="Times New Roman" w:hAnsi="Times New Roman"/>
          <w:sz w:val="28"/>
          <w:szCs w:val="28"/>
        </w:rPr>
        <w:t xml:space="preserve"> «О бюджете муниципального образования «Городской округ Ногликский» на 202</w:t>
      </w:r>
      <w:r>
        <w:rPr>
          <w:rFonts w:ascii="Times New Roman" w:hAnsi="Times New Roman"/>
          <w:sz w:val="28"/>
          <w:szCs w:val="28"/>
        </w:rPr>
        <w:t>2</w:t>
      </w:r>
      <w:r w:rsidRPr="000950AF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3</w:t>
      </w:r>
      <w:r w:rsidRPr="000950AF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0950AF">
        <w:rPr>
          <w:rFonts w:ascii="Times New Roman" w:hAnsi="Times New Roman"/>
          <w:sz w:val="28"/>
          <w:szCs w:val="28"/>
        </w:rPr>
        <w:t xml:space="preserve"> годов</w:t>
      </w:r>
      <w:bookmarkEnd w:id="0"/>
      <w:r>
        <w:rPr>
          <w:rFonts w:ascii="Times New Roman" w:hAnsi="Times New Roman"/>
          <w:sz w:val="28"/>
          <w:szCs w:val="28"/>
        </w:rPr>
        <w:t xml:space="preserve">», </w:t>
      </w:r>
      <w:r w:rsidRPr="00603694">
        <w:rPr>
          <w:rFonts w:ascii="Times New Roman" w:hAnsi="Times New Roman"/>
          <w:sz w:val="28"/>
          <w:szCs w:val="28"/>
        </w:rPr>
        <w:t>руководствуясь 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28.04.2016 № 344, ст. 36 Устава муниципального образования «Городской округ Ногликский», администрация муниципального образования «Городской округ Ногликский»</w:t>
      </w:r>
      <w:r w:rsidRPr="00D01AF5">
        <w:rPr>
          <w:sz w:val="28"/>
          <w:szCs w:val="28"/>
        </w:rPr>
        <w:t xml:space="preserve"> </w:t>
      </w:r>
      <w:r w:rsidRPr="00D01AF5">
        <w:rPr>
          <w:rFonts w:ascii="Times New Roman" w:hAnsi="Times New Roman"/>
          <w:b/>
          <w:sz w:val="28"/>
          <w:szCs w:val="28"/>
        </w:rPr>
        <w:t>ПОСТАНОВЛЯЕТ:</w:t>
      </w:r>
    </w:p>
    <w:p w14:paraId="7B67A329" w14:textId="0638A8C2" w:rsidR="00644C94" w:rsidRPr="005C53C6" w:rsidRDefault="005C53C6" w:rsidP="003003C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="00644C94" w:rsidRPr="005C53C6">
        <w:rPr>
          <w:rFonts w:ascii="Times New Roman" w:hAnsi="Times New Roman"/>
          <w:bCs/>
          <w:sz w:val="28"/>
          <w:szCs w:val="28"/>
        </w:rPr>
        <w:t xml:space="preserve">Внести в муниципальную программу «Развитие образования </w:t>
      </w:r>
      <w:r w:rsidR="007E3974">
        <w:rPr>
          <w:rFonts w:ascii="Times New Roman" w:hAnsi="Times New Roman"/>
          <w:bCs/>
          <w:sz w:val="28"/>
          <w:szCs w:val="28"/>
        </w:rPr>
        <w:br/>
      </w:r>
      <w:r w:rsidR="00644C94" w:rsidRPr="005C53C6">
        <w:rPr>
          <w:rFonts w:ascii="Times New Roman" w:hAnsi="Times New Roman"/>
          <w:bCs/>
          <w:sz w:val="28"/>
          <w:szCs w:val="28"/>
        </w:rPr>
        <w:t xml:space="preserve">в муниципальном образовании «Городской округ Ногликский», утвержденную постановлением </w:t>
      </w:r>
      <w:r w:rsidR="0017126A" w:rsidRPr="005C53C6">
        <w:rPr>
          <w:rFonts w:ascii="Times New Roman" w:hAnsi="Times New Roman"/>
          <w:bCs/>
          <w:sz w:val="28"/>
          <w:szCs w:val="28"/>
        </w:rPr>
        <w:t xml:space="preserve">от 13.04.2015 № </w:t>
      </w:r>
      <w:r w:rsidR="0017126A" w:rsidRPr="00CF28DC">
        <w:rPr>
          <w:rFonts w:ascii="Times New Roman" w:hAnsi="Times New Roman"/>
          <w:bCs/>
          <w:sz w:val="28"/>
          <w:szCs w:val="28"/>
        </w:rPr>
        <w:t>253</w:t>
      </w:r>
      <w:r w:rsidR="00CF28DC" w:rsidRPr="00CF28DC">
        <w:rPr>
          <w:rFonts w:ascii="Times New Roman" w:hAnsi="Times New Roman"/>
          <w:bCs/>
          <w:sz w:val="28"/>
          <w:szCs w:val="28"/>
        </w:rPr>
        <w:t xml:space="preserve"> </w:t>
      </w:r>
      <w:r w:rsidR="00CF28DC" w:rsidRPr="00CF28DC">
        <w:rPr>
          <w:rFonts w:ascii="Times New Roman" w:hAnsi="Times New Roman"/>
          <w:sz w:val="28"/>
          <w:szCs w:val="28"/>
        </w:rPr>
        <w:t>(в редакции от 09.07.2015 № 461, от 27.08.2</w:t>
      </w:r>
      <w:r w:rsidR="0095299C">
        <w:rPr>
          <w:rFonts w:ascii="Times New Roman" w:hAnsi="Times New Roman"/>
          <w:sz w:val="28"/>
          <w:szCs w:val="28"/>
        </w:rPr>
        <w:t xml:space="preserve">015 № 623, от 25.01.2016 № 22, </w:t>
      </w:r>
      <w:r w:rsidR="00CF28DC" w:rsidRPr="00CF28DC">
        <w:rPr>
          <w:rFonts w:ascii="Times New Roman" w:hAnsi="Times New Roman"/>
          <w:sz w:val="28"/>
          <w:szCs w:val="28"/>
        </w:rPr>
        <w:t xml:space="preserve">от 31.08.2016 № 665, </w:t>
      </w:r>
      <w:r w:rsidR="007E3974">
        <w:rPr>
          <w:rFonts w:ascii="Times New Roman" w:hAnsi="Times New Roman"/>
          <w:sz w:val="28"/>
          <w:szCs w:val="28"/>
        </w:rPr>
        <w:br/>
      </w:r>
      <w:r w:rsidR="00CF28DC" w:rsidRPr="00CF28DC">
        <w:rPr>
          <w:rFonts w:ascii="Times New Roman" w:hAnsi="Times New Roman"/>
          <w:sz w:val="28"/>
          <w:szCs w:val="28"/>
        </w:rPr>
        <w:t xml:space="preserve">от 21.02.2019 № 137, от 27.07.2019 № 494, от 27.09.2017 № 702, от 31.10.2017 № 844, </w:t>
      </w:r>
      <w:r w:rsidR="0095299C">
        <w:rPr>
          <w:rFonts w:ascii="Times New Roman" w:hAnsi="Times New Roman"/>
          <w:sz w:val="28"/>
          <w:szCs w:val="28"/>
        </w:rPr>
        <w:t xml:space="preserve">от </w:t>
      </w:r>
      <w:r w:rsidR="00CF28DC" w:rsidRPr="00CF28DC">
        <w:rPr>
          <w:rFonts w:ascii="Times New Roman" w:hAnsi="Times New Roman"/>
          <w:sz w:val="28"/>
          <w:szCs w:val="28"/>
        </w:rPr>
        <w:t>20.11.201</w:t>
      </w:r>
      <w:r w:rsidR="0095299C">
        <w:rPr>
          <w:rFonts w:ascii="Times New Roman" w:hAnsi="Times New Roman"/>
          <w:sz w:val="28"/>
          <w:szCs w:val="28"/>
        </w:rPr>
        <w:t xml:space="preserve">7 № 941, от 06.12.2017 № 1029, </w:t>
      </w:r>
      <w:r w:rsidR="00CF28DC" w:rsidRPr="00CF28DC">
        <w:rPr>
          <w:rFonts w:ascii="Times New Roman" w:hAnsi="Times New Roman"/>
          <w:sz w:val="28"/>
          <w:szCs w:val="28"/>
        </w:rPr>
        <w:t xml:space="preserve">от 27.02.2018 № 206, </w:t>
      </w:r>
      <w:r w:rsidR="007E3974">
        <w:rPr>
          <w:rFonts w:ascii="Times New Roman" w:hAnsi="Times New Roman"/>
          <w:sz w:val="28"/>
          <w:szCs w:val="28"/>
        </w:rPr>
        <w:br/>
      </w:r>
      <w:r w:rsidR="00CF28DC" w:rsidRPr="00CF28DC">
        <w:rPr>
          <w:rFonts w:ascii="Times New Roman" w:hAnsi="Times New Roman"/>
          <w:sz w:val="28"/>
          <w:szCs w:val="28"/>
        </w:rPr>
        <w:lastRenderedPageBreak/>
        <w:t>от 25.04.2018 № 422, от 23.05.2018 № 486, от 03.07.2018 № 630, от 12.09.2018 № 843, от 22.11.2018</w:t>
      </w:r>
      <w:r w:rsidR="0095299C">
        <w:rPr>
          <w:rFonts w:ascii="Times New Roman" w:hAnsi="Times New Roman"/>
          <w:sz w:val="28"/>
          <w:szCs w:val="28"/>
        </w:rPr>
        <w:t xml:space="preserve"> № 1133, от 25.12.2018 № 1255, </w:t>
      </w:r>
      <w:r w:rsidR="00CF28DC" w:rsidRPr="00CF28DC">
        <w:rPr>
          <w:rFonts w:ascii="Times New Roman" w:hAnsi="Times New Roman"/>
          <w:sz w:val="28"/>
          <w:szCs w:val="28"/>
        </w:rPr>
        <w:t xml:space="preserve">от 19.04.2019 № 256, </w:t>
      </w:r>
      <w:r w:rsidR="007E3974">
        <w:rPr>
          <w:rFonts w:ascii="Times New Roman" w:hAnsi="Times New Roman"/>
          <w:sz w:val="28"/>
          <w:szCs w:val="28"/>
        </w:rPr>
        <w:br/>
      </w:r>
      <w:r w:rsidR="00CF28DC" w:rsidRPr="00CF28DC">
        <w:rPr>
          <w:rFonts w:ascii="Times New Roman" w:hAnsi="Times New Roman"/>
          <w:sz w:val="28"/>
          <w:szCs w:val="28"/>
        </w:rPr>
        <w:t>от 16.05.2019 № 335, от 19.06.2019 № 463, от 11.09.2019 № 691, от 28.11.2019 № 862, от 13.12.2019 № 896, от 11.02.202</w:t>
      </w:r>
      <w:r w:rsidR="0095299C">
        <w:rPr>
          <w:rFonts w:ascii="Times New Roman" w:hAnsi="Times New Roman"/>
          <w:sz w:val="28"/>
          <w:szCs w:val="28"/>
        </w:rPr>
        <w:t xml:space="preserve">0 № 76, </w:t>
      </w:r>
      <w:r w:rsidR="00CF28DC" w:rsidRPr="00CF28DC">
        <w:rPr>
          <w:rFonts w:ascii="Times New Roman" w:hAnsi="Times New Roman"/>
          <w:sz w:val="28"/>
          <w:szCs w:val="28"/>
        </w:rPr>
        <w:t xml:space="preserve">от 10.03.2020 № 111, </w:t>
      </w:r>
      <w:r w:rsidR="007E3974">
        <w:rPr>
          <w:rFonts w:ascii="Times New Roman" w:hAnsi="Times New Roman"/>
          <w:sz w:val="28"/>
          <w:szCs w:val="28"/>
        </w:rPr>
        <w:br/>
      </w:r>
      <w:r w:rsidR="00CF28DC" w:rsidRPr="00CF28DC">
        <w:rPr>
          <w:rFonts w:ascii="Times New Roman" w:hAnsi="Times New Roman"/>
          <w:sz w:val="28"/>
          <w:szCs w:val="28"/>
        </w:rPr>
        <w:t>от 27.04.2020 № 207,</w:t>
      </w:r>
      <w:r w:rsidR="0095299C">
        <w:rPr>
          <w:rFonts w:ascii="Times New Roman" w:hAnsi="Times New Roman"/>
          <w:sz w:val="28"/>
          <w:szCs w:val="28"/>
        </w:rPr>
        <w:t xml:space="preserve"> </w:t>
      </w:r>
      <w:r w:rsidR="00CF28DC" w:rsidRPr="00CF28DC">
        <w:rPr>
          <w:rFonts w:ascii="Times New Roman" w:hAnsi="Times New Roman"/>
          <w:sz w:val="28"/>
          <w:szCs w:val="28"/>
        </w:rPr>
        <w:t>от 24.09.2020 № 469, от 30.03.2021 № 176, от 09.08.2021 № 444, от 30.09.2021 № 539)</w:t>
      </w:r>
      <w:r w:rsidR="00CF28DC" w:rsidRPr="00CF28DC">
        <w:rPr>
          <w:rFonts w:ascii="Times New Roman" w:hAnsi="Times New Roman"/>
          <w:sz w:val="28"/>
          <w:szCs w:val="28"/>
        </w:rPr>
        <w:tab/>
      </w:r>
      <w:r w:rsidR="0017126A" w:rsidRPr="005C53C6">
        <w:rPr>
          <w:rFonts w:ascii="Times New Roman" w:hAnsi="Times New Roman"/>
          <w:bCs/>
          <w:sz w:val="28"/>
          <w:szCs w:val="28"/>
        </w:rPr>
        <w:t xml:space="preserve"> </w:t>
      </w:r>
      <w:r w:rsidR="00644C94" w:rsidRPr="005C53C6">
        <w:rPr>
          <w:rFonts w:ascii="Times New Roman" w:hAnsi="Times New Roman"/>
          <w:sz w:val="28"/>
          <w:szCs w:val="28"/>
        </w:rPr>
        <w:t>следующие изменения:</w:t>
      </w:r>
    </w:p>
    <w:p w14:paraId="4ADFA753" w14:textId="77777777" w:rsidR="0066661A" w:rsidRPr="002B63B2" w:rsidRDefault="0066661A" w:rsidP="003003C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3B2">
        <w:rPr>
          <w:rFonts w:ascii="Times New Roman" w:hAnsi="Times New Roman"/>
          <w:sz w:val="28"/>
          <w:szCs w:val="28"/>
        </w:rPr>
        <w:t>1.1. Раздел «Объемы и источники финансирования муниципальной программы» Паспорта муниципальной программы «Развитие образования в муниципальном образовании «Городской округ Ногликский» изложить в следующей редакции: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84"/>
        <w:gridCol w:w="3259"/>
        <w:gridCol w:w="5813"/>
        <w:gridCol w:w="283"/>
      </w:tblGrid>
      <w:tr w:rsidR="0066661A" w:rsidRPr="002B63B2" w14:paraId="21DFCFFF" w14:textId="77777777" w:rsidTr="002F29AB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1230568" w14:textId="77777777" w:rsidR="0066661A" w:rsidRPr="002B63B2" w:rsidRDefault="0066661A" w:rsidP="002F29AB">
            <w:pPr>
              <w:spacing w:after="0" w:line="240" w:lineRule="auto"/>
              <w:ind w:left="-10" w:right="-218" w:hanging="6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09A0" w14:textId="77777777" w:rsidR="0066661A" w:rsidRPr="002B63B2" w:rsidRDefault="0066661A" w:rsidP="002F2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Объемы и источники финансирования программы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045D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 финансирования Программы составляет </w:t>
            </w:r>
          </w:p>
          <w:p w14:paraId="52E51C6E" w14:textId="678CA14D" w:rsidR="0066661A" w:rsidRPr="002B63B2" w:rsidRDefault="000F0D23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="00F423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747 408,4</w:t>
            </w:r>
            <w:r w:rsidR="00882A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6661A"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рублей, в том числе:</w:t>
            </w:r>
          </w:p>
          <w:p w14:paraId="3A808E17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годам реализации:</w:t>
            </w:r>
          </w:p>
          <w:p w14:paraId="70D7D1EF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547 369,4</w:t>
            </w:r>
          </w:p>
          <w:p w14:paraId="229DA5E7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616 058,1</w:t>
            </w:r>
          </w:p>
          <w:p w14:paraId="14F24DF0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680 473,5</w:t>
            </w:r>
          </w:p>
          <w:p w14:paraId="2EA49A73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780 948,6</w:t>
            </w:r>
          </w:p>
          <w:p w14:paraId="7BC5F255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934 672,2</w:t>
            </w:r>
          </w:p>
          <w:p w14:paraId="73EEAECC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1 029 205,0</w:t>
            </w:r>
          </w:p>
          <w:p w14:paraId="26B4B522" w14:textId="18BF6DFB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</w:t>
            </w:r>
            <w:r w:rsidR="005B63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085 165,9</w:t>
            </w:r>
          </w:p>
          <w:p w14:paraId="7D9597EA" w14:textId="381FA65D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5B63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1 114 901,6</w:t>
            </w:r>
          </w:p>
          <w:p w14:paraId="6EF1DF8B" w14:textId="2FB4A3BE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 w:rsidR="005B63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692 952,4</w:t>
            </w:r>
          </w:p>
          <w:p w14:paraId="5019DB4B" w14:textId="0F997480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 w:rsidR="00F423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696 282,5</w:t>
            </w:r>
          </w:p>
          <w:p w14:paraId="0AFEB992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1 569 379,2</w:t>
            </w:r>
          </w:p>
          <w:p w14:paraId="6921CA0A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50BDB8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448B1EC0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федерального бюджета:</w:t>
            </w:r>
          </w:p>
          <w:p w14:paraId="28277C99" w14:textId="64303B21" w:rsidR="0066661A" w:rsidRPr="002B63B2" w:rsidRDefault="00084055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282 240,5</w:t>
            </w:r>
            <w:r w:rsidR="0066661A"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0DE3D30D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0,0</w:t>
            </w:r>
          </w:p>
          <w:p w14:paraId="7824488D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0,0</w:t>
            </w:r>
          </w:p>
          <w:p w14:paraId="23003738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0,0</w:t>
            </w:r>
          </w:p>
          <w:p w14:paraId="5A532BB2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0,0</w:t>
            </w:r>
          </w:p>
          <w:p w14:paraId="43C02906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0,0</w:t>
            </w:r>
          </w:p>
          <w:p w14:paraId="3DF2B175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2020 год – 74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 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088,2</w:t>
            </w:r>
          </w:p>
          <w:p w14:paraId="228EAD06" w14:textId="4FE2DA79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5837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51 521,7</w:t>
            </w:r>
          </w:p>
          <w:p w14:paraId="569078A6" w14:textId="00921C92" w:rsidR="0066661A" w:rsidRPr="00D40B97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0840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125 608,4</w:t>
            </w:r>
          </w:p>
          <w:p w14:paraId="7F715E5A" w14:textId="41A93680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 w:rsidR="00D40B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15 511,1</w:t>
            </w:r>
          </w:p>
          <w:p w14:paraId="3B3DB209" w14:textId="1302ED83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 w:rsidR="00D40B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15 511,1</w:t>
            </w:r>
          </w:p>
          <w:p w14:paraId="48E3C92D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</w:t>
            </w:r>
          </w:p>
          <w:p w14:paraId="65A9AF3E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B4CCF1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областного бюджета:</w:t>
            </w:r>
          </w:p>
          <w:p w14:paraId="68271736" w14:textId="0E19B8A0" w:rsidR="0066661A" w:rsidRPr="002B63B2" w:rsidRDefault="00084055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6 764 187,5</w:t>
            </w:r>
            <w:r w:rsidR="0066661A"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3EB24E68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402 119,8</w:t>
            </w:r>
          </w:p>
          <w:p w14:paraId="5976B2D0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450 656,2</w:t>
            </w:r>
          </w:p>
          <w:p w14:paraId="39B6B6E5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453 532,3</w:t>
            </w:r>
          </w:p>
          <w:p w14:paraId="31934729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528 041,3</w:t>
            </w:r>
          </w:p>
          <w:p w14:paraId="7A1DACCF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671 012,1</w:t>
            </w:r>
          </w:p>
          <w:p w14:paraId="5F7B74E3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685 290,5</w:t>
            </w:r>
          </w:p>
          <w:p w14:paraId="1E4013B1" w14:textId="4E78C7BA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5837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800 955,6</w:t>
            </w:r>
          </w:p>
          <w:p w14:paraId="1B401E02" w14:textId="51ACD5EE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0840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751 388,5</w:t>
            </w:r>
          </w:p>
          <w:p w14:paraId="05CBE8C1" w14:textId="25E66B13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 w:rsidR="00D40B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459 734,1</w:t>
            </w:r>
          </w:p>
          <w:p w14:paraId="7AACE62A" w14:textId="1706D09D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 w:rsidR="00D40B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459 734,1</w:t>
            </w:r>
          </w:p>
          <w:p w14:paraId="5606BFFC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1 101 723,0</w:t>
            </w:r>
          </w:p>
          <w:p w14:paraId="5C000195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49A592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местного бюджета:</w:t>
            </w:r>
          </w:p>
          <w:p w14:paraId="2F618FDB" w14:textId="7BE07B22" w:rsidR="0066661A" w:rsidRPr="002B63B2" w:rsidRDefault="00084055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2 700 980,4</w:t>
            </w:r>
            <w:r w:rsidR="0066661A"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4CD898C7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145 249,6</w:t>
            </w:r>
          </w:p>
          <w:p w14:paraId="2C69EA6D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165 401,9</w:t>
            </w:r>
          </w:p>
          <w:p w14:paraId="76533328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226 941,2</w:t>
            </w:r>
          </w:p>
          <w:p w14:paraId="70DE8462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252 907,3</w:t>
            </w:r>
          </w:p>
          <w:p w14:paraId="23899160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263 660,1</w:t>
            </w:r>
          </w:p>
          <w:p w14:paraId="6F9AC765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269 826,3</w:t>
            </w:r>
          </w:p>
          <w:p w14:paraId="1FE05E63" w14:textId="7308A36C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D22F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232 688,6</w:t>
            </w:r>
          </w:p>
          <w:p w14:paraId="7D91B6A1" w14:textId="4ED8F5C8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0840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237 904,7</w:t>
            </w:r>
          </w:p>
          <w:p w14:paraId="5A18474E" w14:textId="453CEF1B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 w:rsidR="005F24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217 707,2</w:t>
            </w:r>
          </w:p>
          <w:p w14:paraId="70746F3F" w14:textId="7F478951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 w:rsidR="005F24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221 037,3</w:t>
            </w:r>
          </w:p>
          <w:p w14:paraId="3DDCC404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467 656,2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958984E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D7D3C9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E48BA2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CD6F83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3BCE22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5FA426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292FAD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16F2F1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72BB07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7DCD37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36905E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4D5ABD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9ED06A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AE3E7B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9FFBED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90AE0F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722BB3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0338FB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ADF5EA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BFC7E3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63F395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8463BC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F2FD82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F458BD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FD35D0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06164D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92421E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FF50F0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D0F171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CB1F0B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72BC2B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A99FEE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692CED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ED542A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C2C7D1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7880BB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EF5DAD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E9843A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825865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8604CA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729B04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B1B601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A01E20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B0A2B2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5E3DD0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762269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130BC9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B7D863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F53AEA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E1DAAF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8F1D79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6AAA1C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0CD774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B24A78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DFA275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681336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B5B4A4" w14:textId="10B1FCDA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3BCC4DB0" w14:textId="77777777" w:rsidR="00890883" w:rsidRPr="002B63B2" w:rsidRDefault="00890883" w:rsidP="00890883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3B2">
        <w:rPr>
          <w:rFonts w:ascii="Times New Roman" w:hAnsi="Times New Roman"/>
          <w:sz w:val="28"/>
          <w:szCs w:val="28"/>
        </w:rPr>
        <w:lastRenderedPageBreak/>
        <w:t>1.2. Раздел 6 «Ресурсное обеспечение муниципальной Программы» изложить в следующей редакции:</w:t>
      </w:r>
    </w:p>
    <w:p w14:paraId="27CD25E4" w14:textId="77777777" w:rsidR="00890883" w:rsidRPr="002B63B2" w:rsidRDefault="00890883" w:rsidP="00890883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3B2">
        <w:rPr>
          <w:rFonts w:ascii="Times New Roman" w:hAnsi="Times New Roman"/>
          <w:sz w:val="28"/>
          <w:szCs w:val="28"/>
        </w:rPr>
        <w:t>«6. Ресурсное обеспечение муниципальной Программы</w:t>
      </w:r>
    </w:p>
    <w:p w14:paraId="04336436" w14:textId="2B1BBE62" w:rsidR="00890883" w:rsidRPr="002B63B2" w:rsidRDefault="00890883" w:rsidP="00890883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3B2">
        <w:rPr>
          <w:rFonts w:ascii="Times New Roman" w:hAnsi="Times New Roman"/>
          <w:sz w:val="28"/>
          <w:szCs w:val="28"/>
          <w:lang w:eastAsia="ru-RU"/>
        </w:rPr>
        <w:t xml:space="preserve">Финансирование мероприятий Программы планируется осуществлять </w:t>
      </w:r>
      <w:r w:rsidR="007E3974">
        <w:rPr>
          <w:rFonts w:ascii="Times New Roman" w:hAnsi="Times New Roman"/>
          <w:sz w:val="28"/>
          <w:szCs w:val="28"/>
          <w:lang w:eastAsia="ru-RU"/>
        </w:rPr>
        <w:br/>
      </w:r>
      <w:r w:rsidRPr="002B63B2">
        <w:rPr>
          <w:rFonts w:ascii="Times New Roman" w:hAnsi="Times New Roman"/>
          <w:sz w:val="28"/>
          <w:szCs w:val="28"/>
          <w:lang w:eastAsia="ru-RU"/>
        </w:rPr>
        <w:t>за счет средств федерального, областного и муниципального бюджетов, участия в приоритет</w:t>
      </w:r>
      <w:r w:rsidRPr="002B63B2">
        <w:rPr>
          <w:rFonts w:ascii="Times New Roman" w:hAnsi="Times New Roman"/>
          <w:sz w:val="28"/>
          <w:szCs w:val="28"/>
          <w:lang w:eastAsia="ru-RU"/>
        </w:rPr>
        <w:lastRenderedPageBreak/>
        <w:t>ном проекте «Образование», проекте модернизации образования Сахалинск</w:t>
      </w:r>
      <w:r>
        <w:rPr>
          <w:rFonts w:ascii="Times New Roman" w:hAnsi="Times New Roman"/>
          <w:sz w:val="28"/>
          <w:szCs w:val="28"/>
          <w:lang w:eastAsia="ru-RU"/>
        </w:rPr>
        <w:t>ой области и других источников.</w:t>
      </w:r>
    </w:p>
    <w:p w14:paraId="429830ED" w14:textId="36890FF0" w:rsidR="00890883" w:rsidRDefault="00890883" w:rsidP="00890883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B63B2">
        <w:rPr>
          <w:rFonts w:ascii="Times New Roman" w:hAnsi="Times New Roman"/>
          <w:color w:val="000000"/>
          <w:sz w:val="28"/>
          <w:szCs w:val="28"/>
          <w:lang w:eastAsia="ru-RU"/>
        </w:rPr>
        <w:t>Объем финансирования мероприятий за счет средств бюджетов всех уровней может ежегодно уточняться в соответствии с бюджетом муниципального образования, утверждаемым на соответствующий финансовый год.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567"/>
        <w:gridCol w:w="1030"/>
        <w:gridCol w:w="1171"/>
        <w:gridCol w:w="1171"/>
        <w:gridCol w:w="1171"/>
        <w:gridCol w:w="1171"/>
        <w:gridCol w:w="1329"/>
      </w:tblGrid>
      <w:tr w:rsidR="00890883" w:rsidRPr="007E3974" w14:paraId="03B50F84" w14:textId="77777777" w:rsidTr="0095299C">
        <w:tc>
          <w:tcPr>
            <w:tcW w:w="1555" w:type="dxa"/>
            <w:vMerge w:val="restart"/>
          </w:tcPr>
          <w:p w14:paraId="69795864" w14:textId="4537E869" w:rsidR="00890883" w:rsidRPr="007E3974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Источник финансирования</w:t>
            </w:r>
          </w:p>
        </w:tc>
        <w:tc>
          <w:tcPr>
            <w:tcW w:w="567" w:type="dxa"/>
            <w:vMerge w:val="restart"/>
            <w:vAlign w:val="center"/>
          </w:tcPr>
          <w:p w14:paraId="6F40ED8F" w14:textId="0F4D8D4B" w:rsidR="00890883" w:rsidRPr="007E3974" w:rsidRDefault="00890883" w:rsidP="0095299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Ед. изм.</w:t>
            </w:r>
          </w:p>
        </w:tc>
        <w:tc>
          <w:tcPr>
            <w:tcW w:w="7043" w:type="dxa"/>
            <w:gridSpan w:val="6"/>
          </w:tcPr>
          <w:p w14:paraId="0A9B5268" w14:textId="3A344560" w:rsidR="00890883" w:rsidRPr="007E3974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Объем финансирования</w:t>
            </w:r>
          </w:p>
        </w:tc>
      </w:tr>
      <w:tr w:rsidR="00890883" w:rsidRPr="007E3974" w14:paraId="5B1E8B5C" w14:textId="77777777" w:rsidTr="0095299C">
        <w:tc>
          <w:tcPr>
            <w:tcW w:w="1555" w:type="dxa"/>
            <w:vMerge/>
          </w:tcPr>
          <w:p w14:paraId="5420FA1B" w14:textId="77777777" w:rsidR="00890883" w:rsidRPr="007E3974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</w:tcPr>
          <w:p w14:paraId="1027D37A" w14:textId="77777777" w:rsidR="00890883" w:rsidRPr="007E3974" w:rsidRDefault="00890883" w:rsidP="0095299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030" w:type="dxa"/>
            <w:vAlign w:val="bottom"/>
          </w:tcPr>
          <w:p w14:paraId="62E8B0F5" w14:textId="3021B354" w:rsidR="00890883" w:rsidRPr="007E3974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2015</w:t>
            </w:r>
          </w:p>
        </w:tc>
        <w:tc>
          <w:tcPr>
            <w:tcW w:w="1171" w:type="dxa"/>
            <w:vAlign w:val="bottom"/>
          </w:tcPr>
          <w:p w14:paraId="13D98557" w14:textId="17E97689" w:rsidR="00890883" w:rsidRPr="007E3974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1171" w:type="dxa"/>
            <w:vAlign w:val="bottom"/>
          </w:tcPr>
          <w:p w14:paraId="1ADD2862" w14:textId="72751126" w:rsidR="00890883" w:rsidRPr="007E3974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1171" w:type="dxa"/>
            <w:vAlign w:val="bottom"/>
          </w:tcPr>
          <w:p w14:paraId="3162FFE9" w14:textId="101FE587" w:rsidR="00890883" w:rsidRPr="007E3974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2018</w:t>
            </w:r>
          </w:p>
        </w:tc>
        <w:tc>
          <w:tcPr>
            <w:tcW w:w="1171" w:type="dxa"/>
            <w:vAlign w:val="bottom"/>
          </w:tcPr>
          <w:p w14:paraId="3E004BFC" w14:textId="32B5364C" w:rsidR="00890883" w:rsidRPr="007E3974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2019</w:t>
            </w:r>
          </w:p>
        </w:tc>
        <w:tc>
          <w:tcPr>
            <w:tcW w:w="1329" w:type="dxa"/>
            <w:vAlign w:val="bottom"/>
          </w:tcPr>
          <w:p w14:paraId="2C6FE12F" w14:textId="6CF0DBAC" w:rsidR="00890883" w:rsidRPr="007E3974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</w:tr>
      <w:tr w:rsidR="00890883" w:rsidRPr="007E3974" w14:paraId="3154E8FC" w14:textId="77777777" w:rsidTr="0095299C">
        <w:tc>
          <w:tcPr>
            <w:tcW w:w="1555" w:type="dxa"/>
            <w:vAlign w:val="center"/>
          </w:tcPr>
          <w:p w14:paraId="3DD5269B" w14:textId="4E664A1D" w:rsidR="00890883" w:rsidRPr="007E3974" w:rsidRDefault="00890883" w:rsidP="0089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Местный бюджет</w:t>
            </w:r>
          </w:p>
        </w:tc>
        <w:tc>
          <w:tcPr>
            <w:tcW w:w="567" w:type="dxa"/>
            <w:vMerge w:val="restart"/>
          </w:tcPr>
          <w:p w14:paraId="7722A4DC" w14:textId="77777777" w:rsidR="00890883" w:rsidRPr="007E3974" w:rsidRDefault="00890883" w:rsidP="0095299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тыс.</w:t>
            </w:r>
          </w:p>
          <w:p w14:paraId="3536EE83" w14:textId="534E1FB1" w:rsidR="00890883" w:rsidRPr="007E3974" w:rsidRDefault="00890883" w:rsidP="0095299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руб.</w:t>
            </w:r>
          </w:p>
        </w:tc>
        <w:tc>
          <w:tcPr>
            <w:tcW w:w="1030" w:type="dxa"/>
            <w:vAlign w:val="center"/>
          </w:tcPr>
          <w:p w14:paraId="1768E824" w14:textId="3CFD1E8E" w:rsidR="00890883" w:rsidRPr="007E3974" w:rsidRDefault="00890883" w:rsidP="0095299C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145</w:t>
            </w:r>
            <w:r w:rsidR="00C661CE" w:rsidRPr="007E397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E3974">
              <w:rPr>
                <w:rFonts w:ascii="Times New Roman" w:eastAsia="Times New Roman" w:hAnsi="Times New Roman"/>
                <w:lang w:eastAsia="ru-RU"/>
              </w:rPr>
              <w:t>249,6</w:t>
            </w:r>
          </w:p>
        </w:tc>
        <w:tc>
          <w:tcPr>
            <w:tcW w:w="1171" w:type="dxa"/>
            <w:vAlign w:val="center"/>
          </w:tcPr>
          <w:p w14:paraId="2E9E6AAC" w14:textId="1221F791" w:rsidR="00890883" w:rsidRPr="007E3974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165</w:t>
            </w:r>
            <w:r w:rsidR="00C661CE" w:rsidRPr="007E397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E3974">
              <w:rPr>
                <w:rFonts w:ascii="Times New Roman" w:eastAsia="Times New Roman" w:hAnsi="Times New Roman"/>
                <w:lang w:eastAsia="ru-RU"/>
              </w:rPr>
              <w:t>401,9</w:t>
            </w:r>
          </w:p>
        </w:tc>
        <w:tc>
          <w:tcPr>
            <w:tcW w:w="1171" w:type="dxa"/>
            <w:vAlign w:val="center"/>
          </w:tcPr>
          <w:p w14:paraId="0E6F07CD" w14:textId="42B7E3FF" w:rsidR="00890883" w:rsidRPr="007E3974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226</w:t>
            </w:r>
            <w:r w:rsidR="00C661CE" w:rsidRPr="007E397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E3974">
              <w:rPr>
                <w:rFonts w:ascii="Times New Roman" w:eastAsia="Times New Roman" w:hAnsi="Times New Roman"/>
                <w:lang w:eastAsia="ru-RU"/>
              </w:rPr>
              <w:t>941,2</w:t>
            </w:r>
          </w:p>
        </w:tc>
        <w:tc>
          <w:tcPr>
            <w:tcW w:w="1171" w:type="dxa"/>
            <w:vAlign w:val="center"/>
          </w:tcPr>
          <w:p w14:paraId="548B099B" w14:textId="486C0F1E" w:rsidR="00890883" w:rsidRPr="007E3974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252</w:t>
            </w:r>
            <w:r w:rsidR="00C661CE" w:rsidRPr="007E397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E3974">
              <w:rPr>
                <w:rFonts w:ascii="Times New Roman" w:eastAsia="Times New Roman" w:hAnsi="Times New Roman"/>
                <w:lang w:eastAsia="ru-RU"/>
              </w:rPr>
              <w:t>907,3</w:t>
            </w:r>
          </w:p>
        </w:tc>
        <w:tc>
          <w:tcPr>
            <w:tcW w:w="1171" w:type="dxa"/>
            <w:vAlign w:val="center"/>
          </w:tcPr>
          <w:p w14:paraId="74FC59BE" w14:textId="7E0C477B" w:rsidR="00890883" w:rsidRPr="007E3974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263</w:t>
            </w:r>
            <w:r w:rsidR="00C661CE" w:rsidRPr="007E397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E3974">
              <w:rPr>
                <w:rFonts w:ascii="Times New Roman" w:eastAsia="Times New Roman" w:hAnsi="Times New Roman"/>
                <w:lang w:eastAsia="ru-RU"/>
              </w:rPr>
              <w:t>660,1</w:t>
            </w:r>
          </w:p>
        </w:tc>
        <w:tc>
          <w:tcPr>
            <w:tcW w:w="1329" w:type="dxa"/>
            <w:vAlign w:val="center"/>
          </w:tcPr>
          <w:p w14:paraId="100BD772" w14:textId="5CE124E1" w:rsidR="00890883" w:rsidRPr="007E3974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269</w:t>
            </w:r>
            <w:r w:rsidR="00C661CE" w:rsidRPr="007E397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E3974">
              <w:rPr>
                <w:rFonts w:ascii="Times New Roman" w:eastAsia="Times New Roman" w:hAnsi="Times New Roman"/>
                <w:lang w:eastAsia="ru-RU"/>
              </w:rPr>
              <w:t>826,3</w:t>
            </w:r>
          </w:p>
        </w:tc>
      </w:tr>
      <w:tr w:rsidR="00890883" w:rsidRPr="007E3974" w14:paraId="2C0F4B69" w14:textId="77777777" w:rsidTr="0095299C">
        <w:tc>
          <w:tcPr>
            <w:tcW w:w="1555" w:type="dxa"/>
            <w:vAlign w:val="center"/>
          </w:tcPr>
          <w:p w14:paraId="217AEAB5" w14:textId="55B2BA29" w:rsidR="00890883" w:rsidRPr="007E3974" w:rsidRDefault="00890883" w:rsidP="0089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Областной бюджет</w:t>
            </w:r>
          </w:p>
        </w:tc>
        <w:tc>
          <w:tcPr>
            <w:tcW w:w="567" w:type="dxa"/>
            <w:vMerge/>
          </w:tcPr>
          <w:p w14:paraId="038AEF75" w14:textId="77777777" w:rsidR="00890883" w:rsidRPr="007E3974" w:rsidRDefault="00890883" w:rsidP="0089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030" w:type="dxa"/>
            <w:vAlign w:val="center"/>
          </w:tcPr>
          <w:p w14:paraId="04111CD8" w14:textId="558A028E" w:rsidR="00890883" w:rsidRPr="007E3974" w:rsidRDefault="00890883" w:rsidP="0095299C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402</w:t>
            </w:r>
            <w:r w:rsidR="00C661CE" w:rsidRPr="007E397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E3974">
              <w:rPr>
                <w:rFonts w:ascii="Times New Roman" w:eastAsia="Times New Roman" w:hAnsi="Times New Roman"/>
                <w:lang w:eastAsia="ru-RU"/>
              </w:rPr>
              <w:t>119,8</w:t>
            </w:r>
          </w:p>
        </w:tc>
        <w:tc>
          <w:tcPr>
            <w:tcW w:w="1171" w:type="dxa"/>
            <w:vAlign w:val="center"/>
          </w:tcPr>
          <w:p w14:paraId="1F8C4CEF" w14:textId="3C232B8D" w:rsidR="00890883" w:rsidRPr="007E3974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450</w:t>
            </w:r>
            <w:r w:rsidR="00C661CE" w:rsidRPr="007E397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E3974">
              <w:rPr>
                <w:rFonts w:ascii="Times New Roman" w:eastAsia="Times New Roman" w:hAnsi="Times New Roman"/>
                <w:lang w:eastAsia="ru-RU"/>
              </w:rPr>
              <w:t>656,2</w:t>
            </w:r>
          </w:p>
        </w:tc>
        <w:tc>
          <w:tcPr>
            <w:tcW w:w="1171" w:type="dxa"/>
            <w:vAlign w:val="center"/>
          </w:tcPr>
          <w:p w14:paraId="647024B8" w14:textId="23B287DA" w:rsidR="00890883" w:rsidRPr="007E3974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453</w:t>
            </w:r>
            <w:r w:rsidR="00C661CE" w:rsidRPr="007E397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E3974">
              <w:rPr>
                <w:rFonts w:ascii="Times New Roman" w:eastAsia="Times New Roman" w:hAnsi="Times New Roman"/>
                <w:lang w:eastAsia="ru-RU"/>
              </w:rPr>
              <w:t>532,3</w:t>
            </w:r>
          </w:p>
        </w:tc>
        <w:tc>
          <w:tcPr>
            <w:tcW w:w="1171" w:type="dxa"/>
            <w:vAlign w:val="center"/>
          </w:tcPr>
          <w:p w14:paraId="3D3D9404" w14:textId="748CC1FE" w:rsidR="00890883" w:rsidRPr="007E3974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528</w:t>
            </w:r>
            <w:r w:rsidR="00C661CE" w:rsidRPr="007E397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E3974">
              <w:rPr>
                <w:rFonts w:ascii="Times New Roman" w:eastAsia="Times New Roman" w:hAnsi="Times New Roman"/>
                <w:lang w:eastAsia="ru-RU"/>
              </w:rPr>
              <w:t>041,3</w:t>
            </w:r>
          </w:p>
        </w:tc>
        <w:tc>
          <w:tcPr>
            <w:tcW w:w="1171" w:type="dxa"/>
            <w:vAlign w:val="center"/>
          </w:tcPr>
          <w:p w14:paraId="7E6429E0" w14:textId="381F23EF" w:rsidR="00890883" w:rsidRPr="007E3974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671</w:t>
            </w:r>
            <w:r w:rsidR="00C661CE" w:rsidRPr="007E397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E3974">
              <w:rPr>
                <w:rFonts w:ascii="Times New Roman" w:eastAsia="Times New Roman" w:hAnsi="Times New Roman"/>
                <w:lang w:eastAsia="ru-RU"/>
              </w:rPr>
              <w:t>012,1</w:t>
            </w:r>
          </w:p>
        </w:tc>
        <w:tc>
          <w:tcPr>
            <w:tcW w:w="1329" w:type="dxa"/>
            <w:vAlign w:val="center"/>
          </w:tcPr>
          <w:p w14:paraId="63A78111" w14:textId="4450BD68" w:rsidR="00890883" w:rsidRPr="007E3974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685</w:t>
            </w:r>
            <w:r w:rsidR="00C661CE" w:rsidRPr="007E397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E3974">
              <w:rPr>
                <w:rFonts w:ascii="Times New Roman" w:eastAsia="Times New Roman" w:hAnsi="Times New Roman"/>
                <w:lang w:eastAsia="ru-RU"/>
              </w:rPr>
              <w:t>290,5</w:t>
            </w:r>
          </w:p>
        </w:tc>
      </w:tr>
      <w:tr w:rsidR="00890883" w:rsidRPr="007E3974" w14:paraId="0052BA40" w14:textId="77777777" w:rsidTr="0095299C">
        <w:tc>
          <w:tcPr>
            <w:tcW w:w="1555" w:type="dxa"/>
            <w:vAlign w:val="center"/>
          </w:tcPr>
          <w:p w14:paraId="61CCB3A4" w14:textId="449C8DA9" w:rsidR="00890883" w:rsidRPr="007E3974" w:rsidRDefault="00890883" w:rsidP="0089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</w:p>
        </w:tc>
        <w:tc>
          <w:tcPr>
            <w:tcW w:w="567" w:type="dxa"/>
            <w:vMerge/>
          </w:tcPr>
          <w:p w14:paraId="051472C6" w14:textId="77777777" w:rsidR="00890883" w:rsidRPr="007E3974" w:rsidRDefault="00890883" w:rsidP="0089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030" w:type="dxa"/>
            <w:vAlign w:val="center"/>
          </w:tcPr>
          <w:p w14:paraId="7C83C162" w14:textId="411D9348" w:rsidR="00890883" w:rsidRPr="007E3974" w:rsidRDefault="00890883" w:rsidP="0095299C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71" w:type="dxa"/>
            <w:vAlign w:val="center"/>
          </w:tcPr>
          <w:p w14:paraId="659EDA4A" w14:textId="26A7FF9C" w:rsidR="00890883" w:rsidRPr="007E3974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71" w:type="dxa"/>
            <w:vAlign w:val="center"/>
          </w:tcPr>
          <w:p w14:paraId="1A29354F" w14:textId="1605BDF8" w:rsidR="00890883" w:rsidRPr="007E3974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71" w:type="dxa"/>
            <w:vAlign w:val="center"/>
          </w:tcPr>
          <w:p w14:paraId="39EEC4CF" w14:textId="755592B4" w:rsidR="00890883" w:rsidRPr="007E3974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71" w:type="dxa"/>
            <w:vAlign w:val="center"/>
          </w:tcPr>
          <w:p w14:paraId="1800FA04" w14:textId="6EEA0BC2" w:rsidR="00890883" w:rsidRPr="007E3974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29" w:type="dxa"/>
            <w:vAlign w:val="center"/>
          </w:tcPr>
          <w:p w14:paraId="7884237F" w14:textId="687F074F" w:rsidR="00890883" w:rsidRPr="007E3974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74</w:t>
            </w:r>
            <w:r w:rsidR="00C661CE" w:rsidRPr="007E397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E3974">
              <w:rPr>
                <w:rFonts w:ascii="Times New Roman" w:eastAsia="Times New Roman" w:hAnsi="Times New Roman"/>
                <w:lang w:eastAsia="ru-RU"/>
              </w:rPr>
              <w:t>088,2</w:t>
            </w:r>
          </w:p>
        </w:tc>
      </w:tr>
      <w:tr w:rsidR="00890883" w:rsidRPr="007E3974" w14:paraId="6CECC6FD" w14:textId="77777777" w:rsidTr="0095299C">
        <w:tc>
          <w:tcPr>
            <w:tcW w:w="1555" w:type="dxa"/>
          </w:tcPr>
          <w:p w14:paraId="00BFC727" w14:textId="401AD882" w:rsidR="00890883" w:rsidRPr="007E3974" w:rsidRDefault="00890883" w:rsidP="0089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567" w:type="dxa"/>
          </w:tcPr>
          <w:p w14:paraId="5847C27D" w14:textId="77777777" w:rsidR="00890883" w:rsidRPr="007E3974" w:rsidRDefault="00890883" w:rsidP="0089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030" w:type="dxa"/>
            <w:vAlign w:val="center"/>
          </w:tcPr>
          <w:p w14:paraId="53FD1AC6" w14:textId="2A90DAAD" w:rsidR="00890883" w:rsidRPr="007E3974" w:rsidRDefault="00890883" w:rsidP="0095299C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547</w:t>
            </w:r>
            <w:r w:rsidR="00C661CE" w:rsidRPr="007E397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E3974">
              <w:rPr>
                <w:rFonts w:ascii="Times New Roman" w:eastAsia="Times New Roman" w:hAnsi="Times New Roman"/>
                <w:lang w:eastAsia="ru-RU"/>
              </w:rPr>
              <w:t>369,4</w:t>
            </w:r>
          </w:p>
        </w:tc>
        <w:tc>
          <w:tcPr>
            <w:tcW w:w="1171" w:type="dxa"/>
            <w:vAlign w:val="center"/>
          </w:tcPr>
          <w:p w14:paraId="2FF90987" w14:textId="2C4A8AB4" w:rsidR="00890883" w:rsidRPr="007E3974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616</w:t>
            </w:r>
            <w:r w:rsidR="00C661CE" w:rsidRPr="007E397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E3974">
              <w:rPr>
                <w:rFonts w:ascii="Times New Roman" w:eastAsia="Times New Roman" w:hAnsi="Times New Roman"/>
                <w:lang w:eastAsia="ru-RU"/>
              </w:rPr>
              <w:t>058,1</w:t>
            </w:r>
          </w:p>
        </w:tc>
        <w:tc>
          <w:tcPr>
            <w:tcW w:w="1171" w:type="dxa"/>
            <w:vAlign w:val="center"/>
          </w:tcPr>
          <w:p w14:paraId="7FEF5396" w14:textId="13128459" w:rsidR="00890883" w:rsidRPr="007E3974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680</w:t>
            </w:r>
            <w:r w:rsidR="00C661CE" w:rsidRPr="007E397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E3974">
              <w:rPr>
                <w:rFonts w:ascii="Times New Roman" w:eastAsia="Times New Roman" w:hAnsi="Times New Roman"/>
                <w:lang w:eastAsia="ru-RU"/>
              </w:rPr>
              <w:t>473,5</w:t>
            </w:r>
          </w:p>
        </w:tc>
        <w:tc>
          <w:tcPr>
            <w:tcW w:w="1171" w:type="dxa"/>
            <w:vAlign w:val="center"/>
          </w:tcPr>
          <w:p w14:paraId="1B668FA4" w14:textId="56FB3425" w:rsidR="00890883" w:rsidRPr="007E3974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780</w:t>
            </w:r>
            <w:r w:rsidR="00C661CE" w:rsidRPr="007E397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E3974">
              <w:rPr>
                <w:rFonts w:ascii="Times New Roman" w:eastAsia="Times New Roman" w:hAnsi="Times New Roman"/>
                <w:lang w:eastAsia="ru-RU"/>
              </w:rPr>
              <w:t>948,6</w:t>
            </w:r>
          </w:p>
        </w:tc>
        <w:tc>
          <w:tcPr>
            <w:tcW w:w="1171" w:type="dxa"/>
            <w:vAlign w:val="center"/>
          </w:tcPr>
          <w:p w14:paraId="48A13AA7" w14:textId="1DB2512E" w:rsidR="00890883" w:rsidRPr="007E3974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934</w:t>
            </w:r>
            <w:r w:rsidR="00C661CE" w:rsidRPr="007E397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E3974">
              <w:rPr>
                <w:rFonts w:ascii="Times New Roman" w:eastAsia="Times New Roman" w:hAnsi="Times New Roman"/>
                <w:lang w:eastAsia="ru-RU"/>
              </w:rPr>
              <w:t>672,2</w:t>
            </w:r>
          </w:p>
        </w:tc>
        <w:tc>
          <w:tcPr>
            <w:tcW w:w="1329" w:type="dxa"/>
            <w:vAlign w:val="center"/>
          </w:tcPr>
          <w:p w14:paraId="6C53FBB9" w14:textId="6342CB02" w:rsidR="00890883" w:rsidRPr="007E3974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7E3974">
              <w:rPr>
                <w:rFonts w:ascii="Times New Roman" w:eastAsia="Times New Roman" w:hAnsi="Times New Roman"/>
                <w:lang w:eastAsia="ru-RU"/>
              </w:rPr>
              <w:t>1</w:t>
            </w:r>
            <w:r w:rsidR="00C661CE" w:rsidRPr="007E3974">
              <w:rPr>
                <w:rFonts w:ascii="Times New Roman" w:eastAsia="Times New Roman" w:hAnsi="Times New Roman"/>
                <w:lang w:eastAsia="ru-RU"/>
              </w:rPr>
              <w:t> </w:t>
            </w:r>
            <w:r w:rsidRPr="007E3974">
              <w:rPr>
                <w:rFonts w:ascii="Times New Roman" w:eastAsia="Times New Roman" w:hAnsi="Times New Roman"/>
                <w:lang w:eastAsia="ru-RU"/>
              </w:rPr>
              <w:t>029</w:t>
            </w:r>
            <w:r w:rsidR="00C661CE" w:rsidRPr="007E397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E3974">
              <w:rPr>
                <w:rFonts w:ascii="Times New Roman" w:eastAsia="Times New Roman" w:hAnsi="Times New Roman"/>
                <w:lang w:eastAsia="ru-RU"/>
              </w:rPr>
              <w:t>205</w:t>
            </w:r>
            <w:r w:rsidR="00C661CE" w:rsidRPr="007E3974">
              <w:rPr>
                <w:rFonts w:ascii="Times New Roman" w:eastAsia="Times New Roman" w:hAnsi="Times New Roman"/>
                <w:lang w:eastAsia="ru-RU"/>
              </w:rPr>
              <w:t>,0</w:t>
            </w:r>
          </w:p>
        </w:tc>
      </w:tr>
    </w:tbl>
    <w:p w14:paraId="43494D46" w14:textId="484A2EAB" w:rsidR="003003CB" w:rsidRDefault="003003CB" w:rsidP="00890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7A27147E" w14:textId="77777777" w:rsidR="003003CB" w:rsidRDefault="003003CB" w:rsidP="00890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7A9B327B" w14:textId="77777777" w:rsidR="003003CB" w:rsidRDefault="003003CB" w:rsidP="00890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Style w:val="aa"/>
        <w:tblW w:w="9710" w:type="dxa"/>
        <w:tblLayout w:type="fixed"/>
        <w:tblLook w:val="04A0" w:firstRow="1" w:lastRow="0" w:firstColumn="1" w:lastColumn="0" w:noHBand="0" w:noVBand="1"/>
      </w:tblPr>
      <w:tblGrid>
        <w:gridCol w:w="1413"/>
        <w:gridCol w:w="709"/>
        <w:gridCol w:w="1134"/>
        <w:gridCol w:w="1275"/>
        <w:gridCol w:w="1157"/>
        <w:gridCol w:w="1134"/>
        <w:gridCol w:w="1253"/>
        <w:gridCol w:w="1276"/>
        <w:gridCol w:w="337"/>
        <w:gridCol w:w="22"/>
      </w:tblGrid>
      <w:tr w:rsidR="00C661CE" w:rsidRPr="00C661CE" w14:paraId="38B6FC05" w14:textId="2C2A1D22" w:rsidTr="003003CB">
        <w:tc>
          <w:tcPr>
            <w:tcW w:w="1413" w:type="dxa"/>
            <w:vMerge w:val="restart"/>
          </w:tcPr>
          <w:p w14:paraId="48102858" w14:textId="77777777" w:rsidR="00C661CE" w:rsidRPr="00C661CE" w:rsidRDefault="00C661CE" w:rsidP="00E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661CE">
              <w:rPr>
                <w:rFonts w:ascii="Times New Roman" w:eastAsia="Times New Roman" w:hAnsi="Times New Roman"/>
                <w:lang w:eastAsia="ru-RU"/>
              </w:rPr>
              <w:t>Источник финансирования</w:t>
            </w:r>
          </w:p>
        </w:tc>
        <w:tc>
          <w:tcPr>
            <w:tcW w:w="709" w:type="dxa"/>
            <w:vMerge w:val="restart"/>
            <w:vAlign w:val="center"/>
          </w:tcPr>
          <w:p w14:paraId="2EE8866C" w14:textId="77777777" w:rsidR="00C661CE" w:rsidRPr="00C661CE" w:rsidRDefault="00C661CE" w:rsidP="00E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661CE">
              <w:rPr>
                <w:rFonts w:ascii="Times New Roman" w:eastAsia="Times New Roman" w:hAnsi="Times New Roman"/>
                <w:lang w:eastAsia="ru-RU"/>
              </w:rPr>
              <w:t>Ед. изм.</w:t>
            </w:r>
          </w:p>
        </w:tc>
        <w:tc>
          <w:tcPr>
            <w:tcW w:w="7229" w:type="dxa"/>
            <w:gridSpan w:val="6"/>
            <w:tcBorders>
              <w:right w:val="single" w:sz="4" w:space="0" w:color="auto"/>
            </w:tcBorders>
          </w:tcPr>
          <w:p w14:paraId="29799788" w14:textId="77777777" w:rsidR="00C661CE" w:rsidRPr="00C661CE" w:rsidRDefault="00C661CE" w:rsidP="00E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661CE">
              <w:rPr>
                <w:rFonts w:ascii="Times New Roman" w:eastAsia="Times New Roman" w:hAnsi="Times New Roman"/>
                <w:lang w:eastAsia="ru-RU"/>
              </w:rPr>
              <w:t>Объем финансирования</w:t>
            </w:r>
          </w:p>
        </w:tc>
        <w:tc>
          <w:tcPr>
            <w:tcW w:w="3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AC67A2" w14:textId="77777777" w:rsidR="00C661CE" w:rsidRPr="00C661CE" w:rsidRDefault="00C661CE" w:rsidP="00F53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90BA2" w:rsidRPr="00C661CE" w14:paraId="277654CF" w14:textId="105F26A3" w:rsidTr="003003CB">
        <w:trPr>
          <w:gridAfter w:val="1"/>
          <w:wAfter w:w="22" w:type="dxa"/>
        </w:trPr>
        <w:tc>
          <w:tcPr>
            <w:tcW w:w="1413" w:type="dxa"/>
            <w:vMerge/>
          </w:tcPr>
          <w:p w14:paraId="5EEF2DD2" w14:textId="77777777" w:rsidR="00E90BA2" w:rsidRPr="00C661CE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</w:tcPr>
          <w:p w14:paraId="18BDC19C" w14:textId="77777777" w:rsidR="00E90BA2" w:rsidRPr="00C661CE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14:paraId="42B93BDD" w14:textId="03F1EE0E" w:rsidR="00E90BA2" w:rsidRPr="00C661CE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661CE">
              <w:rPr>
                <w:rFonts w:ascii="Times New Roman" w:eastAsia="Times New Roman" w:hAnsi="Times New Roman"/>
                <w:lang w:eastAsia="ru-RU"/>
              </w:rPr>
              <w:t>2021</w:t>
            </w:r>
          </w:p>
        </w:tc>
        <w:tc>
          <w:tcPr>
            <w:tcW w:w="1275" w:type="dxa"/>
            <w:vAlign w:val="bottom"/>
          </w:tcPr>
          <w:p w14:paraId="573A5DFB" w14:textId="73463931" w:rsidR="00E90BA2" w:rsidRPr="00C661CE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661CE">
              <w:rPr>
                <w:rFonts w:ascii="Times New Roman" w:eastAsia="Times New Roman" w:hAnsi="Times New Roman"/>
                <w:lang w:eastAsia="ru-RU"/>
              </w:rPr>
              <w:t>2022</w:t>
            </w:r>
          </w:p>
        </w:tc>
        <w:tc>
          <w:tcPr>
            <w:tcW w:w="1157" w:type="dxa"/>
            <w:vAlign w:val="bottom"/>
          </w:tcPr>
          <w:p w14:paraId="75345812" w14:textId="680D1026" w:rsidR="00E90BA2" w:rsidRPr="00C661CE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661CE">
              <w:rPr>
                <w:rFonts w:ascii="Times New Roman" w:eastAsia="Times New Roman" w:hAnsi="Times New Roman"/>
                <w:lang w:eastAsia="ru-RU"/>
              </w:rPr>
              <w:t>2023</w:t>
            </w:r>
          </w:p>
        </w:tc>
        <w:tc>
          <w:tcPr>
            <w:tcW w:w="1134" w:type="dxa"/>
            <w:vAlign w:val="bottom"/>
          </w:tcPr>
          <w:p w14:paraId="7423AE56" w14:textId="58316BAD" w:rsidR="00E90BA2" w:rsidRPr="00C661CE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661CE">
              <w:rPr>
                <w:rFonts w:ascii="Times New Roman" w:eastAsia="Times New Roman" w:hAnsi="Times New Roman"/>
                <w:lang w:eastAsia="ru-RU"/>
              </w:rPr>
              <w:t>2024</w:t>
            </w:r>
          </w:p>
        </w:tc>
        <w:tc>
          <w:tcPr>
            <w:tcW w:w="1253" w:type="dxa"/>
            <w:vAlign w:val="bottom"/>
          </w:tcPr>
          <w:p w14:paraId="17E40691" w14:textId="7AFCBEEF" w:rsidR="00E90BA2" w:rsidRPr="00C661CE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661CE">
              <w:rPr>
                <w:rFonts w:ascii="Times New Roman" w:eastAsia="Times New Roman" w:hAnsi="Times New Roman"/>
                <w:lang w:eastAsia="ru-RU"/>
              </w:rPr>
              <w:t>2025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21DC9CC1" w14:textId="4D35D707" w:rsidR="00E90BA2" w:rsidRPr="00C661CE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661CE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3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5A0565" w14:textId="77777777" w:rsidR="00E90BA2" w:rsidRPr="00C661CE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90BA2" w:rsidRPr="00C661CE" w14:paraId="4C32FF5F" w14:textId="6A9F1A7E" w:rsidTr="003003CB">
        <w:trPr>
          <w:gridAfter w:val="1"/>
          <w:wAfter w:w="22" w:type="dxa"/>
        </w:trPr>
        <w:tc>
          <w:tcPr>
            <w:tcW w:w="1413" w:type="dxa"/>
            <w:vAlign w:val="center"/>
          </w:tcPr>
          <w:p w14:paraId="01A041A0" w14:textId="77777777" w:rsidR="00E90BA2" w:rsidRPr="00C661CE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661CE">
              <w:rPr>
                <w:rFonts w:ascii="Times New Roman" w:eastAsia="Times New Roman" w:hAnsi="Times New Roman"/>
                <w:lang w:eastAsia="ru-RU"/>
              </w:rPr>
              <w:t>Местный бюджет*</w:t>
            </w:r>
          </w:p>
        </w:tc>
        <w:tc>
          <w:tcPr>
            <w:tcW w:w="709" w:type="dxa"/>
            <w:vMerge w:val="restart"/>
          </w:tcPr>
          <w:p w14:paraId="7C0241FB" w14:textId="77777777" w:rsidR="00E90BA2" w:rsidRPr="00C661CE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61CE">
              <w:rPr>
                <w:rFonts w:ascii="Times New Roman" w:eastAsia="Times New Roman" w:hAnsi="Times New Roman"/>
                <w:lang w:eastAsia="ru-RU"/>
              </w:rPr>
              <w:t>тыс.</w:t>
            </w:r>
          </w:p>
          <w:p w14:paraId="7DAA367D" w14:textId="77777777" w:rsidR="00E90BA2" w:rsidRPr="00C661CE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661CE">
              <w:rPr>
                <w:rFonts w:ascii="Times New Roman" w:eastAsia="Times New Roman" w:hAnsi="Times New Roman"/>
                <w:lang w:eastAsia="ru-RU"/>
              </w:rPr>
              <w:t>руб.</w:t>
            </w:r>
          </w:p>
        </w:tc>
        <w:tc>
          <w:tcPr>
            <w:tcW w:w="1134" w:type="dxa"/>
            <w:vAlign w:val="bottom"/>
          </w:tcPr>
          <w:p w14:paraId="05F94BFB" w14:textId="38CEE614" w:rsidR="00E90BA2" w:rsidRPr="00C661CE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232 688,6</w:t>
            </w:r>
          </w:p>
        </w:tc>
        <w:tc>
          <w:tcPr>
            <w:tcW w:w="1275" w:type="dxa"/>
            <w:vAlign w:val="bottom"/>
          </w:tcPr>
          <w:p w14:paraId="47E48552" w14:textId="4D9A8E68" w:rsidR="00E90BA2" w:rsidRPr="00C661CE" w:rsidRDefault="00084055" w:rsidP="00E90B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237 904,7</w:t>
            </w:r>
          </w:p>
        </w:tc>
        <w:tc>
          <w:tcPr>
            <w:tcW w:w="1157" w:type="dxa"/>
            <w:vAlign w:val="bottom"/>
          </w:tcPr>
          <w:p w14:paraId="24DB69EA" w14:textId="2C66F2E7" w:rsidR="00E90BA2" w:rsidRPr="00C661CE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217 707,2</w:t>
            </w:r>
          </w:p>
        </w:tc>
        <w:tc>
          <w:tcPr>
            <w:tcW w:w="1134" w:type="dxa"/>
            <w:vAlign w:val="bottom"/>
          </w:tcPr>
          <w:p w14:paraId="107B08A8" w14:textId="14FA9C36" w:rsidR="00E90BA2" w:rsidRPr="00C661CE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221 037,3</w:t>
            </w:r>
          </w:p>
        </w:tc>
        <w:tc>
          <w:tcPr>
            <w:tcW w:w="1253" w:type="dxa"/>
            <w:vAlign w:val="bottom"/>
          </w:tcPr>
          <w:p w14:paraId="5B07D5EB" w14:textId="54619896" w:rsidR="00E90BA2" w:rsidRPr="00C661CE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467 656,2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56A67DBF" w14:textId="01D04097" w:rsidR="00E90BA2" w:rsidRPr="00C661CE" w:rsidRDefault="00084055" w:rsidP="00E90B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2 700 980,4</w:t>
            </w:r>
          </w:p>
        </w:tc>
        <w:tc>
          <w:tcPr>
            <w:tcW w:w="3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84D01" w14:textId="77777777" w:rsidR="00E90BA2" w:rsidRPr="00C661CE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90BA2" w:rsidRPr="00C661CE" w14:paraId="6444EFEE" w14:textId="5C09EC7F" w:rsidTr="003003CB">
        <w:trPr>
          <w:gridAfter w:val="1"/>
          <w:wAfter w:w="22" w:type="dxa"/>
        </w:trPr>
        <w:tc>
          <w:tcPr>
            <w:tcW w:w="1413" w:type="dxa"/>
            <w:vAlign w:val="center"/>
          </w:tcPr>
          <w:p w14:paraId="5B7BCA6F" w14:textId="77777777" w:rsidR="00E90BA2" w:rsidRPr="00C661CE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661CE">
              <w:rPr>
                <w:rFonts w:ascii="Times New Roman" w:eastAsia="Times New Roman" w:hAnsi="Times New Roman"/>
                <w:lang w:eastAsia="ru-RU"/>
              </w:rPr>
              <w:t>Областной бюджет</w:t>
            </w:r>
          </w:p>
        </w:tc>
        <w:tc>
          <w:tcPr>
            <w:tcW w:w="709" w:type="dxa"/>
            <w:vMerge/>
          </w:tcPr>
          <w:p w14:paraId="3711E5E2" w14:textId="77777777" w:rsidR="00E90BA2" w:rsidRPr="00C661CE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14:paraId="44ACD59C" w14:textId="43E22200" w:rsidR="00E90BA2" w:rsidRPr="00C661CE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800 955,6</w:t>
            </w:r>
          </w:p>
        </w:tc>
        <w:tc>
          <w:tcPr>
            <w:tcW w:w="1275" w:type="dxa"/>
            <w:vAlign w:val="bottom"/>
          </w:tcPr>
          <w:p w14:paraId="358B9897" w14:textId="423A942A" w:rsidR="00E90BA2" w:rsidRPr="00C661CE" w:rsidRDefault="00084055" w:rsidP="00E90B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751 388,5</w:t>
            </w:r>
          </w:p>
        </w:tc>
        <w:tc>
          <w:tcPr>
            <w:tcW w:w="1157" w:type="dxa"/>
            <w:vAlign w:val="bottom"/>
          </w:tcPr>
          <w:p w14:paraId="4769A74E" w14:textId="7AC3F766" w:rsidR="00E90BA2" w:rsidRPr="00C661CE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459 734,1</w:t>
            </w:r>
          </w:p>
        </w:tc>
        <w:tc>
          <w:tcPr>
            <w:tcW w:w="1134" w:type="dxa"/>
            <w:vAlign w:val="bottom"/>
          </w:tcPr>
          <w:p w14:paraId="3B443BFE" w14:textId="04C42608" w:rsidR="00E90BA2" w:rsidRPr="00C661CE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459 734,1</w:t>
            </w:r>
          </w:p>
        </w:tc>
        <w:tc>
          <w:tcPr>
            <w:tcW w:w="1253" w:type="dxa"/>
            <w:vAlign w:val="bottom"/>
          </w:tcPr>
          <w:p w14:paraId="43BE6540" w14:textId="7BEDD23A" w:rsidR="00E90BA2" w:rsidRPr="00C661CE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1 101 723,0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7A3F2A41" w14:textId="61588EF1" w:rsidR="00E90BA2" w:rsidRPr="00C661CE" w:rsidRDefault="00084055" w:rsidP="00E90B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6 764 187,5</w:t>
            </w:r>
          </w:p>
        </w:tc>
        <w:tc>
          <w:tcPr>
            <w:tcW w:w="3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C2A061" w14:textId="77777777" w:rsidR="00E90BA2" w:rsidRPr="00C661CE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90BA2" w:rsidRPr="00C661CE" w14:paraId="65C5E6BC" w14:textId="4AFDA7F9" w:rsidTr="003003CB">
        <w:trPr>
          <w:gridAfter w:val="1"/>
          <w:wAfter w:w="22" w:type="dxa"/>
        </w:trPr>
        <w:tc>
          <w:tcPr>
            <w:tcW w:w="1413" w:type="dxa"/>
            <w:vAlign w:val="center"/>
          </w:tcPr>
          <w:p w14:paraId="43B56217" w14:textId="77777777" w:rsidR="00E90BA2" w:rsidRPr="00C661CE" w:rsidRDefault="00E90BA2" w:rsidP="0095299C">
            <w:pPr>
              <w:autoSpaceDE w:val="0"/>
              <w:autoSpaceDN w:val="0"/>
              <w:adjustRightInd w:val="0"/>
              <w:spacing w:after="0" w:line="240" w:lineRule="auto"/>
              <w:ind w:hanging="11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661CE"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</w:p>
        </w:tc>
        <w:tc>
          <w:tcPr>
            <w:tcW w:w="709" w:type="dxa"/>
            <w:vMerge/>
          </w:tcPr>
          <w:p w14:paraId="2080E406" w14:textId="77777777" w:rsidR="00E90BA2" w:rsidRPr="00C661CE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14:paraId="0BB88197" w14:textId="25FE4AED" w:rsidR="00E90BA2" w:rsidRPr="00C661CE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51 521,7</w:t>
            </w:r>
          </w:p>
        </w:tc>
        <w:tc>
          <w:tcPr>
            <w:tcW w:w="1275" w:type="dxa"/>
            <w:vAlign w:val="bottom"/>
          </w:tcPr>
          <w:p w14:paraId="4050354D" w14:textId="21B48AAC" w:rsidR="00E90BA2" w:rsidRPr="00C661CE" w:rsidRDefault="00084055" w:rsidP="00E90B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125 608,4</w:t>
            </w:r>
          </w:p>
        </w:tc>
        <w:tc>
          <w:tcPr>
            <w:tcW w:w="1157" w:type="dxa"/>
            <w:vAlign w:val="bottom"/>
          </w:tcPr>
          <w:p w14:paraId="6019B4B2" w14:textId="7F94E3E6" w:rsidR="00E90BA2" w:rsidRPr="00C661CE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15 511,1</w:t>
            </w:r>
          </w:p>
        </w:tc>
        <w:tc>
          <w:tcPr>
            <w:tcW w:w="1134" w:type="dxa"/>
            <w:vAlign w:val="bottom"/>
          </w:tcPr>
          <w:p w14:paraId="5535F5D1" w14:textId="74E2FB00" w:rsidR="00E90BA2" w:rsidRPr="00C661CE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15 511,1</w:t>
            </w:r>
          </w:p>
        </w:tc>
        <w:tc>
          <w:tcPr>
            <w:tcW w:w="1253" w:type="dxa"/>
            <w:vAlign w:val="bottom"/>
          </w:tcPr>
          <w:p w14:paraId="12243503" w14:textId="5853A8B3" w:rsidR="00E90BA2" w:rsidRPr="00C661CE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12125EA7" w14:textId="60E9E4F3" w:rsidR="00E90BA2" w:rsidRPr="00C661CE" w:rsidRDefault="00084055" w:rsidP="00E90B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282 240,5</w:t>
            </w:r>
          </w:p>
        </w:tc>
        <w:tc>
          <w:tcPr>
            <w:tcW w:w="3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1C99D" w14:textId="77777777" w:rsidR="00E90BA2" w:rsidRPr="00C661CE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90BA2" w:rsidRPr="00C661CE" w14:paraId="02599C85" w14:textId="08B23E1D" w:rsidTr="003003CB">
        <w:trPr>
          <w:gridAfter w:val="1"/>
          <w:wAfter w:w="22" w:type="dxa"/>
        </w:trPr>
        <w:tc>
          <w:tcPr>
            <w:tcW w:w="1413" w:type="dxa"/>
          </w:tcPr>
          <w:p w14:paraId="7431B1BB" w14:textId="77777777" w:rsidR="00E90BA2" w:rsidRPr="00C661CE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661CE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709" w:type="dxa"/>
          </w:tcPr>
          <w:p w14:paraId="317C414E" w14:textId="77777777" w:rsidR="00E90BA2" w:rsidRPr="00C661CE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14:paraId="06E2163F" w14:textId="118B2CE4" w:rsidR="00E90BA2" w:rsidRPr="00C661CE" w:rsidRDefault="00E90BA2" w:rsidP="0095299C">
            <w:pPr>
              <w:autoSpaceDE w:val="0"/>
              <w:autoSpaceDN w:val="0"/>
              <w:adjustRightInd w:val="0"/>
              <w:spacing w:after="0" w:line="240" w:lineRule="auto"/>
              <w:ind w:hanging="25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1 085 165,9</w:t>
            </w:r>
          </w:p>
        </w:tc>
        <w:tc>
          <w:tcPr>
            <w:tcW w:w="1275" w:type="dxa"/>
            <w:vAlign w:val="bottom"/>
          </w:tcPr>
          <w:p w14:paraId="2A7C1840" w14:textId="0D2BC157" w:rsidR="00E90BA2" w:rsidRPr="00C661CE" w:rsidRDefault="00084055" w:rsidP="00E90B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1 114 901,6</w:t>
            </w:r>
          </w:p>
        </w:tc>
        <w:tc>
          <w:tcPr>
            <w:tcW w:w="1157" w:type="dxa"/>
            <w:vAlign w:val="bottom"/>
          </w:tcPr>
          <w:p w14:paraId="75BB0CEA" w14:textId="61EFCDB8" w:rsidR="00E90BA2" w:rsidRPr="00C661CE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692 952,4</w:t>
            </w:r>
          </w:p>
        </w:tc>
        <w:tc>
          <w:tcPr>
            <w:tcW w:w="1134" w:type="dxa"/>
            <w:vAlign w:val="bottom"/>
          </w:tcPr>
          <w:p w14:paraId="23EB59A8" w14:textId="3802C364" w:rsidR="00E90BA2" w:rsidRPr="00C661CE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696 282,5</w:t>
            </w:r>
          </w:p>
        </w:tc>
        <w:tc>
          <w:tcPr>
            <w:tcW w:w="1253" w:type="dxa"/>
            <w:vAlign w:val="bottom"/>
          </w:tcPr>
          <w:p w14:paraId="16DB4432" w14:textId="74D81886" w:rsidR="00E90BA2" w:rsidRPr="00C661CE" w:rsidRDefault="00E90BA2" w:rsidP="0095299C">
            <w:pPr>
              <w:autoSpaceDE w:val="0"/>
              <w:autoSpaceDN w:val="0"/>
              <w:adjustRightInd w:val="0"/>
              <w:spacing w:after="0" w:line="240" w:lineRule="auto"/>
              <w:ind w:hanging="131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1 569 379,2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74D3F48C" w14:textId="312BF331" w:rsidR="00E90BA2" w:rsidRPr="00C661CE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9 747 408,4</w:t>
            </w:r>
          </w:p>
        </w:tc>
        <w:tc>
          <w:tcPr>
            <w:tcW w:w="3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059E60" w14:textId="704B380B" w:rsidR="00E90BA2" w:rsidRPr="00C661CE" w:rsidRDefault="00E90BA2" w:rsidP="00E90B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51EB5E32" w14:textId="353953B5" w:rsidR="00644C94" w:rsidRPr="007E3974" w:rsidRDefault="005C53C6" w:rsidP="00736729">
      <w:pPr>
        <w:pStyle w:val="a8"/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736729" w:rsidRPr="00736729">
        <w:rPr>
          <w:rFonts w:ascii="Times New Roman" w:hAnsi="Times New Roman"/>
          <w:sz w:val="28"/>
          <w:szCs w:val="28"/>
        </w:rPr>
        <w:t>Приложение 2 часть 2</w:t>
      </w:r>
      <w:r w:rsidR="00736729">
        <w:rPr>
          <w:rFonts w:ascii="Times New Roman" w:hAnsi="Times New Roman"/>
          <w:sz w:val="28"/>
          <w:szCs w:val="28"/>
        </w:rPr>
        <w:t xml:space="preserve"> </w:t>
      </w:r>
      <w:r w:rsidR="00736729" w:rsidRPr="00736729">
        <w:rPr>
          <w:rFonts w:ascii="Times New Roman" w:hAnsi="Times New Roman"/>
          <w:sz w:val="28"/>
          <w:szCs w:val="28"/>
        </w:rPr>
        <w:t xml:space="preserve">к муниципальной программе «Развитие образования в муниципальном образовании </w:t>
      </w:r>
      <w:r w:rsidR="00736729">
        <w:rPr>
          <w:rFonts w:ascii="Times New Roman" w:hAnsi="Times New Roman"/>
          <w:sz w:val="28"/>
          <w:szCs w:val="28"/>
        </w:rPr>
        <w:t>«</w:t>
      </w:r>
      <w:r w:rsidR="00736729" w:rsidRPr="00736729">
        <w:rPr>
          <w:rFonts w:ascii="Times New Roman" w:hAnsi="Times New Roman"/>
          <w:sz w:val="28"/>
          <w:szCs w:val="28"/>
        </w:rPr>
        <w:t>Городской округ Ногликский», утвержденной постановлением администрации муниципального образования</w:t>
      </w:r>
      <w:r w:rsidR="00736729">
        <w:rPr>
          <w:rFonts w:ascii="Times New Roman" w:hAnsi="Times New Roman"/>
          <w:sz w:val="28"/>
          <w:szCs w:val="28"/>
        </w:rPr>
        <w:t xml:space="preserve"> </w:t>
      </w:r>
      <w:r w:rsidR="00736729" w:rsidRPr="00736729">
        <w:rPr>
          <w:rFonts w:ascii="Times New Roman" w:hAnsi="Times New Roman"/>
          <w:sz w:val="28"/>
          <w:szCs w:val="28"/>
        </w:rPr>
        <w:t xml:space="preserve">«Городской округ Ногликский» от 13.04.2015 № 253 </w:t>
      </w:r>
      <w:r w:rsidR="00644C94">
        <w:rPr>
          <w:rFonts w:ascii="Times New Roman" w:hAnsi="Times New Roman"/>
          <w:sz w:val="28"/>
          <w:szCs w:val="28"/>
        </w:rPr>
        <w:t>изложить в новой редакции</w:t>
      </w:r>
      <w:r w:rsidR="00F0094F">
        <w:rPr>
          <w:rFonts w:ascii="Times New Roman" w:hAnsi="Times New Roman"/>
          <w:sz w:val="28"/>
          <w:szCs w:val="28"/>
        </w:rPr>
        <w:t>, согласно приложению 1 к настоящему постановлению</w:t>
      </w:r>
      <w:r w:rsidR="00644C94">
        <w:rPr>
          <w:rFonts w:ascii="Times New Roman" w:hAnsi="Times New Roman"/>
          <w:sz w:val="28"/>
          <w:szCs w:val="28"/>
        </w:rPr>
        <w:t>.</w:t>
      </w:r>
    </w:p>
    <w:p w14:paraId="4D897935" w14:textId="1C42EA87" w:rsidR="00644C94" w:rsidRPr="00D335F4" w:rsidRDefault="003003CB" w:rsidP="003003CB">
      <w:pPr>
        <w:pStyle w:val="a8"/>
        <w:tabs>
          <w:tab w:val="left" w:pos="1276"/>
        </w:tabs>
        <w:suppressAutoHyphens/>
        <w:spacing w:after="0" w:line="240" w:lineRule="auto"/>
        <w:ind w:left="0" w:right="5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</w:t>
      </w:r>
      <w:r w:rsidR="00CB5CFE" w:rsidRPr="00CB5CFE">
        <w:rPr>
          <w:rFonts w:ascii="Times New Roman" w:hAnsi="Times New Roman"/>
          <w:sz w:val="28"/>
          <w:szCs w:val="28"/>
        </w:rPr>
        <w:t xml:space="preserve">Приложение 3 часть 2 к муниципальной программе </w:t>
      </w:r>
      <w:r w:rsidR="00CB5CFE">
        <w:rPr>
          <w:rFonts w:ascii="Times New Roman" w:hAnsi="Times New Roman"/>
          <w:sz w:val="28"/>
          <w:szCs w:val="28"/>
        </w:rPr>
        <w:t>«</w:t>
      </w:r>
      <w:r w:rsidR="00CB5CFE" w:rsidRPr="00CB5CFE">
        <w:rPr>
          <w:rFonts w:ascii="Times New Roman" w:hAnsi="Times New Roman"/>
          <w:sz w:val="28"/>
          <w:szCs w:val="28"/>
        </w:rPr>
        <w:t>Развитие образования в муниципальном образовании</w:t>
      </w:r>
      <w:r w:rsidR="00CB5CFE">
        <w:rPr>
          <w:rFonts w:ascii="Times New Roman" w:hAnsi="Times New Roman"/>
          <w:sz w:val="28"/>
          <w:szCs w:val="28"/>
        </w:rPr>
        <w:t xml:space="preserve"> «</w:t>
      </w:r>
      <w:r w:rsidR="00CB5CFE" w:rsidRPr="00CB5CFE">
        <w:rPr>
          <w:rFonts w:ascii="Times New Roman" w:hAnsi="Times New Roman"/>
          <w:sz w:val="28"/>
          <w:szCs w:val="28"/>
        </w:rPr>
        <w:t>Городской округ Ногликский</w:t>
      </w:r>
      <w:r w:rsidR="00CB5CFE">
        <w:rPr>
          <w:rFonts w:ascii="Times New Roman" w:hAnsi="Times New Roman"/>
          <w:sz w:val="28"/>
          <w:szCs w:val="28"/>
        </w:rPr>
        <w:t>»</w:t>
      </w:r>
      <w:r w:rsidR="00CB5CFE" w:rsidRPr="00CB5CFE">
        <w:rPr>
          <w:rFonts w:ascii="Times New Roman" w:hAnsi="Times New Roman"/>
          <w:sz w:val="28"/>
          <w:szCs w:val="28"/>
        </w:rPr>
        <w:t xml:space="preserve">, утвержденной постановлением администрации 13.04.2015 № 253 </w:t>
      </w:r>
      <w:r w:rsidR="00644C94">
        <w:rPr>
          <w:rFonts w:ascii="Times New Roman" w:hAnsi="Times New Roman"/>
          <w:sz w:val="28"/>
          <w:szCs w:val="28"/>
        </w:rPr>
        <w:t xml:space="preserve">изложить </w:t>
      </w:r>
      <w:r w:rsidR="007E3974">
        <w:rPr>
          <w:rFonts w:ascii="Times New Roman" w:hAnsi="Times New Roman"/>
          <w:sz w:val="28"/>
          <w:szCs w:val="28"/>
        </w:rPr>
        <w:br/>
      </w:r>
      <w:r w:rsidR="00644C94">
        <w:rPr>
          <w:rFonts w:ascii="Times New Roman" w:hAnsi="Times New Roman"/>
          <w:sz w:val="28"/>
          <w:szCs w:val="28"/>
        </w:rPr>
        <w:t>в новой редакции</w:t>
      </w:r>
      <w:r w:rsidR="00F0094F">
        <w:rPr>
          <w:rFonts w:ascii="Times New Roman" w:hAnsi="Times New Roman"/>
          <w:sz w:val="28"/>
          <w:szCs w:val="28"/>
        </w:rPr>
        <w:t>,</w:t>
      </w:r>
      <w:r w:rsidR="00F0094F" w:rsidRPr="00F0094F">
        <w:rPr>
          <w:rFonts w:ascii="Times New Roman" w:hAnsi="Times New Roman"/>
          <w:sz w:val="28"/>
          <w:szCs w:val="28"/>
        </w:rPr>
        <w:t xml:space="preserve"> </w:t>
      </w:r>
      <w:r w:rsidR="00F0094F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F0094F">
        <w:rPr>
          <w:rFonts w:ascii="Times New Roman" w:hAnsi="Times New Roman"/>
          <w:sz w:val="28"/>
          <w:szCs w:val="28"/>
        </w:rPr>
        <w:t>2</w:t>
      </w:r>
      <w:r w:rsidR="00F0094F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14:paraId="2DFBC650" w14:textId="1CC8E25B" w:rsidR="00644C94" w:rsidRDefault="003003CB" w:rsidP="003003CB">
      <w:pPr>
        <w:pStyle w:val="a8"/>
        <w:tabs>
          <w:tab w:val="left" w:pos="1276"/>
        </w:tabs>
        <w:suppressAutoHyphens/>
        <w:spacing w:after="0" w:line="240" w:lineRule="auto"/>
        <w:ind w:left="0" w:right="5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644C94" w:rsidRPr="00B91517">
        <w:rPr>
          <w:rFonts w:ascii="Times New Roman" w:hAnsi="Times New Roman"/>
          <w:sz w:val="28"/>
          <w:szCs w:val="28"/>
        </w:rPr>
        <w:t xml:space="preserve">Опубликовать настоящее постановление </w:t>
      </w:r>
      <w:r w:rsidR="00F0094F">
        <w:rPr>
          <w:rFonts w:ascii="Times New Roman" w:hAnsi="Times New Roman"/>
          <w:sz w:val="28"/>
          <w:szCs w:val="28"/>
        </w:rPr>
        <w:t xml:space="preserve">в газете «Знамя труда» и разместить </w:t>
      </w:r>
      <w:r w:rsidR="00644C94" w:rsidRPr="00B91517">
        <w:rPr>
          <w:rFonts w:ascii="Times New Roman" w:hAnsi="Times New Roman"/>
          <w:sz w:val="28"/>
          <w:szCs w:val="28"/>
        </w:rPr>
        <w:t xml:space="preserve">на официальном сайте муниципального образования «Городской округ Ногликский» в </w:t>
      </w:r>
      <w:r w:rsidR="00F0094F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bookmarkStart w:id="1" w:name="_GoBack"/>
      <w:bookmarkEnd w:id="1"/>
      <w:r w:rsidR="00644C94" w:rsidRPr="00B91517">
        <w:rPr>
          <w:rFonts w:ascii="Times New Roman" w:hAnsi="Times New Roman"/>
          <w:sz w:val="28"/>
          <w:szCs w:val="28"/>
        </w:rPr>
        <w:t>сети «Интернет».</w:t>
      </w:r>
    </w:p>
    <w:p w14:paraId="2EF3BFA8" w14:textId="383ED9F7" w:rsidR="00644C94" w:rsidRDefault="00644C94" w:rsidP="00644C94">
      <w:pPr>
        <w:pStyle w:val="a8"/>
        <w:tabs>
          <w:tab w:val="left" w:pos="1276"/>
        </w:tabs>
        <w:suppressAutoHyphens/>
        <w:spacing w:after="0" w:line="240" w:lineRule="auto"/>
        <w:ind w:left="1069" w:right="50"/>
        <w:jc w:val="both"/>
        <w:rPr>
          <w:rFonts w:ascii="Times New Roman" w:hAnsi="Times New Roman"/>
          <w:sz w:val="28"/>
          <w:szCs w:val="28"/>
        </w:rPr>
      </w:pPr>
    </w:p>
    <w:p w14:paraId="5E3CBAE3" w14:textId="77777777" w:rsidR="005F24F8" w:rsidRPr="00B91517" w:rsidRDefault="005F24F8" w:rsidP="00644C94">
      <w:pPr>
        <w:pStyle w:val="a8"/>
        <w:tabs>
          <w:tab w:val="left" w:pos="1276"/>
        </w:tabs>
        <w:suppressAutoHyphens/>
        <w:spacing w:after="0" w:line="240" w:lineRule="auto"/>
        <w:ind w:left="1069" w:right="50"/>
        <w:jc w:val="both"/>
        <w:rPr>
          <w:rFonts w:ascii="Times New Roman" w:hAnsi="Times New Roman"/>
          <w:sz w:val="28"/>
          <w:szCs w:val="28"/>
        </w:rPr>
      </w:pPr>
    </w:p>
    <w:p w14:paraId="1563833B" w14:textId="77777777" w:rsidR="007E3974" w:rsidRDefault="007E3974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</w:p>
    <w:p w14:paraId="3B295972" w14:textId="25AE28F4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3C594634" w14:textId="02F15B5F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</w:t>
      </w:r>
      <w:r w:rsidR="007E3974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  <w:r w:rsidR="00644C94">
        <w:rPr>
          <w:rFonts w:ascii="Times New Roman" w:hAnsi="Times New Roman"/>
          <w:sz w:val="28"/>
          <w:szCs w:val="28"/>
        </w:rPr>
        <w:t xml:space="preserve"> </w:t>
      </w:r>
      <w:r w:rsidR="007E3974">
        <w:rPr>
          <w:rFonts w:ascii="Times New Roman" w:hAnsi="Times New Roman"/>
          <w:sz w:val="28"/>
          <w:szCs w:val="28"/>
        </w:rPr>
        <w:t>Гуляев</w:t>
      </w:r>
    </w:p>
    <w:sectPr w:rsidR="008629FA" w:rsidRPr="008629FA" w:rsidSect="003003CB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4C2B49" w14:textId="77777777" w:rsidR="00B94181" w:rsidRDefault="00B94181" w:rsidP="0033636C">
      <w:pPr>
        <w:spacing w:after="0" w:line="240" w:lineRule="auto"/>
      </w:pPr>
      <w:r>
        <w:separator/>
      </w:r>
    </w:p>
  </w:endnote>
  <w:endnote w:type="continuationSeparator" w:id="0">
    <w:p w14:paraId="21572482" w14:textId="77777777" w:rsidR="00B94181" w:rsidRDefault="00B94181" w:rsidP="0033636C">
      <w:pPr>
        <w:spacing w:after="0" w:line="240" w:lineRule="auto"/>
      </w:pPr>
      <w:r>
        <w:continuationSeparator/>
      </w:r>
    </w:p>
  </w:endnote>
  <w:endnote w:type="continuationNotice" w:id="1">
    <w:p w14:paraId="205A6F23" w14:textId="77777777" w:rsidR="00B94181" w:rsidRDefault="00B941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A32339" w14:textId="77777777" w:rsidR="00B94181" w:rsidRDefault="00B94181" w:rsidP="0033636C">
      <w:pPr>
        <w:spacing w:after="0" w:line="240" w:lineRule="auto"/>
      </w:pPr>
      <w:r>
        <w:separator/>
      </w:r>
    </w:p>
  </w:footnote>
  <w:footnote w:type="continuationSeparator" w:id="0">
    <w:p w14:paraId="4A507429" w14:textId="77777777" w:rsidR="00B94181" w:rsidRDefault="00B94181" w:rsidP="0033636C">
      <w:pPr>
        <w:spacing w:after="0" w:line="240" w:lineRule="auto"/>
      </w:pPr>
      <w:r>
        <w:continuationSeparator/>
      </w:r>
    </w:p>
  </w:footnote>
  <w:footnote w:type="continuationNotice" w:id="1">
    <w:p w14:paraId="0CCC00E5" w14:textId="77777777" w:rsidR="00B94181" w:rsidRDefault="00B941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9677219"/>
      <w:docPartObj>
        <w:docPartGallery w:val="Page Numbers (Top of Page)"/>
        <w:docPartUnique/>
      </w:docPartObj>
    </w:sdtPr>
    <w:sdtEndPr/>
    <w:sdtContent>
      <w:p w14:paraId="7BFECDB3" w14:textId="4CF9A899" w:rsidR="003003CB" w:rsidRDefault="003003C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094F">
          <w:rPr>
            <w:noProof/>
          </w:rPr>
          <w:t>2</w:t>
        </w:r>
        <w:r>
          <w:fldChar w:fldCharType="end"/>
        </w:r>
      </w:p>
    </w:sdtContent>
  </w:sdt>
  <w:p w14:paraId="7D778683" w14:textId="77777777" w:rsidR="003003CB" w:rsidRDefault="003003C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42EA0"/>
    <w:multiLevelType w:val="hybridMultilevel"/>
    <w:tmpl w:val="0E90272E"/>
    <w:lvl w:ilvl="0" w:tplc="3878B36E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3A0230E"/>
    <w:multiLevelType w:val="hybridMultilevel"/>
    <w:tmpl w:val="FD9852F4"/>
    <w:lvl w:ilvl="0" w:tplc="950EB6C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FA945A5"/>
    <w:multiLevelType w:val="hybridMultilevel"/>
    <w:tmpl w:val="F7CAC2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4055"/>
    <w:rsid w:val="000F0D23"/>
    <w:rsid w:val="00120AF0"/>
    <w:rsid w:val="00160AE2"/>
    <w:rsid w:val="0017126A"/>
    <w:rsid w:val="00185FEC"/>
    <w:rsid w:val="001E1F9F"/>
    <w:rsid w:val="001F23EA"/>
    <w:rsid w:val="002003DC"/>
    <w:rsid w:val="003003CB"/>
    <w:rsid w:val="0033636C"/>
    <w:rsid w:val="003B17AE"/>
    <w:rsid w:val="003D5F27"/>
    <w:rsid w:val="003E4257"/>
    <w:rsid w:val="003E429A"/>
    <w:rsid w:val="00520CBF"/>
    <w:rsid w:val="00583768"/>
    <w:rsid w:val="00587F4A"/>
    <w:rsid w:val="00597F1C"/>
    <w:rsid w:val="005B6395"/>
    <w:rsid w:val="005C53C6"/>
    <w:rsid w:val="005F24F8"/>
    <w:rsid w:val="00644C94"/>
    <w:rsid w:val="00644E62"/>
    <w:rsid w:val="0066661A"/>
    <w:rsid w:val="00716E14"/>
    <w:rsid w:val="00736729"/>
    <w:rsid w:val="007E3974"/>
    <w:rsid w:val="008629FA"/>
    <w:rsid w:val="00882A5D"/>
    <w:rsid w:val="00890883"/>
    <w:rsid w:val="0089258F"/>
    <w:rsid w:val="0095299C"/>
    <w:rsid w:val="00987DB5"/>
    <w:rsid w:val="00AC0D59"/>
    <w:rsid w:val="00AC72C8"/>
    <w:rsid w:val="00B10ED9"/>
    <w:rsid w:val="00B25688"/>
    <w:rsid w:val="00B94181"/>
    <w:rsid w:val="00C02849"/>
    <w:rsid w:val="00C661CE"/>
    <w:rsid w:val="00C70469"/>
    <w:rsid w:val="00CB5CFE"/>
    <w:rsid w:val="00CF28DC"/>
    <w:rsid w:val="00D12794"/>
    <w:rsid w:val="00D1651C"/>
    <w:rsid w:val="00D22FD4"/>
    <w:rsid w:val="00D40B97"/>
    <w:rsid w:val="00D67BD8"/>
    <w:rsid w:val="00DF7897"/>
    <w:rsid w:val="00E37B8A"/>
    <w:rsid w:val="00E609BC"/>
    <w:rsid w:val="00E90BA2"/>
    <w:rsid w:val="00F0094F"/>
    <w:rsid w:val="00F4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B2CBF"/>
  <w14:conflictMode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99"/>
    <w:qFormat/>
    <w:rsid w:val="00644C94"/>
    <w:pPr>
      <w:spacing w:line="256" w:lineRule="auto"/>
      <w:ind w:left="720"/>
      <w:contextualSpacing/>
    </w:pPr>
    <w:rPr>
      <w:rFonts w:eastAsia="Times New Roman"/>
    </w:rPr>
  </w:style>
  <w:style w:type="paragraph" w:styleId="a9">
    <w:name w:val="Revision"/>
    <w:hidden/>
    <w:uiPriority w:val="99"/>
    <w:semiHidden/>
    <w:rsid w:val="00120AF0"/>
    <w:rPr>
      <w:sz w:val="22"/>
      <w:szCs w:val="22"/>
      <w:lang w:eastAsia="en-US"/>
    </w:rPr>
  </w:style>
  <w:style w:type="table" w:styleId="aa">
    <w:name w:val="Table Grid"/>
    <w:basedOn w:val="a1"/>
    <w:uiPriority w:val="39"/>
    <w:rsid w:val="008908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9529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5299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9830B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9830B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51795"/>
    <w:rsid w:val="009830BF"/>
    <w:rsid w:val="00A63D39"/>
    <w:rsid w:val="00B13DA8"/>
    <w:rsid w:val="00C95804"/>
    <w:rsid w:val="00CF735B"/>
    <w:rsid w:val="00E7774E"/>
    <w:rsid w:val="00EF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53</TotalTime>
  <Pages>4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10</cp:revision>
  <dcterms:created xsi:type="dcterms:W3CDTF">2022-03-23T22:26:00Z</dcterms:created>
  <dcterms:modified xsi:type="dcterms:W3CDTF">2022-05-12T01:08:00Z</dcterms:modified>
</cp:coreProperties>
</file>