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47B32D5" w14:textId="77777777" w:rsidTr="00987DB5">
        <w:tc>
          <w:tcPr>
            <w:tcW w:w="9498" w:type="dxa"/>
          </w:tcPr>
          <w:p w14:paraId="647B32D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7B32EC" wp14:editId="647B32E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7B32D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47B32D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47B32D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47B32D6" w14:textId="69FB6ECF" w:rsidR="0033636C" w:rsidRPr="00555FA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55FA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B3FAE">
            <w:rPr>
              <w:rFonts w:ascii="Times New Roman" w:hAnsi="Times New Roman"/>
              <w:sz w:val="28"/>
              <w:szCs w:val="28"/>
            </w:rPr>
            <w:t>04 апреля 2023 года</w:t>
          </w:r>
        </w:sdtContent>
      </w:sdt>
      <w:r w:rsidRPr="00555FA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6B3FAE" w:rsidRPr="006B3FAE">
            <w:rPr>
              <w:rFonts w:ascii="Times New Roman" w:hAnsi="Times New Roman"/>
              <w:sz w:val="28"/>
              <w:szCs w:val="28"/>
            </w:rPr>
            <w:t>217</w:t>
          </w:r>
          <w:bookmarkEnd w:id="0"/>
        </w:sdtContent>
      </w:sdt>
    </w:p>
    <w:p w14:paraId="647B32D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47B32D9" w14:textId="3B1CEAF6" w:rsidR="00185FEC" w:rsidRPr="008C05E8" w:rsidRDefault="00E2166A" w:rsidP="00555FA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05E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</w:t>
      </w:r>
      <w:r w:rsidR="00555FA9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8C05E8">
        <w:rPr>
          <w:rFonts w:ascii="Times New Roman" w:hAnsi="Times New Roman"/>
          <w:b/>
          <w:bCs/>
          <w:sz w:val="28"/>
          <w:szCs w:val="28"/>
          <w:lang w:eastAsia="ru-RU"/>
        </w:rPr>
        <w:t>по предоставлению государственной услуги</w:t>
      </w:r>
      <w:r w:rsidRPr="008C05E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555FA9">
        <w:rPr>
          <w:rFonts w:ascii="Times New Roman" w:hAnsi="Times New Roman"/>
          <w:b/>
          <w:bCs/>
          <w:sz w:val="26"/>
          <w:szCs w:val="26"/>
          <w:lang w:eastAsia="ru-RU"/>
        </w:rPr>
        <w:br/>
      </w:r>
      <w:r w:rsidRPr="008C05E8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8C05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Предоставление компенсации расходов на оплату стоимости проезда </w:t>
      </w:r>
      <w:r w:rsidR="00555F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8C05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провоза багажа к месту использования отпуска (отдыха) и обратно </w:t>
      </w:r>
      <w:r w:rsidR="00555F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8C05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пределах территории Российской Федерации детям-сиротам, </w:t>
      </w:r>
      <w:r w:rsidR="00555F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8C05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детям, оставшимся без попечения родителей, находящихся под опекой (попечительством, в том числе в приемных семьях, </w:t>
      </w:r>
      <w:r w:rsidR="00555F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8C05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 также неработающим опекунам (попечителям), </w:t>
      </w:r>
      <w:r w:rsidR="008C05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8C05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том числе неработающим приемным родителям»</w:t>
      </w:r>
    </w:p>
    <w:p w14:paraId="31253972" w14:textId="77777777" w:rsidR="00E2166A" w:rsidRPr="00E2166A" w:rsidRDefault="00E2166A" w:rsidP="00E2166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70D29E" w14:textId="6313F1AC" w:rsidR="00E2166A" w:rsidRPr="00583AEB" w:rsidRDefault="00E2166A" w:rsidP="00E216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самоуправле</w:t>
      </w:r>
      <w:r w:rsidR="008C05E8">
        <w:rPr>
          <w:rFonts w:ascii="Times New Roman" w:eastAsia="Times New Roman" w:hAnsi="Times New Roman"/>
          <w:sz w:val="28"/>
          <w:szCs w:val="28"/>
          <w:lang w:eastAsia="ru-RU"/>
        </w:rPr>
        <w:t>ния в Российской Федерации», с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от 27.07.2010 № 210-ФЗ «Об организации предоставления государственных и муниципальных услуг», на основании </w:t>
      </w:r>
      <w:r w:rsidRPr="00286E1D">
        <w:rPr>
          <w:rFonts w:ascii="Times New Roman" w:hAnsi="Times New Roman"/>
          <w:sz w:val="28"/>
          <w:szCs w:val="28"/>
        </w:rPr>
        <w:t>распоряжением Правительства Сахалинской области от 07.12.2020 № 756-р «Об утверждении перечней государственных и муниципальных услуг, оказываемых органами исполнител</w:t>
      </w:r>
      <w:r w:rsidR="008C05E8">
        <w:rPr>
          <w:rFonts w:ascii="Times New Roman" w:hAnsi="Times New Roman"/>
          <w:sz w:val="28"/>
          <w:szCs w:val="28"/>
        </w:rPr>
        <w:t>ьной власти Сахалинской области</w:t>
      </w:r>
      <w:r w:rsidRPr="00286E1D">
        <w:rPr>
          <w:rFonts w:ascii="Times New Roman" w:hAnsi="Times New Roman"/>
          <w:sz w:val="28"/>
          <w:szCs w:val="28"/>
        </w:rPr>
        <w:t xml:space="preserve">, органами местного самоуправления муниципальных </w:t>
      </w:r>
      <w:r>
        <w:rPr>
          <w:rFonts w:ascii="Times New Roman" w:hAnsi="Times New Roman"/>
          <w:sz w:val="28"/>
          <w:szCs w:val="28"/>
        </w:rPr>
        <w:t>образований Сахалинской области</w:t>
      </w:r>
      <w:r w:rsidRPr="00286E1D">
        <w:rPr>
          <w:rFonts w:ascii="Times New Roman" w:hAnsi="Times New Roman"/>
          <w:sz w:val="28"/>
          <w:szCs w:val="28"/>
        </w:rPr>
        <w:t xml:space="preserve">, услуг, оказываемых государственными учреждениями Сахалинской области и </w:t>
      </w:r>
      <w:r w:rsidR="008C05E8">
        <w:rPr>
          <w:rFonts w:ascii="Times New Roman" w:hAnsi="Times New Roman"/>
          <w:sz w:val="28"/>
          <w:szCs w:val="28"/>
        </w:rPr>
        <w:t>другими организациями</w:t>
      </w:r>
      <w:r w:rsidRPr="00286E1D">
        <w:rPr>
          <w:rFonts w:ascii="Times New Roman" w:hAnsi="Times New Roman"/>
          <w:sz w:val="28"/>
          <w:szCs w:val="28"/>
        </w:rPr>
        <w:t>, в которых размещается государственное задание (заказ)»</w:t>
      </w:r>
      <w:r w:rsidR="008C05E8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ст. 36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«Городской округ Ногликский», администр</w:t>
      </w:r>
      <w:r w:rsidR="008C05E8">
        <w:rPr>
          <w:rFonts w:ascii="Times New Roman" w:eastAsia="Times New Roman" w:hAnsi="Times New Roman"/>
          <w:sz w:val="28"/>
          <w:szCs w:val="28"/>
          <w:lang w:eastAsia="ru-RU"/>
        </w:rPr>
        <w:t>ация муниципального образования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 </w:t>
      </w:r>
      <w:r w:rsidRPr="008C05E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C4CA722" w14:textId="6F9E3C7D" w:rsidR="00E2166A" w:rsidRPr="00583AEB" w:rsidRDefault="00E2166A" w:rsidP="00E2166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C0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административный регламент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предоставлению государственной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Pr="00583AEB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компенсации расходов на оплату стоимости проезда и провоза багажа к месту использования отпуска (отдыха) и обратно в пределах территории Российской Федерации детям-сиротам, детям, оставшимся без попечения родителей, находящихся под опекой (попечительством, в том числе в приемных семьях, а также неработающим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опекунам (попечителям), в том числе неработающим приемным родителям»</w:t>
      </w:r>
      <w:r w:rsidR="008C05E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73B46B83" w14:textId="5662F4B7" w:rsidR="00E2166A" w:rsidRPr="00583AEB" w:rsidRDefault="00E2166A" w:rsidP="00E216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55FA9" w:rsidRPr="00D8306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555FA9">
        <w:rPr>
          <w:rFonts w:ascii="Times New Roman" w:hAnsi="Times New Roman"/>
          <w:sz w:val="28"/>
          <w:szCs w:val="28"/>
        </w:rPr>
        <w:br/>
      </w:r>
      <w:r w:rsidR="00555FA9" w:rsidRPr="00D83061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</w:t>
      </w:r>
      <w:r w:rsidR="00555FA9">
        <w:rPr>
          <w:rFonts w:ascii="Times New Roman" w:hAnsi="Times New Roman"/>
          <w:sz w:val="28"/>
          <w:szCs w:val="28"/>
        </w:rPr>
        <w:t>теле</w:t>
      </w:r>
      <w:r w:rsidR="00555FA9" w:rsidRPr="00D83061">
        <w:rPr>
          <w:rFonts w:ascii="Times New Roman" w:hAnsi="Times New Roman"/>
          <w:sz w:val="28"/>
          <w:szCs w:val="28"/>
        </w:rPr>
        <w:t xml:space="preserve">коммуникационной сети </w:t>
      </w:r>
      <w:r w:rsidR="00555FA9">
        <w:rPr>
          <w:rFonts w:ascii="Times New Roman" w:hAnsi="Times New Roman"/>
          <w:sz w:val="28"/>
          <w:szCs w:val="28"/>
        </w:rPr>
        <w:t>«</w:t>
      </w:r>
      <w:r w:rsidR="00555FA9" w:rsidRPr="00D83061">
        <w:rPr>
          <w:rFonts w:ascii="Times New Roman" w:hAnsi="Times New Roman"/>
          <w:sz w:val="28"/>
          <w:szCs w:val="28"/>
        </w:rPr>
        <w:t>Интернет</w:t>
      </w:r>
      <w:r w:rsidR="00555FA9">
        <w:rPr>
          <w:rFonts w:ascii="Times New Roman" w:hAnsi="Times New Roman"/>
          <w:sz w:val="28"/>
          <w:szCs w:val="28"/>
        </w:rPr>
        <w:t>»</w:t>
      </w:r>
      <w:r w:rsidR="00555FA9" w:rsidRPr="00D83061">
        <w:rPr>
          <w:rFonts w:ascii="Times New Roman" w:hAnsi="Times New Roman"/>
          <w:sz w:val="28"/>
          <w:szCs w:val="28"/>
        </w:rPr>
        <w:t>.</w:t>
      </w:r>
    </w:p>
    <w:p w14:paraId="647B32E4" w14:textId="298F54BB" w:rsidR="008629FA" w:rsidRDefault="00E2166A" w:rsidP="00E216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555FA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«Городской округ Ногликский»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54B4CF4C" w14:textId="77777777" w:rsidR="00E2166A" w:rsidRDefault="00E2166A" w:rsidP="00E216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8A7C36" w14:textId="77777777" w:rsidR="00E2166A" w:rsidRPr="00E2166A" w:rsidRDefault="00E2166A" w:rsidP="00E216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7B32E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47B32E6" w14:textId="003B398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2166A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216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8C05E8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B32F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47B32F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B32F2" w14:textId="5BE18D2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B32E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47B32E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0158148"/>
      <w:docPartObj>
        <w:docPartGallery w:val="Page Numbers (Top of Page)"/>
        <w:docPartUnique/>
      </w:docPartObj>
    </w:sdtPr>
    <w:sdtEndPr/>
    <w:sdtContent>
      <w:p w14:paraId="71806A40" w14:textId="024AFA71" w:rsidR="008C05E8" w:rsidRDefault="008C05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FAE">
          <w:rPr>
            <w:noProof/>
          </w:rPr>
          <w:t>2</w:t>
        </w:r>
        <w:r>
          <w:fldChar w:fldCharType="end"/>
        </w:r>
      </w:p>
    </w:sdtContent>
  </w:sdt>
  <w:p w14:paraId="3E1F3C49" w14:textId="77777777" w:rsidR="008C05E8" w:rsidRDefault="008C05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55FA9"/>
    <w:rsid w:val="006B3FAE"/>
    <w:rsid w:val="008629FA"/>
    <w:rsid w:val="008C05E8"/>
    <w:rsid w:val="008E429A"/>
    <w:rsid w:val="00987DB5"/>
    <w:rsid w:val="00AC72C8"/>
    <w:rsid w:val="00B10ED9"/>
    <w:rsid w:val="00B25688"/>
    <w:rsid w:val="00C02849"/>
    <w:rsid w:val="00D12794"/>
    <w:rsid w:val="00D67BD8"/>
    <w:rsid w:val="00DF7897"/>
    <w:rsid w:val="00E2166A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32D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33FB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33FB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33FB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2023-04-04T08:36:00Z</dcterms:modified>
</cp:coreProperties>
</file>