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6DD4A9" w14:textId="77777777" w:rsidTr="00987DB5">
        <w:tc>
          <w:tcPr>
            <w:tcW w:w="9498" w:type="dxa"/>
          </w:tcPr>
          <w:p w14:paraId="0F6DD4A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6DD4C0" wp14:editId="0F6DD4C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DD4A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F6DD4A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6DD4A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6DD4AA" w14:textId="00399EEE" w:rsidR="0033636C" w:rsidRPr="002E46E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6E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E46ED" w:rsidRPr="002E46ED">
            <w:rPr>
              <w:rFonts w:ascii="Times New Roman" w:hAnsi="Times New Roman"/>
              <w:sz w:val="28"/>
              <w:szCs w:val="28"/>
            </w:rPr>
            <w:t>07 апреля 2023 года</w:t>
          </w:r>
        </w:sdtContent>
      </w:sdt>
      <w:r w:rsidRPr="002E46E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E46ED" w:rsidRPr="002E46ED">
            <w:rPr>
              <w:rFonts w:ascii="Times New Roman" w:hAnsi="Times New Roman"/>
              <w:sz w:val="28"/>
              <w:szCs w:val="28"/>
            </w:rPr>
            <w:t>226</w:t>
          </w:r>
        </w:sdtContent>
      </w:sdt>
    </w:p>
    <w:p w14:paraId="0F6DD4A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6DD4AC" w14:textId="21E17EBB" w:rsidR="0033636C" w:rsidRPr="009874E3" w:rsidRDefault="0033636C" w:rsidP="004E37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74E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</w:t>
      </w:r>
      <w:r w:rsidR="009874E3" w:rsidRPr="009874E3">
        <w:rPr>
          <w:rFonts w:ascii="Times New Roman" w:hAnsi="Times New Roman"/>
          <w:b/>
          <w:sz w:val="28"/>
          <w:szCs w:val="28"/>
        </w:rPr>
        <w:t xml:space="preserve">программу </w:t>
      </w:r>
      <w:r w:rsidR="004E378C">
        <w:rPr>
          <w:rFonts w:ascii="Times New Roman" w:hAnsi="Times New Roman"/>
          <w:b/>
          <w:sz w:val="28"/>
          <w:szCs w:val="28"/>
        </w:rPr>
        <w:br/>
      </w:r>
      <w:r w:rsidR="009874E3" w:rsidRPr="009874E3">
        <w:rPr>
          <w:rFonts w:ascii="Times New Roman" w:hAnsi="Times New Roman"/>
          <w:b/>
          <w:sz w:val="28"/>
          <w:szCs w:val="28"/>
        </w:rPr>
        <w:t>«</w:t>
      </w:r>
      <w:r w:rsidRPr="009874E3">
        <w:rPr>
          <w:rFonts w:ascii="Times New Roman" w:hAnsi="Times New Roman"/>
          <w:b/>
          <w:sz w:val="28"/>
          <w:szCs w:val="28"/>
        </w:rPr>
        <w:t xml:space="preserve">Развитие культуры в муниципальном </w:t>
      </w:r>
      <w:r w:rsidR="009874E3" w:rsidRPr="009874E3">
        <w:rPr>
          <w:rFonts w:ascii="Times New Roman" w:hAnsi="Times New Roman"/>
          <w:b/>
          <w:sz w:val="28"/>
          <w:szCs w:val="28"/>
        </w:rPr>
        <w:t xml:space="preserve">образовании </w:t>
      </w:r>
      <w:r w:rsidR="004E378C">
        <w:rPr>
          <w:rFonts w:ascii="Times New Roman" w:hAnsi="Times New Roman"/>
          <w:b/>
          <w:sz w:val="28"/>
          <w:szCs w:val="28"/>
        </w:rPr>
        <w:br/>
      </w:r>
      <w:r w:rsidR="009874E3" w:rsidRPr="009874E3">
        <w:rPr>
          <w:rFonts w:ascii="Times New Roman" w:hAnsi="Times New Roman"/>
          <w:b/>
          <w:sz w:val="28"/>
          <w:szCs w:val="28"/>
        </w:rPr>
        <w:t>«</w:t>
      </w:r>
      <w:r w:rsidRPr="009874E3">
        <w:rPr>
          <w:rFonts w:ascii="Times New Roman" w:hAnsi="Times New Roman"/>
          <w:b/>
          <w:sz w:val="28"/>
          <w:szCs w:val="28"/>
        </w:rPr>
        <w:t xml:space="preserve">Городской округ Ногликский», утвержденную постановлением администрации муниципального </w:t>
      </w:r>
      <w:r w:rsidR="009874E3" w:rsidRPr="009874E3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4E378C">
        <w:rPr>
          <w:rFonts w:ascii="Times New Roman" w:hAnsi="Times New Roman"/>
          <w:b/>
          <w:sz w:val="28"/>
          <w:szCs w:val="28"/>
        </w:rPr>
        <w:br/>
      </w:r>
      <w:r w:rsidR="009874E3" w:rsidRPr="009874E3">
        <w:rPr>
          <w:rFonts w:ascii="Times New Roman" w:hAnsi="Times New Roman"/>
          <w:b/>
          <w:sz w:val="28"/>
          <w:szCs w:val="28"/>
        </w:rPr>
        <w:t>«</w:t>
      </w:r>
      <w:r w:rsidRPr="009874E3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9874E3" w:rsidRPr="009874E3">
        <w:rPr>
          <w:rFonts w:ascii="Times New Roman" w:hAnsi="Times New Roman"/>
          <w:b/>
          <w:sz w:val="28"/>
          <w:szCs w:val="28"/>
        </w:rPr>
        <w:t>Ногликский» от</w:t>
      </w:r>
      <w:r w:rsidRPr="009874E3">
        <w:rPr>
          <w:rFonts w:ascii="Times New Roman" w:hAnsi="Times New Roman"/>
          <w:b/>
          <w:sz w:val="28"/>
          <w:szCs w:val="28"/>
        </w:rPr>
        <w:t xml:space="preserve"> 18.11.2015 № 784</w:t>
      </w:r>
    </w:p>
    <w:p w14:paraId="0F6DD4AD" w14:textId="77777777" w:rsidR="00185FEC" w:rsidRDefault="00185FEC" w:rsidP="004E3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8233B9" w14:textId="08F0B602" w:rsidR="006531F4" w:rsidRPr="009B29B5" w:rsidRDefault="006531F4" w:rsidP="004E3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18.11.2015 </w:t>
      </w:r>
      <w:r w:rsidRPr="009B29B5">
        <w:rPr>
          <w:rFonts w:ascii="Times New Roman" w:hAnsi="Times New Roman"/>
          <w:sz w:val="28"/>
          <w:szCs w:val="28"/>
        </w:rPr>
        <w:br/>
        <w:t xml:space="preserve">№ 784, в соответствие с уточненными бюджетными показателями по состоянию на </w:t>
      </w:r>
      <w:r>
        <w:rPr>
          <w:rFonts w:ascii="Times New Roman" w:hAnsi="Times New Roman"/>
          <w:sz w:val="28"/>
          <w:szCs w:val="28"/>
        </w:rPr>
        <w:t>31</w:t>
      </w:r>
      <w:r w:rsidR="004E378C">
        <w:rPr>
          <w:rFonts w:ascii="Times New Roman" w:hAnsi="Times New Roman"/>
          <w:sz w:val="28"/>
          <w:szCs w:val="28"/>
        </w:rPr>
        <w:t>.12.</w:t>
      </w:r>
      <w:r w:rsidRPr="009B29B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2, </w:t>
      </w:r>
      <w:bookmarkStart w:id="0" w:name="_Hlk30407272"/>
      <w:r w:rsidRPr="0060369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ем Собрания </w:t>
      </w:r>
      <w:r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0950A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="00364FD2">
        <w:rPr>
          <w:rFonts w:ascii="Times New Roman" w:hAnsi="Times New Roman"/>
          <w:sz w:val="28"/>
          <w:szCs w:val="28"/>
        </w:rPr>
        <w:t>8</w:t>
      </w:r>
      <w:r w:rsidR="004E378C">
        <w:rPr>
          <w:rFonts w:ascii="Times New Roman" w:hAnsi="Times New Roman"/>
          <w:sz w:val="28"/>
          <w:szCs w:val="28"/>
        </w:rPr>
        <w:t>.12.</w:t>
      </w:r>
      <w:r w:rsidRPr="000950AF">
        <w:rPr>
          <w:rFonts w:ascii="Times New Roman" w:hAnsi="Times New Roman"/>
          <w:sz w:val="28"/>
          <w:szCs w:val="28"/>
        </w:rPr>
        <w:t>202</w:t>
      </w:r>
      <w:r w:rsidR="00364FD2">
        <w:rPr>
          <w:rFonts w:ascii="Times New Roman" w:hAnsi="Times New Roman"/>
          <w:sz w:val="28"/>
          <w:szCs w:val="28"/>
        </w:rPr>
        <w:t>2</w:t>
      </w:r>
      <w:r w:rsidRPr="000950AF">
        <w:rPr>
          <w:rFonts w:ascii="Times New Roman" w:hAnsi="Times New Roman"/>
          <w:sz w:val="28"/>
          <w:szCs w:val="28"/>
        </w:rPr>
        <w:t xml:space="preserve"> № </w:t>
      </w:r>
      <w:r w:rsidR="00364FD2">
        <w:rPr>
          <w:rFonts w:ascii="Times New Roman" w:hAnsi="Times New Roman"/>
          <w:sz w:val="28"/>
          <w:szCs w:val="28"/>
        </w:rPr>
        <w:t>237</w:t>
      </w:r>
      <w:r w:rsidR="004E378C">
        <w:rPr>
          <w:rFonts w:ascii="Times New Roman" w:hAnsi="Times New Roman"/>
          <w:sz w:val="28"/>
          <w:szCs w:val="28"/>
        </w:rPr>
        <w:t xml:space="preserve"> </w:t>
      </w:r>
      <w:r w:rsidRPr="000950AF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 w:rsidR="00364FD2">
        <w:rPr>
          <w:rFonts w:ascii="Times New Roman" w:hAnsi="Times New Roman"/>
          <w:sz w:val="28"/>
          <w:szCs w:val="28"/>
        </w:rPr>
        <w:t>3</w:t>
      </w:r>
      <w:r w:rsidRPr="000950AF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0950AF">
        <w:rPr>
          <w:rFonts w:ascii="Times New Roman" w:hAnsi="Times New Roman"/>
          <w:sz w:val="28"/>
          <w:szCs w:val="28"/>
        </w:rPr>
        <w:t>год и на плановый период 202</w:t>
      </w:r>
      <w:r w:rsidR="00364FD2">
        <w:rPr>
          <w:rFonts w:ascii="Times New Roman" w:hAnsi="Times New Roman"/>
          <w:sz w:val="28"/>
          <w:szCs w:val="28"/>
        </w:rPr>
        <w:t>4</w:t>
      </w:r>
      <w:r w:rsidRPr="000950AF">
        <w:rPr>
          <w:rFonts w:ascii="Times New Roman" w:hAnsi="Times New Roman"/>
          <w:sz w:val="28"/>
          <w:szCs w:val="28"/>
        </w:rPr>
        <w:t xml:space="preserve"> и 202</w:t>
      </w:r>
      <w:r w:rsidR="00364FD2">
        <w:rPr>
          <w:rFonts w:ascii="Times New Roman" w:hAnsi="Times New Roman"/>
          <w:sz w:val="28"/>
          <w:szCs w:val="28"/>
        </w:rPr>
        <w:t>5</w:t>
      </w:r>
      <w:r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</w:t>
      </w:r>
      <w:r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B29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0A0737B9" w14:textId="2AC3CEFF" w:rsidR="006531F4" w:rsidRPr="009B29B5" w:rsidRDefault="006531F4" w:rsidP="004E3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</w:t>
      </w:r>
      <w:r w:rsidR="004E378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15.08.2016 № 627, от 07.02.20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17 № 111, от 07.06.2017 № 368,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31.10.2017 № 845, от 21.12.2017 № 1093, от 27.02.2018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201, от 19.06.2018 № 573,</w:t>
      </w:r>
      <w:r w:rsidR="004E378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24.12.2018 № 1251, от 09.04.2019 № 228, от 02.09.2019 № 666, от 15.10.2019 № 767, от 17.04.2020 № 197, от 30.09.2020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476, от 14.12.2020 № 626, </w:t>
      </w:r>
      <w:r w:rsidR="004E378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27.04.2021 № 230, от 16.09.2021 № 515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25.11.2021 № 649, от 26.05.2022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263, от 12.10.2022 № 565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874E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874E3" w:rsidRPr="009874E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9874E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74E3" w:rsidRPr="009874E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культуры в муниципальном образовании </w:t>
      </w:r>
      <w:r w:rsidR="009874E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74E3" w:rsidRPr="009874E3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9874E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, (далее Программа) следующие изменения:</w:t>
      </w:r>
    </w:p>
    <w:p w14:paraId="3382A900" w14:textId="3B12505C" w:rsidR="006531F4" w:rsidRDefault="006531F4" w:rsidP="004E37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1.1. В паспорте Программы раздел «Объемы и источники финансирования муниципальной программы» изложить в следующей редакции:</w:t>
      </w: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6531F4" w:rsidRPr="009B29B5" w14:paraId="11CCA356" w14:textId="77777777" w:rsidTr="00F3052A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69A2E22" w14:textId="77777777" w:rsidR="006531F4" w:rsidRPr="009B29B5" w:rsidRDefault="006531F4" w:rsidP="004E378C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53E88C9E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676111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14:paraId="68039095" w14:textId="77777777" w:rsidR="006531F4" w:rsidRPr="009B29B5" w:rsidRDefault="006531F4" w:rsidP="004E378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6BCE81F0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0" w:type="dxa"/>
            <w:shd w:val="clear" w:color="auto" w:fill="auto"/>
          </w:tcPr>
          <w:p w14:paraId="6C5BBDE9" w14:textId="04586896" w:rsidR="006531F4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327 042,3 </w:t>
            </w:r>
            <w:r w:rsidR="00B46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14:paraId="169178E0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5D6EC22" w14:textId="5461166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22 242,2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2DCE7D" w14:textId="365BC44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1 304 616,8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555747BB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183,3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067C53A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7805FD69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18D79FF4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бюджет – 14 603,1 тыс. руб.</w:t>
            </w:r>
          </w:p>
          <w:p w14:paraId="23202264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22D42C7F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40BBD9A1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1 817,4 тыс. руб.;</w:t>
            </w:r>
          </w:p>
          <w:p w14:paraId="0198D8FF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ральный бюджет – 42,6 тыс. руб.</w:t>
            </w:r>
          </w:p>
          <w:p w14:paraId="5FC96A81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4D07B5B9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3BD35DDD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275,2 тыс. руб.</w:t>
            </w:r>
          </w:p>
          <w:p w14:paraId="36C4B117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32CA95F9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20E84A66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223,6 тыс. руб.</w:t>
            </w:r>
          </w:p>
          <w:p w14:paraId="0A7AF5D6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2A35D0DC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6D9A51A6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253,2 тыс. руб.</w:t>
            </w:r>
          </w:p>
          <w:p w14:paraId="543B4351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126 169,9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0925791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125 951,7 тыс. руб.;</w:t>
            </w:r>
          </w:p>
          <w:p w14:paraId="093600B0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77C51D74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130 040,9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6007D55A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128 495,5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790B6A3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404,7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5BB55FE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EDED5C1" w14:textId="04DEE88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140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946,2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BB16EB" w14:textId="15BF4BFB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56B0BFC" w14:textId="15C36AA5" w:rsidR="006531F4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60F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56B7C1D9" w14:textId="56423205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</w:rPr>
              <w:t>154 850,8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29492F9" w14:textId="3E648234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154 632,6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8D73EEF" w14:textId="1B1A78D0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49646EA" w14:textId="3DC0AEA1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</w:rPr>
              <w:t>138 983,9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2B7505" w14:textId="5CB3D1C8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138 765,7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2351DF4" w14:textId="5F7B1E3C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ACAEB03" w14:textId="39FB85ED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2025 год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</w:rPr>
              <w:t>142 744,1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A6B5F8" w14:textId="18E60592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142 525,9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9FC9CD" w14:textId="3DC276E0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A55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80DAE17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DC826C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42973" w14:textId="77777777" w:rsidR="006531F4" w:rsidRPr="009B29B5" w:rsidRDefault="006531F4" w:rsidP="004E3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36EDCE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DC730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F3DA1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4BFE04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C9F9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3504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0B875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53DC63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3A9C41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893EBC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3872F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F17D6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627018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30C3A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90029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77FEBD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443F9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605A7C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7C1546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8EA2F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4CD90C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FA89A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6416E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CF789B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2A03C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9F40B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40019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34781B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F0600E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A1AE10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F5F65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1BAB3F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59ABC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DC1BD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E4647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EAEABB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3BF914" w14:textId="77777777" w:rsidR="006531F4" w:rsidRDefault="006531F4" w:rsidP="004E378C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CF3261" w14:textId="77777777" w:rsidR="006531F4" w:rsidRPr="009B29B5" w:rsidRDefault="006531F4" w:rsidP="004E378C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6933EF1A" w14:textId="77777777" w:rsidR="006531F4" w:rsidRPr="009B29B5" w:rsidRDefault="006531F4" w:rsidP="004E378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1.2. Раздел 7 «Ресурсное обеспечение Программы» изложить в следующей редакции:</w:t>
      </w:r>
    </w:p>
    <w:p w14:paraId="0868A95E" w14:textId="77777777" w:rsidR="006531F4" w:rsidRPr="009B29B5" w:rsidRDefault="006531F4" w:rsidP="004E378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</w:p>
    <w:p w14:paraId="3236245C" w14:textId="20F0C2BA" w:rsidR="006531F4" w:rsidRDefault="006531F4" w:rsidP="004E378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1 327 042,3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1 304 616,8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22 242,2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</w:t>
      </w:r>
      <w:r w:rsidR="00A5565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F12B25"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 w:rsidR="00F12B25"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183,3</w:t>
      </w:r>
      <w:r w:rsidR="00F12B25"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</w:t>
      </w:r>
      <w:r w:rsidR="00F12B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F12B25" w:rsidRPr="009B29B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об общем объеме финансовых средств отражена в приложении 3</w:t>
      </w:r>
      <w:r w:rsidR="00D019D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1, часть 2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реализации муниципальной программы «Развитие культуры в муниципальном образовании «Городской округ Ногликский».».</w:t>
      </w:r>
    </w:p>
    <w:p w14:paraId="287C9D7B" w14:textId="5C86A9D1" w:rsidR="006531F4" w:rsidRPr="009B29B5" w:rsidRDefault="006531F4" w:rsidP="004E37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5565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</w:t>
      </w:r>
      <w:r w:rsidR="009552E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595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1, часть 2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Программе «Перечень мероприятий муниципальной программы «Развитие культуры в муниципальном образовании «Городской округ Ногликский» изложить в новой редакции, согласно приложению </w:t>
      </w:r>
      <w:r w:rsidR="009552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56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4FB238F2" w14:textId="2F618B54" w:rsidR="006531F4" w:rsidRPr="009B29B5" w:rsidRDefault="006531F4" w:rsidP="004E37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5565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</w:t>
      </w:r>
      <w:r w:rsidR="009552E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5951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1, часть 2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к Программе «</w:t>
      </w:r>
      <w:r w:rsidRPr="009B29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редакции, согласно приложению </w:t>
      </w:r>
      <w:r w:rsidR="009552EB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="00A5565E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к настоящему постановлению.</w:t>
      </w:r>
    </w:p>
    <w:p w14:paraId="033F7DC6" w14:textId="77777777" w:rsidR="006531F4" w:rsidRPr="009B29B5" w:rsidRDefault="006531F4" w:rsidP="004E37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5C8D0F3" w14:textId="77777777" w:rsidR="006531F4" w:rsidRDefault="006531F4" w:rsidP="004E37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вице-мэра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4EB0FA9D" w14:textId="77777777" w:rsidR="00B46147" w:rsidRDefault="00B46147" w:rsidP="004E37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61ED11" w14:textId="77777777" w:rsidR="006531F4" w:rsidRPr="009B29B5" w:rsidRDefault="006531F4" w:rsidP="00653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D09532" w14:textId="77777777" w:rsidR="006531F4" w:rsidRPr="009B29B5" w:rsidRDefault="006531F4" w:rsidP="00653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867EC" w14:textId="77777777" w:rsidR="006531F4" w:rsidRPr="009B29B5" w:rsidRDefault="006531F4" w:rsidP="00653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B78A85" w14:textId="77777777" w:rsidR="006531F4" w:rsidRPr="009B29B5" w:rsidRDefault="006531F4" w:rsidP="006531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9B29B5">
        <w:rPr>
          <w:rFonts w:ascii="Times New Roman" w:hAnsi="Times New Roman"/>
          <w:sz w:val="28"/>
          <w:szCs w:val="28"/>
        </w:rPr>
        <w:t>Ногликский»</w:t>
      </w:r>
      <w:r w:rsidRPr="009B29B5">
        <w:rPr>
          <w:rFonts w:ascii="Times New Roman" w:hAnsi="Times New Roman"/>
          <w:sz w:val="28"/>
          <w:szCs w:val="28"/>
        </w:rPr>
        <w:tab/>
      </w:r>
      <w:proofErr w:type="gramEnd"/>
      <w:r w:rsidRPr="009B29B5">
        <w:rPr>
          <w:rFonts w:ascii="Times New Roman" w:hAnsi="Times New Roman"/>
          <w:sz w:val="28"/>
          <w:szCs w:val="28"/>
        </w:rPr>
        <w:tab/>
      </w:r>
      <w:r w:rsidRPr="009B29B5">
        <w:rPr>
          <w:rFonts w:ascii="Times New Roman" w:hAnsi="Times New Roman"/>
          <w:sz w:val="28"/>
          <w:szCs w:val="28"/>
        </w:rPr>
        <w:tab/>
      </w:r>
      <w:r w:rsidRPr="009B29B5">
        <w:rPr>
          <w:rFonts w:ascii="Times New Roman" w:hAnsi="Times New Roman"/>
          <w:sz w:val="28"/>
          <w:szCs w:val="28"/>
        </w:rPr>
        <w:tab/>
      </w:r>
      <w:r w:rsidRPr="009B29B5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6531F4" w:rsidRPr="009B29B5" w:rsidSect="004E37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DD4C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F6DD4C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D4C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F6DD4C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464334"/>
      <w:docPartObj>
        <w:docPartGallery w:val="Page Numbers (Top of Page)"/>
        <w:docPartUnique/>
      </w:docPartObj>
    </w:sdtPr>
    <w:sdtEndPr/>
    <w:sdtContent>
      <w:p w14:paraId="35477D08" w14:textId="610379C3" w:rsidR="004E378C" w:rsidRDefault="004E3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6ED">
          <w:rPr>
            <w:noProof/>
          </w:rPr>
          <w:t>2</w:t>
        </w:r>
        <w:r>
          <w:fldChar w:fldCharType="end"/>
        </w:r>
      </w:p>
    </w:sdtContent>
  </w:sdt>
  <w:p w14:paraId="6D7DB449" w14:textId="77777777" w:rsidR="004E378C" w:rsidRDefault="004E37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E46ED"/>
    <w:rsid w:val="0033636C"/>
    <w:rsid w:val="00364FD2"/>
    <w:rsid w:val="003E4257"/>
    <w:rsid w:val="004E378C"/>
    <w:rsid w:val="00520CBF"/>
    <w:rsid w:val="006531F4"/>
    <w:rsid w:val="008629FA"/>
    <w:rsid w:val="009552EB"/>
    <w:rsid w:val="009874E3"/>
    <w:rsid w:val="00987DB5"/>
    <w:rsid w:val="00A5565E"/>
    <w:rsid w:val="00AC72C8"/>
    <w:rsid w:val="00B10ED9"/>
    <w:rsid w:val="00B25688"/>
    <w:rsid w:val="00B46147"/>
    <w:rsid w:val="00C02849"/>
    <w:rsid w:val="00C60FA0"/>
    <w:rsid w:val="00D019D0"/>
    <w:rsid w:val="00D12794"/>
    <w:rsid w:val="00D67BD8"/>
    <w:rsid w:val="00DF7897"/>
    <w:rsid w:val="00E37B8A"/>
    <w:rsid w:val="00E429C6"/>
    <w:rsid w:val="00E609BC"/>
    <w:rsid w:val="00F12B25"/>
    <w:rsid w:val="00FD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D4A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6275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6275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6275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92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13</cp:revision>
  <dcterms:created xsi:type="dcterms:W3CDTF">2020-04-07T04:52:00Z</dcterms:created>
  <dcterms:modified xsi:type="dcterms:W3CDTF">2023-04-07T07:01:00Z</dcterms:modified>
</cp:coreProperties>
</file>