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77E787C" w14:textId="77777777" w:rsidTr="00987DB5">
        <w:tc>
          <w:tcPr>
            <w:tcW w:w="9498" w:type="dxa"/>
          </w:tcPr>
          <w:p w14:paraId="077E787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77E7892" wp14:editId="077E789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7E7878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77E7879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77E787A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77E787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77E787D" w14:textId="0F92AE76" w:rsidR="0033636C" w:rsidRPr="00A87D6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A87D6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87D65" w:rsidRPr="00A87D65">
            <w:rPr>
              <w:rFonts w:ascii="Times New Roman" w:hAnsi="Times New Roman"/>
              <w:sz w:val="28"/>
              <w:szCs w:val="28"/>
            </w:rPr>
            <w:t>11 апреля 2025 года</w:t>
          </w:r>
        </w:sdtContent>
      </w:sdt>
      <w:r w:rsidRPr="00A87D6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87D65" w:rsidRPr="00A87D65">
            <w:rPr>
              <w:rFonts w:ascii="Times New Roman" w:hAnsi="Times New Roman"/>
              <w:sz w:val="28"/>
              <w:szCs w:val="28"/>
            </w:rPr>
            <w:t>227</w:t>
          </w:r>
        </w:sdtContent>
      </w:sdt>
    </w:p>
    <w:bookmarkEnd w:id="0"/>
    <w:p w14:paraId="077E787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0BE43B8" w14:textId="77777777" w:rsidR="0015168D" w:rsidRDefault="00441753" w:rsidP="00151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1753">
        <w:rPr>
          <w:rFonts w:ascii="Times New Roman" w:hAnsi="Times New Roman"/>
          <w:b/>
          <w:sz w:val="28"/>
          <w:szCs w:val="28"/>
        </w:rPr>
        <w:t>О внесении изменени</w:t>
      </w:r>
      <w:r w:rsidR="0015168D">
        <w:rPr>
          <w:rFonts w:ascii="Times New Roman" w:hAnsi="Times New Roman"/>
          <w:b/>
          <w:sz w:val="28"/>
          <w:szCs w:val="28"/>
        </w:rPr>
        <w:t>й в постановление администрации</w:t>
      </w:r>
    </w:p>
    <w:p w14:paraId="5A0F50DB" w14:textId="77777777" w:rsidR="0015168D" w:rsidRDefault="00441753" w:rsidP="00151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1753">
        <w:rPr>
          <w:rFonts w:ascii="Times New Roman" w:hAnsi="Times New Roman"/>
          <w:b/>
          <w:sz w:val="28"/>
          <w:szCs w:val="28"/>
        </w:rPr>
        <w:t>муниципального образован</w:t>
      </w:r>
      <w:r w:rsidR="0015168D">
        <w:rPr>
          <w:rFonts w:ascii="Times New Roman" w:hAnsi="Times New Roman"/>
          <w:b/>
          <w:sz w:val="28"/>
          <w:szCs w:val="28"/>
        </w:rPr>
        <w:t>ия «Городской округ Ногликский»</w:t>
      </w:r>
    </w:p>
    <w:p w14:paraId="34D6DEF7" w14:textId="77777777" w:rsidR="0015168D" w:rsidRDefault="00441753" w:rsidP="00151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1753">
        <w:rPr>
          <w:rFonts w:ascii="Times New Roman" w:hAnsi="Times New Roman"/>
          <w:b/>
          <w:sz w:val="28"/>
          <w:szCs w:val="28"/>
        </w:rPr>
        <w:t xml:space="preserve">от 09.10.2014 № </w:t>
      </w:r>
      <w:r w:rsidR="00E81276">
        <w:rPr>
          <w:rFonts w:ascii="Times New Roman" w:hAnsi="Times New Roman"/>
          <w:b/>
          <w:sz w:val="28"/>
          <w:szCs w:val="28"/>
        </w:rPr>
        <w:t xml:space="preserve">639 </w:t>
      </w:r>
      <w:r w:rsidRPr="00441753">
        <w:rPr>
          <w:rFonts w:ascii="Times New Roman" w:hAnsi="Times New Roman"/>
          <w:b/>
          <w:sz w:val="28"/>
          <w:szCs w:val="28"/>
        </w:rPr>
        <w:t>«Об утве</w:t>
      </w:r>
      <w:r w:rsidR="0015168D">
        <w:rPr>
          <w:rFonts w:ascii="Times New Roman" w:hAnsi="Times New Roman"/>
          <w:b/>
          <w:sz w:val="28"/>
          <w:szCs w:val="28"/>
        </w:rPr>
        <w:t>рждении муниципальной программы</w:t>
      </w:r>
    </w:p>
    <w:p w14:paraId="5F065584" w14:textId="323486CB" w:rsidR="0015168D" w:rsidRDefault="00441753" w:rsidP="00151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1753">
        <w:rPr>
          <w:rFonts w:ascii="Times New Roman" w:hAnsi="Times New Roman"/>
          <w:b/>
          <w:sz w:val="28"/>
          <w:szCs w:val="28"/>
        </w:rPr>
        <w:t>«Обеспечение безопасно</w:t>
      </w:r>
      <w:r w:rsidR="0015168D">
        <w:rPr>
          <w:rFonts w:ascii="Times New Roman" w:hAnsi="Times New Roman"/>
          <w:b/>
          <w:sz w:val="28"/>
          <w:szCs w:val="28"/>
        </w:rPr>
        <w:t>сти жизнедеятельности населения</w:t>
      </w:r>
    </w:p>
    <w:p w14:paraId="1B414BB0" w14:textId="77777777" w:rsidR="0015168D" w:rsidRDefault="00441753" w:rsidP="00151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1753">
        <w:rPr>
          <w:rFonts w:ascii="Times New Roman" w:hAnsi="Times New Roman"/>
          <w:b/>
          <w:sz w:val="28"/>
          <w:szCs w:val="28"/>
        </w:rPr>
        <w:t>в муниципальном образовании Ногликс</w:t>
      </w:r>
      <w:r w:rsidR="0015168D">
        <w:rPr>
          <w:rFonts w:ascii="Times New Roman" w:hAnsi="Times New Roman"/>
          <w:b/>
          <w:sz w:val="28"/>
          <w:szCs w:val="28"/>
        </w:rPr>
        <w:t>кий муниципальный округ</w:t>
      </w:r>
    </w:p>
    <w:p w14:paraId="077E787F" w14:textId="33016931" w:rsidR="0033636C" w:rsidRPr="00441753" w:rsidRDefault="00441753" w:rsidP="00151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1753">
        <w:rPr>
          <w:rFonts w:ascii="Times New Roman" w:hAnsi="Times New Roman"/>
          <w:b/>
          <w:sz w:val="28"/>
          <w:szCs w:val="28"/>
        </w:rPr>
        <w:t>Сахалинской области»</w:t>
      </w:r>
    </w:p>
    <w:p w14:paraId="077E7880" w14:textId="77777777" w:rsidR="00185FEC" w:rsidRDefault="00185FEC" w:rsidP="001516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98C657" w14:textId="654034E4" w:rsidR="00E10668" w:rsidRDefault="00E10668" w:rsidP="0015168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30484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«Обеспечение безопасности жизнедеятельности населения </w:t>
      </w:r>
      <w:r>
        <w:rPr>
          <w:rFonts w:ascii="Times New Roman" w:hAnsi="Times New Roman"/>
          <w:sz w:val="28"/>
          <w:szCs w:val="28"/>
        </w:rPr>
        <w:br/>
      </w:r>
      <w:r w:rsidRPr="00430484"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6B61E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утвержденной постановлением администрации муниципального образования «Городской о</w:t>
      </w:r>
      <w:r w:rsidR="0015168D">
        <w:rPr>
          <w:rFonts w:ascii="Times New Roman" w:hAnsi="Times New Roman"/>
          <w:sz w:val="28"/>
          <w:szCs w:val="28"/>
        </w:rPr>
        <w:t xml:space="preserve">круг Ногликский» от 09.10.2014 </w:t>
      </w:r>
      <w:r w:rsidR="0015168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639,</w:t>
      </w:r>
      <w:r w:rsidRPr="00430484">
        <w:rPr>
          <w:rFonts w:ascii="Times New Roman" w:hAnsi="Times New Roman"/>
          <w:sz w:val="28"/>
          <w:szCs w:val="28"/>
        </w:rPr>
        <w:t xml:space="preserve"> </w:t>
      </w:r>
      <w:r w:rsidRPr="00194FE2">
        <w:rPr>
          <w:rFonts w:ascii="Times New Roman" w:hAnsi="Times New Roman"/>
          <w:sz w:val="28"/>
          <w:szCs w:val="28"/>
        </w:rPr>
        <w:t xml:space="preserve">в соответствие с </w:t>
      </w:r>
      <w:bookmarkStart w:id="1" w:name="_Hlk180488756"/>
      <w:r w:rsidRPr="00194FE2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ем</w:t>
      </w:r>
      <w:r w:rsidRPr="00194FE2">
        <w:rPr>
          <w:rFonts w:ascii="Times New Roman" w:hAnsi="Times New Roman"/>
          <w:sz w:val="28"/>
          <w:szCs w:val="28"/>
        </w:rPr>
        <w:t xml:space="preserve"> </w:t>
      </w:r>
      <w:r w:rsidRPr="00E25539">
        <w:rPr>
          <w:rFonts w:ascii="Times New Roman" w:hAnsi="Times New Roman"/>
          <w:bCs/>
          <w:sz w:val="28"/>
          <w:szCs w:val="28"/>
        </w:rPr>
        <w:t>Собрания муниципального образования Ногликский муниципальный округ Сахалинской области от 20.03.2025 № 51 «О внесении изменений в решение Собрания муниципального образования «Городской округ Ногликский» от 13.12.2024 № 36 «О бюджете муниципального образования Ногликский муниципальный округ Сахалинской области на 2025 год и на плановый период 2026 и 2027 годов»</w:t>
      </w:r>
      <w:r w:rsidRPr="00194FE2">
        <w:rPr>
          <w:rFonts w:ascii="Times New Roman" w:hAnsi="Times New Roman"/>
          <w:sz w:val="28"/>
          <w:szCs w:val="28"/>
        </w:rPr>
        <w:t xml:space="preserve">, </w:t>
      </w:r>
      <w:bookmarkEnd w:id="1"/>
      <w:r w:rsidRPr="00194FE2">
        <w:rPr>
          <w:rFonts w:ascii="Times New Roman" w:hAnsi="Times New Roman"/>
          <w:sz w:val="28"/>
          <w:szCs w:val="28"/>
        </w:rPr>
        <w:t xml:space="preserve">руководствуясь Порядком разработки, реализации и </w:t>
      </w:r>
      <w:r>
        <w:rPr>
          <w:rFonts w:ascii="Times New Roman" w:hAnsi="Times New Roman"/>
          <w:sz w:val="28"/>
          <w:szCs w:val="28"/>
        </w:rPr>
        <w:t>мониторинга</w:t>
      </w:r>
      <w:r w:rsidRPr="00194FE2">
        <w:rPr>
          <w:rFonts w:ascii="Times New Roman" w:hAnsi="Times New Roman"/>
          <w:sz w:val="28"/>
          <w:szCs w:val="28"/>
        </w:rPr>
        <w:t xml:space="preserve"> муниципальных программ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«Городской округ Ногликский», </w:t>
      </w:r>
      <w:r w:rsidRPr="00194FE2">
        <w:rPr>
          <w:rFonts w:ascii="Times New Roman" w:hAnsi="Times New Roman"/>
          <w:sz w:val="28"/>
          <w:szCs w:val="28"/>
        </w:rPr>
        <w:t>утвержденным постановлением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4FE2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r w:rsidRPr="00FA50EA">
        <w:rPr>
          <w:rFonts w:ascii="Times New Roman" w:hAnsi="Times New Roman"/>
          <w:sz w:val="28"/>
          <w:szCs w:val="28"/>
        </w:rPr>
        <w:t xml:space="preserve">от 28.04.2016 </w:t>
      </w:r>
      <w:r w:rsidR="0015168D">
        <w:rPr>
          <w:rFonts w:ascii="Times New Roman" w:hAnsi="Times New Roman"/>
          <w:sz w:val="28"/>
          <w:szCs w:val="28"/>
        </w:rPr>
        <w:br/>
      </w:r>
      <w:r w:rsidRPr="00FA50EA">
        <w:rPr>
          <w:rFonts w:ascii="Times New Roman" w:hAnsi="Times New Roman"/>
          <w:sz w:val="28"/>
          <w:szCs w:val="28"/>
        </w:rPr>
        <w:t>№ 344</w:t>
      </w:r>
      <w:r w:rsidR="00441753">
        <w:rPr>
          <w:rFonts w:ascii="Times New Roman" w:hAnsi="Times New Roman"/>
          <w:sz w:val="28"/>
          <w:szCs w:val="28"/>
        </w:rPr>
        <w:t xml:space="preserve"> </w:t>
      </w:r>
      <w:r w:rsidR="00441753" w:rsidRPr="00441753">
        <w:rPr>
          <w:rFonts w:ascii="Times New Roman" w:hAnsi="Times New Roman"/>
          <w:sz w:val="28"/>
          <w:szCs w:val="28"/>
        </w:rPr>
        <w:t>«Об утверждении Порядка разработки, реализации и проведения оценки эффективности муниципальных программ муниципального образования «Городской округ Ногликский»</w:t>
      </w:r>
      <w:r w:rsidRPr="00194FE2">
        <w:rPr>
          <w:rFonts w:ascii="Times New Roman" w:hAnsi="Times New Roman"/>
          <w:sz w:val="28"/>
          <w:szCs w:val="28"/>
        </w:rPr>
        <w:t xml:space="preserve">, ст. 36 Устава муниципального образования </w:t>
      </w:r>
      <w:r w:rsidRPr="00845A55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194FE2">
        <w:rPr>
          <w:rFonts w:ascii="Times New Roman" w:hAnsi="Times New Roman"/>
          <w:sz w:val="28"/>
          <w:szCs w:val="28"/>
        </w:rPr>
        <w:t>, админист</w:t>
      </w:r>
      <w:r w:rsidR="006B61E3">
        <w:rPr>
          <w:rFonts w:ascii="Times New Roman" w:hAnsi="Times New Roman"/>
          <w:sz w:val="28"/>
          <w:szCs w:val="28"/>
        </w:rPr>
        <w:t>рация</w:t>
      </w:r>
      <w:r w:rsidRPr="00194FE2">
        <w:rPr>
          <w:rFonts w:ascii="Times New Roman" w:hAnsi="Times New Roman"/>
          <w:sz w:val="28"/>
          <w:szCs w:val="28"/>
        </w:rPr>
        <w:t xml:space="preserve"> </w:t>
      </w:r>
      <w:r w:rsidRPr="00845A55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4FE2">
        <w:rPr>
          <w:rFonts w:ascii="Times New Roman" w:hAnsi="Times New Roman"/>
          <w:b/>
          <w:sz w:val="28"/>
          <w:szCs w:val="28"/>
        </w:rPr>
        <w:t>ПОСТАНОВЛЯЕТ:</w:t>
      </w:r>
    </w:p>
    <w:p w14:paraId="6BFDCCCC" w14:textId="7BDA335D" w:rsidR="00E10668" w:rsidRPr="00061EF3" w:rsidRDefault="00E10668" w:rsidP="001516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 Внести </w:t>
      </w:r>
      <w:r w:rsidR="00441753">
        <w:rPr>
          <w:rFonts w:ascii="Times New Roman" w:eastAsia="Times New Roman" w:hAnsi="Times New Roman"/>
          <w:sz w:val="28"/>
          <w:szCs w:val="28"/>
          <w:lang w:eastAsia="ru-RU"/>
        </w:rPr>
        <w:t>в постановление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 образования «Городской округ Ногликский» от 09.10.2014 № 639 (в редакции от 08.05.2015 № 316, от 11.09.2015 № 663, от 02.02.2016 № 110, от 28.04.2016 № 339, </w:t>
      </w:r>
      <w:r w:rsidR="0015168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от 25.05.2016 № 414, от 12.07.2016 № 549, от 11.10.2017 № 766, от 28.11.2017 № 969, от 17.04.2018 № 395, от 10.05.2018 № 454, от 03.07.2018 № 634, </w:t>
      </w:r>
      <w:r w:rsidR="0015168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от 27.09.2018 № 937, от 02.04.2019 № 215, от 14.11.2019 № 830, от 23.03.2020 № 140, от 05.03.2021 № 126, от 23.08.2021 № 465, от 08.06.2022 № 299, </w:t>
      </w:r>
      <w:r w:rsidR="0015168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>от 25.08.2022 № 458, от 07.03.2023 № 123, от 10.07.2023 № 436, от 13.10.2023 № 632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от </w:t>
      </w:r>
      <w:r w:rsidRPr="008A3270">
        <w:rPr>
          <w:rFonts w:ascii="Times New Roman" w:eastAsia="Times New Roman" w:hAnsi="Times New Roman"/>
          <w:sz w:val="28"/>
          <w:szCs w:val="28"/>
          <w:lang w:eastAsia="ru-RU"/>
        </w:rPr>
        <w:t>28.03.2024 № 182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от </w:t>
      </w:r>
      <w:r w:rsidR="0015168D">
        <w:rPr>
          <w:rFonts w:ascii="Times New Roman" w:eastAsia="Times New Roman" w:hAnsi="Times New Roman"/>
          <w:sz w:val="28"/>
          <w:szCs w:val="28"/>
          <w:lang w:eastAsia="ru-RU"/>
        </w:rPr>
        <w:t>08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.04.2025 № </w:t>
      </w:r>
      <w:r w:rsidR="0015168D">
        <w:rPr>
          <w:rFonts w:ascii="Times New Roman" w:eastAsia="Times New Roman" w:hAnsi="Times New Roman"/>
          <w:sz w:val="28"/>
          <w:szCs w:val="28"/>
          <w:lang w:eastAsia="ru-RU"/>
        </w:rPr>
        <w:t>214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) «Об утверждении муниципальной программы «Обеспечение безопасности жизнедеятельности населения в муниципальном образовании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>, следующие изменения:</w:t>
      </w:r>
    </w:p>
    <w:p w14:paraId="02A69C1C" w14:textId="77777777" w:rsidR="00E10668" w:rsidRPr="00061EF3" w:rsidRDefault="00E10668" w:rsidP="0015168D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1EF3">
        <w:rPr>
          <w:rFonts w:ascii="Times New Roman" w:hAnsi="Times New Roman"/>
          <w:sz w:val="28"/>
          <w:szCs w:val="28"/>
          <w:lang w:eastAsia="ru-RU"/>
        </w:rPr>
        <w:t>1.1. Раздел «Объемы и источники финансирования» Паспорта программы изложить в новой редакции:</w:t>
      </w:r>
    </w:p>
    <w:p w14:paraId="4CBF8429" w14:textId="77777777" w:rsidR="00E10668" w:rsidRPr="00061EF3" w:rsidRDefault="00E10668" w:rsidP="001516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43" w:type="dxa"/>
        <w:tblInd w:w="-14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4"/>
        <w:gridCol w:w="2193"/>
        <w:gridCol w:w="7021"/>
        <w:gridCol w:w="345"/>
      </w:tblGrid>
      <w:tr w:rsidR="0015168D" w:rsidRPr="0015168D" w14:paraId="79A36C7C" w14:textId="77777777" w:rsidTr="009D22E3">
        <w:trPr>
          <w:trHeight w:val="400"/>
        </w:trPr>
        <w:tc>
          <w:tcPr>
            <w:tcW w:w="284" w:type="dxa"/>
            <w:tcBorders>
              <w:right w:val="single" w:sz="4" w:space="0" w:color="auto"/>
            </w:tcBorders>
          </w:tcPr>
          <w:p w14:paraId="6A3DF641" w14:textId="77777777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18E4" w14:textId="77777777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0D7A5" w14:textId="46F165D3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составляет </w:t>
            </w:r>
            <w:bookmarkStart w:id="2" w:name="_Hlk193965162"/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8DA"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371,8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 из местного бюджета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24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 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612,8 тыс. руб</w:t>
            </w:r>
            <w:bookmarkEnd w:id="2"/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., из областного бюджета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30 7</w:t>
            </w:r>
            <w:r w:rsidR="00AB3591"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 тыс. руб.</w:t>
            </w:r>
          </w:p>
          <w:p w14:paraId="096D8F3D" w14:textId="77777777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 муниципальной программы по годам:</w:t>
            </w:r>
          </w:p>
          <w:p w14:paraId="4B1CD6C6" w14:textId="5054CDB2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год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- 17 356,2 тыс. руб.,</w:t>
            </w:r>
          </w:p>
          <w:p w14:paraId="2BDD22A7" w14:textId="77777777" w:rsid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- 1 516,2 тыс. руб.,</w:t>
            </w:r>
          </w:p>
          <w:p w14:paraId="2C684BF0" w14:textId="5D873DA7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областного бюджета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15 840,0 тыс. руб.;</w:t>
            </w:r>
          </w:p>
          <w:p w14:paraId="38360024" w14:textId="0B9CC676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16 785,7 тыс. руб.,</w:t>
            </w:r>
          </w:p>
          <w:p w14:paraId="2B3218A8" w14:textId="77777777" w:rsid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- 1 902,7 тыс. руб.,</w:t>
            </w:r>
          </w:p>
          <w:p w14:paraId="0AB049A3" w14:textId="3BE8B654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областного бюджета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14 883,0 тыс. руб.;</w:t>
            </w:r>
          </w:p>
          <w:p w14:paraId="28059C8D" w14:textId="1E622DBA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4 370,6 тыс. руб.,</w:t>
            </w:r>
          </w:p>
          <w:p w14:paraId="7A5398BF" w14:textId="537CD5C5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4 370,6 тыс. руб.;</w:t>
            </w:r>
          </w:p>
          <w:p w14:paraId="7417DB2F" w14:textId="4DB0D78C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12 386,1 тыс. руб.,</w:t>
            </w:r>
          </w:p>
          <w:p w14:paraId="52408765" w14:textId="309B405C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12 386,1 тыс. руб.;</w:t>
            </w:r>
          </w:p>
          <w:p w14:paraId="10970822" w14:textId="5261C215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14 496,8 тыс. руб.,</w:t>
            </w:r>
          </w:p>
          <w:p w14:paraId="0D1FBD0C" w14:textId="27304D41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14 496,8 тыс. руб.;</w:t>
            </w:r>
          </w:p>
          <w:p w14:paraId="15A42DC9" w14:textId="133E68F4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15 965,8 тыс. руб.,</w:t>
            </w:r>
          </w:p>
          <w:p w14:paraId="567D22E1" w14:textId="79C5C32B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15 965,8 тыс. руб.;</w:t>
            </w:r>
          </w:p>
          <w:p w14:paraId="19AFE7AF" w14:textId="5603C44D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15 882,2 тыс. руб.,</w:t>
            </w:r>
          </w:p>
          <w:p w14:paraId="0C57E52A" w14:textId="5206A2BA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15 882,2 тыс. руб.;</w:t>
            </w:r>
          </w:p>
          <w:p w14:paraId="22FF45C4" w14:textId="0B450D7E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17 277,2 тыс. руб.,</w:t>
            </w:r>
          </w:p>
          <w:p w14:paraId="36242AF3" w14:textId="4150B341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17 277,2 тыс. руб.;</w:t>
            </w:r>
          </w:p>
          <w:p w14:paraId="24906F57" w14:textId="0079FC05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20 461,4 тыс. руб.,</w:t>
            </w:r>
          </w:p>
          <w:p w14:paraId="540C25E2" w14:textId="040D4CB5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20 461,4 тыс. руб.;</w:t>
            </w:r>
          </w:p>
          <w:p w14:paraId="711641AA" w14:textId="5F076521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35 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883,3 тыс. руб.,</w:t>
            </w:r>
          </w:p>
          <w:p w14:paraId="1D241B9C" w14:textId="77777777" w:rsid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числе из местного бюджета - 35 847,3 тыс. руб.,</w:t>
            </w:r>
          </w:p>
          <w:p w14:paraId="7DE20C8B" w14:textId="0D440146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областного бюджета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36,0 тыс. руб.;</w:t>
            </w:r>
          </w:p>
          <w:p w14:paraId="64081F03" w14:textId="46865B08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40 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579,1 тыс. руб.,</w:t>
            </w:r>
          </w:p>
          <w:p w14:paraId="269AB34C" w14:textId="371A0DB0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в том числе из местного бюджета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40 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579,1 тыс. руб.;</w:t>
            </w:r>
          </w:p>
          <w:p w14:paraId="17DD3218" w14:textId="7C3B55FB" w:rsidR="00E10668" w:rsidRPr="0015168D" w:rsidRDefault="0015168D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- 33 </w:t>
            </w:r>
            <w:r w:rsidR="00E10668"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465,7 тыс. руб.,</w:t>
            </w:r>
          </w:p>
          <w:p w14:paraId="1BD78123" w14:textId="325E82CC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бюджета – 33 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465,7 тыс. руб.;</w:t>
            </w:r>
          </w:p>
          <w:p w14:paraId="3581DAF5" w14:textId="411E04FE" w:rsidR="00E10668" w:rsidRPr="0015168D" w:rsidRDefault="0015168D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- 34 </w:t>
            </w:r>
            <w:r w:rsidR="00E10668"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461,7 тыс. руб.,</w:t>
            </w:r>
          </w:p>
          <w:p w14:paraId="51B9A82B" w14:textId="72C65276" w:rsidR="00E10668" w:rsidRPr="0015168D" w:rsidRDefault="00E10668" w:rsidP="00151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</w:t>
            </w:r>
            <w:r w:rsid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числе из местного бюджета – 34 </w:t>
            </w: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461,7 тыс. руб.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14:paraId="5A75582E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C4BF64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EF41A3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B5C9AD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06EC49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A3585A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815881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2CFE3E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225EE7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9F773E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AE6F9F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FD0864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37D82A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6CBC6B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8523C5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BA20AC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8433BC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C1978C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DFD769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57B33B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83C157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9CF775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CDF69A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7A6D80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C7B592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8D755C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DC23A9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50F10C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3C2D81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AA8708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0AF73A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BB442F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33B04B" w14:textId="77777777" w:rsidR="00E10668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587E15" w14:textId="77777777" w:rsidR="0015168D" w:rsidRPr="0015168D" w:rsidRDefault="0015168D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FEF255" w14:textId="77777777" w:rsidR="00E10668" w:rsidRPr="0015168D" w:rsidRDefault="00E10668" w:rsidP="001516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6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0D85C770" w14:textId="77777777" w:rsidR="00E10668" w:rsidRPr="00061EF3" w:rsidRDefault="00E10668" w:rsidP="001516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C9"/>
      <w:bookmarkStart w:id="4" w:name="C10"/>
      <w:bookmarkStart w:id="5" w:name="C11"/>
      <w:bookmarkStart w:id="6" w:name="C12"/>
      <w:bookmarkStart w:id="7" w:name="C13"/>
      <w:bookmarkEnd w:id="3"/>
      <w:bookmarkEnd w:id="4"/>
      <w:bookmarkEnd w:id="5"/>
      <w:bookmarkEnd w:id="6"/>
      <w:bookmarkEnd w:id="7"/>
    </w:p>
    <w:p w14:paraId="6040C6DD" w14:textId="7F0994D2" w:rsidR="00E10668" w:rsidRPr="00061EF3" w:rsidRDefault="00E10668" w:rsidP="001516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5168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. Абзац первый раздела 6 «Ресурсное обеспечение муниципальной программы»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редакции:</w:t>
      </w:r>
    </w:p>
    <w:p w14:paraId="3019E873" w14:textId="4D479629" w:rsidR="00E10668" w:rsidRPr="0015168D" w:rsidRDefault="00E10668" w:rsidP="001516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168D"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муниципальной программы составляет 279</w:t>
      </w:r>
      <w:r w:rsidR="0015168D" w:rsidRPr="001516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D18DA" w:rsidRPr="0015168D">
        <w:rPr>
          <w:rFonts w:ascii="Times New Roman" w:eastAsia="Times New Roman" w:hAnsi="Times New Roman"/>
          <w:sz w:val="28"/>
          <w:szCs w:val="28"/>
          <w:lang w:eastAsia="ru-RU"/>
        </w:rPr>
        <w:t>371,8</w:t>
      </w:r>
      <w:r w:rsidRPr="0015168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в том числе из местного бюджета </w:t>
      </w:r>
      <w:r w:rsidR="0015168D" w:rsidRPr="0015168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5168D">
        <w:rPr>
          <w:rFonts w:ascii="Times New Roman" w:eastAsia="Times New Roman" w:hAnsi="Times New Roman"/>
          <w:sz w:val="28"/>
          <w:szCs w:val="28"/>
          <w:lang w:eastAsia="ru-RU"/>
        </w:rPr>
        <w:t xml:space="preserve"> 24</w:t>
      </w:r>
      <w:r w:rsidR="0015168D" w:rsidRPr="0015168D"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 w:rsidRPr="0015168D">
        <w:rPr>
          <w:rFonts w:ascii="Times New Roman" w:eastAsia="Times New Roman" w:hAnsi="Times New Roman"/>
          <w:sz w:val="28"/>
          <w:szCs w:val="28"/>
          <w:lang w:eastAsia="ru-RU"/>
        </w:rPr>
        <w:t xml:space="preserve">612,8 тыс. руб., </w:t>
      </w:r>
      <w:r w:rsidR="0015168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5168D">
        <w:rPr>
          <w:rFonts w:ascii="Times New Roman" w:eastAsia="Times New Roman" w:hAnsi="Times New Roman"/>
          <w:sz w:val="28"/>
          <w:szCs w:val="28"/>
          <w:lang w:eastAsia="ru-RU"/>
        </w:rPr>
        <w:t xml:space="preserve">из областного бюджета </w:t>
      </w:r>
      <w:r w:rsidR="0015168D" w:rsidRPr="0015168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5168D">
        <w:rPr>
          <w:rFonts w:ascii="Times New Roman" w:eastAsia="Times New Roman" w:hAnsi="Times New Roman"/>
          <w:sz w:val="28"/>
          <w:szCs w:val="28"/>
          <w:lang w:eastAsia="ru-RU"/>
        </w:rPr>
        <w:t xml:space="preserve"> 30 </w:t>
      </w:r>
      <w:r w:rsidR="009D18DA" w:rsidRPr="0015168D">
        <w:rPr>
          <w:rFonts w:ascii="Times New Roman" w:eastAsia="Times New Roman" w:hAnsi="Times New Roman"/>
          <w:sz w:val="28"/>
          <w:szCs w:val="28"/>
          <w:lang w:eastAsia="ru-RU"/>
        </w:rPr>
        <w:t>759</w:t>
      </w:r>
      <w:r w:rsidRPr="0015168D">
        <w:rPr>
          <w:rFonts w:ascii="Times New Roman" w:eastAsia="Times New Roman" w:hAnsi="Times New Roman"/>
          <w:sz w:val="28"/>
          <w:szCs w:val="28"/>
          <w:lang w:eastAsia="ru-RU"/>
        </w:rPr>
        <w:t>,0 тыс. руб.».</w:t>
      </w:r>
    </w:p>
    <w:p w14:paraId="103F02BB" w14:textId="464F185E" w:rsidR="00AB3591" w:rsidRPr="00061EF3" w:rsidRDefault="00AB3591" w:rsidP="001516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2</w:t>
      </w:r>
      <w:r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Приложение </w:t>
      </w:r>
      <w:r w:rsidR="009653A4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3</w:t>
      </w:r>
      <w:r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часть 2 к муниципальной программе 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«Обеспечение безопасности жизнедеятельности населения в муниципальном образовании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1</w:t>
      </w:r>
      <w:r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к настоящему постановлению.</w:t>
      </w:r>
    </w:p>
    <w:p w14:paraId="6CF74749" w14:textId="75725921" w:rsidR="00E10668" w:rsidRPr="00061EF3" w:rsidRDefault="00AB3591" w:rsidP="001516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3</w:t>
      </w:r>
      <w:r w:rsidR="00E10668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Приложение 4 часть 2 к муниципальной программе </w:t>
      </w:r>
      <w:r w:rsidR="00E10668"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«Обеспечение безопасности жизнедеятельности населения в муниципальном образовании </w:t>
      </w:r>
      <w:r w:rsidR="00E10668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="00E10668"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10668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изложить в новой редакции согласно приложению </w:t>
      </w:r>
      <w:r w:rsidR="009653A4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2</w:t>
      </w:r>
      <w:r w:rsidR="00E10668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к настоящему постановлению.</w:t>
      </w:r>
    </w:p>
    <w:p w14:paraId="6576AE9C" w14:textId="4260AF15" w:rsidR="00E10668" w:rsidRDefault="00AB3591" w:rsidP="0015168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4</w:t>
      </w:r>
      <w:r w:rsidR="00E10668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Опубликовать настоящее постановление в газете «Знамя труда» </w:t>
      </w:r>
      <w:r w:rsidR="00E10668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  <w:t xml:space="preserve">и разместить на официальном сайте муниципального образования </w:t>
      </w:r>
      <w:r w:rsidR="00E1066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Ногликский муниципальный округ Сахалинской области</w:t>
      </w:r>
      <w:r w:rsidR="00E10668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в информационно-телекоммуникационной сети «Интернет».</w:t>
      </w:r>
    </w:p>
    <w:p w14:paraId="15157084" w14:textId="3AF0C6AD" w:rsidR="00E10668" w:rsidRPr="00061EF3" w:rsidRDefault="00AB3591" w:rsidP="0015168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5</w:t>
      </w:r>
      <w:r w:rsidR="00E10668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Контроль за исполнением настоящего постановления возложить </w:t>
      </w:r>
      <w:r w:rsidR="0015168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</w:r>
      <w:r w:rsidR="00E10668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на </w:t>
      </w:r>
      <w:r w:rsidR="00E1066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управляющего делами администрации</w:t>
      </w:r>
      <w:r w:rsidR="00E10668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муниципального образования </w:t>
      </w:r>
      <w:bookmarkStart w:id="8" w:name="_Hlk193895289"/>
      <w:r w:rsidR="00E1066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Ногликский муниципальный округ Сахалинской области</w:t>
      </w:r>
      <w:r w:rsidR="00E10668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bookmarkEnd w:id="8"/>
      <w:r w:rsidR="00E1066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Авдеева И.Ю.</w:t>
      </w:r>
    </w:p>
    <w:p w14:paraId="728A2342" w14:textId="77777777" w:rsidR="00E10668" w:rsidRDefault="00E10668" w:rsidP="00151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33DCC1" w14:textId="2F4D75CF" w:rsidR="0015168D" w:rsidRDefault="0015168D" w:rsidP="00151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B797F5" w14:textId="77777777" w:rsidR="0015168D" w:rsidRPr="00061EF3" w:rsidRDefault="0015168D" w:rsidP="00151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88A69A" w14:textId="77777777" w:rsidR="00B41373" w:rsidRDefault="00B41373" w:rsidP="00151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E10668" w:rsidRPr="00061EF3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38779ABB" w14:textId="496C4646" w:rsidR="00E10668" w:rsidRPr="00061EF3" w:rsidRDefault="00E10668" w:rsidP="00151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1EF3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5F77C63B" w14:textId="77777777" w:rsidR="00E10668" w:rsidRDefault="00E10668" w:rsidP="00151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10FCBE85" w14:textId="44B74166" w:rsidR="00E10668" w:rsidRPr="008629FA" w:rsidRDefault="00E10668" w:rsidP="00151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="00B41373">
        <w:rPr>
          <w:rFonts w:ascii="Times New Roman" w:hAnsi="Times New Roman"/>
          <w:sz w:val="28"/>
          <w:szCs w:val="28"/>
        </w:rPr>
        <w:t>Л.А. Блидченко</w:t>
      </w:r>
    </w:p>
    <w:sectPr w:rsidR="00E10668" w:rsidRPr="008629FA" w:rsidSect="0015168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E7896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77E7897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7E7894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77E7895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711498"/>
      <w:docPartObj>
        <w:docPartGallery w:val="Page Numbers (Top of Page)"/>
        <w:docPartUnique/>
      </w:docPartObj>
    </w:sdtPr>
    <w:sdtEndPr/>
    <w:sdtContent>
      <w:p w14:paraId="13767478" w14:textId="1A335ED0" w:rsidR="0015168D" w:rsidRDefault="0015168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D6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5168D"/>
    <w:rsid w:val="00185FEC"/>
    <w:rsid w:val="001E1F9F"/>
    <w:rsid w:val="002003DC"/>
    <w:rsid w:val="002A43F4"/>
    <w:rsid w:val="002B5CAC"/>
    <w:rsid w:val="002E5401"/>
    <w:rsid w:val="0033636C"/>
    <w:rsid w:val="003C7357"/>
    <w:rsid w:val="003E4257"/>
    <w:rsid w:val="00441753"/>
    <w:rsid w:val="00520CBF"/>
    <w:rsid w:val="005975A4"/>
    <w:rsid w:val="006119DE"/>
    <w:rsid w:val="00647959"/>
    <w:rsid w:val="006B61E3"/>
    <w:rsid w:val="006C016B"/>
    <w:rsid w:val="008629FA"/>
    <w:rsid w:val="009653A4"/>
    <w:rsid w:val="00987DB5"/>
    <w:rsid w:val="009D18DA"/>
    <w:rsid w:val="009F4B93"/>
    <w:rsid w:val="00A30AF1"/>
    <w:rsid w:val="00A87D65"/>
    <w:rsid w:val="00AB3591"/>
    <w:rsid w:val="00AC72C8"/>
    <w:rsid w:val="00B10ED9"/>
    <w:rsid w:val="00B25688"/>
    <w:rsid w:val="00B41373"/>
    <w:rsid w:val="00C02849"/>
    <w:rsid w:val="00C713C5"/>
    <w:rsid w:val="00D12794"/>
    <w:rsid w:val="00D67BD8"/>
    <w:rsid w:val="00DF7897"/>
    <w:rsid w:val="00E10668"/>
    <w:rsid w:val="00E37B8A"/>
    <w:rsid w:val="00E609BC"/>
    <w:rsid w:val="00E8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E787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E10668"/>
    <w:pPr>
      <w:spacing w:line="256" w:lineRule="auto"/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C7357"/>
    <w:rsid w:val="005975A4"/>
    <w:rsid w:val="006C016B"/>
    <w:rsid w:val="009F4B93"/>
    <w:rsid w:val="00B13DA8"/>
    <w:rsid w:val="00C038C0"/>
    <w:rsid w:val="00C713C5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3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2025-04-11T00:01:00Z</dcterms:created>
  <dcterms:modified xsi:type="dcterms:W3CDTF">2025-04-11T00:07:00Z</dcterms:modified>
</cp:coreProperties>
</file>