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57D2EAE" w14:textId="77777777" w:rsidTr="00987DB5">
        <w:tc>
          <w:tcPr>
            <w:tcW w:w="9498" w:type="dxa"/>
          </w:tcPr>
          <w:p w14:paraId="357D2EA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57D2EC5" wp14:editId="357D2EC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7D2EA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57D2EA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57D2EA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57D2EAF" w14:textId="0812576D" w:rsidR="0033636C" w:rsidRPr="0095055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33CE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33CEB" w:rsidRPr="00633CEB">
            <w:rPr>
              <w:rFonts w:ascii="Times New Roman" w:hAnsi="Times New Roman"/>
              <w:sz w:val="28"/>
              <w:szCs w:val="28"/>
            </w:rPr>
            <w:t>10 апреля 2023 года</w:t>
          </w:r>
        </w:sdtContent>
      </w:sdt>
      <w:r w:rsidRPr="00633CE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>
          <w:rPr>
            <w:u w:val="single"/>
          </w:rPr>
        </w:sdtEndPr>
        <w:sdtContent>
          <w:r w:rsidR="00633CEB" w:rsidRPr="00633CEB">
            <w:rPr>
              <w:rFonts w:ascii="Times New Roman" w:hAnsi="Times New Roman"/>
              <w:sz w:val="28"/>
              <w:szCs w:val="28"/>
            </w:rPr>
            <w:t>230</w:t>
          </w:r>
        </w:sdtContent>
      </w:sdt>
    </w:p>
    <w:p w14:paraId="357D2EB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57D2EB1" w14:textId="6B95ACEF" w:rsidR="0033636C" w:rsidRPr="00BA57E1" w:rsidRDefault="0033636C" w:rsidP="00950554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57E1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950554">
        <w:rPr>
          <w:rFonts w:ascii="Times New Roman" w:hAnsi="Times New Roman"/>
          <w:b/>
          <w:sz w:val="28"/>
          <w:szCs w:val="28"/>
        </w:rPr>
        <w:br/>
      </w:r>
      <w:r w:rsidRPr="00BA57E1">
        <w:rPr>
          <w:rFonts w:ascii="Times New Roman" w:hAnsi="Times New Roman"/>
          <w:b/>
          <w:sz w:val="28"/>
          <w:szCs w:val="28"/>
        </w:rPr>
        <w:t xml:space="preserve">по предоставлению муниципальной услуги: </w:t>
      </w:r>
      <w:r w:rsidR="00323139">
        <w:rPr>
          <w:rFonts w:ascii="Times New Roman" w:hAnsi="Times New Roman"/>
          <w:b/>
          <w:sz w:val="28"/>
          <w:szCs w:val="28"/>
        </w:rPr>
        <w:br/>
      </w:r>
      <w:r w:rsidRPr="00BA57E1">
        <w:rPr>
          <w:rFonts w:ascii="Times New Roman" w:hAnsi="Times New Roman"/>
          <w:b/>
          <w:sz w:val="28"/>
          <w:szCs w:val="28"/>
        </w:rPr>
        <w:t xml:space="preserve">«Выдача разрешения на вступление в брак лицам, </w:t>
      </w:r>
      <w:r w:rsidR="00633CEB">
        <w:rPr>
          <w:rFonts w:ascii="Times New Roman" w:hAnsi="Times New Roman"/>
          <w:b/>
          <w:sz w:val="28"/>
          <w:szCs w:val="28"/>
        </w:rPr>
        <w:br/>
      </w:r>
      <w:r w:rsidRPr="00BA57E1">
        <w:rPr>
          <w:rFonts w:ascii="Times New Roman" w:hAnsi="Times New Roman"/>
          <w:b/>
          <w:sz w:val="28"/>
          <w:szCs w:val="28"/>
        </w:rPr>
        <w:t>достигшим возраста шестнадцати лет»</w:t>
      </w:r>
    </w:p>
    <w:p w14:paraId="42F6BFC8" w14:textId="608AFEA5" w:rsidR="00B46378" w:rsidRPr="00692C27" w:rsidRDefault="00B46378" w:rsidP="0020103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2C27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ст. 16 Федерального закона от 06.10.2003 № 131-ФЗ «Об общих принципах организации местного самоуправл</w:t>
      </w:r>
      <w:r w:rsidR="00A36EBA">
        <w:rPr>
          <w:rFonts w:ascii="Times New Roman" w:eastAsia="Times New Roman" w:hAnsi="Times New Roman"/>
          <w:sz w:val="28"/>
          <w:szCs w:val="28"/>
          <w:lang w:eastAsia="ru-RU"/>
        </w:rPr>
        <w:t>ения в Российской Федерации»,</w:t>
      </w:r>
      <w:r w:rsidRPr="00692C27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Федеральным законом от 27.07.2010 № 210-ФЗ «Об организации предоставления государственных и муниципальных услуг», на основании </w:t>
      </w:r>
      <w:r w:rsidR="00A36EBA">
        <w:rPr>
          <w:rFonts w:ascii="Times New Roman" w:hAnsi="Times New Roman"/>
          <w:sz w:val="28"/>
          <w:szCs w:val="28"/>
        </w:rPr>
        <w:t>распоряжения</w:t>
      </w:r>
      <w:r w:rsidRPr="00692C27">
        <w:rPr>
          <w:rFonts w:ascii="Times New Roman" w:hAnsi="Times New Roman"/>
          <w:sz w:val="28"/>
          <w:szCs w:val="28"/>
        </w:rPr>
        <w:t xml:space="preserve"> Правительства Сахалинской области от 07.12.2020 № 756-р </w:t>
      </w:r>
      <w:r w:rsidR="00656E40"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r w:rsidRPr="00692C27">
        <w:rPr>
          <w:rFonts w:ascii="Times New Roman" w:hAnsi="Times New Roman"/>
          <w:sz w:val="28"/>
          <w:szCs w:val="28"/>
        </w:rPr>
        <w:t>«Об утверждении перечней государ</w:t>
      </w:r>
      <w:r w:rsidR="00E24FB8">
        <w:rPr>
          <w:rFonts w:ascii="Times New Roman" w:hAnsi="Times New Roman"/>
          <w:sz w:val="28"/>
          <w:szCs w:val="28"/>
        </w:rPr>
        <w:t xml:space="preserve">ственных и муниципальных услуг, </w:t>
      </w:r>
      <w:r w:rsidRPr="00692C27">
        <w:rPr>
          <w:rFonts w:ascii="Times New Roman" w:hAnsi="Times New Roman"/>
          <w:sz w:val="28"/>
          <w:szCs w:val="28"/>
        </w:rPr>
        <w:t>оказываемых органами исполнител</w:t>
      </w:r>
      <w:r w:rsidR="00950554">
        <w:rPr>
          <w:rFonts w:ascii="Times New Roman" w:hAnsi="Times New Roman"/>
          <w:sz w:val="28"/>
          <w:szCs w:val="28"/>
        </w:rPr>
        <w:t>ьной власти Сахалинской области</w:t>
      </w:r>
      <w:r w:rsidRPr="00692C27">
        <w:rPr>
          <w:rFonts w:ascii="Times New Roman" w:hAnsi="Times New Roman"/>
          <w:sz w:val="28"/>
          <w:szCs w:val="28"/>
        </w:rPr>
        <w:t>, органами местного самоуправления муниципальных образований Сахалинской области, услуг, оказываемых государственными учреждениями Сахалинской области и другими организациями, в которых размещается государственное задание (заказ)»</w:t>
      </w:r>
      <w:r w:rsidR="00950554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руководствуясь ст. 36 </w:t>
      </w:r>
      <w:r w:rsidRPr="00692C27">
        <w:rPr>
          <w:rFonts w:ascii="Times New Roman" w:eastAsia="Times New Roman" w:hAnsi="Times New Roman"/>
          <w:sz w:val="28"/>
          <w:szCs w:val="28"/>
          <w:lang w:eastAsia="ru-RU"/>
        </w:rPr>
        <w:t>Устава муниципального образования «Городской округ Ногликский», администра</w:t>
      </w:r>
      <w:r w:rsidR="00950554">
        <w:rPr>
          <w:rFonts w:ascii="Times New Roman" w:eastAsia="Times New Roman" w:hAnsi="Times New Roman"/>
          <w:sz w:val="28"/>
          <w:szCs w:val="28"/>
          <w:lang w:eastAsia="ru-RU"/>
        </w:rPr>
        <w:t xml:space="preserve">ция муниципального образования </w:t>
      </w:r>
      <w:r w:rsidRPr="00692C27">
        <w:rPr>
          <w:rFonts w:ascii="Times New Roman" w:eastAsia="Times New Roman" w:hAnsi="Times New Roman"/>
          <w:sz w:val="28"/>
          <w:szCs w:val="28"/>
          <w:lang w:eastAsia="ru-RU"/>
        </w:rPr>
        <w:t xml:space="preserve">«Городской округ Ногликский» </w:t>
      </w:r>
      <w:r w:rsidRPr="00950554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0F283C64" w14:textId="77777777" w:rsidR="00B46378" w:rsidRPr="00692C27" w:rsidRDefault="00B46378" w:rsidP="0020103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2C27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2C27">
        <w:rPr>
          <w:rFonts w:ascii="Times New Roman" w:eastAsia="Times New Roman" w:hAnsi="Times New Roman"/>
          <w:sz w:val="28"/>
          <w:szCs w:val="28"/>
          <w:lang w:eastAsia="ru-RU"/>
        </w:rPr>
        <w:t>Утвердить административный регламент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предоставлению муниципальной </w:t>
      </w:r>
      <w:r w:rsidRPr="00692C27">
        <w:rPr>
          <w:rFonts w:ascii="Times New Roman" w:eastAsia="Times New Roman" w:hAnsi="Times New Roman"/>
          <w:sz w:val="28"/>
          <w:szCs w:val="28"/>
          <w:lang w:eastAsia="ru-RU"/>
        </w:rPr>
        <w:t>услуги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692C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2C27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Pr="00692C27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5A18EEA" w14:textId="36DAFD66" w:rsidR="00B46378" w:rsidRPr="00692C27" w:rsidRDefault="00B46378" w:rsidP="0020103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2C27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2C27">
        <w:rPr>
          <w:rFonts w:ascii="Times New Roman" w:eastAsia="Times New Roman" w:hAnsi="Times New Roman"/>
          <w:sz w:val="28"/>
          <w:szCs w:val="28"/>
          <w:lang w:eastAsia="ru-RU"/>
        </w:rPr>
        <w:t>Признать утратившим</w:t>
      </w:r>
      <w:r w:rsidR="00A36EB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92C27"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 постановления администрации муниципального образования «Городской округ Ногликский»:</w:t>
      </w:r>
    </w:p>
    <w:p w14:paraId="71F45E87" w14:textId="4E3257A6" w:rsidR="00B46378" w:rsidRDefault="00B46378" w:rsidP="0020103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 24.10.2017</w:t>
      </w:r>
      <w:r w:rsidRPr="00692C2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811</w:t>
      </w:r>
      <w:r w:rsidRPr="00692C27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административного регламента по предоставлению муниципальной услуги «</w:t>
      </w:r>
      <w:r w:rsidR="00E24F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Выдача разрешения на </w:t>
      </w:r>
      <w:r w:rsidRPr="00692C27">
        <w:rPr>
          <w:rFonts w:ascii="Times New Roman" w:eastAsia="Times New Roman" w:hAnsi="Times New Roman"/>
          <w:bCs/>
          <w:sz w:val="28"/>
          <w:szCs w:val="28"/>
          <w:lang w:eastAsia="ru-RU"/>
        </w:rPr>
        <w:t>вступление в брак лицам, достигшим возраста шестнадцати лет</w:t>
      </w:r>
      <w:r w:rsidRPr="00692C27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0CA77FDD" w14:textId="2433A9AE" w:rsidR="00B46378" w:rsidRDefault="00B46378" w:rsidP="0020103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 11.04.2018 № 374</w:t>
      </w:r>
      <w:r w:rsidRPr="00692C27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</w:t>
      </w:r>
      <w:r w:rsidR="00E24FB8">
        <w:rPr>
          <w:rFonts w:ascii="Times New Roman" w:eastAsia="Times New Roman" w:hAnsi="Times New Roman"/>
          <w:sz w:val="28"/>
          <w:szCs w:val="28"/>
          <w:lang w:eastAsia="ru-RU"/>
        </w:rPr>
        <w:t xml:space="preserve">есении изменений и дополнений в </w:t>
      </w:r>
      <w:r w:rsidRPr="00692C27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администрации муниципального образования «Городской округ Ногликский»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24.10.2017 № 811»;</w:t>
      </w:r>
    </w:p>
    <w:p w14:paraId="10E0E6C1" w14:textId="48A636FC" w:rsidR="00B46378" w:rsidRDefault="00B46378" w:rsidP="0020103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от 26.09.2018 № 907</w:t>
      </w:r>
      <w:r w:rsidRPr="00692C27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и дополнений в постановление администрации муниципального образования «Городской округ Ногликский»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24.10.2017 № 811»;</w:t>
      </w:r>
    </w:p>
    <w:p w14:paraId="1F0126B3" w14:textId="43F16B19" w:rsidR="00B46378" w:rsidRPr="00692C27" w:rsidRDefault="00B46378" w:rsidP="0020103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 26.09.2018 № 917</w:t>
      </w:r>
      <w:r w:rsidRPr="00692C27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и дополнений в постановление администрации муниципального образования «Городской округ Ногликский»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24.10.2017 № 811»;</w:t>
      </w:r>
    </w:p>
    <w:p w14:paraId="0A36576E" w14:textId="2354BAE2" w:rsidR="00B46378" w:rsidRPr="00692C27" w:rsidRDefault="00B46378" w:rsidP="0020103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 03.08.2022 № 405</w:t>
      </w:r>
      <w:r w:rsidRPr="00692C27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и дополнений в постановление администрации муниципального образования «Городской округ Ногликский»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24.10.2017 № 811».</w:t>
      </w:r>
    </w:p>
    <w:p w14:paraId="61C4C57D" w14:textId="146D6B8C" w:rsidR="00B46378" w:rsidRPr="00692C27" w:rsidRDefault="00B46378" w:rsidP="0020103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2C27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950554" w:rsidRPr="00D83061"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</w:t>
      </w:r>
      <w:r w:rsidR="00950554">
        <w:rPr>
          <w:rFonts w:ascii="Times New Roman" w:hAnsi="Times New Roman"/>
          <w:sz w:val="28"/>
          <w:szCs w:val="28"/>
        </w:rPr>
        <w:t>теле</w:t>
      </w:r>
      <w:r w:rsidR="00950554" w:rsidRPr="00D83061">
        <w:rPr>
          <w:rFonts w:ascii="Times New Roman" w:hAnsi="Times New Roman"/>
          <w:sz w:val="28"/>
          <w:szCs w:val="28"/>
        </w:rPr>
        <w:t xml:space="preserve">коммуникационной сети </w:t>
      </w:r>
      <w:r w:rsidR="00950554">
        <w:rPr>
          <w:rFonts w:ascii="Times New Roman" w:hAnsi="Times New Roman"/>
          <w:sz w:val="28"/>
          <w:szCs w:val="28"/>
        </w:rPr>
        <w:t>«</w:t>
      </w:r>
      <w:r w:rsidR="00950554" w:rsidRPr="00D83061">
        <w:rPr>
          <w:rFonts w:ascii="Times New Roman" w:hAnsi="Times New Roman"/>
          <w:sz w:val="28"/>
          <w:szCs w:val="28"/>
        </w:rPr>
        <w:t>Интернет</w:t>
      </w:r>
      <w:r w:rsidR="00950554">
        <w:rPr>
          <w:rFonts w:ascii="Times New Roman" w:hAnsi="Times New Roman"/>
          <w:sz w:val="28"/>
          <w:szCs w:val="28"/>
        </w:rPr>
        <w:t>»</w:t>
      </w:r>
      <w:r w:rsidR="00950554" w:rsidRPr="00D83061">
        <w:rPr>
          <w:rFonts w:ascii="Times New Roman" w:hAnsi="Times New Roman"/>
          <w:sz w:val="28"/>
          <w:szCs w:val="28"/>
        </w:rPr>
        <w:t>.</w:t>
      </w:r>
    </w:p>
    <w:p w14:paraId="2E34E207" w14:textId="358AA0FF" w:rsidR="00B46378" w:rsidRDefault="00B46378" w:rsidP="0020103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2C27">
        <w:rPr>
          <w:rFonts w:ascii="Times New Roman" w:eastAsia="Times New Roman" w:hAnsi="Times New Roman"/>
          <w:sz w:val="28"/>
          <w:szCs w:val="28"/>
          <w:lang w:eastAsia="ru-RU"/>
        </w:rPr>
        <w:t>4. Контроль за исполнением настоящего постановления возложить на вице-мэра муниципального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«Городской округ Ногликский» </w:t>
      </w:r>
      <w:r w:rsidR="00950554">
        <w:rPr>
          <w:rFonts w:ascii="Times New Roman" w:eastAsia="Times New Roman" w:hAnsi="Times New Roman"/>
          <w:sz w:val="28"/>
          <w:szCs w:val="28"/>
          <w:lang w:eastAsia="ru-RU"/>
        </w:rPr>
        <w:t>Русанова Я.С.</w:t>
      </w:r>
    </w:p>
    <w:p w14:paraId="6D013F3E" w14:textId="77777777" w:rsidR="00E24FB8" w:rsidRDefault="00E24FB8" w:rsidP="0020103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DBCAAB1" w14:textId="77777777" w:rsidR="00B46378" w:rsidRDefault="00B46378" w:rsidP="0020103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A7EDDBD" w14:textId="77777777" w:rsidR="00B46378" w:rsidRDefault="00B46378" w:rsidP="00B463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850829" w14:textId="77777777" w:rsidR="00B46378" w:rsidRDefault="00B46378" w:rsidP="00B463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6655CF2" w14:textId="20A66440" w:rsidR="00B46378" w:rsidRDefault="00B46378" w:rsidP="00B463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С.В. Камел</w:t>
      </w:r>
      <w:r w:rsidR="00950554">
        <w:rPr>
          <w:rFonts w:ascii="Times New Roman" w:hAnsi="Times New Roman"/>
          <w:sz w:val="28"/>
          <w:szCs w:val="28"/>
        </w:rPr>
        <w:t>ин</w:t>
      </w:r>
    </w:p>
    <w:sectPr w:rsidR="00B46378" w:rsidSect="00633CEB">
      <w:headerReference w:type="default" r:id="rId7"/>
      <w:pgSz w:w="11906" w:h="16838"/>
      <w:pgMar w:top="1385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7D2EC9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57D2ECA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7D2EC7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57D2EC8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4732185"/>
      <w:docPartObj>
        <w:docPartGallery w:val="Page Numbers (Top of Page)"/>
        <w:docPartUnique/>
      </w:docPartObj>
    </w:sdtPr>
    <w:sdtEndPr/>
    <w:sdtContent>
      <w:p w14:paraId="173A0BE9" w14:textId="7BAD29E0" w:rsidR="00950554" w:rsidRDefault="00950554" w:rsidP="00633CE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3CE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01034"/>
    <w:rsid w:val="00323139"/>
    <w:rsid w:val="0033636C"/>
    <w:rsid w:val="003E4257"/>
    <w:rsid w:val="00520CBF"/>
    <w:rsid w:val="00633CEB"/>
    <w:rsid w:val="00656E40"/>
    <w:rsid w:val="008629FA"/>
    <w:rsid w:val="00950554"/>
    <w:rsid w:val="00960343"/>
    <w:rsid w:val="00987DB5"/>
    <w:rsid w:val="00A36EBA"/>
    <w:rsid w:val="00AC72C8"/>
    <w:rsid w:val="00B10ED9"/>
    <w:rsid w:val="00B25688"/>
    <w:rsid w:val="00B46378"/>
    <w:rsid w:val="00BA4F65"/>
    <w:rsid w:val="00BA57E1"/>
    <w:rsid w:val="00C02849"/>
    <w:rsid w:val="00D12794"/>
    <w:rsid w:val="00D67BD8"/>
    <w:rsid w:val="00DF7897"/>
    <w:rsid w:val="00E24FB8"/>
    <w:rsid w:val="00E37B8A"/>
    <w:rsid w:val="00E609BC"/>
    <w:rsid w:val="00FF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7D2EA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FB7E02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FB7E02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7774E"/>
    <w:rsid w:val="00FB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19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15</cp:revision>
  <dcterms:created xsi:type="dcterms:W3CDTF">2020-04-07T04:52:00Z</dcterms:created>
  <dcterms:modified xsi:type="dcterms:W3CDTF">2023-04-10T07:53:00Z</dcterms:modified>
</cp:coreProperties>
</file>