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12B5375" w14:textId="77777777" w:rsidTr="00987DB5">
        <w:tc>
          <w:tcPr>
            <w:tcW w:w="9498" w:type="dxa"/>
          </w:tcPr>
          <w:p w14:paraId="712B537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12B538C" wp14:editId="712B538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2B537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12B537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12B537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12B5376" w14:textId="40E315C0" w:rsidR="0033636C" w:rsidRPr="00A9303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9303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93033" w:rsidRPr="00A93033">
            <w:rPr>
              <w:rFonts w:ascii="Times New Roman" w:hAnsi="Times New Roman"/>
              <w:sz w:val="28"/>
              <w:szCs w:val="28"/>
            </w:rPr>
            <w:t>28 апреля 2021 года</w:t>
          </w:r>
        </w:sdtContent>
      </w:sdt>
      <w:r w:rsidRPr="00A9303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93033" w:rsidRPr="00A93033">
            <w:rPr>
              <w:rFonts w:ascii="Times New Roman" w:hAnsi="Times New Roman"/>
              <w:sz w:val="28"/>
              <w:szCs w:val="28"/>
            </w:rPr>
            <w:t>233</w:t>
          </w:r>
        </w:sdtContent>
      </w:sdt>
    </w:p>
    <w:p w14:paraId="712B5377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12B5378" w14:textId="03B3B81F" w:rsidR="0033636C" w:rsidRPr="00F00B89" w:rsidRDefault="0033636C" w:rsidP="0033636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F00B89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постановление </w:t>
      </w:r>
      <w:r w:rsidR="00F00B89" w:rsidRPr="00F00B89">
        <w:rPr>
          <w:rFonts w:ascii="Times New Roman" w:hAnsi="Times New Roman"/>
          <w:b/>
          <w:bCs/>
          <w:sz w:val="28"/>
          <w:szCs w:val="28"/>
        </w:rPr>
        <w:t xml:space="preserve">администрации </w:t>
      </w:r>
      <w:r w:rsidR="00A93033">
        <w:rPr>
          <w:rFonts w:ascii="Times New Roman" w:hAnsi="Times New Roman"/>
          <w:b/>
          <w:bCs/>
          <w:sz w:val="28"/>
          <w:szCs w:val="28"/>
        </w:rPr>
        <w:br/>
      </w:r>
      <w:r w:rsidR="00F00B89" w:rsidRPr="00F00B89">
        <w:rPr>
          <w:rFonts w:ascii="Times New Roman" w:hAnsi="Times New Roman"/>
          <w:b/>
          <w:bCs/>
          <w:sz w:val="28"/>
          <w:szCs w:val="28"/>
        </w:rPr>
        <w:t>муниципального</w:t>
      </w:r>
      <w:r w:rsidRPr="00F00B89">
        <w:rPr>
          <w:rFonts w:ascii="Times New Roman" w:hAnsi="Times New Roman"/>
          <w:b/>
          <w:bCs/>
          <w:sz w:val="28"/>
          <w:szCs w:val="28"/>
        </w:rPr>
        <w:t xml:space="preserve"> образования «Городской округ Ногликский» </w:t>
      </w:r>
      <w:r w:rsidR="00A93033">
        <w:rPr>
          <w:rFonts w:ascii="Times New Roman" w:hAnsi="Times New Roman"/>
          <w:b/>
          <w:bCs/>
          <w:sz w:val="28"/>
          <w:szCs w:val="28"/>
        </w:rPr>
        <w:br/>
      </w:r>
      <w:r w:rsidRPr="00F00B89">
        <w:rPr>
          <w:rFonts w:ascii="Times New Roman" w:hAnsi="Times New Roman"/>
          <w:b/>
          <w:bCs/>
          <w:sz w:val="28"/>
          <w:szCs w:val="28"/>
        </w:rPr>
        <w:t>от 08.08.2013 № 494</w:t>
      </w:r>
    </w:p>
    <w:p w14:paraId="712B5379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5D8B117" w14:textId="1A9FD727" w:rsidR="00F00B89" w:rsidRPr="00F00B89" w:rsidRDefault="00F00B89" w:rsidP="00F5576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00B89"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с </w:t>
      </w:r>
      <w:r w:rsidR="00F55768">
        <w:rPr>
          <w:rFonts w:ascii="Times New Roman" w:eastAsia="Times New Roman" w:hAnsi="Times New Roman"/>
          <w:sz w:val="28"/>
          <w:szCs w:val="28"/>
          <w:lang w:eastAsia="ru-RU"/>
        </w:rPr>
        <w:t>организационно-штатными</w:t>
      </w:r>
      <w:r w:rsidRPr="00F00B89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изменениями,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F00B89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00B89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750E9046" w14:textId="65E3FB3F" w:rsidR="00F00B89" w:rsidRDefault="00F00B89" w:rsidP="00F55768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00B89">
        <w:rPr>
          <w:rFonts w:ascii="Times New Roman" w:eastAsia="Times New Roman" w:hAnsi="Times New Roman"/>
          <w:sz w:val="28"/>
          <w:szCs w:val="28"/>
        </w:rPr>
        <w:t>Внести в постановление администрации муниципального образования «Городской округ Ногликский» от 08.08.2013 № 494 «О поддержке некоммерческих организаций (за исключением государственных (муниципальных) учреждений), осуществляющих развитие игровых видов спорта в муниципальном образовании «Город</w:t>
      </w:r>
      <w:r w:rsidR="0077778C">
        <w:rPr>
          <w:rFonts w:ascii="Times New Roman" w:eastAsia="Times New Roman" w:hAnsi="Times New Roman"/>
          <w:sz w:val="28"/>
          <w:szCs w:val="28"/>
        </w:rPr>
        <w:t>ской округ Ногликский» изменения</w:t>
      </w:r>
      <w:r w:rsidRPr="00F00B89">
        <w:rPr>
          <w:rFonts w:ascii="Times New Roman" w:eastAsia="Times New Roman" w:hAnsi="Times New Roman"/>
          <w:sz w:val="28"/>
          <w:szCs w:val="28"/>
        </w:rPr>
        <w:t>, изложив приложение 2 в новой редакции (прилагается).</w:t>
      </w:r>
    </w:p>
    <w:p w14:paraId="2E10969D" w14:textId="3889C6EE" w:rsidR="00F00B89" w:rsidRDefault="00F00B89" w:rsidP="00F55768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Считать утратившим силу постановление администрации муниципального образования «Городской округ Ногликский» от 13 апреля 2020 </w:t>
      </w:r>
      <w:r w:rsidR="00D00BE8">
        <w:rPr>
          <w:rFonts w:ascii="Times New Roman" w:eastAsia="Times New Roman" w:hAnsi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/>
          <w:sz w:val="28"/>
          <w:szCs w:val="28"/>
        </w:rPr>
        <w:t xml:space="preserve">№ 183 </w:t>
      </w:r>
      <w:r w:rsidR="00F55768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«Городской округ Ногликский» от 08.08.2013 </w:t>
      </w:r>
      <w:r w:rsidR="00A93033"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>№</w:t>
      </w:r>
      <w:r w:rsidR="00F55768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494».</w:t>
      </w:r>
    </w:p>
    <w:p w14:paraId="57DC3931" w14:textId="49023F1B" w:rsidR="0077778C" w:rsidRPr="00F00B89" w:rsidRDefault="00F00B89" w:rsidP="0077778C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00B89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A93033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F00B89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  <w:r w:rsidR="0077778C" w:rsidRPr="0077778C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AC1D43A" w14:textId="6EC15941" w:rsidR="00F00B89" w:rsidRPr="0077778C" w:rsidRDefault="0077778C" w:rsidP="00A93033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 xml:space="preserve">Настоящее постановление вступает в силу со дня опубликования и распространяется на </w:t>
      </w:r>
      <w:r w:rsidRPr="001A071F">
        <w:rPr>
          <w:rFonts w:ascii="Times New Roman" w:eastAsia="Times New Roman" w:hAnsi="Times New Roman"/>
          <w:sz w:val="28"/>
          <w:szCs w:val="28"/>
        </w:rPr>
        <w:t>правоотношения, возникшие с 01</w:t>
      </w:r>
      <w:r w:rsidR="00D00BE8">
        <w:rPr>
          <w:rFonts w:ascii="Times New Roman" w:eastAsia="Times New Roman" w:hAnsi="Times New Roman"/>
          <w:sz w:val="28"/>
          <w:szCs w:val="28"/>
        </w:rPr>
        <w:t xml:space="preserve"> марта </w:t>
      </w:r>
      <w:r w:rsidRPr="001A071F">
        <w:rPr>
          <w:rFonts w:ascii="Times New Roman" w:eastAsia="Times New Roman" w:hAnsi="Times New Roman"/>
          <w:sz w:val="28"/>
          <w:szCs w:val="28"/>
        </w:rPr>
        <w:t>2021 года.</w:t>
      </w:r>
    </w:p>
    <w:p w14:paraId="712B537B" w14:textId="77777777" w:rsidR="00E609BC" w:rsidRPr="00D12794" w:rsidRDefault="00E609BC" w:rsidP="00F00B89">
      <w:pPr>
        <w:ind w:firstLine="709"/>
        <w:rPr>
          <w:rFonts w:ascii="Times New Roman" w:hAnsi="Times New Roman"/>
          <w:sz w:val="28"/>
          <w:szCs w:val="28"/>
        </w:rPr>
      </w:pPr>
    </w:p>
    <w:p w14:paraId="712B5385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12B538B" w14:textId="7A6C5469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77778C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053BD0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2B5390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12B5391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2B5392" w14:textId="5B5EB442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2B538E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12B538F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4D4433"/>
    <w:multiLevelType w:val="hybridMultilevel"/>
    <w:tmpl w:val="031CA77E"/>
    <w:lvl w:ilvl="0" w:tplc="4AF4D05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A071F"/>
    <w:rsid w:val="001E1F9F"/>
    <w:rsid w:val="002003DC"/>
    <w:rsid w:val="0033636C"/>
    <w:rsid w:val="003E4257"/>
    <w:rsid w:val="00520CBF"/>
    <w:rsid w:val="00642028"/>
    <w:rsid w:val="0077778C"/>
    <w:rsid w:val="008629FA"/>
    <w:rsid w:val="00987DB5"/>
    <w:rsid w:val="00A93033"/>
    <w:rsid w:val="00AC72C8"/>
    <w:rsid w:val="00B10ED9"/>
    <w:rsid w:val="00B25688"/>
    <w:rsid w:val="00C02849"/>
    <w:rsid w:val="00D00BE8"/>
    <w:rsid w:val="00D12794"/>
    <w:rsid w:val="00D67BD8"/>
    <w:rsid w:val="00DF7897"/>
    <w:rsid w:val="00E37B8A"/>
    <w:rsid w:val="00E609BC"/>
    <w:rsid w:val="00F00B89"/>
    <w:rsid w:val="00F55768"/>
    <w:rsid w:val="00FB5107"/>
    <w:rsid w:val="00FF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B537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7778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93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9303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FE4FED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FE4FED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7774E"/>
    <w:rsid w:val="00FE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2021-04-28T06:08:00Z</cp:lastPrinted>
  <dcterms:created xsi:type="dcterms:W3CDTF">2021-04-28T06:08:00Z</dcterms:created>
  <dcterms:modified xsi:type="dcterms:W3CDTF">2021-04-28T06:08:00Z</dcterms:modified>
</cp:coreProperties>
</file>