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E551D7" w14:textId="77777777" w:rsidTr="00987DB5">
        <w:tc>
          <w:tcPr>
            <w:tcW w:w="9498" w:type="dxa"/>
          </w:tcPr>
          <w:p w14:paraId="2F26814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884574D" wp14:editId="18160C6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3B594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6DE32F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555428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816C0F" w14:textId="20E80635" w:rsidR="0033636C" w:rsidRPr="007F613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F613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F6137" w:rsidRPr="007F6137">
            <w:rPr>
              <w:rFonts w:ascii="Times New Roman" w:hAnsi="Times New Roman"/>
              <w:sz w:val="28"/>
              <w:szCs w:val="28"/>
            </w:rPr>
            <w:t>13 мая 2022 года</w:t>
          </w:r>
        </w:sdtContent>
      </w:sdt>
      <w:r w:rsidRPr="007F613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F6137" w:rsidRPr="007F6137">
            <w:rPr>
              <w:rFonts w:ascii="Times New Roman" w:hAnsi="Times New Roman"/>
              <w:sz w:val="28"/>
              <w:szCs w:val="28"/>
            </w:rPr>
            <w:t>235</w:t>
          </w:r>
        </w:sdtContent>
      </w:sdt>
    </w:p>
    <w:p w14:paraId="6A1B7C2C" w14:textId="77777777" w:rsidR="0033636C" w:rsidRPr="000844B1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4B1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83E92F8" w14:textId="32FD5187" w:rsidR="00185FEC" w:rsidRPr="00985457" w:rsidRDefault="0033636C" w:rsidP="00876410">
      <w:pPr>
        <w:jc w:val="center"/>
        <w:rPr>
          <w:rFonts w:ascii="Times New Roman" w:hAnsi="Times New Roman"/>
          <w:b/>
          <w:sz w:val="28"/>
          <w:szCs w:val="28"/>
        </w:rPr>
      </w:pPr>
      <w:r w:rsidRPr="0098545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985457">
        <w:rPr>
          <w:rFonts w:ascii="Times New Roman" w:hAnsi="Times New Roman"/>
          <w:b/>
          <w:sz w:val="28"/>
          <w:szCs w:val="28"/>
        </w:rPr>
        <w:br/>
      </w:r>
      <w:r w:rsidRPr="0098545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985457">
        <w:rPr>
          <w:rFonts w:ascii="Times New Roman" w:hAnsi="Times New Roman"/>
          <w:b/>
          <w:sz w:val="28"/>
          <w:szCs w:val="28"/>
        </w:rPr>
        <w:br/>
      </w:r>
      <w:r w:rsidRPr="00985457">
        <w:rPr>
          <w:rFonts w:ascii="Times New Roman" w:hAnsi="Times New Roman"/>
          <w:b/>
          <w:sz w:val="28"/>
          <w:szCs w:val="28"/>
        </w:rPr>
        <w:t>от 08.08.2013 № 494</w:t>
      </w:r>
    </w:p>
    <w:p w14:paraId="34B02AC8" w14:textId="77777777" w:rsidR="00876410" w:rsidRPr="00985457" w:rsidRDefault="00876410" w:rsidP="0087641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CA450E7" w14:textId="143BD77C" w:rsidR="000844B1" w:rsidRPr="00D6430B" w:rsidRDefault="000844B1" w:rsidP="000844B1">
      <w:pPr>
        <w:widowControl w:val="0"/>
        <w:tabs>
          <w:tab w:val="left" w:pos="121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организационно-штатными изменениями, руководствуясь ст. 36 Устава муниципального образования «Городской округ Ногликский»,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876410"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 w:rsidR="009854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26C0A8A7" w14:textId="56C65D9A" w:rsidR="000844B1" w:rsidRDefault="000844B1" w:rsidP="000844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муниципального образования «Городской округ Ногликский» от 08.08.2013 № 494 «О поддержке некоммерческих организаций (за исключением государственных (муниципальных) учреждений), осуществляющих развитие игровых видов спорта в муниципальном образовании «Городской округ Ногликский»</w:t>
      </w:r>
      <w:r w:rsidR="009854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3B38A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, изложив приложение 2 в новой редакции (прилагается).</w:t>
      </w:r>
    </w:p>
    <w:p w14:paraId="4812D660" w14:textId="57465421" w:rsidR="000844B1" w:rsidRDefault="000844B1" w:rsidP="000844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«Городской округ Ногликский» от 2</w:t>
      </w:r>
      <w:r w:rsidR="00DE3AD0">
        <w:rPr>
          <w:rFonts w:ascii="Times New Roman" w:hAnsi="Times New Roman"/>
          <w:sz w:val="28"/>
          <w:szCs w:val="28"/>
        </w:rPr>
        <w:t>8.04.2021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98545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№ 233 «О внесении изменений в постановление администрации муниципального образования «Городской округ Ногликский» от 08.08.2013</w:t>
      </w:r>
      <w:r w:rsidR="0098545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№ 494».</w:t>
      </w:r>
    </w:p>
    <w:p w14:paraId="15B6F433" w14:textId="77777777" w:rsidR="000844B1" w:rsidRDefault="000844B1" w:rsidP="000844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E3E20F7" w14:textId="2F181E0E" w:rsidR="008629FA" w:rsidRDefault="000844B1" w:rsidP="000844B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опубликования и распространяется на правоотношения, возникшие с 01 марта 2022 года.</w:t>
      </w:r>
    </w:p>
    <w:p w14:paraId="068BA4C5" w14:textId="77777777" w:rsidR="000844B1" w:rsidRPr="00D12794" w:rsidRDefault="000844B1" w:rsidP="000844B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8360A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B1F8DA1" w14:textId="07F159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87641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764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6E2DEA7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85457">
      <w:footerReference w:type="default" r:id="rId8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E5E2D" w14:textId="77777777" w:rsidR="00145FD4" w:rsidRDefault="00145FD4" w:rsidP="0033636C">
      <w:pPr>
        <w:spacing w:after="0" w:line="240" w:lineRule="auto"/>
      </w:pPr>
      <w:r>
        <w:separator/>
      </w:r>
    </w:p>
  </w:endnote>
  <w:endnote w:type="continuationSeparator" w:id="0">
    <w:p w14:paraId="335B4E6E" w14:textId="77777777" w:rsidR="00145FD4" w:rsidRDefault="00145FD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0EE93" w14:textId="3955D65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E4889" w14:textId="77777777" w:rsidR="00145FD4" w:rsidRDefault="00145FD4" w:rsidP="0033636C">
      <w:pPr>
        <w:spacing w:after="0" w:line="240" w:lineRule="auto"/>
      </w:pPr>
      <w:r>
        <w:separator/>
      </w:r>
    </w:p>
  </w:footnote>
  <w:footnote w:type="continuationSeparator" w:id="0">
    <w:p w14:paraId="4E7BD2F6" w14:textId="77777777" w:rsidR="00145FD4" w:rsidRDefault="00145FD4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4B1"/>
    <w:rsid w:val="00145FD4"/>
    <w:rsid w:val="00185FEC"/>
    <w:rsid w:val="001E1F9F"/>
    <w:rsid w:val="002003DC"/>
    <w:rsid w:val="00221C3F"/>
    <w:rsid w:val="0033636C"/>
    <w:rsid w:val="003B38A1"/>
    <w:rsid w:val="003E4257"/>
    <w:rsid w:val="00520CBF"/>
    <w:rsid w:val="007F6137"/>
    <w:rsid w:val="008629FA"/>
    <w:rsid w:val="00876410"/>
    <w:rsid w:val="00985457"/>
    <w:rsid w:val="00987DB5"/>
    <w:rsid w:val="00AC72C8"/>
    <w:rsid w:val="00B10ED9"/>
    <w:rsid w:val="00B25688"/>
    <w:rsid w:val="00C02849"/>
    <w:rsid w:val="00D12794"/>
    <w:rsid w:val="00D67BD8"/>
    <w:rsid w:val="00DE3AD0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8AC3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10C3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10C3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7202A"/>
    <w:rsid w:val="00B13DA8"/>
    <w:rsid w:val="00C95804"/>
    <w:rsid w:val="00CF735B"/>
    <w:rsid w:val="00D10C3E"/>
    <w:rsid w:val="00DB3A39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6A984-1672-4684-84ED-E1641FF6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2022-03-24T22:41:00Z</dcterms:created>
  <dcterms:modified xsi:type="dcterms:W3CDTF">2022-05-18T01:12:00Z</dcterms:modified>
</cp:coreProperties>
</file>