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9DCF73C" w14:textId="77777777" w:rsidTr="00987DB5">
        <w:tc>
          <w:tcPr>
            <w:tcW w:w="9498" w:type="dxa"/>
          </w:tcPr>
          <w:p w14:paraId="300050DC" w14:textId="77777777" w:rsidR="00053BD0" w:rsidRPr="00053BD0" w:rsidRDefault="00B50A7D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1E4FBE" wp14:editId="65E6097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2ADD91" w14:textId="77777777" w:rsidR="00053BD0" w:rsidRPr="00053BD0" w:rsidRDefault="00053BD0" w:rsidP="00B50A7D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282CEC1" w14:textId="77777777" w:rsidR="00053BD0" w:rsidRDefault="00053BD0" w:rsidP="00B50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 w:rsidR="00B50A7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F429C1A" w14:textId="77777777" w:rsidR="00B50A7D" w:rsidRPr="00053BD0" w:rsidRDefault="00B50A7D" w:rsidP="00B50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96B710E" w14:textId="77777777" w:rsidR="00053BD0" w:rsidRPr="00053BD0" w:rsidRDefault="00053BD0" w:rsidP="00B50A7D">
            <w:pPr>
              <w:keepNext/>
              <w:spacing w:before="18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0587C5" w14:textId="5F572F30"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C4AC9">
        <w:rPr>
          <w:rFonts w:ascii="Times New Roman" w:eastAsia="Times New Roman" w:hAnsi="Times New Roman"/>
          <w:sz w:val="28"/>
          <w:szCs w:val="28"/>
          <w:lang w:eastAsia="ru-RU"/>
        </w:rPr>
        <w:t xml:space="preserve">14 апреля 2025 года 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C4AC9">
        <w:rPr>
          <w:rFonts w:ascii="Times New Roman" w:eastAsia="Times New Roman" w:hAnsi="Times New Roman"/>
          <w:sz w:val="28"/>
          <w:szCs w:val="28"/>
          <w:lang w:eastAsia="ru-RU"/>
        </w:rPr>
        <w:t>235</w:t>
      </w:r>
    </w:p>
    <w:p w14:paraId="08367BA5" w14:textId="77777777" w:rsid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D320BC9" w14:textId="77777777" w:rsidR="00C44456" w:rsidRPr="00463842" w:rsidRDefault="00C44456" w:rsidP="00C44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73690054"/>
      <w:r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463842">
        <w:rPr>
          <w:rFonts w:ascii="Times New Roman" w:hAnsi="Times New Roman"/>
          <w:b/>
          <w:bCs/>
          <w:sz w:val="28"/>
          <w:szCs w:val="28"/>
        </w:rPr>
        <w:t>Положени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463842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0"/>
      <w:r w:rsidRPr="00463842">
        <w:rPr>
          <w:rFonts w:ascii="Times New Roman" w:hAnsi="Times New Roman"/>
          <w:b/>
          <w:bCs/>
          <w:sz w:val="28"/>
          <w:szCs w:val="28"/>
        </w:rPr>
        <w:t xml:space="preserve">о порядке определения объема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463842">
        <w:rPr>
          <w:rFonts w:ascii="Times New Roman" w:hAnsi="Times New Roman"/>
          <w:b/>
          <w:bCs/>
          <w:sz w:val="28"/>
          <w:szCs w:val="28"/>
        </w:rPr>
        <w:t xml:space="preserve">и предоставления субсидий некоммерческим организациям,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463842">
        <w:rPr>
          <w:rFonts w:ascii="Times New Roman" w:hAnsi="Times New Roman"/>
          <w:b/>
          <w:bCs/>
          <w:sz w:val="28"/>
          <w:szCs w:val="28"/>
        </w:rPr>
        <w:t xml:space="preserve">не являющимся государственными (муниципальными) учреждениями, осуществляющим развитие игровых видов спорта,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40312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на финансовое обеспечение </w:t>
      </w:r>
      <w:r w:rsidRPr="00463842">
        <w:rPr>
          <w:rFonts w:ascii="Times New Roman" w:hAnsi="Times New Roman"/>
          <w:b/>
          <w:bCs/>
          <w:sz w:val="28"/>
          <w:szCs w:val="28"/>
        </w:rPr>
        <w:t xml:space="preserve">затрат, связанных с развитием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463842">
        <w:rPr>
          <w:rFonts w:ascii="Times New Roman" w:hAnsi="Times New Roman"/>
          <w:b/>
          <w:bCs/>
          <w:sz w:val="28"/>
          <w:szCs w:val="28"/>
        </w:rPr>
        <w:t xml:space="preserve">игровых видов спорта в муниципальном образовании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C44456">
        <w:rPr>
          <w:rFonts w:ascii="Times New Roman" w:hAnsi="Times New Roman"/>
          <w:b/>
          <w:bCs/>
          <w:sz w:val="28"/>
          <w:szCs w:val="28"/>
        </w:rPr>
        <w:t>Ногликский муниципальный округ Сахалинской области</w:t>
      </w:r>
    </w:p>
    <w:p w14:paraId="73FAE340" w14:textId="77777777" w:rsidR="00154DB6" w:rsidRDefault="00154DB6" w:rsidP="00154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ED0828" w14:textId="4BA5C0F1" w:rsidR="00C44456" w:rsidRPr="00E5734D" w:rsidRDefault="00C44456" w:rsidP="00C4445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п. 2 ст. 78.1 Бюджетного кодекса Российской Федерации, постановлением Правительства Российской Федерации 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0.202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782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к нормативным правовым актам, муниципальным правовым актам, </w:t>
      </w:r>
      <w:r w:rsidRPr="004B0FDC">
        <w:rPr>
          <w:rFonts w:ascii="Times New Roman" w:eastAsia="Times New Roman" w:hAnsi="Times New Roman"/>
          <w:sz w:val="28"/>
          <w:szCs w:val="28"/>
          <w:lang w:eastAsia="ru-RU"/>
        </w:rPr>
        <w:t>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>, руководствуясь ст. 36</w:t>
      </w:r>
      <w:r w:rsidR="007B0727">
        <w:rPr>
          <w:rFonts w:ascii="Times New Roman" w:eastAsia="Times New Roman" w:hAnsi="Times New Roman"/>
          <w:sz w:val="28"/>
          <w:szCs w:val="28"/>
          <w:lang w:eastAsia="ru-RU"/>
        </w:rPr>
        <w:t>, ст. 45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34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25ED4BF" w14:textId="77777777" w:rsidR="00C44456" w:rsidRDefault="00C44456" w:rsidP="00C4445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734D">
        <w:rPr>
          <w:rFonts w:ascii="Times New Roman" w:eastAsia="Times New Roman" w:hAnsi="Times New Roman"/>
          <w:sz w:val="28"/>
          <w:szCs w:val="28"/>
        </w:rPr>
        <w:t xml:space="preserve">1. Утвердить Положение о порядке определения объема </w:t>
      </w:r>
      <w:r>
        <w:rPr>
          <w:rFonts w:ascii="Times New Roman" w:eastAsia="Times New Roman" w:hAnsi="Times New Roman"/>
          <w:sz w:val="28"/>
          <w:szCs w:val="28"/>
        </w:rPr>
        <w:br/>
      </w:r>
      <w:r w:rsidRPr="00E5734D">
        <w:rPr>
          <w:rFonts w:ascii="Times New Roman" w:eastAsia="Times New Roman" w:hAnsi="Times New Roman"/>
          <w:sz w:val="28"/>
          <w:szCs w:val="28"/>
        </w:rPr>
        <w:t xml:space="preserve">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</w:t>
      </w:r>
      <w:r w:rsidRPr="0040312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 финансовое обеспечение </w:t>
      </w:r>
      <w:r w:rsidRPr="00E5734D">
        <w:rPr>
          <w:rFonts w:ascii="Times New Roman" w:eastAsia="Times New Roman" w:hAnsi="Times New Roman"/>
          <w:sz w:val="28"/>
          <w:szCs w:val="28"/>
        </w:rPr>
        <w:t xml:space="preserve">затрат, связанных с развитием игровых видов спорта в муниципальном образовании </w:t>
      </w:r>
      <w:r>
        <w:rPr>
          <w:rFonts w:ascii="Times New Roman" w:eastAsia="Times New Roman" w:hAnsi="Times New Roman"/>
          <w:sz w:val="28"/>
          <w:szCs w:val="28"/>
        </w:rPr>
        <w:t>Ногликский муниципальный округ Сахалинской области</w:t>
      </w:r>
      <w:r w:rsidRPr="00E5734D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приложение 1).</w:t>
      </w:r>
    </w:p>
    <w:p w14:paraId="3B14AB15" w14:textId="12C5B9DF" w:rsidR="00C44456" w:rsidRDefault="00C44456" w:rsidP="00C4445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</w:t>
      </w:r>
      <w:r w:rsidRPr="00E5734D">
        <w:rPr>
          <w:rFonts w:ascii="Times New Roman" w:eastAsia="Times New Roman" w:hAnsi="Times New Roman"/>
          <w:sz w:val="28"/>
          <w:szCs w:val="28"/>
        </w:rPr>
        <w:t>. Считать утратившим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E5734D">
        <w:rPr>
          <w:rFonts w:ascii="Times New Roman" w:eastAsia="Times New Roman" w:hAnsi="Times New Roman"/>
          <w:sz w:val="28"/>
          <w:szCs w:val="28"/>
        </w:rPr>
        <w:t xml:space="preserve"> силу </w:t>
      </w:r>
      <w:r>
        <w:rPr>
          <w:rFonts w:ascii="Times New Roman" w:eastAsia="Times New Roman" w:hAnsi="Times New Roman"/>
          <w:sz w:val="28"/>
          <w:szCs w:val="28"/>
        </w:rPr>
        <w:t>постановления</w:t>
      </w:r>
      <w:r w:rsidRPr="00E5734D">
        <w:rPr>
          <w:rFonts w:ascii="Times New Roman" w:eastAsia="Times New Roman" w:hAnsi="Times New Roman"/>
          <w:sz w:val="28"/>
          <w:szCs w:val="28"/>
        </w:rPr>
        <w:t xml:space="preserve"> администрации муниципального образования</w:t>
      </w:r>
      <w:r w:rsidRPr="000F396D">
        <w:rPr>
          <w:rFonts w:ascii="Times New Roman" w:eastAsia="Times New Roman" w:hAnsi="Times New Roman"/>
          <w:sz w:val="28"/>
          <w:szCs w:val="28"/>
        </w:rPr>
        <w:t xml:space="preserve"> </w:t>
      </w:r>
      <w:r w:rsidR="00D62D5C">
        <w:rPr>
          <w:rFonts w:ascii="Times New Roman" w:eastAsia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14:paraId="22F41CAC" w14:textId="77777777" w:rsidR="00C44456" w:rsidRDefault="00C44456" w:rsidP="001051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0F396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10512D">
        <w:rPr>
          <w:rFonts w:ascii="Times New Roman" w:eastAsia="Times New Roman" w:hAnsi="Times New Roman"/>
          <w:sz w:val="28"/>
          <w:szCs w:val="28"/>
        </w:rPr>
        <w:t>07</w:t>
      </w:r>
      <w:r w:rsidRPr="000F396D">
        <w:rPr>
          <w:rFonts w:ascii="Times New Roman" w:eastAsia="Times New Roman" w:hAnsi="Times New Roman"/>
          <w:sz w:val="28"/>
          <w:szCs w:val="28"/>
        </w:rPr>
        <w:t>.0</w:t>
      </w:r>
      <w:r w:rsidR="0010512D">
        <w:rPr>
          <w:rFonts w:ascii="Times New Roman" w:eastAsia="Times New Roman" w:hAnsi="Times New Roman"/>
          <w:sz w:val="28"/>
          <w:szCs w:val="28"/>
        </w:rPr>
        <w:t>5</w:t>
      </w:r>
      <w:r w:rsidRPr="000F396D">
        <w:rPr>
          <w:rFonts w:ascii="Times New Roman" w:eastAsia="Times New Roman" w:hAnsi="Times New Roman"/>
          <w:sz w:val="28"/>
          <w:szCs w:val="28"/>
        </w:rPr>
        <w:t>.20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="0010512D">
        <w:rPr>
          <w:rFonts w:ascii="Times New Roman" w:eastAsia="Times New Roman" w:hAnsi="Times New Roman"/>
          <w:sz w:val="28"/>
          <w:szCs w:val="28"/>
        </w:rPr>
        <w:t>4</w:t>
      </w:r>
      <w:r w:rsidRPr="000F396D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10512D">
        <w:rPr>
          <w:rFonts w:ascii="Times New Roman" w:eastAsia="Times New Roman" w:hAnsi="Times New Roman"/>
          <w:sz w:val="28"/>
          <w:szCs w:val="28"/>
        </w:rPr>
        <w:t>273</w:t>
      </w:r>
      <w:r w:rsidRPr="00347CF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="0010512D">
        <w:rPr>
          <w:rFonts w:ascii="Times New Roman" w:eastAsia="Times New Roman" w:hAnsi="Times New Roman"/>
          <w:sz w:val="28"/>
          <w:szCs w:val="28"/>
        </w:rPr>
        <w:t>О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 xml:space="preserve">б утверждении </w:t>
      </w:r>
      <w:r w:rsidR="0010512D">
        <w:rPr>
          <w:rFonts w:ascii="Times New Roman" w:eastAsia="Times New Roman" w:hAnsi="Times New Roman"/>
          <w:sz w:val="28"/>
          <w:szCs w:val="28"/>
        </w:rPr>
        <w:t>П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оложения о порядке определения объема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и предоставления субсидий некоммерческим организациям,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не являющимся государственными (муниципальными)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учреждениями, осуществляющим развитие игровых видов спорта,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на финансовое обеспечение затрат, связанных с развитием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игровых видов спорта в муниципальном образовании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«Г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 xml:space="preserve">ородской округ </w:t>
      </w:r>
      <w:r w:rsidR="0010512D">
        <w:rPr>
          <w:rFonts w:ascii="Times New Roman" w:eastAsia="Times New Roman" w:hAnsi="Times New Roman"/>
          <w:sz w:val="28"/>
          <w:szCs w:val="28"/>
        </w:rPr>
        <w:t>Н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огликский</w:t>
      </w:r>
      <w:r w:rsidR="0010512D">
        <w:rPr>
          <w:rFonts w:ascii="Times New Roman" w:eastAsia="Times New Roman" w:hAnsi="Times New Roman"/>
          <w:sz w:val="28"/>
          <w:szCs w:val="28"/>
        </w:rPr>
        <w:t>»;</w:t>
      </w:r>
    </w:p>
    <w:p w14:paraId="09FCB65F" w14:textId="77777777" w:rsidR="00C44456" w:rsidRDefault="00C44456" w:rsidP="00C4445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от </w:t>
      </w:r>
      <w:r w:rsidR="0010512D">
        <w:rPr>
          <w:rFonts w:ascii="Times New Roman" w:eastAsia="Times New Roman" w:hAnsi="Times New Roman"/>
          <w:sz w:val="28"/>
          <w:szCs w:val="28"/>
        </w:rPr>
        <w:t>22</w:t>
      </w:r>
      <w:r>
        <w:rPr>
          <w:rFonts w:ascii="Times New Roman" w:eastAsia="Times New Roman" w:hAnsi="Times New Roman"/>
          <w:sz w:val="28"/>
          <w:szCs w:val="28"/>
        </w:rPr>
        <w:t>.0</w:t>
      </w:r>
      <w:r w:rsidR="0010512D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>.202</w:t>
      </w:r>
      <w:r w:rsidR="0010512D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№ 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497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795495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0512D" w:rsidRPr="0010512D">
        <w:rPr>
          <w:rFonts w:ascii="Times New Roman" w:hAnsi="Times New Roman"/>
          <w:sz w:val="28"/>
          <w:szCs w:val="28"/>
        </w:rPr>
        <w:t>Положени</w:t>
      </w:r>
      <w:r w:rsidR="0010512D">
        <w:rPr>
          <w:rFonts w:ascii="Times New Roman" w:hAnsi="Times New Roman"/>
          <w:sz w:val="28"/>
          <w:szCs w:val="28"/>
        </w:rPr>
        <w:t>е</w:t>
      </w:r>
      <w:r w:rsidR="0010512D" w:rsidRPr="0010512D">
        <w:rPr>
          <w:rFonts w:ascii="Times New Roman" w:hAnsi="Times New Roman"/>
          <w:sz w:val="28"/>
          <w:szCs w:val="28"/>
        </w:rPr>
        <w:t xml:space="preserve">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муниципальном образовании «Городской округ Ногликский</w:t>
      </w:r>
      <w:r w:rsidR="001051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3EED23B8" w14:textId="77777777" w:rsidR="00C44456" w:rsidRPr="00CE16F6" w:rsidRDefault="00C44456" w:rsidP="00C444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E16F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 </w:t>
      </w:r>
    </w:p>
    <w:p w14:paraId="2A800F14" w14:textId="77777777" w:rsidR="00C44456" w:rsidRDefault="00C44456" w:rsidP="00C444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. Действие настоящего постановления вступает в силу со дня опубликования и распространяется на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авоотношения, возникшие с 01 января 2025 года. </w:t>
      </w:r>
    </w:p>
    <w:p w14:paraId="0DCF45D0" w14:textId="77777777" w:rsidR="00C44456" w:rsidRPr="00CE16F6" w:rsidRDefault="00C44456" w:rsidP="00C444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Контроль за исполнением настоящего постановления возложить на вице-мэра муниципального образования Ногликский муниципальный округ Сахалинской области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63B60458" w14:textId="77777777" w:rsidR="00154DB6" w:rsidRDefault="00154DB6" w:rsidP="00154DB6">
      <w:pPr>
        <w:jc w:val="both"/>
        <w:rPr>
          <w:rFonts w:ascii="Times New Roman" w:hAnsi="Times New Roman"/>
          <w:sz w:val="28"/>
          <w:szCs w:val="28"/>
        </w:rPr>
      </w:pPr>
    </w:p>
    <w:p w14:paraId="77E57F18" w14:textId="64622AC0" w:rsidR="0010512D" w:rsidRDefault="0010512D" w:rsidP="00154DB6">
      <w:pPr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14:paraId="3A49A2BF" w14:textId="77777777" w:rsidR="00154DB6" w:rsidRDefault="00154DB6" w:rsidP="00154D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5F549F0" w14:textId="77777777" w:rsidR="00154DB6" w:rsidRDefault="00154DB6" w:rsidP="00154D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DB6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1E2239C8" w14:textId="77777777" w:rsidR="00154DB6" w:rsidRPr="008629FA" w:rsidRDefault="00154DB6" w:rsidP="00154D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DB6"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p w14:paraId="220F6CF9" w14:textId="77777777" w:rsidR="00154DB6" w:rsidRPr="00D12794" w:rsidRDefault="00154DB6" w:rsidP="00154DB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44D45297" w14:textId="77777777" w:rsidR="00154DB6" w:rsidRPr="00053BD0" w:rsidRDefault="00154DB6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71454C" w14:textId="77777777" w:rsidR="00B25688" w:rsidRPr="00185FEC" w:rsidRDefault="00B25688" w:rsidP="00185FE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47C314D" w14:textId="77777777" w:rsidR="00185FEC" w:rsidRP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85FEC" w:rsidRPr="00185FEC" w:rsidSect="00D62D5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F90F8" w14:textId="77777777" w:rsidR="00D62D5C" w:rsidRDefault="00D62D5C" w:rsidP="00D62D5C">
      <w:pPr>
        <w:spacing w:after="0" w:line="240" w:lineRule="auto"/>
      </w:pPr>
      <w:r>
        <w:separator/>
      </w:r>
    </w:p>
  </w:endnote>
  <w:endnote w:type="continuationSeparator" w:id="0">
    <w:p w14:paraId="469E14E4" w14:textId="77777777" w:rsidR="00D62D5C" w:rsidRDefault="00D62D5C" w:rsidP="00D62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1150C" w14:textId="77777777" w:rsidR="00D62D5C" w:rsidRDefault="00D62D5C" w:rsidP="00D62D5C">
      <w:pPr>
        <w:spacing w:after="0" w:line="240" w:lineRule="auto"/>
      </w:pPr>
      <w:r>
        <w:separator/>
      </w:r>
    </w:p>
  </w:footnote>
  <w:footnote w:type="continuationSeparator" w:id="0">
    <w:p w14:paraId="441E2C39" w14:textId="77777777" w:rsidR="00D62D5C" w:rsidRDefault="00D62D5C" w:rsidP="00D62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827988"/>
      <w:docPartObj>
        <w:docPartGallery w:val="Page Numbers (Top of Page)"/>
        <w:docPartUnique/>
      </w:docPartObj>
    </w:sdtPr>
    <w:sdtContent>
      <w:p w14:paraId="7843B01D" w14:textId="7F955907" w:rsidR="00D62D5C" w:rsidRDefault="00D62D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381CCB6" w14:textId="77777777" w:rsidR="00D62D5C" w:rsidRDefault="00D62D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10B37"/>
    <w:multiLevelType w:val="multilevel"/>
    <w:tmpl w:val="A9603B8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B6"/>
    <w:rsid w:val="00053BD0"/>
    <w:rsid w:val="0010512D"/>
    <w:rsid w:val="00154DB6"/>
    <w:rsid w:val="00185FEC"/>
    <w:rsid w:val="00232A80"/>
    <w:rsid w:val="00276965"/>
    <w:rsid w:val="00563D86"/>
    <w:rsid w:val="006D1856"/>
    <w:rsid w:val="007B0727"/>
    <w:rsid w:val="00875048"/>
    <w:rsid w:val="00987DB5"/>
    <w:rsid w:val="00B25688"/>
    <w:rsid w:val="00B50A7D"/>
    <w:rsid w:val="00C44456"/>
    <w:rsid w:val="00CC4AC9"/>
    <w:rsid w:val="00D6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F186"/>
  <w15:chartTrackingRefBased/>
  <w15:docId w15:val="{38D23F75-7BA5-403D-A371-98278ED39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DB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34"/>
    <w:qFormat/>
    <w:rsid w:val="00154D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4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4AC9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62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2D5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D62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2D5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64;&#1040;&#1041;&#1051;&#1054;&#1053;&#1067;\&#1064;&#1072;&#1073;&#1083;&#1086;&#1085;&#1099;%20&#1085;&#1086;&#1074;&#1099;&#1077;\&#1041;&#1083;&#1072;&#1085;&#1082;%20&#1055;&#1086;&#1089;&#1090;&#1072;&#1085;&#1086;&#1074;&#1083;&#1077;&#1085;&#1080;&#1103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администрации</Template>
  <TotalTime>17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Davidova</dc:creator>
  <cp:keywords/>
  <dc:description/>
  <cp:lastModifiedBy>Елена П. Семибратова</cp:lastModifiedBy>
  <cp:revision>5</cp:revision>
  <cp:lastPrinted>2025-04-14T07:12:00Z</cp:lastPrinted>
  <dcterms:created xsi:type="dcterms:W3CDTF">2025-03-20T23:34:00Z</dcterms:created>
  <dcterms:modified xsi:type="dcterms:W3CDTF">2025-04-14T07:30:00Z</dcterms:modified>
</cp:coreProperties>
</file>