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36626C2" w14:textId="77777777" w:rsidTr="00987DB5">
        <w:tc>
          <w:tcPr>
            <w:tcW w:w="9498" w:type="dxa"/>
          </w:tcPr>
          <w:p w14:paraId="736626B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36626D9" wp14:editId="736626D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6626B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36626C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36626C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36626C3" w14:textId="57263D58" w:rsidR="0033636C" w:rsidRPr="00EC45B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EC45B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C45BA" w:rsidRPr="00EC45BA">
            <w:rPr>
              <w:rFonts w:ascii="Times New Roman" w:hAnsi="Times New Roman"/>
              <w:sz w:val="28"/>
              <w:szCs w:val="28"/>
            </w:rPr>
            <w:t>12 апреля 2023 года</w:t>
          </w:r>
        </w:sdtContent>
      </w:sdt>
      <w:r w:rsidRPr="00EC45B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C45BA" w:rsidRPr="00EC45BA">
            <w:rPr>
              <w:rFonts w:ascii="Times New Roman" w:hAnsi="Times New Roman"/>
              <w:sz w:val="28"/>
              <w:szCs w:val="28"/>
            </w:rPr>
            <w:t>240</w:t>
          </w:r>
        </w:sdtContent>
      </w:sdt>
    </w:p>
    <w:bookmarkEnd w:id="0"/>
    <w:p w14:paraId="736626C4" w14:textId="77777777" w:rsidR="0033636C" w:rsidRPr="009B1DB4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1DB4">
        <w:rPr>
          <w:rFonts w:ascii="Times New Roman" w:eastAsia="Times New Roman" w:hAnsi="Times New Roman"/>
          <w:sz w:val="28"/>
          <w:szCs w:val="28"/>
          <w:lang w:eastAsia="ru-RU"/>
        </w:rPr>
        <w:t>пгт. Ноглики</w:t>
      </w:r>
    </w:p>
    <w:p w14:paraId="736626C6" w14:textId="5DF46202" w:rsidR="00185FEC" w:rsidRPr="009B1DB4" w:rsidRDefault="0033636C" w:rsidP="00B82733">
      <w:pPr>
        <w:spacing w:after="24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B1DB4">
        <w:rPr>
          <w:rFonts w:ascii="Times New Roman" w:hAnsi="Times New Roman"/>
          <w:b/>
          <w:bCs/>
          <w:sz w:val="28"/>
          <w:szCs w:val="28"/>
        </w:rPr>
        <w:t xml:space="preserve">Об утверждении административного регламента </w:t>
      </w:r>
      <w:r w:rsidR="00C431AD">
        <w:rPr>
          <w:rFonts w:ascii="Times New Roman" w:hAnsi="Times New Roman"/>
          <w:b/>
          <w:bCs/>
          <w:sz w:val="28"/>
          <w:szCs w:val="28"/>
        </w:rPr>
        <w:br/>
      </w:r>
      <w:r w:rsidRPr="009B1DB4">
        <w:rPr>
          <w:rFonts w:ascii="Times New Roman" w:hAnsi="Times New Roman"/>
          <w:b/>
          <w:bCs/>
          <w:sz w:val="28"/>
          <w:szCs w:val="28"/>
        </w:rPr>
        <w:t xml:space="preserve">по предоставлению муниципальной услуги </w:t>
      </w:r>
      <w:r w:rsidR="00C431AD">
        <w:rPr>
          <w:rFonts w:ascii="Times New Roman" w:hAnsi="Times New Roman"/>
          <w:b/>
          <w:bCs/>
          <w:sz w:val="28"/>
          <w:szCs w:val="28"/>
        </w:rPr>
        <w:br/>
      </w:r>
      <w:r w:rsidR="009B1DB4">
        <w:rPr>
          <w:rFonts w:ascii="Times New Roman" w:hAnsi="Times New Roman"/>
          <w:b/>
          <w:bCs/>
          <w:sz w:val="28"/>
          <w:szCs w:val="28"/>
        </w:rPr>
        <w:t>«</w:t>
      </w:r>
      <w:r w:rsidRPr="009B1DB4">
        <w:rPr>
          <w:rFonts w:ascii="Times New Roman" w:hAnsi="Times New Roman"/>
          <w:b/>
          <w:bCs/>
          <w:sz w:val="28"/>
          <w:szCs w:val="28"/>
        </w:rPr>
        <w:t xml:space="preserve">Предоставление информации о времени и месте </w:t>
      </w:r>
      <w:r w:rsidR="00B82733">
        <w:rPr>
          <w:rFonts w:ascii="Times New Roman" w:hAnsi="Times New Roman"/>
          <w:b/>
          <w:bCs/>
          <w:sz w:val="28"/>
          <w:szCs w:val="28"/>
        </w:rPr>
        <w:br/>
      </w:r>
      <w:r w:rsidRPr="009B1DB4">
        <w:rPr>
          <w:rFonts w:ascii="Times New Roman" w:hAnsi="Times New Roman"/>
          <w:b/>
          <w:bCs/>
          <w:sz w:val="28"/>
          <w:szCs w:val="28"/>
        </w:rPr>
        <w:t xml:space="preserve">культурно-массовых и выставочных мероприятий, </w:t>
      </w:r>
      <w:r w:rsidR="00B82733">
        <w:rPr>
          <w:rFonts w:ascii="Times New Roman" w:hAnsi="Times New Roman"/>
          <w:b/>
          <w:bCs/>
          <w:sz w:val="28"/>
          <w:szCs w:val="28"/>
        </w:rPr>
        <w:br/>
      </w:r>
      <w:r w:rsidRPr="009B1DB4">
        <w:rPr>
          <w:rFonts w:ascii="Times New Roman" w:hAnsi="Times New Roman"/>
          <w:b/>
          <w:bCs/>
          <w:sz w:val="28"/>
          <w:szCs w:val="28"/>
        </w:rPr>
        <w:t>организованных муниципальными учреждениями культуры</w:t>
      </w:r>
      <w:r w:rsidR="009B1DB4">
        <w:rPr>
          <w:rFonts w:ascii="Times New Roman" w:hAnsi="Times New Roman"/>
          <w:b/>
          <w:bCs/>
          <w:sz w:val="28"/>
          <w:szCs w:val="28"/>
        </w:rPr>
        <w:t>»</w:t>
      </w:r>
    </w:p>
    <w:p w14:paraId="7850BD93" w14:textId="73A4130C" w:rsidR="009B1DB4" w:rsidRDefault="009B1DB4" w:rsidP="006F75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</w:t>
      </w:r>
      <w:hyperlink r:id="rId8" w:tooltip="Федеральный закон от 06.10.2003 N 131-ФЗ (ред. от 30.12.2021) &quot;Об общих принципах организации местного самоуправления в Российской Федерации&quot;{КонсультантПлюс}" w:history="1">
        <w:r w:rsidRPr="00B81B4F">
          <w:rPr>
            <w:rFonts w:ascii="Times New Roman" w:eastAsia="Times New Roman" w:hAnsi="Times New Roman"/>
            <w:sz w:val="28"/>
            <w:szCs w:val="28"/>
            <w:lang w:eastAsia="ru-RU"/>
          </w:rPr>
          <w:t>ст. 16</w:t>
        </w:r>
      </w:hyperlink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06.10.2003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 131-ФЗ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, Федеральным </w:t>
      </w:r>
      <w:hyperlink r:id="rId9" w:tooltip="Федеральный закон от 27.07.2010 N 210-ФЗ (ред. от 02.07.2021) &quot;Об организации предоставления государственных и муниципальных услуг&quot; (с изм. и доп., вступ. в силу с 01.01.2022){КонсультантПлюс}" w:history="1">
        <w:r w:rsidRPr="00B81B4F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27.07.2010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 210-ФЗ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0" w:tooltip="Распоряжение Правительства Сахалинской области от 07.12.2020 N 756-р (ред. от 01.04.2022) &quot;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" w:history="1">
        <w:r w:rsidRPr="00B81B4F">
          <w:rPr>
            <w:rFonts w:ascii="Times New Roman" w:eastAsia="Times New Roman" w:hAnsi="Times New Roman"/>
            <w:sz w:val="28"/>
            <w:szCs w:val="28"/>
            <w:lang w:eastAsia="ru-RU"/>
          </w:rPr>
          <w:t>распоряжением</w:t>
        </w:r>
      </w:hyperlink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Сахалинской области от 07.12.2020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756-р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Перечней государственных и муниципальных услуг, оказываемых органами исполнительной власти Сахалин</w:t>
      </w:r>
      <w:r w:rsidR="00F029E8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области, органами местного 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>самоуправления муниципальных образований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>
        <w:rPr>
          <w:rFonts w:ascii="Times New Roman" w:hAnsi="Times New Roman"/>
          <w:sz w:val="28"/>
          <w:szCs w:val="28"/>
        </w:rPr>
        <w:t>руководствуясь ст. 36 Устава муниципального образования «Городской округ Ногликский»,</w:t>
      </w:r>
      <w:r w:rsidRPr="00520CCB"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Pr="00B15E3F">
        <w:rPr>
          <w:rFonts w:ascii="Times New Roman" w:hAnsi="Times New Roman"/>
          <w:b/>
          <w:sz w:val="28"/>
          <w:szCs w:val="28"/>
        </w:rPr>
        <w:t>ПОСТАНОВЛЯЕТ:</w:t>
      </w:r>
    </w:p>
    <w:p w14:paraId="41410312" w14:textId="77777777" w:rsidR="009B1DB4" w:rsidRPr="009B1DB4" w:rsidRDefault="009B1DB4" w:rsidP="006F7588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1DB4">
        <w:rPr>
          <w:rFonts w:ascii="Times New Roman" w:hAnsi="Times New Roman"/>
          <w:sz w:val="28"/>
          <w:szCs w:val="28"/>
        </w:rPr>
        <w:t>Утвердить административный регламент по предоставлению муниципальной услуги «Предоставление информации о времени и месте культурно-массовых и выставочных мероприятий, организованных муниципальными учреждениями культуры» (прилагается).</w:t>
      </w:r>
    </w:p>
    <w:p w14:paraId="736626CC" w14:textId="5DFBB44D" w:rsidR="008629FA" w:rsidRDefault="009B1DB4" w:rsidP="006F7588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Считать утратившими силу постановления администрации муниципального образования «Городской округ Ногликский»:</w:t>
      </w:r>
    </w:p>
    <w:p w14:paraId="3B94FEB2" w14:textId="566C0CDF" w:rsidR="009B1DB4" w:rsidRDefault="009B1DB4" w:rsidP="006F758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16.04.2020 № 194 </w:t>
      </w:r>
      <w:r w:rsidRPr="009B1DB4">
        <w:rPr>
          <w:rFonts w:ascii="Times New Roman" w:hAnsi="Times New Roman"/>
          <w:sz w:val="28"/>
          <w:szCs w:val="28"/>
        </w:rPr>
        <w:t>«Об утверждении административного регламента по предоставлению муниципальной услуги «Предоставление информации о времени и месте культурно-массовых и выставочных мероприятий, организованных муниципальными учреждениями культуры», за исключением пункта 2;</w:t>
      </w:r>
    </w:p>
    <w:p w14:paraId="0A36B635" w14:textId="51DD0645" w:rsidR="009B1DB4" w:rsidRDefault="009B1DB4" w:rsidP="006F758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от 10.02.2021 № 63 «О вне</w:t>
      </w:r>
      <w:r w:rsidR="00F029E8">
        <w:rPr>
          <w:rFonts w:ascii="Times New Roman" w:hAnsi="Times New Roman"/>
          <w:sz w:val="28"/>
          <w:szCs w:val="28"/>
        </w:rPr>
        <w:t xml:space="preserve">сении изменений в постановление </w:t>
      </w:r>
      <w:r>
        <w:rPr>
          <w:rFonts w:ascii="Times New Roman" w:hAnsi="Times New Roman"/>
          <w:sz w:val="28"/>
          <w:szCs w:val="28"/>
        </w:rPr>
        <w:t>администрации муниципального образования «Городской округ Ногликский»</w:t>
      </w:r>
      <w:r w:rsidR="00D64039">
        <w:rPr>
          <w:rFonts w:ascii="Times New Roman" w:hAnsi="Times New Roman"/>
          <w:sz w:val="28"/>
          <w:szCs w:val="28"/>
        </w:rPr>
        <w:t xml:space="preserve"> от 16.04.2020 № 194».</w:t>
      </w:r>
    </w:p>
    <w:p w14:paraId="3DE607BA" w14:textId="5505F1F3" w:rsidR="00D64039" w:rsidRDefault="00D64039" w:rsidP="006F7588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A05C558" w14:textId="58A9F22C" w:rsidR="00D64039" w:rsidRPr="00D64039" w:rsidRDefault="00D64039" w:rsidP="006F7588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вице-мэра муниципального образования «Городской округ Ногликский» Русанова Я.С.</w:t>
      </w:r>
    </w:p>
    <w:p w14:paraId="4D76E2CB" w14:textId="0ABC75D4" w:rsidR="00D64039" w:rsidRDefault="00D64039" w:rsidP="006F758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00F272" w14:textId="77777777" w:rsidR="00D64039" w:rsidRPr="00D12794" w:rsidRDefault="00D64039" w:rsidP="006F758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6626D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36626D3" w14:textId="23CD1E61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="00C431AD">
        <w:rPr>
          <w:rFonts w:ascii="Times New Roman" w:hAnsi="Times New Roman"/>
          <w:sz w:val="28"/>
          <w:szCs w:val="28"/>
        </w:rPr>
        <w:t xml:space="preserve">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C431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C431AD">
      <w:headerReference w:type="default" r:id="rId11"/>
      <w:foot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626DD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36626DE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626DF" w14:textId="225865B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6626DB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36626DC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7342074"/>
      <w:docPartObj>
        <w:docPartGallery w:val="Page Numbers (Top of Page)"/>
        <w:docPartUnique/>
      </w:docPartObj>
    </w:sdtPr>
    <w:sdtEndPr/>
    <w:sdtContent>
      <w:p w14:paraId="7EDCFC02" w14:textId="2FB53ECC" w:rsidR="00C431AD" w:rsidRDefault="00C431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5BA">
          <w:rPr>
            <w:noProof/>
          </w:rPr>
          <w:t>2</w:t>
        </w:r>
        <w:r>
          <w:fldChar w:fldCharType="end"/>
        </w:r>
      </w:p>
    </w:sdtContent>
  </w:sdt>
  <w:p w14:paraId="29DA4D8F" w14:textId="77777777" w:rsidR="00C431AD" w:rsidRDefault="00C431A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844C9C"/>
    <w:multiLevelType w:val="hybridMultilevel"/>
    <w:tmpl w:val="0F8E0348"/>
    <w:lvl w:ilvl="0" w:tplc="E14A79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6F7588"/>
    <w:rsid w:val="008629FA"/>
    <w:rsid w:val="00987DB5"/>
    <w:rsid w:val="009B1DB4"/>
    <w:rsid w:val="00AC72C8"/>
    <w:rsid w:val="00B10ED9"/>
    <w:rsid w:val="00B25688"/>
    <w:rsid w:val="00B82733"/>
    <w:rsid w:val="00C02849"/>
    <w:rsid w:val="00C431AD"/>
    <w:rsid w:val="00D12794"/>
    <w:rsid w:val="00D64039"/>
    <w:rsid w:val="00D67BD8"/>
    <w:rsid w:val="00DF7897"/>
    <w:rsid w:val="00E37B8A"/>
    <w:rsid w:val="00E609BC"/>
    <w:rsid w:val="00E96CA3"/>
    <w:rsid w:val="00EC45BA"/>
    <w:rsid w:val="00F0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626B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9B1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C259C2C922C5B20E04F84E202F5B5732A0963778FFD2BC51E074AACA0954764485D5AA748C2559CFCC6F794D13E386851641D0E789F885FDn2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4C259C2C922C5B20E04E6433643075B36ABCD327AFCD1ED0CB272FD9559522304C5D3FF37C92B5DC9C33E2A0F4DBAD5C55D4CD7FD95F882CE64E25FFAn9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C259C2C922C5B20E04F84E202F5B5735A89B387BF5D2BC51E074AACA0954764485D5AA748D2655CDCC6F794D13E386851641D0E789F885FDn2E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A396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A396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A396A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23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8</cp:revision>
  <dcterms:created xsi:type="dcterms:W3CDTF">2020-04-07T04:52:00Z</dcterms:created>
  <dcterms:modified xsi:type="dcterms:W3CDTF">2023-04-12T05:26:00Z</dcterms:modified>
</cp:coreProperties>
</file>