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650262" w14:textId="77777777" w:rsidTr="00987DB5">
        <w:tc>
          <w:tcPr>
            <w:tcW w:w="9498" w:type="dxa"/>
          </w:tcPr>
          <w:p w14:paraId="0465025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650279" wp14:editId="0465027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65025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65026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65026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650263" w14:textId="4ABF6689" w:rsidR="0033636C" w:rsidRPr="00CE2DB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E2DB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E2DB6" w:rsidRPr="00CE2DB6">
            <w:rPr>
              <w:rFonts w:ascii="Times New Roman" w:hAnsi="Times New Roman"/>
              <w:sz w:val="28"/>
              <w:szCs w:val="28"/>
            </w:rPr>
            <w:t>24 мая 2022 года</w:t>
          </w:r>
        </w:sdtContent>
      </w:sdt>
      <w:r w:rsidRPr="00CE2DB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E2DB6" w:rsidRPr="00CE2DB6">
            <w:rPr>
              <w:rFonts w:ascii="Times New Roman" w:hAnsi="Times New Roman"/>
              <w:sz w:val="28"/>
              <w:szCs w:val="28"/>
            </w:rPr>
            <w:t>251</w:t>
          </w:r>
        </w:sdtContent>
      </w:sdt>
    </w:p>
    <w:p w14:paraId="0465026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D05CFCA" w14:textId="77777777" w:rsidR="00D80EBB" w:rsidRPr="00DB5831" w:rsidRDefault="0033636C" w:rsidP="00D80E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5831">
        <w:rPr>
          <w:rFonts w:ascii="Times New Roman" w:hAnsi="Times New Roman"/>
          <w:b/>
          <w:sz w:val="28"/>
          <w:szCs w:val="28"/>
        </w:rPr>
        <w:t>О проведении субботник</w:t>
      </w:r>
      <w:r w:rsidR="006F6BAC" w:rsidRPr="00DB5831">
        <w:rPr>
          <w:rFonts w:ascii="Times New Roman" w:hAnsi="Times New Roman"/>
          <w:b/>
          <w:sz w:val="28"/>
          <w:szCs w:val="28"/>
        </w:rPr>
        <w:t>ов в муниципальном образовании</w:t>
      </w:r>
    </w:p>
    <w:p w14:paraId="04650265" w14:textId="2301581B" w:rsidR="0033636C" w:rsidRPr="006F6BAC" w:rsidRDefault="006F6BAC" w:rsidP="00D80EBB">
      <w:pPr>
        <w:spacing w:after="0"/>
        <w:jc w:val="center"/>
        <w:rPr>
          <w:b/>
          <w:sz w:val="28"/>
          <w:szCs w:val="28"/>
        </w:rPr>
      </w:pPr>
      <w:r w:rsidRPr="00DB5831">
        <w:rPr>
          <w:rFonts w:ascii="Times New Roman" w:hAnsi="Times New Roman"/>
          <w:b/>
          <w:sz w:val="28"/>
          <w:szCs w:val="28"/>
        </w:rPr>
        <w:t xml:space="preserve"> </w:t>
      </w:r>
      <w:r w:rsidR="0033636C" w:rsidRPr="00DB5831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04650266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3B9B4C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 xml:space="preserve">В соответствии с Правилами благоустройства и санитарного содержания территории муниципального образования «Городской округ Ногликский», утвержденными решением Собрания муниципального образования «Городской округ Ногликский» от 12.07.2012 № 190, в целях проведения субботников и улучшения санитарного содержания и благоустройства территорий населенных пунктов, поддержания чистоты и порядка, обеспечения экологически благоприятной среды для проживания населения муниципального образования «Городской округ Ногликский»,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F6BAC">
        <w:rPr>
          <w:rFonts w:ascii="Times New Roman" w:hAnsi="Times New Roman"/>
          <w:b/>
          <w:sz w:val="28"/>
          <w:szCs w:val="28"/>
        </w:rPr>
        <w:t>ПОСТАНОВЛЯЕТ:</w:t>
      </w:r>
    </w:p>
    <w:p w14:paraId="487B68E0" w14:textId="1AA43686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Объявить 27</w:t>
      </w:r>
      <w:r w:rsidR="009A151B">
        <w:rPr>
          <w:rFonts w:ascii="Times New Roman" w:hAnsi="Times New Roman"/>
          <w:sz w:val="28"/>
          <w:szCs w:val="28"/>
        </w:rPr>
        <w:t>-28</w:t>
      </w:r>
      <w:r w:rsidRPr="006F6BAC">
        <w:rPr>
          <w:rFonts w:ascii="Times New Roman" w:hAnsi="Times New Roman"/>
          <w:sz w:val="28"/>
          <w:szCs w:val="28"/>
        </w:rPr>
        <w:t xml:space="preserve"> ма</w:t>
      </w:r>
      <w:r w:rsidR="004A5977">
        <w:rPr>
          <w:rFonts w:ascii="Times New Roman" w:hAnsi="Times New Roman"/>
          <w:sz w:val="28"/>
          <w:szCs w:val="28"/>
        </w:rPr>
        <w:t>я 2022 года с 14-00 до 18</w:t>
      </w:r>
      <w:r>
        <w:rPr>
          <w:rFonts w:ascii="Times New Roman" w:hAnsi="Times New Roman"/>
          <w:sz w:val="28"/>
          <w:szCs w:val="28"/>
        </w:rPr>
        <w:t>-00, 03</w:t>
      </w:r>
      <w:r w:rsidR="00214B3A">
        <w:rPr>
          <w:rFonts w:ascii="Times New Roman" w:hAnsi="Times New Roman"/>
          <w:sz w:val="28"/>
          <w:szCs w:val="28"/>
        </w:rPr>
        <w:t>-04</w:t>
      </w:r>
      <w:r>
        <w:rPr>
          <w:rFonts w:ascii="Times New Roman" w:hAnsi="Times New Roman"/>
          <w:sz w:val="28"/>
          <w:szCs w:val="28"/>
        </w:rPr>
        <w:t xml:space="preserve"> июня</w:t>
      </w:r>
      <w:r w:rsidRPr="006F6BAC">
        <w:rPr>
          <w:rFonts w:ascii="Times New Roman" w:hAnsi="Times New Roman"/>
          <w:sz w:val="28"/>
          <w:szCs w:val="28"/>
        </w:rPr>
        <w:t xml:space="preserve"> 2022 года с 14-00 д</w:t>
      </w:r>
      <w:r w:rsidR="004A5977">
        <w:rPr>
          <w:rFonts w:ascii="Times New Roman" w:hAnsi="Times New Roman"/>
          <w:sz w:val="28"/>
          <w:szCs w:val="28"/>
        </w:rPr>
        <w:t>о 18</w:t>
      </w:r>
      <w:r w:rsidRPr="006F6BAC">
        <w:rPr>
          <w:rFonts w:ascii="Times New Roman" w:hAnsi="Times New Roman"/>
          <w:sz w:val="28"/>
          <w:szCs w:val="28"/>
        </w:rPr>
        <w:t>-00 субботники в муниципальном образовании «Городской округ Ногликский».</w:t>
      </w:r>
    </w:p>
    <w:p w14:paraId="417336D0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lastRenderedPageBreak/>
        <w:t>2. Руководителям предприятий, организаций и учреждений всех форм собственности, индивидуальным предпринимателям:</w:t>
      </w:r>
    </w:p>
    <w:p w14:paraId="7C0A9071" w14:textId="6C260058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2.1. Организовать работу по санитарной очистке и благоустройству территорий, закрепленных согласно приложени</w:t>
      </w:r>
      <w:r w:rsidR="00DB5831">
        <w:rPr>
          <w:rFonts w:ascii="Times New Roman" w:hAnsi="Times New Roman"/>
          <w:sz w:val="28"/>
          <w:szCs w:val="28"/>
        </w:rPr>
        <w:t>ю</w:t>
      </w:r>
      <w:r w:rsidRPr="006F6BAC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14:paraId="3C5438CF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2.2. Принять меры по уборке мусора, полной очистке прилегающих территорий в радиусе не менее 15 метров от границ своих территорий;</w:t>
      </w:r>
    </w:p>
    <w:p w14:paraId="06143D7C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2.3. Произвести ремонт и покраску ограждений своих территорий;</w:t>
      </w:r>
    </w:p>
    <w:p w14:paraId="5187812F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2.4. Обеспечить своевременный вывоз мусора на полигон пгт. Ноглики;</w:t>
      </w:r>
    </w:p>
    <w:p w14:paraId="5673B852" w14:textId="5F7AF4FE" w:rsidR="006F6BAC" w:rsidRPr="006F6BAC" w:rsidRDefault="004A5977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="006F6BAC" w:rsidRPr="006F6BAC">
        <w:rPr>
          <w:rFonts w:ascii="Times New Roman" w:hAnsi="Times New Roman"/>
          <w:sz w:val="28"/>
          <w:szCs w:val="28"/>
        </w:rPr>
        <w:t>Закрепить приказами работников, ответственных за организа</w:t>
      </w:r>
      <w:r>
        <w:rPr>
          <w:rFonts w:ascii="Times New Roman" w:hAnsi="Times New Roman"/>
          <w:sz w:val="28"/>
          <w:szCs w:val="28"/>
        </w:rPr>
        <w:t>цию проведения субботников и соблюдения</w:t>
      </w:r>
      <w:r w:rsidR="006F6BAC" w:rsidRPr="006F6BAC">
        <w:rPr>
          <w:rFonts w:ascii="Times New Roman" w:hAnsi="Times New Roman"/>
          <w:sz w:val="28"/>
          <w:szCs w:val="28"/>
        </w:rPr>
        <w:t xml:space="preserve"> техники безопасности.</w:t>
      </w:r>
    </w:p>
    <w:p w14:paraId="3073103C" w14:textId="5D0D8719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3. Руководителям МУП «Упр</w:t>
      </w:r>
      <w:r w:rsidR="00DB5831">
        <w:rPr>
          <w:rFonts w:ascii="Times New Roman" w:hAnsi="Times New Roman"/>
          <w:sz w:val="28"/>
          <w:szCs w:val="28"/>
        </w:rPr>
        <w:t>авляющая организация «Ноглики» Колесниченко И.В., МУП «Водоканал» Белозерову А.В., ООО «Жилсервис «Ноглики» Суворову А.С.</w:t>
      </w:r>
      <w:r w:rsidRPr="006F6BAC">
        <w:rPr>
          <w:rFonts w:ascii="Times New Roman" w:hAnsi="Times New Roman"/>
          <w:sz w:val="28"/>
          <w:szCs w:val="28"/>
        </w:rPr>
        <w:t xml:space="preserve"> совместно с консультантами по организации работы в с. Ныш Бородаев</w:t>
      </w:r>
      <w:r w:rsidR="00DB5831">
        <w:rPr>
          <w:rFonts w:ascii="Times New Roman" w:hAnsi="Times New Roman"/>
          <w:sz w:val="28"/>
          <w:szCs w:val="28"/>
        </w:rPr>
        <w:t>ой</w:t>
      </w:r>
      <w:r w:rsidRPr="006F6BAC">
        <w:rPr>
          <w:rFonts w:ascii="Times New Roman" w:hAnsi="Times New Roman"/>
          <w:sz w:val="28"/>
          <w:szCs w:val="28"/>
        </w:rPr>
        <w:t xml:space="preserve"> О.П., с. Вал Горелов</w:t>
      </w:r>
      <w:r w:rsidR="00DB5831">
        <w:rPr>
          <w:rFonts w:ascii="Times New Roman" w:hAnsi="Times New Roman"/>
          <w:sz w:val="28"/>
          <w:szCs w:val="28"/>
        </w:rPr>
        <w:t>ой</w:t>
      </w:r>
      <w:r w:rsidRPr="006F6BAC">
        <w:rPr>
          <w:rFonts w:ascii="Times New Roman" w:hAnsi="Times New Roman"/>
          <w:sz w:val="28"/>
          <w:szCs w:val="28"/>
        </w:rPr>
        <w:t xml:space="preserve"> Г.В.</w:t>
      </w:r>
      <w:r w:rsidR="00DB5831">
        <w:rPr>
          <w:rFonts w:ascii="Times New Roman" w:hAnsi="Times New Roman"/>
          <w:sz w:val="28"/>
          <w:szCs w:val="28"/>
        </w:rPr>
        <w:t xml:space="preserve">, председателям ТСЖ «Городок» Гасумянц К.Г., ТСЖ «Мой дом» </w:t>
      </w:r>
      <w:r w:rsidRPr="006F6BAC">
        <w:rPr>
          <w:rFonts w:ascii="Times New Roman" w:hAnsi="Times New Roman"/>
          <w:sz w:val="28"/>
          <w:szCs w:val="28"/>
        </w:rPr>
        <w:t>Кудряшов</w:t>
      </w:r>
      <w:r w:rsidR="00DB5831">
        <w:rPr>
          <w:rFonts w:ascii="Times New Roman" w:hAnsi="Times New Roman"/>
          <w:sz w:val="28"/>
          <w:szCs w:val="28"/>
        </w:rPr>
        <w:t>ой</w:t>
      </w:r>
      <w:r w:rsidRPr="006F6BAC">
        <w:rPr>
          <w:rFonts w:ascii="Times New Roman" w:hAnsi="Times New Roman"/>
          <w:sz w:val="28"/>
          <w:szCs w:val="28"/>
        </w:rPr>
        <w:t xml:space="preserve"> Н.В.:</w:t>
      </w:r>
    </w:p>
    <w:p w14:paraId="49429D98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- организовать проведение субботников по санитарной очистке придомовых и внутриквартальных территорий и улично-дорожной сети на подведомственных территориях;</w:t>
      </w:r>
    </w:p>
    <w:p w14:paraId="1BA4BB38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- провести работу с населением по организации уборки придомовых территорий;</w:t>
      </w:r>
    </w:p>
    <w:p w14:paraId="19AF1582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- организовать для населения, пожелавшего принять участие в санитарной очистке внутридомовых территорий, необходимый запас лопат, метел, перчаток, мешков;</w:t>
      </w:r>
    </w:p>
    <w:p w14:paraId="6CD8DE9C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- разместить в подъездах на информационных досках объявления о проведении субботников и номер телефона ответственного за организацию проведения субботников.</w:t>
      </w:r>
    </w:p>
    <w:p w14:paraId="56E10453" w14:textId="5484BC04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lastRenderedPageBreak/>
        <w:t>4. Рекомендовать начальнику АО «Управление по обращ</w:t>
      </w:r>
      <w:r>
        <w:rPr>
          <w:rFonts w:ascii="Times New Roman" w:hAnsi="Times New Roman"/>
          <w:sz w:val="28"/>
          <w:szCs w:val="28"/>
        </w:rPr>
        <w:t>е</w:t>
      </w:r>
      <w:r w:rsidR="004D5793">
        <w:rPr>
          <w:rFonts w:ascii="Times New Roman" w:hAnsi="Times New Roman"/>
          <w:sz w:val="28"/>
          <w:szCs w:val="28"/>
        </w:rPr>
        <w:t>нию с отходами» Федотову М.А. 27 - 28</w:t>
      </w:r>
      <w:r>
        <w:rPr>
          <w:rFonts w:ascii="Times New Roman" w:hAnsi="Times New Roman"/>
          <w:sz w:val="28"/>
          <w:szCs w:val="28"/>
        </w:rPr>
        <w:t xml:space="preserve"> мая, 03 - 04 июня</w:t>
      </w:r>
      <w:r w:rsidRPr="006F6BAC">
        <w:rPr>
          <w:rFonts w:ascii="Times New Roman" w:hAnsi="Times New Roman"/>
          <w:sz w:val="28"/>
          <w:szCs w:val="28"/>
        </w:rPr>
        <w:t xml:space="preserve"> 2022 года предоставить возможность предприятиям и населению без взимания платы сдавать ТБО, образовавшиеся в результате проведения субботников, на полигон в пгт. Ноглики.</w:t>
      </w:r>
    </w:p>
    <w:p w14:paraId="116FD586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5. Директору МУП «Управляющая организация «Ноглики» Колесниченко И.В.:</w:t>
      </w:r>
    </w:p>
    <w:p w14:paraId="0A5F2257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5.1. Организовать погрузку и вывоз собранного мусора с территорий населенных пунктов муниципального образования по заявкам хозяйствующих субъектов;</w:t>
      </w:r>
    </w:p>
    <w:p w14:paraId="7EB520F8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5.2. Организовать проведение работ по благоустройству и санитарной очистке улично-дорожной сети и тротуаров населенных пунктов муниципального образования.</w:t>
      </w:r>
    </w:p>
    <w:p w14:paraId="05BEC13C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6. Первому вице-мэру муниципального образования «Городской округ Ногликский» Гуляеву С.С.:</w:t>
      </w:r>
    </w:p>
    <w:p w14:paraId="0207C715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6.1. Организовать работу по проведению субботников по санитарной уборке и благоустройству территорий во всех предприятиях и учреждениях на территории муниципального образования «Городской округ Ногликский»;</w:t>
      </w:r>
    </w:p>
    <w:p w14:paraId="7F6D3183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6.2. Активизировать работу по выявлению случаев нарушения правил благоустройства и санитарного содержания муниципального образования «Городской округ Ногликский»;</w:t>
      </w:r>
    </w:p>
    <w:p w14:paraId="1B117A56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6.3. Координировать работу в период проведения субботников по санитарной очистке и благоустройству населенных пунктов муниципального образования «Городской округ Ногликский».</w:t>
      </w:r>
    </w:p>
    <w:p w14:paraId="088EF682" w14:textId="2F986936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7. Вице-мэру муниципального образования «Городской округ Ногликский» Русанову Я.С. организовать работу по проведению субботников по санитарной уборке и благоустройству территорий во всех учреждениях</w:t>
      </w:r>
      <w:r w:rsidR="00021254">
        <w:rPr>
          <w:rFonts w:ascii="Times New Roman" w:hAnsi="Times New Roman"/>
          <w:sz w:val="28"/>
          <w:szCs w:val="28"/>
        </w:rPr>
        <w:t>,</w:t>
      </w:r>
      <w:r w:rsidRPr="006F6BAC">
        <w:rPr>
          <w:rFonts w:ascii="Times New Roman" w:hAnsi="Times New Roman"/>
          <w:sz w:val="28"/>
          <w:szCs w:val="28"/>
        </w:rPr>
        <w:t xml:space="preserve"> </w:t>
      </w:r>
      <w:r w:rsidRPr="006F6BAC">
        <w:rPr>
          <w:rFonts w:ascii="Times New Roman" w:hAnsi="Times New Roman"/>
          <w:sz w:val="28"/>
          <w:szCs w:val="28"/>
        </w:rPr>
        <w:lastRenderedPageBreak/>
        <w:t>подведомственных Департаменту социальной политики администрации муниципального образования «Городской округ Ногликский».</w:t>
      </w:r>
    </w:p>
    <w:p w14:paraId="6F9394B8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8. Начальнику отдела экономики администрации муниципального образования «Городской округ Ногликский» Кононенко Г.В. довести до руководителей торговли, общественного питания, гостиничного комплекса и услуг данное постановление для исполнения.</w:t>
      </w:r>
    </w:p>
    <w:p w14:paraId="0BBD393A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9. Рекомендовать начальнику ОГИБДД ОМВД России по городскому округу «Ногликский» Кравченко П.В.:</w:t>
      </w:r>
    </w:p>
    <w:p w14:paraId="75492C93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9.1. Принять меры к выявлению, с целью привлечения к ответственности, владельцев брошенных и разукомплектованных транспортных средств;</w:t>
      </w:r>
    </w:p>
    <w:p w14:paraId="134000AF" w14:textId="77777777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9.2. Проводить работу с владельцами автотранспортных средств, создающих помехи и трудности при расчистке улиц, дорог и дворовых территорий.</w:t>
      </w:r>
    </w:p>
    <w:p w14:paraId="19670807" w14:textId="43845E22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 xml:space="preserve">10. Рекомендовать территориальному отделу по надзору в сфере защиты прав потребителей и благополучия человека по Сахалинской области в Александровск-Сахалинском, Тымовском и Ногликском районах </w:t>
      </w:r>
      <w:r w:rsidR="00CE2DB6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6F6BAC">
        <w:rPr>
          <w:rFonts w:ascii="Times New Roman" w:hAnsi="Times New Roman"/>
          <w:sz w:val="28"/>
          <w:szCs w:val="28"/>
        </w:rPr>
        <w:t>(Хабибуллина Н.В.) в рамках своих полномочий усилить контроль за соблюдением действующего законодательства в сфере обращения ТКО и санитарного содержания.</w:t>
      </w:r>
    </w:p>
    <w:p w14:paraId="20ABAED7" w14:textId="035983A1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11. Управляюще</w:t>
      </w:r>
      <w:r w:rsidR="00DB5831">
        <w:rPr>
          <w:rFonts w:ascii="Times New Roman" w:hAnsi="Times New Roman"/>
          <w:sz w:val="28"/>
          <w:szCs w:val="28"/>
        </w:rPr>
        <w:t>му</w:t>
      </w:r>
      <w:r w:rsidRPr="006F6BAC">
        <w:rPr>
          <w:rFonts w:ascii="Times New Roman" w:hAnsi="Times New Roman"/>
          <w:sz w:val="28"/>
          <w:szCs w:val="28"/>
        </w:rPr>
        <w:t xml:space="preserve"> делами администрации муниципального образования «Городской округ Ногликский» Фоминой А.С. обеспечить информационное сопровождение проведения мероприятий субботников, путем размещения информации на официальном сайте муниципального образования «Городской округ Ногликский» в информационной-телекоммуникационной сети «Интернет» и в социальных сетях администрации муниципального образования «Городской округ Ногликский».</w:t>
      </w:r>
    </w:p>
    <w:p w14:paraId="755F2DB7" w14:textId="47BC0548" w:rsidR="006F6BAC" w:rsidRP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lastRenderedPageBreak/>
        <w:t xml:space="preserve">12. </w:t>
      </w:r>
      <w:r w:rsidR="00DB5831">
        <w:rPr>
          <w:rFonts w:ascii="Times New Roman" w:hAnsi="Times New Roman"/>
          <w:sz w:val="28"/>
          <w:szCs w:val="28"/>
        </w:rPr>
        <w:t>Разместить</w:t>
      </w:r>
      <w:r w:rsidRPr="006F6BA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«Городской округ Ногликский» в информационной-телекоммуникационной сети «Интернет».</w:t>
      </w:r>
    </w:p>
    <w:p w14:paraId="04650268" w14:textId="4180A645" w:rsidR="00E609B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6BAC">
        <w:rPr>
          <w:rFonts w:ascii="Times New Roman" w:hAnsi="Times New Roman"/>
          <w:sz w:val="28"/>
          <w:szCs w:val="28"/>
        </w:rPr>
        <w:t>13.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37187D03" w14:textId="77777777" w:rsidR="006F6BAC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EB4C48" w14:textId="77777777" w:rsidR="006F6BAC" w:rsidRPr="00D12794" w:rsidRDefault="006F6BAC" w:rsidP="006F6B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65027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4650273" w14:textId="7749068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D5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465027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465027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465027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B5831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5027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465027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5027F" w14:textId="46E813D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5027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465027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4588829"/>
      <w:docPartObj>
        <w:docPartGallery w:val="Page Numbers (Top of Page)"/>
        <w:docPartUnique/>
      </w:docPartObj>
    </w:sdtPr>
    <w:sdtEndPr/>
    <w:sdtContent>
      <w:p w14:paraId="13E97A89" w14:textId="6C3C3C55" w:rsidR="00DB5831" w:rsidRDefault="00DB58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DB6">
          <w:rPr>
            <w:noProof/>
          </w:rPr>
          <w:t>2</w:t>
        </w:r>
        <w:r>
          <w:fldChar w:fldCharType="end"/>
        </w:r>
      </w:p>
    </w:sdtContent>
  </w:sdt>
  <w:p w14:paraId="3493BF0C" w14:textId="77777777" w:rsidR="00DB5831" w:rsidRDefault="00DB58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1254"/>
    <w:rsid w:val="00053BD0"/>
    <w:rsid w:val="00185FEC"/>
    <w:rsid w:val="001E1F9F"/>
    <w:rsid w:val="002003DC"/>
    <w:rsid w:val="00214B3A"/>
    <w:rsid w:val="0033636C"/>
    <w:rsid w:val="003E4257"/>
    <w:rsid w:val="004A5977"/>
    <w:rsid w:val="004D5793"/>
    <w:rsid w:val="00520CBF"/>
    <w:rsid w:val="006F6BAC"/>
    <w:rsid w:val="008629FA"/>
    <w:rsid w:val="00987DB5"/>
    <w:rsid w:val="009A151B"/>
    <w:rsid w:val="00AC72C8"/>
    <w:rsid w:val="00B10ED9"/>
    <w:rsid w:val="00B25688"/>
    <w:rsid w:val="00C02849"/>
    <w:rsid w:val="00CE2DB6"/>
    <w:rsid w:val="00D12794"/>
    <w:rsid w:val="00D67BD8"/>
    <w:rsid w:val="00D80EBB"/>
    <w:rsid w:val="00DB5831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025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04C1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04C1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04C1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41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10</cp:revision>
  <dcterms:created xsi:type="dcterms:W3CDTF">2020-04-07T04:52:00Z</dcterms:created>
  <dcterms:modified xsi:type="dcterms:W3CDTF">2022-05-24T22:17:00Z</dcterms:modified>
</cp:coreProperties>
</file>