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3526EDC" w14:textId="77777777" w:rsidTr="00987DB5">
        <w:tc>
          <w:tcPr>
            <w:tcW w:w="9498" w:type="dxa"/>
          </w:tcPr>
          <w:p w14:paraId="33526ED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3526EF3" wp14:editId="33526EF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526ED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3526ED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3526ED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3526EDD" w14:textId="1A1E22D2" w:rsidR="0033636C" w:rsidRPr="00DE463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E463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35F6C">
            <w:rPr>
              <w:rFonts w:ascii="Times New Roman" w:hAnsi="Times New Roman"/>
              <w:sz w:val="28"/>
              <w:szCs w:val="28"/>
            </w:rPr>
            <w:t>13 мая 2021 года</w:t>
          </w:r>
        </w:sdtContent>
      </w:sdt>
      <w:r w:rsidRPr="00DE463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35F6C" w:rsidRPr="00B35F6C">
            <w:rPr>
              <w:rFonts w:ascii="Times New Roman" w:hAnsi="Times New Roman"/>
              <w:sz w:val="28"/>
              <w:szCs w:val="28"/>
            </w:rPr>
            <w:t>252</w:t>
          </w:r>
        </w:sdtContent>
      </w:sdt>
    </w:p>
    <w:p w14:paraId="33526ED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3526EE0" w14:textId="16A03EC1" w:rsidR="00185FEC" w:rsidRDefault="00115F3F" w:rsidP="00B35F6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E4633">
        <w:rPr>
          <w:rFonts w:ascii="Times New Roman" w:hAnsi="Times New Roman"/>
          <w:b/>
          <w:sz w:val="28"/>
          <w:szCs w:val="28"/>
        </w:rPr>
        <w:t>О внесении изменений в муниципальную программу «Газификация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30.07.2014 №</w:t>
      </w:r>
      <w:r w:rsidR="009C2A43" w:rsidRPr="00DE4633">
        <w:rPr>
          <w:rFonts w:ascii="Times New Roman" w:hAnsi="Times New Roman"/>
          <w:b/>
          <w:sz w:val="28"/>
          <w:szCs w:val="28"/>
        </w:rPr>
        <w:t xml:space="preserve"> </w:t>
      </w:r>
      <w:r w:rsidRPr="00DE4633">
        <w:rPr>
          <w:rFonts w:ascii="Times New Roman" w:hAnsi="Times New Roman"/>
          <w:b/>
          <w:sz w:val="28"/>
          <w:szCs w:val="28"/>
        </w:rPr>
        <w:t>502</w:t>
      </w:r>
    </w:p>
    <w:p w14:paraId="44AE16EC" w14:textId="77777777" w:rsidR="00DE4633" w:rsidRPr="00DE4633" w:rsidRDefault="00DE4633" w:rsidP="00B35F6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B4EC2FF" w14:textId="004B6491" w:rsidR="00D327AC" w:rsidRPr="00CA37E0" w:rsidRDefault="00D327AC" w:rsidP="00B35F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4AA6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</w:t>
      </w:r>
      <w:r>
        <w:rPr>
          <w:rFonts w:ascii="Times New Roman" w:hAnsi="Times New Roman"/>
          <w:sz w:val="28"/>
          <w:szCs w:val="28"/>
        </w:rPr>
        <w:t>Газификация муниципального образования «Городской округ Ногликский</w:t>
      </w:r>
      <w:r w:rsidRPr="00324AA6">
        <w:rPr>
          <w:rFonts w:ascii="Times New Roman" w:hAnsi="Times New Roman"/>
          <w:sz w:val="28"/>
          <w:szCs w:val="28"/>
        </w:rPr>
        <w:t xml:space="preserve">» </w:t>
      </w:r>
      <w:r w:rsidRPr="00B07D9F">
        <w:rPr>
          <w:rFonts w:ascii="Times New Roman" w:hAnsi="Times New Roman"/>
          <w:sz w:val="28"/>
          <w:szCs w:val="28"/>
        </w:rPr>
        <w:t xml:space="preserve">в </w:t>
      </w:r>
      <w:r w:rsidR="009C2A43" w:rsidRPr="00B07D9F">
        <w:rPr>
          <w:rFonts w:ascii="Times New Roman" w:hAnsi="Times New Roman"/>
          <w:sz w:val="28"/>
          <w:szCs w:val="28"/>
        </w:rPr>
        <w:t>соответствие</w:t>
      </w:r>
      <w:r w:rsidR="009C2A43">
        <w:rPr>
          <w:rFonts w:ascii="Times New Roman" w:hAnsi="Times New Roman"/>
          <w:sz w:val="28"/>
          <w:szCs w:val="28"/>
        </w:rPr>
        <w:t xml:space="preserve"> со сводной бюджетной росписью</w:t>
      </w:r>
      <w:r w:rsidRPr="00B07D9F">
        <w:rPr>
          <w:rFonts w:ascii="Times New Roman" w:hAnsi="Times New Roman"/>
          <w:sz w:val="28"/>
          <w:szCs w:val="28"/>
        </w:rPr>
        <w:t xml:space="preserve"> бюджета муниципального образования «Городской округ Ногликски</w:t>
      </w:r>
      <w:r w:rsidR="00B35F6C">
        <w:rPr>
          <w:rFonts w:ascii="Times New Roman" w:hAnsi="Times New Roman"/>
          <w:sz w:val="28"/>
          <w:szCs w:val="28"/>
        </w:rPr>
        <w:t>й» по состоянию на 31.12.2020,</w:t>
      </w:r>
      <w:r w:rsidRPr="00B07D9F">
        <w:rPr>
          <w:rFonts w:ascii="Times New Roman" w:hAnsi="Times New Roman"/>
          <w:sz w:val="28"/>
          <w:szCs w:val="28"/>
        </w:rPr>
        <w:t xml:space="preserve"> решением Собрания от 15.12.2020 № 98 «О бюджете муниципального образования «Городской округ Ногликский» на 2021 год и на плановый период 2022 и 2023 годов»,</w:t>
      </w:r>
      <w:r>
        <w:rPr>
          <w:rFonts w:ascii="Times New Roman" w:hAnsi="Times New Roman"/>
          <w:sz w:val="28"/>
          <w:szCs w:val="28"/>
        </w:rPr>
        <w:t xml:space="preserve"> руководствуясь </w:t>
      </w:r>
      <w:r w:rsidRPr="006577B7">
        <w:rPr>
          <w:rFonts w:ascii="Times New Roman" w:hAnsi="Times New Roman"/>
          <w:sz w:val="28"/>
          <w:szCs w:val="28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6577B7">
        <w:rPr>
          <w:rFonts w:ascii="Times New Roman" w:hAnsi="Times New Roman"/>
          <w:b/>
          <w:sz w:val="28"/>
          <w:szCs w:val="28"/>
        </w:rPr>
        <w:t>ПОСТАНОВЛЯЕТ:</w:t>
      </w:r>
    </w:p>
    <w:p w14:paraId="779B8D65" w14:textId="64748F5D" w:rsidR="00D327AC" w:rsidRPr="00CA37E0" w:rsidRDefault="00DE4633" w:rsidP="00B35F6C">
      <w:pPr>
        <w:pStyle w:val="a8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D327AC" w:rsidRPr="00CA37E0">
        <w:rPr>
          <w:rFonts w:ascii="Times New Roman" w:hAnsi="Times New Roman"/>
          <w:sz w:val="28"/>
          <w:szCs w:val="28"/>
        </w:rPr>
        <w:t xml:space="preserve">Внести в </w:t>
      </w:r>
      <w:r w:rsidR="00D327AC">
        <w:rPr>
          <w:rFonts w:ascii="Times New Roman" w:hAnsi="Times New Roman"/>
          <w:sz w:val="28"/>
          <w:szCs w:val="28"/>
        </w:rPr>
        <w:t xml:space="preserve">муниципальную программу «Газификация муниципального образования «Городской округ Ногликский», утвержденную </w:t>
      </w:r>
      <w:r w:rsidR="00D327AC" w:rsidRPr="00CA37E0">
        <w:rPr>
          <w:rFonts w:ascii="Times New Roman" w:hAnsi="Times New Roman"/>
          <w:sz w:val="28"/>
          <w:szCs w:val="28"/>
        </w:rPr>
        <w:t>постановление</w:t>
      </w:r>
      <w:r w:rsidR="00D327AC">
        <w:rPr>
          <w:rFonts w:ascii="Times New Roman" w:hAnsi="Times New Roman"/>
          <w:sz w:val="28"/>
          <w:szCs w:val="28"/>
        </w:rPr>
        <w:t>м</w:t>
      </w:r>
      <w:r w:rsidR="00D327AC" w:rsidRPr="00CA37E0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30.07.2014 №</w:t>
      </w:r>
      <w:r w:rsidR="00B35F6C">
        <w:rPr>
          <w:rFonts w:ascii="Times New Roman" w:hAnsi="Times New Roman"/>
          <w:sz w:val="28"/>
          <w:szCs w:val="28"/>
        </w:rPr>
        <w:t xml:space="preserve"> </w:t>
      </w:r>
      <w:r w:rsidR="00D327AC" w:rsidRPr="00CA37E0">
        <w:rPr>
          <w:rFonts w:ascii="Times New Roman" w:hAnsi="Times New Roman"/>
          <w:sz w:val="28"/>
          <w:szCs w:val="28"/>
        </w:rPr>
        <w:t>502 «Об утверждении муниципальной программы «Газификация муниципального образования «Городской округ Ногликский» (</w:t>
      </w:r>
      <w:r w:rsidR="00B35F6C">
        <w:rPr>
          <w:rFonts w:ascii="Times New Roman" w:hAnsi="Times New Roman"/>
          <w:sz w:val="28"/>
          <w:szCs w:val="28"/>
        </w:rPr>
        <w:t xml:space="preserve">в </w:t>
      </w:r>
      <w:r w:rsidR="00D327AC" w:rsidRPr="00CA37E0">
        <w:rPr>
          <w:rFonts w:ascii="Times New Roman" w:hAnsi="Times New Roman"/>
          <w:sz w:val="28"/>
          <w:szCs w:val="28"/>
        </w:rPr>
        <w:t>редакции от 06.03.2015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D327AC" w:rsidRPr="00CA37E0">
        <w:rPr>
          <w:rFonts w:ascii="Times New Roman" w:hAnsi="Times New Roman"/>
          <w:sz w:val="28"/>
          <w:szCs w:val="28"/>
        </w:rPr>
        <w:t>170, от 11.09.2015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D327AC" w:rsidRPr="00CA37E0">
        <w:rPr>
          <w:rFonts w:ascii="Times New Roman" w:hAnsi="Times New Roman"/>
          <w:sz w:val="28"/>
          <w:szCs w:val="28"/>
        </w:rPr>
        <w:t>662, от 08.12.2015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D327AC" w:rsidRPr="00CA37E0">
        <w:rPr>
          <w:rFonts w:ascii="Times New Roman" w:hAnsi="Times New Roman"/>
          <w:sz w:val="28"/>
          <w:szCs w:val="28"/>
        </w:rPr>
        <w:t xml:space="preserve">827, </w:t>
      </w:r>
      <w:r w:rsidR="00B35F6C">
        <w:rPr>
          <w:rFonts w:ascii="Times New Roman" w:hAnsi="Times New Roman"/>
          <w:sz w:val="28"/>
          <w:szCs w:val="28"/>
        </w:rPr>
        <w:br/>
      </w:r>
      <w:r w:rsidR="00D327AC" w:rsidRPr="00CA37E0">
        <w:rPr>
          <w:rFonts w:ascii="Times New Roman" w:hAnsi="Times New Roman"/>
          <w:sz w:val="28"/>
          <w:szCs w:val="28"/>
        </w:rPr>
        <w:t>от 28.12.2015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D327AC" w:rsidRPr="00CA37E0">
        <w:rPr>
          <w:rFonts w:ascii="Times New Roman" w:hAnsi="Times New Roman"/>
          <w:sz w:val="28"/>
          <w:szCs w:val="28"/>
        </w:rPr>
        <w:t>896, от 02.02.2016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D327AC" w:rsidRPr="00CA37E0">
        <w:rPr>
          <w:rFonts w:ascii="Times New Roman" w:hAnsi="Times New Roman"/>
          <w:sz w:val="28"/>
          <w:szCs w:val="28"/>
        </w:rPr>
        <w:t>109, от 12.04.2016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D327AC" w:rsidRPr="00CA37E0">
        <w:rPr>
          <w:rFonts w:ascii="Times New Roman" w:hAnsi="Times New Roman"/>
          <w:sz w:val="28"/>
          <w:szCs w:val="28"/>
        </w:rPr>
        <w:t>299, от 15.08.2016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D327AC" w:rsidRPr="00CA37E0">
        <w:rPr>
          <w:rFonts w:ascii="Times New Roman" w:hAnsi="Times New Roman"/>
          <w:sz w:val="28"/>
          <w:szCs w:val="28"/>
        </w:rPr>
        <w:t>633, от 22.11.2016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D327AC" w:rsidRPr="00CA37E0">
        <w:rPr>
          <w:rFonts w:ascii="Times New Roman" w:hAnsi="Times New Roman"/>
          <w:sz w:val="28"/>
          <w:szCs w:val="28"/>
        </w:rPr>
        <w:t>824, от 30.05.2017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D327AC" w:rsidRPr="00CA37E0">
        <w:rPr>
          <w:rFonts w:ascii="Times New Roman" w:hAnsi="Times New Roman"/>
          <w:sz w:val="28"/>
          <w:szCs w:val="28"/>
        </w:rPr>
        <w:t>348, от 04.07.2017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D327AC" w:rsidRPr="00CA37E0">
        <w:rPr>
          <w:rFonts w:ascii="Times New Roman" w:hAnsi="Times New Roman"/>
          <w:sz w:val="28"/>
          <w:szCs w:val="28"/>
        </w:rPr>
        <w:t xml:space="preserve">432, </w:t>
      </w:r>
      <w:r w:rsidR="00B35F6C">
        <w:rPr>
          <w:rFonts w:ascii="Times New Roman" w:hAnsi="Times New Roman"/>
          <w:sz w:val="28"/>
          <w:szCs w:val="28"/>
        </w:rPr>
        <w:br/>
      </w:r>
      <w:r w:rsidR="00D327AC" w:rsidRPr="00CA37E0">
        <w:rPr>
          <w:rFonts w:ascii="Times New Roman" w:hAnsi="Times New Roman"/>
          <w:sz w:val="28"/>
          <w:szCs w:val="28"/>
        </w:rPr>
        <w:t>от 06.10.2017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D327AC" w:rsidRPr="00CA37E0">
        <w:rPr>
          <w:rFonts w:ascii="Times New Roman" w:hAnsi="Times New Roman"/>
          <w:sz w:val="28"/>
          <w:szCs w:val="28"/>
        </w:rPr>
        <w:t>750, от 28.02.2018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D327AC" w:rsidRPr="00CA37E0">
        <w:rPr>
          <w:rFonts w:ascii="Times New Roman" w:hAnsi="Times New Roman"/>
          <w:sz w:val="28"/>
          <w:szCs w:val="28"/>
        </w:rPr>
        <w:t>219</w:t>
      </w:r>
      <w:r w:rsidR="00D327AC">
        <w:rPr>
          <w:rFonts w:ascii="Times New Roman" w:hAnsi="Times New Roman"/>
          <w:sz w:val="28"/>
          <w:szCs w:val="28"/>
        </w:rPr>
        <w:t>, от 08.10.2019 № 745, от 15.10.2019 № 764, от 15.04.2020 № 187, от 15.04.2020 № 188, от 14.10.2020 № 503, от 19.01.2021 № 12</w:t>
      </w:r>
      <w:r w:rsidR="00D327AC" w:rsidRPr="00CA37E0">
        <w:rPr>
          <w:rFonts w:ascii="Times New Roman" w:hAnsi="Times New Roman"/>
          <w:sz w:val="28"/>
          <w:szCs w:val="28"/>
        </w:rPr>
        <w:t>) следующие изменения:</w:t>
      </w:r>
    </w:p>
    <w:p w14:paraId="13F07A7A" w14:textId="4AE2520E" w:rsidR="00D327AC" w:rsidRDefault="00DE4633" w:rsidP="00B35F6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D327AC">
        <w:rPr>
          <w:rFonts w:ascii="Times New Roman" w:hAnsi="Times New Roman"/>
          <w:sz w:val="28"/>
          <w:szCs w:val="28"/>
        </w:rPr>
        <w:t>Раздел 1 «Паспорт программы» изложить в редакции согласно приложению 1 к настоящему постановлению.</w:t>
      </w:r>
    </w:p>
    <w:p w14:paraId="0B9757C4" w14:textId="12A6555D" w:rsidR="00D327AC" w:rsidRDefault="00DE4633" w:rsidP="00B35F6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1.2. </w:t>
      </w:r>
      <w:r w:rsidR="00D327AC">
        <w:rPr>
          <w:rFonts w:ascii="Times New Roman" w:hAnsi="Times New Roman"/>
          <w:sz w:val="28"/>
          <w:szCs w:val="28"/>
        </w:rPr>
        <w:t xml:space="preserve">Раздел 3 </w:t>
      </w:r>
      <w:r w:rsidR="009C2A43" w:rsidRPr="009C2A43">
        <w:rPr>
          <w:rFonts w:ascii="Times New Roman" w:hAnsi="Times New Roman"/>
          <w:sz w:val="28"/>
          <w:szCs w:val="28"/>
        </w:rPr>
        <w:t>«Показатели (индикаторы) достижения цели и решения задач муниципальной программы»</w:t>
      </w:r>
      <w:r w:rsidR="009C2A43">
        <w:rPr>
          <w:rFonts w:ascii="Times New Roman" w:hAnsi="Times New Roman"/>
          <w:sz w:val="28"/>
          <w:szCs w:val="28"/>
        </w:rPr>
        <w:t xml:space="preserve"> </w:t>
      </w:r>
      <w:r w:rsidR="00D327A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480EAB95" w14:textId="77777777" w:rsidR="00D327AC" w:rsidRPr="009429EB" w:rsidRDefault="00D327AC" w:rsidP="00B35F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429EB">
        <w:rPr>
          <w:rFonts w:ascii="Times New Roman" w:hAnsi="Times New Roman"/>
          <w:sz w:val="28"/>
          <w:szCs w:val="28"/>
        </w:rPr>
        <w:t>«Раздел 3 «Показатели (индикаторы) достижения цели и решения задач муниципальной программы»</w:t>
      </w:r>
    </w:p>
    <w:p w14:paraId="75D94180" w14:textId="77777777" w:rsidR="00D327AC" w:rsidRPr="009429EB" w:rsidRDefault="00D327AC" w:rsidP="00B35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9EB">
        <w:rPr>
          <w:rFonts w:ascii="Times New Roman" w:hAnsi="Times New Roman"/>
          <w:sz w:val="28"/>
          <w:szCs w:val="28"/>
        </w:rPr>
        <w:t>Основными показателями (индикаторами) реализации программы являются:</w:t>
      </w:r>
    </w:p>
    <w:p w14:paraId="2AB2CB8E" w14:textId="0FE3E4FD" w:rsidR="00D327AC" w:rsidRPr="009429EB" w:rsidRDefault="00DE4633" w:rsidP="00B35F6C">
      <w:pPr>
        <w:pStyle w:val="a8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D327AC" w:rsidRPr="009429EB">
        <w:rPr>
          <w:rFonts w:ascii="Times New Roman" w:hAnsi="Times New Roman"/>
          <w:sz w:val="28"/>
          <w:szCs w:val="28"/>
        </w:rPr>
        <w:t>Объем потребления газа, тыс. куб.м</w:t>
      </w:r>
      <w:r w:rsidR="008C0BF4">
        <w:rPr>
          <w:rFonts w:ascii="Times New Roman" w:hAnsi="Times New Roman"/>
          <w:sz w:val="28"/>
          <w:szCs w:val="28"/>
        </w:rPr>
        <w:t>.</w:t>
      </w:r>
      <w:r w:rsidR="00D327AC" w:rsidRPr="009429EB">
        <w:rPr>
          <w:rFonts w:ascii="Times New Roman" w:hAnsi="Times New Roman"/>
          <w:sz w:val="28"/>
          <w:szCs w:val="28"/>
        </w:rPr>
        <w:t xml:space="preserve"> в год (на период действия программы);</w:t>
      </w:r>
    </w:p>
    <w:p w14:paraId="2837CA66" w14:textId="7E06B109" w:rsidR="00D327AC" w:rsidRPr="009429EB" w:rsidRDefault="00DE4633" w:rsidP="00B35F6C">
      <w:pPr>
        <w:pStyle w:val="a8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D327AC" w:rsidRPr="009429EB">
        <w:rPr>
          <w:rFonts w:ascii="Times New Roman" w:hAnsi="Times New Roman"/>
          <w:sz w:val="28"/>
          <w:szCs w:val="28"/>
        </w:rPr>
        <w:t>Количество газовых котельных и промышленных установок, шт. (с нарастающим итогом на период действия программы);</w:t>
      </w:r>
    </w:p>
    <w:p w14:paraId="7F5C6D4A" w14:textId="319CC27B" w:rsidR="00D327AC" w:rsidRPr="009429EB" w:rsidRDefault="00DE4633" w:rsidP="00B35F6C">
      <w:pPr>
        <w:pStyle w:val="a8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D327AC" w:rsidRPr="009429EB">
        <w:rPr>
          <w:rFonts w:ascii="Times New Roman" w:hAnsi="Times New Roman"/>
          <w:sz w:val="28"/>
          <w:szCs w:val="28"/>
        </w:rPr>
        <w:t>Потребление газа в газовых котельных и про</w:t>
      </w:r>
      <w:r>
        <w:rPr>
          <w:rFonts w:ascii="Times New Roman" w:hAnsi="Times New Roman"/>
          <w:sz w:val="28"/>
          <w:szCs w:val="28"/>
        </w:rPr>
        <w:t>мышленных установках, тыс. куб.</w:t>
      </w:r>
      <w:r w:rsidR="00D327AC" w:rsidRPr="009429EB">
        <w:rPr>
          <w:rFonts w:ascii="Times New Roman" w:hAnsi="Times New Roman"/>
          <w:sz w:val="28"/>
          <w:szCs w:val="28"/>
        </w:rPr>
        <w:t>м</w:t>
      </w:r>
      <w:r w:rsidR="008C0BF4">
        <w:rPr>
          <w:rFonts w:ascii="Times New Roman" w:hAnsi="Times New Roman"/>
          <w:sz w:val="28"/>
          <w:szCs w:val="28"/>
        </w:rPr>
        <w:t>.</w:t>
      </w:r>
      <w:r w:rsidR="00D327AC" w:rsidRPr="009429EB">
        <w:rPr>
          <w:rFonts w:ascii="Times New Roman" w:hAnsi="Times New Roman"/>
          <w:sz w:val="28"/>
          <w:szCs w:val="28"/>
        </w:rPr>
        <w:t xml:space="preserve"> в год (на период действия программы);</w:t>
      </w:r>
    </w:p>
    <w:p w14:paraId="17D99F9B" w14:textId="2CD83C88" w:rsidR="00D327AC" w:rsidRPr="009429EB" w:rsidRDefault="00DE4633" w:rsidP="00B35F6C">
      <w:pPr>
        <w:pStyle w:val="a8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D327AC" w:rsidRPr="009429EB">
        <w:rPr>
          <w:rFonts w:ascii="Times New Roman" w:hAnsi="Times New Roman"/>
          <w:sz w:val="28"/>
          <w:szCs w:val="28"/>
        </w:rPr>
        <w:t>Протяженность внутригородских и сельских газовых сетей, тыс. км (с нарастающим итогом на период действия программы), в том числе:</w:t>
      </w:r>
    </w:p>
    <w:p w14:paraId="12CCAA32" w14:textId="77777777" w:rsidR="00D327AC" w:rsidRPr="009429EB" w:rsidRDefault="00D327AC" w:rsidP="00B35F6C">
      <w:pPr>
        <w:pStyle w:val="a8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429EB">
        <w:rPr>
          <w:rFonts w:ascii="Times New Roman" w:hAnsi="Times New Roman"/>
          <w:sz w:val="28"/>
          <w:szCs w:val="28"/>
        </w:rPr>
        <w:t>- городские км;</w:t>
      </w:r>
    </w:p>
    <w:p w14:paraId="50A9EC12" w14:textId="77777777" w:rsidR="00D327AC" w:rsidRPr="009429EB" w:rsidRDefault="00D327AC" w:rsidP="00B35F6C">
      <w:pPr>
        <w:pStyle w:val="a8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429EB">
        <w:rPr>
          <w:rFonts w:ascii="Times New Roman" w:hAnsi="Times New Roman"/>
          <w:sz w:val="28"/>
          <w:szCs w:val="28"/>
        </w:rPr>
        <w:t>- сельские км;</w:t>
      </w:r>
    </w:p>
    <w:p w14:paraId="21D25950" w14:textId="5309A20B" w:rsidR="00D327AC" w:rsidRPr="009429EB" w:rsidRDefault="00DE4633" w:rsidP="00B35F6C">
      <w:pPr>
        <w:pStyle w:val="a8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="00D327AC" w:rsidRPr="009429EB">
        <w:rPr>
          <w:rFonts w:ascii="Times New Roman" w:hAnsi="Times New Roman"/>
          <w:sz w:val="28"/>
          <w:szCs w:val="28"/>
        </w:rPr>
        <w:t>Рабочие места в газоснабжении и газификации, ед. (с нарастающим итогом на период действия программы);</w:t>
      </w:r>
    </w:p>
    <w:p w14:paraId="1DB925AF" w14:textId="0EF36D98" w:rsidR="00D327AC" w:rsidRPr="009429EB" w:rsidRDefault="00DE4633" w:rsidP="00B35F6C">
      <w:pPr>
        <w:pStyle w:val="a8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="00D327AC" w:rsidRPr="009429EB">
        <w:rPr>
          <w:rFonts w:ascii="Times New Roman" w:hAnsi="Times New Roman"/>
          <w:sz w:val="28"/>
          <w:szCs w:val="28"/>
        </w:rPr>
        <w:t>Газификация дизельных электростанций, ед. (с нарастающим итогом на период действия программы);</w:t>
      </w:r>
    </w:p>
    <w:p w14:paraId="62E77952" w14:textId="149149A8" w:rsidR="00D327AC" w:rsidRDefault="00DE4633" w:rsidP="00B35F6C">
      <w:pPr>
        <w:pStyle w:val="a8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="00D327AC" w:rsidRPr="009429EB">
        <w:rPr>
          <w:rFonts w:ascii="Times New Roman" w:hAnsi="Times New Roman"/>
          <w:sz w:val="28"/>
          <w:szCs w:val="28"/>
        </w:rPr>
        <w:t>Газификация домовладений, ед. (с нарастающим итого</w:t>
      </w:r>
      <w:r w:rsidR="00D327AC">
        <w:rPr>
          <w:rFonts w:ascii="Times New Roman" w:hAnsi="Times New Roman"/>
          <w:sz w:val="28"/>
          <w:szCs w:val="28"/>
        </w:rPr>
        <w:t>м на конец года);</w:t>
      </w:r>
    </w:p>
    <w:p w14:paraId="65263B51" w14:textId="1A78450F" w:rsidR="00D327AC" w:rsidRPr="00B80609" w:rsidRDefault="00DE4633" w:rsidP="00B35F6C">
      <w:pPr>
        <w:pStyle w:val="a8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8) </w:t>
      </w:r>
      <w:r w:rsidR="00D327AC" w:rsidRPr="00115997">
        <w:rPr>
          <w:rFonts w:ascii="Times New Roman" w:hAnsi="Times New Roman"/>
          <w:sz w:val="28"/>
          <w:szCs w:val="28"/>
          <w:lang w:eastAsia="ru-RU"/>
        </w:rPr>
        <w:t>Газификация автотранспорта, ед</w:t>
      </w:r>
      <w:r w:rsidR="00D327AC" w:rsidRPr="00115997">
        <w:rPr>
          <w:rFonts w:ascii="Times New Roman" w:hAnsi="Times New Roman"/>
          <w:sz w:val="28"/>
          <w:szCs w:val="28"/>
        </w:rPr>
        <w:t>.</w:t>
      </w:r>
      <w:r w:rsidR="00D327AC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D327AC">
        <w:rPr>
          <w:rFonts w:ascii="Times New Roman" w:hAnsi="Times New Roman"/>
          <w:sz w:val="28"/>
          <w:szCs w:val="28"/>
        </w:rPr>
        <w:t>с нарастающим итогом на конец года</w:t>
      </w:r>
      <w:r>
        <w:rPr>
          <w:rFonts w:ascii="Times New Roman" w:hAnsi="Times New Roman"/>
          <w:sz w:val="28"/>
          <w:szCs w:val="28"/>
          <w:lang w:eastAsia="ru-RU"/>
        </w:rPr>
        <w:t>).</w:t>
      </w:r>
    </w:p>
    <w:p w14:paraId="06BE8E49" w14:textId="5616C67F" w:rsidR="00D327AC" w:rsidRPr="00F458C0" w:rsidRDefault="00D327AC" w:rsidP="00B35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29EB">
        <w:rPr>
          <w:rFonts w:ascii="Times New Roman" w:hAnsi="Times New Roman"/>
          <w:sz w:val="28"/>
          <w:szCs w:val="28"/>
        </w:rPr>
        <w:t>Перечень и сведения о плановых значениях показателей (целевых индикаторов) программы представлены в приложении 1 к наст</w:t>
      </w:r>
      <w:r>
        <w:rPr>
          <w:rFonts w:ascii="Times New Roman" w:hAnsi="Times New Roman"/>
          <w:sz w:val="28"/>
          <w:szCs w:val="28"/>
        </w:rPr>
        <w:t>оящей муниципальной программе.»</w:t>
      </w:r>
      <w:r w:rsidR="00B35F6C">
        <w:rPr>
          <w:rFonts w:ascii="Times New Roman" w:hAnsi="Times New Roman"/>
          <w:sz w:val="28"/>
          <w:szCs w:val="28"/>
        </w:rPr>
        <w:t>.</w:t>
      </w:r>
    </w:p>
    <w:p w14:paraId="576543A9" w14:textId="7E2586AF" w:rsidR="00D327AC" w:rsidRDefault="00DE4633" w:rsidP="00B35F6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D327AC">
        <w:rPr>
          <w:rFonts w:ascii="Times New Roman" w:hAnsi="Times New Roman"/>
          <w:sz w:val="28"/>
          <w:szCs w:val="28"/>
        </w:rPr>
        <w:t xml:space="preserve">Раздел 4 </w:t>
      </w:r>
      <w:r w:rsidR="009C2A43" w:rsidRPr="009C2A43">
        <w:rPr>
          <w:rFonts w:ascii="Times New Roman" w:hAnsi="Times New Roman"/>
          <w:sz w:val="28"/>
          <w:szCs w:val="28"/>
        </w:rPr>
        <w:t>«Перечень программных мероприятий муниципальной программы»</w:t>
      </w:r>
      <w:r w:rsidR="009C2A43">
        <w:rPr>
          <w:rFonts w:ascii="Times New Roman" w:hAnsi="Times New Roman"/>
          <w:sz w:val="28"/>
          <w:szCs w:val="28"/>
        </w:rPr>
        <w:t xml:space="preserve"> </w:t>
      </w:r>
      <w:r w:rsidR="00D327A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62E18CA0" w14:textId="77777777" w:rsidR="00D327AC" w:rsidRPr="00F458C0" w:rsidRDefault="00D327AC" w:rsidP="00B35F6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«Раздел 4 «Перечень программных мероприятий муниципальной программы»</w:t>
      </w:r>
    </w:p>
    <w:p w14:paraId="01DCB4FD" w14:textId="77777777" w:rsidR="00D327AC" w:rsidRPr="00F458C0" w:rsidRDefault="00D327AC" w:rsidP="00B35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Основные мероприятия, планируемые к реализации в рамках программы:</w:t>
      </w:r>
    </w:p>
    <w:p w14:paraId="0B17FFBE" w14:textId="77777777" w:rsidR="00D327AC" w:rsidRPr="00F458C0" w:rsidRDefault="00D327AC" w:rsidP="00B35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Мероприятие 1. Развитие систем газификации.</w:t>
      </w:r>
    </w:p>
    <w:p w14:paraId="32BAC77C" w14:textId="77777777" w:rsidR="00D327AC" w:rsidRDefault="00D327AC" w:rsidP="00B35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Мероприятие 2. Оказание мер поддержки потребителям при газификации жилого фонда.</w:t>
      </w:r>
    </w:p>
    <w:p w14:paraId="4283B801" w14:textId="77777777" w:rsidR="00D327AC" w:rsidRPr="00F458C0" w:rsidRDefault="00D327AC" w:rsidP="00B35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3. П</w:t>
      </w:r>
      <w:r w:rsidRPr="00DD2850">
        <w:rPr>
          <w:rFonts w:ascii="Times New Roman" w:hAnsi="Times New Roman"/>
          <w:sz w:val="28"/>
          <w:szCs w:val="28"/>
        </w:rPr>
        <w:t>оддержка населения при переоборудовании автотранспорта на газомоторное топливо</w:t>
      </w:r>
      <w:r>
        <w:rPr>
          <w:rFonts w:ascii="Times New Roman" w:hAnsi="Times New Roman"/>
          <w:sz w:val="28"/>
          <w:szCs w:val="28"/>
        </w:rPr>
        <w:t>.</w:t>
      </w:r>
    </w:p>
    <w:p w14:paraId="5236D265" w14:textId="1A8C1522" w:rsidR="00D327AC" w:rsidRPr="00F458C0" w:rsidRDefault="00D327AC" w:rsidP="00B35F6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Перечень программных мероприятий представлен в приложении 2.»</w:t>
      </w:r>
      <w:r w:rsidR="00B35F6C">
        <w:rPr>
          <w:rFonts w:ascii="Times New Roman" w:hAnsi="Times New Roman"/>
          <w:sz w:val="28"/>
          <w:szCs w:val="28"/>
        </w:rPr>
        <w:t>.</w:t>
      </w:r>
    </w:p>
    <w:p w14:paraId="1C324E8D" w14:textId="0C1978DB" w:rsidR="00D327AC" w:rsidRDefault="00DE4633" w:rsidP="00B35F6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="00D327AC">
        <w:rPr>
          <w:rFonts w:ascii="Times New Roman" w:hAnsi="Times New Roman"/>
          <w:sz w:val="28"/>
          <w:szCs w:val="28"/>
        </w:rPr>
        <w:t xml:space="preserve">Раздел 7 </w:t>
      </w:r>
      <w:r w:rsidR="009C2A43" w:rsidRPr="009C2A43">
        <w:rPr>
          <w:rFonts w:ascii="Times New Roman" w:hAnsi="Times New Roman"/>
          <w:sz w:val="28"/>
          <w:szCs w:val="28"/>
        </w:rPr>
        <w:t>«Конечные результаты реализации муниципальной программы»</w:t>
      </w:r>
      <w:r w:rsidR="009C2A43">
        <w:rPr>
          <w:rFonts w:ascii="Times New Roman" w:hAnsi="Times New Roman"/>
          <w:sz w:val="28"/>
          <w:szCs w:val="28"/>
        </w:rPr>
        <w:t xml:space="preserve"> </w:t>
      </w:r>
      <w:r w:rsidR="00D327A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50FC333D" w14:textId="77777777" w:rsidR="00D327AC" w:rsidRPr="00F458C0" w:rsidRDefault="00D327AC" w:rsidP="00B35F6C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«Раздел 7 «Конечные результаты реализации муниципальной программы»</w:t>
      </w:r>
    </w:p>
    <w:p w14:paraId="764697F4" w14:textId="77777777" w:rsidR="00D327AC" w:rsidRPr="00F458C0" w:rsidRDefault="00D327AC" w:rsidP="00B35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В результате реализации мероприятий программы, основные показатели могут достигнуть следующих значений:</w:t>
      </w:r>
    </w:p>
    <w:p w14:paraId="0D4061F5" w14:textId="5015E018" w:rsidR="00D327AC" w:rsidRPr="00F458C0" w:rsidRDefault="00DE4633" w:rsidP="00B35F6C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D327AC" w:rsidRPr="00F458C0">
        <w:rPr>
          <w:rFonts w:ascii="Times New Roman" w:hAnsi="Times New Roman"/>
          <w:sz w:val="28"/>
          <w:szCs w:val="28"/>
        </w:rPr>
        <w:t>Объем потребления газа – 25 334 тыс. куб.м. в год к концу 2025 года;</w:t>
      </w:r>
    </w:p>
    <w:p w14:paraId="79FAA049" w14:textId="7F3F6FFC" w:rsidR="00D327AC" w:rsidRPr="00DE4633" w:rsidRDefault="00DE4633" w:rsidP="00B35F6C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4633">
        <w:rPr>
          <w:rFonts w:ascii="Times New Roman" w:hAnsi="Times New Roman"/>
          <w:sz w:val="28"/>
          <w:szCs w:val="28"/>
        </w:rPr>
        <w:t xml:space="preserve">2. </w:t>
      </w:r>
      <w:r w:rsidR="00D327AC" w:rsidRPr="00DE4633">
        <w:rPr>
          <w:rFonts w:ascii="Times New Roman" w:hAnsi="Times New Roman"/>
          <w:sz w:val="28"/>
          <w:szCs w:val="28"/>
        </w:rPr>
        <w:t>Количество газовых котельных и промышленных установок – 1</w:t>
      </w:r>
      <w:r w:rsidR="00AD0D2A" w:rsidRPr="00DE4633">
        <w:rPr>
          <w:rFonts w:ascii="Times New Roman" w:hAnsi="Times New Roman"/>
          <w:sz w:val="28"/>
          <w:szCs w:val="28"/>
        </w:rPr>
        <w:t>6</w:t>
      </w:r>
      <w:r w:rsidR="00D327AC" w:rsidRPr="00DE4633">
        <w:rPr>
          <w:rFonts w:ascii="Times New Roman" w:hAnsi="Times New Roman"/>
          <w:sz w:val="28"/>
          <w:szCs w:val="28"/>
        </w:rPr>
        <w:t xml:space="preserve"> шт. к концу 2025 года;</w:t>
      </w:r>
    </w:p>
    <w:p w14:paraId="1EE3F7C6" w14:textId="5F0CA42E" w:rsidR="00D327AC" w:rsidRPr="00F458C0" w:rsidRDefault="00DE4633" w:rsidP="00B35F6C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D327AC" w:rsidRPr="00F458C0">
        <w:rPr>
          <w:rFonts w:ascii="Times New Roman" w:hAnsi="Times New Roman"/>
          <w:sz w:val="28"/>
          <w:szCs w:val="28"/>
        </w:rPr>
        <w:t>Потребление газа в газовых котельных и промышленных установках – 13903 тыс. куб. м. в год к концу 2025 года;</w:t>
      </w:r>
    </w:p>
    <w:p w14:paraId="2AA52619" w14:textId="01BC4F92" w:rsidR="00D327AC" w:rsidRPr="00F458C0" w:rsidRDefault="00DE4633" w:rsidP="00B35F6C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D327AC" w:rsidRPr="00F458C0">
        <w:rPr>
          <w:rFonts w:ascii="Times New Roman" w:hAnsi="Times New Roman"/>
          <w:sz w:val="28"/>
          <w:szCs w:val="28"/>
        </w:rPr>
        <w:t xml:space="preserve">Протяженность внутригородских и сельских газовых сетей – 0,102 тыс. км </w:t>
      </w:r>
      <w:r w:rsidR="0083099B">
        <w:rPr>
          <w:rFonts w:ascii="Times New Roman" w:hAnsi="Times New Roman"/>
          <w:sz w:val="28"/>
          <w:szCs w:val="28"/>
        </w:rPr>
        <w:t>к концу 2025 года, в том числе:</w:t>
      </w:r>
    </w:p>
    <w:p w14:paraId="1CB34548" w14:textId="77777777" w:rsidR="00D327AC" w:rsidRPr="00F458C0" w:rsidRDefault="00D327AC" w:rsidP="00B35F6C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- городские – 62,0 км;</w:t>
      </w:r>
    </w:p>
    <w:p w14:paraId="2475977A" w14:textId="77777777" w:rsidR="00D327AC" w:rsidRPr="00F458C0" w:rsidRDefault="00D327AC" w:rsidP="00B35F6C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- сельские – 40,0 км;</w:t>
      </w:r>
    </w:p>
    <w:p w14:paraId="4E40DF43" w14:textId="3EFB7833" w:rsidR="00D327AC" w:rsidRPr="00F458C0" w:rsidRDefault="00DE4633" w:rsidP="00B35F6C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D327AC" w:rsidRPr="00F458C0">
        <w:rPr>
          <w:rFonts w:ascii="Times New Roman" w:hAnsi="Times New Roman"/>
          <w:sz w:val="28"/>
          <w:szCs w:val="28"/>
        </w:rPr>
        <w:t>Рабочие места в газоснабжении и газификации – 15 ед. к концу 2025 года;</w:t>
      </w:r>
    </w:p>
    <w:p w14:paraId="29C1F32B" w14:textId="21A965E8" w:rsidR="00D327AC" w:rsidRPr="00F458C0" w:rsidRDefault="00DE4633" w:rsidP="00B35F6C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D327AC" w:rsidRPr="00F458C0">
        <w:rPr>
          <w:rFonts w:ascii="Times New Roman" w:hAnsi="Times New Roman"/>
          <w:sz w:val="28"/>
          <w:szCs w:val="28"/>
        </w:rPr>
        <w:t>Газификация дизельных электростанций – 1 к концу 2025 года.</w:t>
      </w:r>
    </w:p>
    <w:p w14:paraId="109A8CB2" w14:textId="30454AAA" w:rsidR="00D327AC" w:rsidRPr="00DE4633" w:rsidRDefault="00DE4633" w:rsidP="00B35F6C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  <w:r w:rsidRPr="00DE4633">
        <w:rPr>
          <w:rFonts w:ascii="Times New Roman" w:hAnsi="Times New Roman"/>
          <w:sz w:val="28"/>
          <w:szCs w:val="28"/>
        </w:rPr>
        <w:t xml:space="preserve">7. </w:t>
      </w:r>
      <w:r w:rsidR="00F76CC7" w:rsidRPr="00DE4633">
        <w:rPr>
          <w:rFonts w:ascii="Times New Roman" w:hAnsi="Times New Roman"/>
          <w:sz w:val="28"/>
          <w:szCs w:val="28"/>
        </w:rPr>
        <w:t>Газификация домовладений – 4 638</w:t>
      </w:r>
      <w:r w:rsidR="00D327AC" w:rsidRPr="00DE4633">
        <w:rPr>
          <w:rFonts w:ascii="Times New Roman" w:hAnsi="Times New Roman"/>
          <w:sz w:val="28"/>
          <w:szCs w:val="28"/>
        </w:rPr>
        <w:t xml:space="preserve"> ед. к концу 2025 года.</w:t>
      </w:r>
    </w:p>
    <w:p w14:paraId="14143480" w14:textId="2386D2FE" w:rsidR="00D327AC" w:rsidRPr="00F458C0" w:rsidRDefault="00DE4633" w:rsidP="00B35F6C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8. </w:t>
      </w:r>
      <w:r w:rsidR="00D327AC">
        <w:rPr>
          <w:rFonts w:ascii="Times New Roman" w:hAnsi="Times New Roman"/>
          <w:sz w:val="28"/>
          <w:szCs w:val="28"/>
          <w:lang w:eastAsia="ru-RU"/>
        </w:rPr>
        <w:t xml:space="preserve">Газификация </w:t>
      </w:r>
      <w:r w:rsidR="003B55D2">
        <w:rPr>
          <w:rFonts w:ascii="Times New Roman" w:hAnsi="Times New Roman"/>
          <w:sz w:val="28"/>
          <w:szCs w:val="28"/>
          <w:lang w:eastAsia="ru-RU"/>
        </w:rPr>
        <w:t>автотранспорта</w:t>
      </w:r>
      <w:r w:rsidR="003B55D2">
        <w:rPr>
          <w:rFonts w:ascii="Times New Roman" w:hAnsi="Times New Roman"/>
          <w:sz w:val="28"/>
          <w:szCs w:val="28"/>
        </w:rPr>
        <w:t xml:space="preserve"> –</w:t>
      </w:r>
      <w:r w:rsidR="00D327AC">
        <w:rPr>
          <w:rFonts w:ascii="Times New Roman" w:hAnsi="Times New Roman"/>
          <w:sz w:val="28"/>
          <w:szCs w:val="28"/>
        </w:rPr>
        <w:t xml:space="preserve"> 6 ед. к концу 2025 года.</w:t>
      </w:r>
    </w:p>
    <w:p w14:paraId="662ECFF0" w14:textId="3374650D" w:rsidR="00D327AC" w:rsidRPr="00F458C0" w:rsidRDefault="00D327AC" w:rsidP="00B35F6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Перечень конечных результатов индикаторов указан в приложении 1 к муниципальной программе</w:t>
      </w:r>
      <w:r w:rsidR="00B35F6C">
        <w:rPr>
          <w:rFonts w:ascii="Times New Roman" w:hAnsi="Times New Roman"/>
          <w:sz w:val="28"/>
          <w:szCs w:val="28"/>
        </w:rPr>
        <w:t>.</w:t>
      </w:r>
      <w:r w:rsidRPr="00F458C0">
        <w:rPr>
          <w:rFonts w:ascii="Times New Roman" w:hAnsi="Times New Roman"/>
          <w:sz w:val="28"/>
          <w:szCs w:val="28"/>
        </w:rPr>
        <w:t>».</w:t>
      </w:r>
    </w:p>
    <w:p w14:paraId="2CEC284B" w14:textId="5C519F35" w:rsidR="00D327AC" w:rsidRDefault="00DE4633" w:rsidP="00B35F6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r w:rsidR="00D327AC">
        <w:rPr>
          <w:rFonts w:ascii="Times New Roman" w:hAnsi="Times New Roman"/>
          <w:sz w:val="28"/>
          <w:szCs w:val="28"/>
        </w:rPr>
        <w:t>Приложение 1 к муниципальной программе изложить в новой редакции в соответствии с приложением 2 к настоящему постановлению.</w:t>
      </w:r>
    </w:p>
    <w:p w14:paraId="7AD2939E" w14:textId="5F77F451" w:rsidR="00D327AC" w:rsidRDefault="00DE4633" w:rsidP="00B35F6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</w:t>
      </w:r>
      <w:r w:rsidR="00D327AC">
        <w:rPr>
          <w:rFonts w:ascii="Times New Roman" w:hAnsi="Times New Roman"/>
          <w:sz w:val="28"/>
          <w:szCs w:val="28"/>
        </w:rPr>
        <w:t>Приложение 2 к муниципальной программе изложить в новой редакции в соответствии с приложением 3 к настоящему постановлению.</w:t>
      </w:r>
    </w:p>
    <w:p w14:paraId="7B761473" w14:textId="79510873" w:rsidR="00D327AC" w:rsidRPr="00E27FCE" w:rsidRDefault="00DE4633" w:rsidP="00B35F6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</w:t>
      </w:r>
      <w:r w:rsidR="00D327AC">
        <w:rPr>
          <w:rFonts w:ascii="Times New Roman" w:hAnsi="Times New Roman"/>
          <w:sz w:val="28"/>
          <w:szCs w:val="28"/>
        </w:rPr>
        <w:t>Приложение 3 к муниципальной программе изложить в новой редакции в соответствии с приложением 4 к настоящему постановлению.</w:t>
      </w:r>
    </w:p>
    <w:p w14:paraId="7BFB69F3" w14:textId="7CF9B18A" w:rsidR="00D327AC" w:rsidRPr="00CA37E0" w:rsidRDefault="00DE4633" w:rsidP="00B35F6C">
      <w:pPr>
        <w:pStyle w:val="a8"/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D327AC" w:rsidRPr="00CA37E0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83099B" w:rsidRPr="0083099B">
        <w:rPr>
          <w:rFonts w:ascii="Times New Roman" w:hAnsi="Times New Roman"/>
          <w:sz w:val="28"/>
          <w:szCs w:val="28"/>
        </w:rPr>
        <w:t>информац</w:t>
      </w:r>
      <w:r w:rsidR="0083099B">
        <w:rPr>
          <w:rFonts w:ascii="Times New Roman" w:hAnsi="Times New Roman"/>
          <w:sz w:val="28"/>
          <w:szCs w:val="28"/>
        </w:rPr>
        <w:t xml:space="preserve">ионно-телекоммуникационной </w:t>
      </w:r>
      <w:r w:rsidR="00D327AC" w:rsidRPr="00CA37E0">
        <w:rPr>
          <w:rFonts w:ascii="Times New Roman" w:hAnsi="Times New Roman"/>
          <w:sz w:val="28"/>
          <w:szCs w:val="28"/>
        </w:rPr>
        <w:t>сети «Интернет».</w:t>
      </w:r>
    </w:p>
    <w:p w14:paraId="33526EE1" w14:textId="105365D1" w:rsidR="00E609BC" w:rsidRPr="00B10235" w:rsidRDefault="00DE4633" w:rsidP="00B35F6C">
      <w:pPr>
        <w:pStyle w:val="a8"/>
        <w:tabs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D327AC" w:rsidRPr="00CA37E0">
        <w:rPr>
          <w:rFonts w:ascii="Times New Roman" w:hAnsi="Times New Roman"/>
          <w:sz w:val="28"/>
          <w:szCs w:val="28"/>
        </w:rPr>
        <w:t xml:space="preserve">Контроль </w:t>
      </w:r>
      <w:r w:rsidR="00B35F6C">
        <w:rPr>
          <w:rFonts w:ascii="Times New Roman" w:hAnsi="Times New Roman"/>
          <w:sz w:val="28"/>
          <w:szCs w:val="28"/>
        </w:rPr>
        <w:t xml:space="preserve">за </w:t>
      </w:r>
      <w:r w:rsidR="00D327AC" w:rsidRPr="00CA37E0">
        <w:rPr>
          <w:rFonts w:ascii="Times New Roman" w:hAnsi="Times New Roman"/>
          <w:sz w:val="28"/>
          <w:szCs w:val="28"/>
        </w:rPr>
        <w:t>исполнени</w:t>
      </w:r>
      <w:r w:rsidR="00B35F6C">
        <w:rPr>
          <w:rFonts w:ascii="Times New Roman" w:hAnsi="Times New Roman"/>
          <w:sz w:val="28"/>
          <w:szCs w:val="28"/>
        </w:rPr>
        <w:t>ем</w:t>
      </w:r>
      <w:r w:rsidR="00D327AC" w:rsidRPr="00CA37E0">
        <w:rPr>
          <w:rFonts w:ascii="Times New Roman" w:hAnsi="Times New Roman"/>
          <w:sz w:val="28"/>
          <w:szCs w:val="28"/>
        </w:rPr>
        <w:t xml:space="preserve"> настоящего постановления </w:t>
      </w:r>
      <w:r w:rsidR="00D327AC">
        <w:rPr>
          <w:rFonts w:ascii="Times New Roman" w:hAnsi="Times New Roman"/>
          <w:sz w:val="28"/>
          <w:szCs w:val="28"/>
        </w:rPr>
        <w:t>оставляю за собой</w:t>
      </w:r>
      <w:r w:rsidR="00B10235" w:rsidRPr="00B10235">
        <w:rPr>
          <w:rFonts w:ascii="Times New Roman" w:hAnsi="Times New Roman"/>
          <w:sz w:val="28"/>
          <w:szCs w:val="28"/>
        </w:rPr>
        <w:t>.</w:t>
      </w:r>
    </w:p>
    <w:p w14:paraId="33526EE2" w14:textId="77777777" w:rsidR="00E609BC" w:rsidRPr="00D12794" w:rsidRDefault="00E609BC" w:rsidP="00B35F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526EEB" w14:textId="77777777" w:rsidR="008629FA" w:rsidRPr="00D12794" w:rsidRDefault="008629FA" w:rsidP="00B35F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526EEC" w14:textId="77777777" w:rsidR="008629FA" w:rsidRDefault="008629FA" w:rsidP="00B35F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3526EED" w14:textId="4D1399DB" w:rsidR="008629FA" w:rsidRPr="008629FA" w:rsidRDefault="008629FA" w:rsidP="00B35F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bookmarkEnd w:id="0"/>
      <w:r>
        <w:rPr>
          <w:rFonts w:ascii="Times New Roman" w:hAnsi="Times New Roman"/>
          <w:sz w:val="28"/>
          <w:szCs w:val="28"/>
        </w:rPr>
        <w:t>Городской</w:t>
      </w:r>
      <w:r w:rsidR="009C2A43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9C2A43">
        <w:rPr>
          <w:rFonts w:ascii="Times New Roman" w:hAnsi="Times New Roman"/>
          <w:sz w:val="28"/>
          <w:szCs w:val="28"/>
        </w:rPr>
        <w:tab/>
      </w:r>
      <w:r w:rsidR="009C2A43">
        <w:rPr>
          <w:rFonts w:ascii="Times New Roman" w:hAnsi="Times New Roman"/>
          <w:sz w:val="28"/>
          <w:szCs w:val="28"/>
        </w:rPr>
        <w:tab/>
      </w:r>
      <w:r w:rsidR="009C2A43">
        <w:rPr>
          <w:rFonts w:ascii="Times New Roman" w:hAnsi="Times New Roman"/>
          <w:sz w:val="28"/>
          <w:szCs w:val="28"/>
        </w:rPr>
        <w:tab/>
      </w:r>
      <w:r w:rsidR="009C2A43">
        <w:rPr>
          <w:rFonts w:ascii="Times New Roman" w:hAnsi="Times New Roman"/>
          <w:sz w:val="28"/>
          <w:szCs w:val="28"/>
        </w:rPr>
        <w:tab/>
      </w:r>
      <w:r w:rsidR="009C2A43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9C2A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526EF7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3526EF8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526EF5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3526EF6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8769B3"/>
    <w:multiLevelType w:val="multilevel"/>
    <w:tmpl w:val="5BE8671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1">
    <w:nsid w:val="4ED801E6"/>
    <w:multiLevelType w:val="hybridMultilevel"/>
    <w:tmpl w:val="3FC48B90"/>
    <w:lvl w:ilvl="0" w:tplc="3C62F2B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7E670896"/>
    <w:multiLevelType w:val="hybridMultilevel"/>
    <w:tmpl w:val="B3FA14FC"/>
    <w:lvl w:ilvl="0" w:tplc="59B03EC0">
      <w:start w:val="1"/>
      <w:numFmt w:val="decimal"/>
      <w:lvlText w:val="%1."/>
      <w:lvlJc w:val="left"/>
      <w:pPr>
        <w:ind w:left="1211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5051"/>
    <w:rsid w:val="00053BD0"/>
    <w:rsid w:val="00115997"/>
    <w:rsid w:val="00115F3F"/>
    <w:rsid w:val="00185FEC"/>
    <w:rsid w:val="001E1F9F"/>
    <w:rsid w:val="002003DC"/>
    <w:rsid w:val="0033636C"/>
    <w:rsid w:val="003B55D2"/>
    <w:rsid w:val="003E4257"/>
    <w:rsid w:val="00520CBF"/>
    <w:rsid w:val="0083099B"/>
    <w:rsid w:val="008629FA"/>
    <w:rsid w:val="008C0BF4"/>
    <w:rsid w:val="009228D5"/>
    <w:rsid w:val="00987DB5"/>
    <w:rsid w:val="009C2A43"/>
    <w:rsid w:val="00AC72C8"/>
    <w:rsid w:val="00AD0D2A"/>
    <w:rsid w:val="00B10235"/>
    <w:rsid w:val="00B10ED9"/>
    <w:rsid w:val="00B25688"/>
    <w:rsid w:val="00B35F6C"/>
    <w:rsid w:val="00B93F21"/>
    <w:rsid w:val="00C02849"/>
    <w:rsid w:val="00CF7158"/>
    <w:rsid w:val="00D12794"/>
    <w:rsid w:val="00D327AC"/>
    <w:rsid w:val="00D67BD8"/>
    <w:rsid w:val="00DD1976"/>
    <w:rsid w:val="00DE4633"/>
    <w:rsid w:val="00DF7897"/>
    <w:rsid w:val="00E37B8A"/>
    <w:rsid w:val="00E609BC"/>
    <w:rsid w:val="00F7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26ED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99"/>
    <w:qFormat/>
    <w:rsid w:val="00B1023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D19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D197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E48F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E48F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E48FE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3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2021-05-14T05:10:00Z</cp:lastPrinted>
  <dcterms:created xsi:type="dcterms:W3CDTF">2021-05-14T05:10:00Z</dcterms:created>
  <dcterms:modified xsi:type="dcterms:W3CDTF">2021-05-14T05:10:00Z</dcterms:modified>
</cp:coreProperties>
</file>