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99162A3" w14:textId="77777777" w:rsidTr="00987DB5">
        <w:tc>
          <w:tcPr>
            <w:tcW w:w="9498" w:type="dxa"/>
          </w:tcPr>
          <w:p w14:paraId="2991629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99162BA" wp14:editId="299162B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9162A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99162A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99162A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99162A4" w14:textId="66EBA639" w:rsidR="0033636C" w:rsidRPr="00292BF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2BF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92BF2" w:rsidRPr="00292BF2">
            <w:rPr>
              <w:rFonts w:ascii="Times New Roman" w:hAnsi="Times New Roman"/>
              <w:sz w:val="28"/>
              <w:szCs w:val="28"/>
            </w:rPr>
            <w:t>19 апреля 2023 года</w:t>
          </w:r>
        </w:sdtContent>
      </w:sdt>
      <w:r w:rsidRPr="00292BF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92BF2" w:rsidRPr="00292BF2">
            <w:rPr>
              <w:rFonts w:ascii="Times New Roman" w:hAnsi="Times New Roman"/>
              <w:sz w:val="28"/>
              <w:szCs w:val="28"/>
            </w:rPr>
            <w:t>253</w:t>
          </w:r>
        </w:sdtContent>
      </w:sdt>
    </w:p>
    <w:p w14:paraId="299162A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99162A6" w14:textId="5C19A9D0" w:rsidR="0033636C" w:rsidRPr="002B0BC2" w:rsidRDefault="0033636C" w:rsidP="00BC135C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0BC2">
        <w:rPr>
          <w:rFonts w:ascii="Times New Roman" w:hAnsi="Times New Roman"/>
          <w:b/>
          <w:sz w:val="28"/>
          <w:szCs w:val="28"/>
        </w:rPr>
        <w:t xml:space="preserve">О создании контрактной службы администрации </w:t>
      </w:r>
      <w:r w:rsidR="00BC135C">
        <w:rPr>
          <w:rFonts w:ascii="Times New Roman" w:hAnsi="Times New Roman"/>
          <w:b/>
          <w:sz w:val="28"/>
          <w:szCs w:val="28"/>
        </w:rPr>
        <w:br/>
      </w:r>
      <w:r w:rsidRPr="002B0BC2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BC135C">
        <w:rPr>
          <w:rFonts w:ascii="Times New Roman" w:hAnsi="Times New Roman"/>
          <w:b/>
          <w:sz w:val="28"/>
          <w:szCs w:val="28"/>
        </w:rPr>
        <w:t>«</w:t>
      </w:r>
      <w:r w:rsidRPr="002B0BC2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BC135C">
        <w:rPr>
          <w:rFonts w:ascii="Times New Roman" w:hAnsi="Times New Roman"/>
          <w:b/>
          <w:sz w:val="28"/>
          <w:szCs w:val="28"/>
        </w:rPr>
        <w:t>»</w:t>
      </w:r>
    </w:p>
    <w:p w14:paraId="4471A8C2" w14:textId="25C48293" w:rsidR="002B0BC2" w:rsidRPr="004B7CB1" w:rsidRDefault="002B0BC2" w:rsidP="00292B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атьей</w:t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 xml:space="preserve"> 38 Федерального закона от 05.04.2013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 xml:space="preserve">№ 44-ФЗ «О контрактной системе в сфере закупок товаров, работ, услуг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>для обеспечения государственных и муниципальных нужд»,</w:t>
      </w:r>
      <w:r w:rsidR="00A43D77" w:rsidRPr="00A43D77">
        <w:rPr>
          <w:rFonts w:ascii="Times New Roman" w:hAnsi="Times New Roman"/>
          <w:sz w:val="28"/>
          <w:szCs w:val="28"/>
        </w:rPr>
        <w:t xml:space="preserve"> </w:t>
      </w:r>
      <w:r w:rsidR="00BC135C">
        <w:rPr>
          <w:rFonts w:ascii="Times New Roman" w:hAnsi="Times New Roman"/>
          <w:sz w:val="28"/>
          <w:szCs w:val="28"/>
        </w:rPr>
        <w:t xml:space="preserve">руководствуясь ст. </w:t>
      </w:r>
      <w:r w:rsidR="00A43D77">
        <w:rPr>
          <w:rFonts w:ascii="Times New Roman" w:hAnsi="Times New Roman"/>
          <w:sz w:val="28"/>
          <w:szCs w:val="28"/>
        </w:rPr>
        <w:t>36 Устава муниципального образования «Городской округ Ногликский»,</w:t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муниципального образования «Городской округ Ногликский» </w:t>
      </w:r>
      <w:r w:rsidRPr="0078540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64916941" w14:textId="2999474D" w:rsidR="0078685B" w:rsidRPr="0078685B" w:rsidRDefault="0078685B" w:rsidP="00292BF2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78685B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Создать контрактную службу администрации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8685B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A543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61018CA" w14:textId="55FFB5C6" w:rsidR="002B0BC2" w:rsidRDefault="0078685B" w:rsidP="00292BF2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>Утвердить Положение о контрактной службе администрации муниципального образования «Городской округ Ногликский» (прил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агается</w:t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7BB1F348" w14:textId="2586C54C" w:rsidR="0078685B" w:rsidRPr="0078685B" w:rsidRDefault="0078685B" w:rsidP="00292BF2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8685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78685B"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99162B1" w14:textId="1CB5F975" w:rsidR="008629FA" w:rsidRPr="00D12794" w:rsidRDefault="0078685B" w:rsidP="00292B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B0BC2" w:rsidRPr="004B7CB1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на</w:t>
      </w:r>
      <w:r w:rsidR="00BA07E0">
        <w:rPr>
          <w:rFonts w:ascii="Times New Roman" w:eastAsia="Times New Roman" w:hAnsi="Times New Roman"/>
          <w:sz w:val="28"/>
          <w:szCs w:val="28"/>
          <w:lang w:eastAsia="ru-RU"/>
        </w:rPr>
        <w:t>стоящего постановления возложить на исполняющего обязанности первого вице-мэра муниципального образования «Городской округ Ногликский» Русанова Я.С.</w:t>
      </w:r>
      <w:bookmarkStart w:id="0" w:name="_GoBack"/>
      <w:bookmarkEnd w:id="0"/>
    </w:p>
    <w:p w14:paraId="299162B2" w14:textId="77777777" w:rsidR="008629FA" w:rsidRDefault="008629FA" w:rsidP="00292BF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04BD4A" w14:textId="77777777" w:rsidR="00BC135C" w:rsidRPr="00D12794" w:rsidRDefault="00BC135C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99162B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99162B9" w14:textId="32D85373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2B0B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BC135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9162B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99162B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9162B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99162B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92BF2"/>
    <w:rsid w:val="002B0BC2"/>
    <w:rsid w:val="002C12B9"/>
    <w:rsid w:val="0033636C"/>
    <w:rsid w:val="00336E48"/>
    <w:rsid w:val="003E4257"/>
    <w:rsid w:val="00520CBF"/>
    <w:rsid w:val="0078685B"/>
    <w:rsid w:val="008629FA"/>
    <w:rsid w:val="00907731"/>
    <w:rsid w:val="00987DB5"/>
    <w:rsid w:val="00A43D77"/>
    <w:rsid w:val="00AA543C"/>
    <w:rsid w:val="00AC72C8"/>
    <w:rsid w:val="00B10ED9"/>
    <w:rsid w:val="00B25688"/>
    <w:rsid w:val="00BA07E0"/>
    <w:rsid w:val="00BC135C"/>
    <w:rsid w:val="00C02849"/>
    <w:rsid w:val="00CD2869"/>
    <w:rsid w:val="00D12794"/>
    <w:rsid w:val="00D67BD8"/>
    <w:rsid w:val="00DF7897"/>
    <w:rsid w:val="00E37B8A"/>
    <w:rsid w:val="00E609BC"/>
    <w:rsid w:val="00F0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1629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table" w:styleId="a8">
    <w:name w:val="Table Grid"/>
    <w:basedOn w:val="a1"/>
    <w:uiPriority w:val="39"/>
    <w:rsid w:val="002B0B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9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61A2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61A2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61A2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12</cp:revision>
  <dcterms:created xsi:type="dcterms:W3CDTF">2020-04-07T04:52:00Z</dcterms:created>
  <dcterms:modified xsi:type="dcterms:W3CDTF">2023-04-19T07:39:00Z</dcterms:modified>
</cp:coreProperties>
</file>