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4088CC0B" w14:textId="77777777" w:rsidTr="00987DB5">
        <w:tc>
          <w:tcPr>
            <w:tcW w:w="9498" w:type="dxa"/>
          </w:tcPr>
          <w:p w14:paraId="4088CC07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088CC22" wp14:editId="4088CC23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088CC08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4088CC09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4088CC0A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4088CC0C" w14:textId="18277A75" w:rsidR="0033636C" w:rsidRPr="00BA14EC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A14EC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BA14EC" w:rsidRPr="00BA14EC">
            <w:rPr>
              <w:rFonts w:ascii="Times New Roman" w:hAnsi="Times New Roman"/>
              <w:sz w:val="28"/>
              <w:szCs w:val="28"/>
            </w:rPr>
            <w:t>20 апреля 2023 года</w:t>
          </w:r>
        </w:sdtContent>
      </w:sdt>
      <w:r w:rsidRPr="00BA14EC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BA14EC" w:rsidRPr="00BA14EC">
            <w:rPr>
              <w:rFonts w:ascii="Times New Roman" w:hAnsi="Times New Roman"/>
              <w:sz w:val="28"/>
              <w:szCs w:val="28"/>
            </w:rPr>
            <w:t>256</w:t>
          </w:r>
        </w:sdtContent>
      </w:sdt>
    </w:p>
    <w:p w14:paraId="4088CC0D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07A5581F" w14:textId="77777777" w:rsidR="00311B4D" w:rsidRDefault="0033636C" w:rsidP="00B73A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11B4D">
        <w:rPr>
          <w:rFonts w:ascii="Times New Roman" w:hAnsi="Times New Roman"/>
          <w:b/>
          <w:sz w:val="28"/>
          <w:szCs w:val="28"/>
        </w:rPr>
        <w:t>О проведении субботни</w:t>
      </w:r>
      <w:r w:rsidR="00311B4D" w:rsidRPr="00311B4D">
        <w:rPr>
          <w:rFonts w:ascii="Times New Roman" w:hAnsi="Times New Roman"/>
          <w:b/>
          <w:sz w:val="28"/>
          <w:szCs w:val="28"/>
        </w:rPr>
        <w:t>ков в муниципальном образовании</w:t>
      </w:r>
      <w:r w:rsidRPr="00311B4D">
        <w:rPr>
          <w:rFonts w:ascii="Times New Roman" w:hAnsi="Times New Roman"/>
          <w:b/>
          <w:sz w:val="28"/>
          <w:szCs w:val="28"/>
        </w:rPr>
        <w:t xml:space="preserve"> </w:t>
      </w:r>
    </w:p>
    <w:p w14:paraId="4088CC0E" w14:textId="6D325D8C" w:rsidR="0033636C" w:rsidRPr="00311B4D" w:rsidRDefault="0033636C" w:rsidP="00B73A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11B4D">
        <w:rPr>
          <w:rFonts w:ascii="Times New Roman" w:hAnsi="Times New Roman"/>
          <w:b/>
          <w:sz w:val="28"/>
          <w:szCs w:val="28"/>
        </w:rPr>
        <w:t>«Городской округ Ногликский»</w:t>
      </w:r>
    </w:p>
    <w:p w14:paraId="4088CC0F" w14:textId="77777777" w:rsidR="00185FEC" w:rsidRDefault="00185FEC" w:rsidP="00B73A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B05225F" w14:textId="77777777" w:rsidR="00311B4D" w:rsidRPr="00B73A94" w:rsidRDefault="00311B4D" w:rsidP="00F43EA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11B4D">
        <w:rPr>
          <w:rFonts w:ascii="Times New Roman" w:hAnsi="Times New Roman"/>
          <w:sz w:val="28"/>
          <w:szCs w:val="28"/>
        </w:rPr>
        <w:t xml:space="preserve">В соответствии с Правилами благоустройства и санитарного содержания территории муниципального образования «Городской округ Ногликский», утвержденными решением Собрания муниципального образования «Городской округ Ногликский» от 12.07.2012 № 190, в целях проведения субботников и улучшения санитарного содержания и благоустройства территорий населенных пунктов, поддержания чистоты и порядка, обеспечения экологически благоприятной среды для проживания населения муниципального образования «Городской округ Ногликский», 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B73A94">
        <w:rPr>
          <w:rFonts w:ascii="Times New Roman" w:hAnsi="Times New Roman"/>
          <w:b/>
          <w:sz w:val="28"/>
          <w:szCs w:val="28"/>
        </w:rPr>
        <w:t>ПОСТАНОВЛЯЕТ:</w:t>
      </w:r>
    </w:p>
    <w:p w14:paraId="3F048E19" w14:textId="690C5521" w:rsidR="00311B4D" w:rsidRPr="00311B4D" w:rsidRDefault="00503D43" w:rsidP="00F43E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Объявить 28</w:t>
      </w:r>
      <w:r w:rsidR="0038088E">
        <w:rPr>
          <w:rFonts w:ascii="Times New Roman" w:hAnsi="Times New Roman"/>
          <w:sz w:val="28"/>
          <w:szCs w:val="28"/>
        </w:rPr>
        <w:t>, 29</w:t>
      </w:r>
      <w:r w:rsidR="00311B4D" w:rsidRPr="00311B4D">
        <w:rPr>
          <w:rFonts w:ascii="Times New Roman" w:hAnsi="Times New Roman"/>
          <w:sz w:val="28"/>
          <w:szCs w:val="28"/>
        </w:rPr>
        <w:t xml:space="preserve"> апреля, 5</w:t>
      </w:r>
      <w:r>
        <w:rPr>
          <w:rFonts w:ascii="Times New Roman" w:hAnsi="Times New Roman"/>
          <w:sz w:val="28"/>
          <w:szCs w:val="28"/>
        </w:rPr>
        <w:t>,</w:t>
      </w:r>
      <w:r w:rsidR="00CF03A1">
        <w:rPr>
          <w:rFonts w:ascii="Times New Roman" w:hAnsi="Times New Roman"/>
          <w:sz w:val="28"/>
          <w:szCs w:val="28"/>
        </w:rPr>
        <w:t xml:space="preserve"> </w:t>
      </w:r>
      <w:r w:rsidR="0038088E">
        <w:rPr>
          <w:rFonts w:ascii="Times New Roman" w:hAnsi="Times New Roman"/>
          <w:sz w:val="28"/>
          <w:szCs w:val="28"/>
        </w:rPr>
        <w:t>6,</w:t>
      </w:r>
      <w:r>
        <w:rPr>
          <w:rFonts w:ascii="Times New Roman" w:hAnsi="Times New Roman"/>
          <w:sz w:val="28"/>
          <w:szCs w:val="28"/>
        </w:rPr>
        <w:t xml:space="preserve"> 12</w:t>
      </w:r>
      <w:r w:rsidR="0038088E">
        <w:rPr>
          <w:rFonts w:ascii="Times New Roman" w:hAnsi="Times New Roman"/>
          <w:sz w:val="28"/>
          <w:szCs w:val="28"/>
        </w:rPr>
        <w:t>, 13</w:t>
      </w:r>
      <w:r w:rsidR="00311B4D" w:rsidRPr="00311B4D">
        <w:rPr>
          <w:rFonts w:ascii="Times New Roman" w:hAnsi="Times New Roman"/>
          <w:sz w:val="28"/>
          <w:szCs w:val="28"/>
        </w:rPr>
        <w:t xml:space="preserve"> мая 2023 года с 09-00 до 18-00 субботники в муниципальном образовании «Городской округ Ногликский».</w:t>
      </w:r>
    </w:p>
    <w:p w14:paraId="2CCC2B07" w14:textId="77777777" w:rsidR="00311B4D" w:rsidRPr="00311B4D" w:rsidRDefault="00311B4D" w:rsidP="00F43E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1B4D">
        <w:rPr>
          <w:rFonts w:ascii="Times New Roman" w:hAnsi="Times New Roman"/>
          <w:sz w:val="28"/>
          <w:szCs w:val="28"/>
        </w:rPr>
        <w:t>2. Руководителям предприятий, организаций и учреждений всех форм собственности, индивидуальным предпринимателям:</w:t>
      </w:r>
    </w:p>
    <w:p w14:paraId="2F9B6C22" w14:textId="77777777" w:rsidR="00311B4D" w:rsidRPr="00311B4D" w:rsidRDefault="00311B4D" w:rsidP="00F43E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1B4D">
        <w:rPr>
          <w:rFonts w:ascii="Times New Roman" w:hAnsi="Times New Roman"/>
          <w:sz w:val="28"/>
          <w:szCs w:val="28"/>
        </w:rPr>
        <w:t>2.1. Организовать работу по санитарной очистке и благоустройству территорий, закрепленных согласно приложению к настоящему постановлению;</w:t>
      </w:r>
    </w:p>
    <w:p w14:paraId="78901DDA" w14:textId="77777777" w:rsidR="00311B4D" w:rsidRPr="00311B4D" w:rsidRDefault="00311B4D" w:rsidP="00F43E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1B4D">
        <w:rPr>
          <w:rFonts w:ascii="Times New Roman" w:hAnsi="Times New Roman"/>
          <w:sz w:val="28"/>
          <w:szCs w:val="28"/>
        </w:rPr>
        <w:t>2.2. Принять меры по уборке мусора, полной очистке прилегающих территорий в радиусе не менее 15 метров от границ своих территорий;</w:t>
      </w:r>
    </w:p>
    <w:p w14:paraId="4BD63BAA" w14:textId="77777777" w:rsidR="00311B4D" w:rsidRPr="00311B4D" w:rsidRDefault="00311B4D" w:rsidP="00F43E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1B4D">
        <w:rPr>
          <w:rFonts w:ascii="Times New Roman" w:hAnsi="Times New Roman"/>
          <w:sz w:val="28"/>
          <w:szCs w:val="28"/>
        </w:rPr>
        <w:t>2.3. Произвести ремонт и покраску ограждений своих территорий;</w:t>
      </w:r>
    </w:p>
    <w:p w14:paraId="74BBD22E" w14:textId="77777777" w:rsidR="00311B4D" w:rsidRPr="00311B4D" w:rsidRDefault="00311B4D" w:rsidP="00F43E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1B4D">
        <w:rPr>
          <w:rFonts w:ascii="Times New Roman" w:hAnsi="Times New Roman"/>
          <w:sz w:val="28"/>
          <w:szCs w:val="28"/>
        </w:rPr>
        <w:t>2.4. Обеспечить своевременный вывоз мусора на полигон пгт. Ноглики;</w:t>
      </w:r>
    </w:p>
    <w:p w14:paraId="647B1E5A" w14:textId="77777777" w:rsidR="00311B4D" w:rsidRPr="00311B4D" w:rsidRDefault="00311B4D" w:rsidP="00F43E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1B4D">
        <w:rPr>
          <w:rFonts w:ascii="Times New Roman" w:hAnsi="Times New Roman"/>
          <w:sz w:val="28"/>
          <w:szCs w:val="28"/>
        </w:rPr>
        <w:t>2.5. Закрепить приказами работников, ответственных за организацию проведения субботников и соблюдения техники безопасности.</w:t>
      </w:r>
    </w:p>
    <w:p w14:paraId="36BB63CF" w14:textId="630192D3" w:rsidR="00B03BA0" w:rsidRDefault="00311B4D" w:rsidP="00F43E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1B4D">
        <w:rPr>
          <w:rFonts w:ascii="Times New Roman" w:hAnsi="Times New Roman"/>
          <w:sz w:val="28"/>
          <w:szCs w:val="28"/>
        </w:rPr>
        <w:t>3. Руководителям</w:t>
      </w:r>
      <w:r w:rsidR="00B03BA0">
        <w:rPr>
          <w:rFonts w:ascii="Times New Roman" w:hAnsi="Times New Roman"/>
          <w:sz w:val="28"/>
          <w:szCs w:val="28"/>
        </w:rPr>
        <w:t>:</w:t>
      </w:r>
    </w:p>
    <w:p w14:paraId="37A02CF2" w14:textId="2701DACF" w:rsidR="00B03BA0" w:rsidRDefault="00B03BA0" w:rsidP="00F43E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311B4D" w:rsidRPr="00311B4D">
        <w:rPr>
          <w:rFonts w:ascii="Times New Roman" w:hAnsi="Times New Roman"/>
          <w:sz w:val="28"/>
          <w:szCs w:val="28"/>
        </w:rPr>
        <w:t>МУП «Управляющая организация «Ноглики» Колесниченко И.</w:t>
      </w:r>
      <w:r>
        <w:rPr>
          <w:rFonts w:ascii="Times New Roman" w:hAnsi="Times New Roman"/>
          <w:sz w:val="28"/>
          <w:szCs w:val="28"/>
        </w:rPr>
        <w:t>В.;</w:t>
      </w:r>
    </w:p>
    <w:p w14:paraId="284C28DF" w14:textId="3EB828AF" w:rsidR="00B03BA0" w:rsidRDefault="00B03BA0" w:rsidP="00F43E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311B4D" w:rsidRPr="00311B4D">
        <w:rPr>
          <w:rFonts w:ascii="Times New Roman" w:hAnsi="Times New Roman"/>
          <w:sz w:val="28"/>
          <w:szCs w:val="28"/>
        </w:rPr>
        <w:t xml:space="preserve"> М</w:t>
      </w:r>
      <w:r>
        <w:rPr>
          <w:rFonts w:ascii="Times New Roman" w:hAnsi="Times New Roman"/>
          <w:sz w:val="28"/>
          <w:szCs w:val="28"/>
        </w:rPr>
        <w:t>УП «Водоканал» Белозерову А.В.;</w:t>
      </w:r>
    </w:p>
    <w:p w14:paraId="53954952" w14:textId="77777777" w:rsidR="00B03BA0" w:rsidRDefault="00B03BA0" w:rsidP="00F43E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311B4D" w:rsidRPr="00311B4D">
        <w:rPr>
          <w:rFonts w:ascii="Times New Roman" w:hAnsi="Times New Roman"/>
          <w:sz w:val="28"/>
          <w:szCs w:val="28"/>
        </w:rPr>
        <w:t>ООО «Жилсервис «Ноглики» Суворову А.С.</w:t>
      </w:r>
    </w:p>
    <w:p w14:paraId="7D7DDA5A" w14:textId="2A509170" w:rsidR="00B03BA0" w:rsidRDefault="00B03BA0" w:rsidP="00F43E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311B4D" w:rsidRPr="00311B4D">
        <w:rPr>
          <w:rFonts w:ascii="Times New Roman" w:hAnsi="Times New Roman"/>
          <w:sz w:val="28"/>
          <w:szCs w:val="28"/>
        </w:rPr>
        <w:t>овместно с консу</w:t>
      </w:r>
      <w:r>
        <w:rPr>
          <w:rFonts w:ascii="Times New Roman" w:hAnsi="Times New Roman"/>
          <w:sz w:val="28"/>
          <w:szCs w:val="28"/>
        </w:rPr>
        <w:t>льтантами по организации работы:</w:t>
      </w:r>
    </w:p>
    <w:p w14:paraId="51C2C686" w14:textId="7D53B555" w:rsidR="00B03BA0" w:rsidRDefault="00B03BA0" w:rsidP="00F43E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с. Ныш Бородаевой О.П.;</w:t>
      </w:r>
    </w:p>
    <w:p w14:paraId="70CC361B" w14:textId="17C80217" w:rsidR="00B03BA0" w:rsidRDefault="00B03BA0" w:rsidP="00F43E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с. Вал Дмитрушковой Д.И.</w:t>
      </w:r>
    </w:p>
    <w:p w14:paraId="3AB05B9F" w14:textId="77777777" w:rsidR="00B03BA0" w:rsidRDefault="00B03BA0" w:rsidP="00F43E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1B4D">
        <w:rPr>
          <w:rFonts w:ascii="Times New Roman" w:hAnsi="Times New Roman"/>
          <w:sz w:val="28"/>
          <w:szCs w:val="28"/>
        </w:rPr>
        <w:t>П</w:t>
      </w:r>
      <w:r w:rsidR="00311B4D" w:rsidRPr="00311B4D">
        <w:rPr>
          <w:rFonts w:ascii="Times New Roman" w:hAnsi="Times New Roman"/>
          <w:sz w:val="28"/>
          <w:szCs w:val="28"/>
        </w:rPr>
        <w:t>редседателям</w:t>
      </w:r>
      <w:r>
        <w:rPr>
          <w:rFonts w:ascii="Times New Roman" w:hAnsi="Times New Roman"/>
          <w:sz w:val="28"/>
          <w:szCs w:val="28"/>
        </w:rPr>
        <w:t>:</w:t>
      </w:r>
    </w:p>
    <w:p w14:paraId="2D546FBA" w14:textId="362970CD" w:rsidR="00B03BA0" w:rsidRDefault="00B03BA0" w:rsidP="00F43E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ТСЖ «Городок» Гасумянц К.Г.;</w:t>
      </w:r>
    </w:p>
    <w:p w14:paraId="62485569" w14:textId="3ED8F524" w:rsidR="00311B4D" w:rsidRPr="00311B4D" w:rsidRDefault="00B03BA0" w:rsidP="00F43E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311B4D" w:rsidRPr="00311B4D">
        <w:rPr>
          <w:rFonts w:ascii="Times New Roman" w:hAnsi="Times New Roman"/>
          <w:sz w:val="28"/>
          <w:szCs w:val="28"/>
        </w:rPr>
        <w:t>ТСЖ «Мой дом» Кудряшовой Н.В.:</w:t>
      </w:r>
    </w:p>
    <w:p w14:paraId="0C017A82" w14:textId="77777777" w:rsidR="00311B4D" w:rsidRPr="00311B4D" w:rsidRDefault="00311B4D" w:rsidP="00F43E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1B4D">
        <w:rPr>
          <w:rFonts w:ascii="Times New Roman" w:hAnsi="Times New Roman"/>
          <w:sz w:val="28"/>
          <w:szCs w:val="28"/>
        </w:rPr>
        <w:t>- организовать проведение субботников по санитарной очистке придомовых и внутриквартальных территорий и улично-дорожной сети на подведомственных территориях;</w:t>
      </w:r>
    </w:p>
    <w:p w14:paraId="2FC58D24" w14:textId="77777777" w:rsidR="00311B4D" w:rsidRPr="00311B4D" w:rsidRDefault="00311B4D" w:rsidP="00F43E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1B4D">
        <w:rPr>
          <w:rFonts w:ascii="Times New Roman" w:hAnsi="Times New Roman"/>
          <w:sz w:val="28"/>
          <w:szCs w:val="28"/>
        </w:rPr>
        <w:t>- провести работу с населением по организации уборки придомовых территорий;</w:t>
      </w:r>
    </w:p>
    <w:p w14:paraId="48C47598" w14:textId="77777777" w:rsidR="00311B4D" w:rsidRPr="00311B4D" w:rsidRDefault="00311B4D" w:rsidP="00F43E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1B4D">
        <w:rPr>
          <w:rFonts w:ascii="Times New Roman" w:hAnsi="Times New Roman"/>
          <w:sz w:val="28"/>
          <w:szCs w:val="28"/>
        </w:rPr>
        <w:t>- организовать для населения, пожелавшего принять участие в санитарной очистке внутридомовых территорий, необходимый запас лопат, метел, перчаток, мешков;</w:t>
      </w:r>
    </w:p>
    <w:p w14:paraId="33E0280E" w14:textId="77777777" w:rsidR="00311B4D" w:rsidRPr="00311B4D" w:rsidRDefault="00311B4D" w:rsidP="00F43E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1B4D">
        <w:rPr>
          <w:rFonts w:ascii="Times New Roman" w:hAnsi="Times New Roman"/>
          <w:sz w:val="28"/>
          <w:szCs w:val="28"/>
        </w:rPr>
        <w:t>- разместить в подъездах на информационных досках объявления о проведении субботников и номер телефона ответственного за организацию проведения субботников.</w:t>
      </w:r>
    </w:p>
    <w:p w14:paraId="396D60C7" w14:textId="4F1E1490" w:rsidR="00311B4D" w:rsidRPr="00311B4D" w:rsidRDefault="00311B4D" w:rsidP="006641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1B4D">
        <w:rPr>
          <w:rFonts w:ascii="Times New Roman" w:hAnsi="Times New Roman"/>
          <w:sz w:val="28"/>
          <w:szCs w:val="28"/>
        </w:rPr>
        <w:t xml:space="preserve">4. Рекомендовать </w:t>
      </w:r>
      <w:r w:rsidR="00664123">
        <w:rPr>
          <w:rFonts w:ascii="Times New Roman" w:hAnsi="Times New Roman"/>
          <w:sz w:val="28"/>
          <w:szCs w:val="28"/>
        </w:rPr>
        <w:t>з</w:t>
      </w:r>
      <w:r w:rsidR="00664123" w:rsidRPr="00664123">
        <w:rPr>
          <w:rFonts w:ascii="Times New Roman" w:hAnsi="Times New Roman"/>
          <w:sz w:val="28"/>
          <w:szCs w:val="28"/>
        </w:rPr>
        <w:t xml:space="preserve">аместителю генерального </w:t>
      </w:r>
      <w:r w:rsidR="00664123">
        <w:rPr>
          <w:rFonts w:ascii="Times New Roman" w:hAnsi="Times New Roman"/>
          <w:sz w:val="28"/>
          <w:szCs w:val="28"/>
        </w:rPr>
        <w:t>директора по экономике и финан</w:t>
      </w:r>
      <w:r w:rsidR="00664123" w:rsidRPr="00664123">
        <w:rPr>
          <w:rFonts w:ascii="Times New Roman" w:hAnsi="Times New Roman"/>
          <w:sz w:val="28"/>
          <w:szCs w:val="28"/>
        </w:rPr>
        <w:t>сам</w:t>
      </w:r>
      <w:r w:rsidRPr="00311B4D">
        <w:rPr>
          <w:rFonts w:ascii="Times New Roman" w:hAnsi="Times New Roman"/>
          <w:sz w:val="28"/>
          <w:szCs w:val="28"/>
        </w:rPr>
        <w:t xml:space="preserve"> АО «Управление по обращению с отходами» </w:t>
      </w:r>
      <w:r w:rsidR="00664123" w:rsidRPr="00664123">
        <w:rPr>
          <w:rFonts w:ascii="Times New Roman" w:hAnsi="Times New Roman"/>
          <w:sz w:val="28"/>
          <w:szCs w:val="28"/>
        </w:rPr>
        <w:t>Морозову</w:t>
      </w:r>
      <w:r w:rsidR="00664123">
        <w:rPr>
          <w:rFonts w:ascii="Times New Roman" w:hAnsi="Times New Roman"/>
          <w:sz w:val="28"/>
          <w:szCs w:val="28"/>
        </w:rPr>
        <w:t xml:space="preserve"> И.Ю. 28, 29</w:t>
      </w:r>
      <w:r w:rsidRPr="00311B4D">
        <w:rPr>
          <w:rFonts w:ascii="Times New Roman" w:hAnsi="Times New Roman"/>
          <w:sz w:val="28"/>
          <w:szCs w:val="28"/>
        </w:rPr>
        <w:t xml:space="preserve"> апреля, 5</w:t>
      </w:r>
      <w:r w:rsidR="00664123">
        <w:rPr>
          <w:rFonts w:ascii="Times New Roman" w:hAnsi="Times New Roman"/>
          <w:sz w:val="28"/>
          <w:szCs w:val="28"/>
        </w:rPr>
        <w:t>, 6, 12, 13</w:t>
      </w:r>
      <w:r w:rsidRPr="00311B4D">
        <w:rPr>
          <w:rFonts w:ascii="Times New Roman" w:hAnsi="Times New Roman"/>
          <w:sz w:val="28"/>
          <w:szCs w:val="28"/>
        </w:rPr>
        <w:t xml:space="preserve"> мая 2023 года предоставить возможность предприятиям и населению без взимания платы сдавать ТБО, образовавшиеся в результате проведения субботников, на полигон в пгт. Ноглики.</w:t>
      </w:r>
    </w:p>
    <w:p w14:paraId="342674E8" w14:textId="77777777" w:rsidR="00311B4D" w:rsidRPr="00311B4D" w:rsidRDefault="00311B4D" w:rsidP="00F43E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1B4D">
        <w:rPr>
          <w:rFonts w:ascii="Times New Roman" w:hAnsi="Times New Roman"/>
          <w:sz w:val="28"/>
          <w:szCs w:val="28"/>
        </w:rPr>
        <w:t>5. Директору МУП «Управляющая организация «Ноглики» Колесниченко И.В.:</w:t>
      </w:r>
    </w:p>
    <w:p w14:paraId="425FAE1D" w14:textId="77777777" w:rsidR="00311B4D" w:rsidRPr="00311B4D" w:rsidRDefault="00311B4D" w:rsidP="00F43E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1B4D">
        <w:rPr>
          <w:rFonts w:ascii="Times New Roman" w:hAnsi="Times New Roman"/>
          <w:sz w:val="28"/>
          <w:szCs w:val="28"/>
        </w:rPr>
        <w:t>5.1. Организовать погрузку и вывоз собранного мусора с территорий населенных пунктов муниципального образования по заявкам хозяйствующих субъектов;</w:t>
      </w:r>
    </w:p>
    <w:p w14:paraId="6BA77376" w14:textId="77777777" w:rsidR="00311B4D" w:rsidRPr="00311B4D" w:rsidRDefault="00311B4D" w:rsidP="00F43E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1B4D">
        <w:rPr>
          <w:rFonts w:ascii="Times New Roman" w:hAnsi="Times New Roman"/>
          <w:sz w:val="28"/>
          <w:szCs w:val="28"/>
        </w:rPr>
        <w:t>5.2. Организовать проведение работ по благоустройству и санитарной очистке улично-дорожной сети и тротуаров населенных пунктов муниципального образования.</w:t>
      </w:r>
    </w:p>
    <w:p w14:paraId="12056969" w14:textId="77777777" w:rsidR="00311B4D" w:rsidRPr="00311B4D" w:rsidRDefault="00311B4D" w:rsidP="00F43E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1B4D">
        <w:rPr>
          <w:rFonts w:ascii="Times New Roman" w:hAnsi="Times New Roman"/>
          <w:sz w:val="28"/>
          <w:szCs w:val="28"/>
        </w:rPr>
        <w:t>6. Директору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 Логаревой О.П.:</w:t>
      </w:r>
    </w:p>
    <w:p w14:paraId="74A99837" w14:textId="77777777" w:rsidR="00311B4D" w:rsidRPr="00311B4D" w:rsidRDefault="00311B4D" w:rsidP="00F43E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1B4D">
        <w:rPr>
          <w:rFonts w:ascii="Times New Roman" w:hAnsi="Times New Roman"/>
          <w:sz w:val="28"/>
          <w:szCs w:val="28"/>
        </w:rPr>
        <w:t>6.1. Организовать работу по проведению субботников по санитарной уборке и благоустройству территорий во всех предприятиях и учреждениях на территории муниципального образования «Городской округ Ногликский»;</w:t>
      </w:r>
    </w:p>
    <w:p w14:paraId="2941633A" w14:textId="77777777" w:rsidR="00311B4D" w:rsidRPr="00311B4D" w:rsidRDefault="00311B4D" w:rsidP="00F43E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1B4D">
        <w:rPr>
          <w:rFonts w:ascii="Times New Roman" w:hAnsi="Times New Roman"/>
          <w:sz w:val="28"/>
          <w:szCs w:val="28"/>
        </w:rPr>
        <w:t>6.2. Активизировать работу по выявлению случаев нарушения правил благоустройства и санитарного содержания муниципального образования «Городской округ Ногликский»;</w:t>
      </w:r>
    </w:p>
    <w:p w14:paraId="4C887B9D" w14:textId="77777777" w:rsidR="00311B4D" w:rsidRPr="00311B4D" w:rsidRDefault="00311B4D" w:rsidP="00F43E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1B4D">
        <w:rPr>
          <w:rFonts w:ascii="Times New Roman" w:hAnsi="Times New Roman"/>
          <w:sz w:val="28"/>
          <w:szCs w:val="28"/>
        </w:rPr>
        <w:t>6.3. Координировать работу в период проведения субботников по санитарной очистке и благоустройству населенных пунктов муниципального образования «Городской округ Ногликский».</w:t>
      </w:r>
    </w:p>
    <w:p w14:paraId="2AFB242E" w14:textId="77777777" w:rsidR="00311B4D" w:rsidRPr="00311B4D" w:rsidRDefault="00311B4D" w:rsidP="00F43E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1B4D">
        <w:rPr>
          <w:rFonts w:ascii="Times New Roman" w:hAnsi="Times New Roman"/>
          <w:sz w:val="28"/>
          <w:szCs w:val="28"/>
        </w:rPr>
        <w:t xml:space="preserve">7. Вице-мэру муниципального образования «Городской округ Ногликский» Русанову Я.С. организовать работу по проведению субботников </w:t>
      </w:r>
      <w:r w:rsidRPr="00311B4D">
        <w:rPr>
          <w:rFonts w:ascii="Times New Roman" w:hAnsi="Times New Roman"/>
          <w:sz w:val="28"/>
          <w:szCs w:val="28"/>
        </w:rPr>
        <w:lastRenderedPageBreak/>
        <w:t>по санитарной уборке и благоустройству территорий во всех учреждениях, подведомственных Департаменту социальной политики администрации муниципального образования «Городской округ Ногликский».</w:t>
      </w:r>
    </w:p>
    <w:p w14:paraId="7FA7D2FF" w14:textId="77777777" w:rsidR="00311B4D" w:rsidRPr="00311B4D" w:rsidRDefault="00311B4D" w:rsidP="00F43E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1B4D">
        <w:rPr>
          <w:rFonts w:ascii="Times New Roman" w:hAnsi="Times New Roman"/>
          <w:sz w:val="28"/>
          <w:szCs w:val="28"/>
        </w:rPr>
        <w:t>8. Начальнику отдела экономики администрации муниципального образования «Городской округ Ногликский» Кононенко Г.В. довести до руководителей торговли, общественного питания, гостиничного комплекса и услуг данное постановление для исполнения.</w:t>
      </w:r>
    </w:p>
    <w:p w14:paraId="64567C1E" w14:textId="77777777" w:rsidR="00311B4D" w:rsidRPr="00311B4D" w:rsidRDefault="00311B4D" w:rsidP="00F43E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1B4D">
        <w:rPr>
          <w:rFonts w:ascii="Times New Roman" w:hAnsi="Times New Roman"/>
          <w:sz w:val="28"/>
          <w:szCs w:val="28"/>
        </w:rPr>
        <w:t>9. Рекомендовать начальнику ОГИБДД ОМВД России по городскому округу «Ногликский» Кравченко П.В.:</w:t>
      </w:r>
    </w:p>
    <w:p w14:paraId="64E471EC" w14:textId="77777777" w:rsidR="00311B4D" w:rsidRPr="00311B4D" w:rsidRDefault="00311B4D" w:rsidP="00F43E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1B4D">
        <w:rPr>
          <w:rFonts w:ascii="Times New Roman" w:hAnsi="Times New Roman"/>
          <w:sz w:val="28"/>
          <w:szCs w:val="28"/>
        </w:rPr>
        <w:t>9.1. Принять меры к выявлению, с целью привлечения к ответственности, владельцев брошенных и разукомплектованных транспортных средств;</w:t>
      </w:r>
    </w:p>
    <w:p w14:paraId="2AF36192" w14:textId="77777777" w:rsidR="00311B4D" w:rsidRPr="00311B4D" w:rsidRDefault="00311B4D" w:rsidP="00F43E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1B4D">
        <w:rPr>
          <w:rFonts w:ascii="Times New Roman" w:hAnsi="Times New Roman"/>
          <w:sz w:val="28"/>
          <w:szCs w:val="28"/>
        </w:rPr>
        <w:t>9.2. Проводить работу с владельцами автотранспортных средств, создающих помехи и трудности при расчистке улиц, дорог и дворовых территорий.</w:t>
      </w:r>
    </w:p>
    <w:p w14:paraId="55F2FB06" w14:textId="77777777" w:rsidR="00311B4D" w:rsidRPr="00311B4D" w:rsidRDefault="00311B4D" w:rsidP="00F43E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1B4D">
        <w:rPr>
          <w:rFonts w:ascii="Times New Roman" w:hAnsi="Times New Roman"/>
          <w:sz w:val="28"/>
          <w:szCs w:val="28"/>
        </w:rPr>
        <w:t>10. Рекомендовать территориальному отделу по надзору в сфере защиты прав потребителей и благополучия человека по Сахалинской области в Александровск-Сахалинском, Тымовском и Ногликском районах (Хабибуллина Н.В.) в рамках своих полномочий усилить контроль за соблюдением действующего законодательства в сфере обращения ТКО и санитарного содержания.</w:t>
      </w:r>
    </w:p>
    <w:p w14:paraId="6594FEFA" w14:textId="77777777" w:rsidR="00311B4D" w:rsidRPr="00311B4D" w:rsidRDefault="00311B4D" w:rsidP="00F43E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1B4D">
        <w:rPr>
          <w:rFonts w:ascii="Times New Roman" w:hAnsi="Times New Roman"/>
          <w:sz w:val="28"/>
          <w:szCs w:val="28"/>
        </w:rPr>
        <w:t>11. Специалисту по медиапланированию администрации муниципального образования «Городской округ Ногликский» Бурцевой Л.В. обеспечить информационное сопровождение проведения мероприятий субботников, путем размещения информации на официальном сайте муниципального образования «Городской округ Ногликский» в информационной-телекоммуникационной сети «Интернет» и в социальных сетях администрации муниципального образования «Городской округ Ногликский».</w:t>
      </w:r>
    </w:p>
    <w:p w14:paraId="2006A8F2" w14:textId="77777777" w:rsidR="00311B4D" w:rsidRPr="00311B4D" w:rsidRDefault="00311B4D" w:rsidP="00F43E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1B4D">
        <w:rPr>
          <w:rFonts w:ascii="Times New Roman" w:hAnsi="Times New Roman"/>
          <w:sz w:val="28"/>
          <w:szCs w:val="28"/>
        </w:rPr>
        <w:t>12. Разместить настоящее постановление на официальном сайте муниципального образования «Городской округ Ногликский» в информационной-телекоммуникационной сети «Интернет».</w:t>
      </w:r>
    </w:p>
    <w:p w14:paraId="4088CC19" w14:textId="63FC8DA9" w:rsidR="008629FA" w:rsidRPr="00D12794" w:rsidRDefault="00311B4D" w:rsidP="00F43E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1B4D">
        <w:rPr>
          <w:rFonts w:ascii="Times New Roman" w:hAnsi="Times New Roman"/>
          <w:sz w:val="28"/>
          <w:szCs w:val="28"/>
        </w:rPr>
        <w:t>13. Контроль за исполнением настоящего постановления возложить на исполняющего обязанности первого вице-мэра муниципального образования «Городской округ Ногликский» Русанова Я.С.</w:t>
      </w:r>
    </w:p>
    <w:p w14:paraId="4088CC1A" w14:textId="77777777" w:rsidR="008629FA" w:rsidRDefault="008629FA" w:rsidP="00F43EA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7456DD7" w14:textId="77777777" w:rsidR="00B73A94" w:rsidRPr="00D12794" w:rsidRDefault="00B73A94" w:rsidP="00E37B8A">
      <w:pPr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14:paraId="4088CC1B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4088CC1C" w14:textId="4453B87B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gramStart"/>
      <w:r>
        <w:rPr>
          <w:rFonts w:ascii="Times New Roman" w:hAnsi="Times New Roman"/>
          <w:sz w:val="28"/>
          <w:szCs w:val="28"/>
        </w:rPr>
        <w:t>Ногликский»</w:t>
      </w:r>
      <w:r>
        <w:rPr>
          <w:rFonts w:ascii="Times New Roman" w:hAnsi="Times New Roman"/>
          <w:sz w:val="28"/>
          <w:szCs w:val="28"/>
        </w:rPr>
        <w:tab/>
      </w:r>
      <w:proofErr w:type="gramEnd"/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FE0CDE" w:rsidRPr="00503D4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B73A94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88CC26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4088CC27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88CC24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4088CC25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1363675"/>
      <w:docPartObj>
        <w:docPartGallery w:val="Page Numbers (Top of Page)"/>
        <w:docPartUnique/>
      </w:docPartObj>
    </w:sdtPr>
    <w:sdtEndPr/>
    <w:sdtContent>
      <w:p w14:paraId="1485595F" w14:textId="11F01416" w:rsidR="00B73A94" w:rsidRDefault="00B73A94" w:rsidP="00F323D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14EC">
          <w:rPr>
            <w:noProof/>
          </w:rPr>
          <w:t>3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43CF9"/>
    <w:rsid w:val="00053BD0"/>
    <w:rsid w:val="00185FEC"/>
    <w:rsid w:val="001E1F9F"/>
    <w:rsid w:val="002003DC"/>
    <w:rsid w:val="00311B4D"/>
    <w:rsid w:val="0033636C"/>
    <w:rsid w:val="0038088E"/>
    <w:rsid w:val="003E4257"/>
    <w:rsid w:val="00503D43"/>
    <w:rsid w:val="00520CBF"/>
    <w:rsid w:val="00664123"/>
    <w:rsid w:val="008629FA"/>
    <w:rsid w:val="00987DB5"/>
    <w:rsid w:val="00AC72C8"/>
    <w:rsid w:val="00B03BA0"/>
    <w:rsid w:val="00B10ED9"/>
    <w:rsid w:val="00B25688"/>
    <w:rsid w:val="00B73A94"/>
    <w:rsid w:val="00BA14EC"/>
    <w:rsid w:val="00C02849"/>
    <w:rsid w:val="00C51CF4"/>
    <w:rsid w:val="00CF03A1"/>
    <w:rsid w:val="00D12794"/>
    <w:rsid w:val="00D67BD8"/>
    <w:rsid w:val="00DF7897"/>
    <w:rsid w:val="00E37B8A"/>
    <w:rsid w:val="00E609BC"/>
    <w:rsid w:val="00E73D41"/>
    <w:rsid w:val="00F323D0"/>
    <w:rsid w:val="00F43EAE"/>
    <w:rsid w:val="00F931D9"/>
    <w:rsid w:val="00FE0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8CC07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A95005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A95005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A95005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36</TotalTime>
  <Pages>3</Pages>
  <Words>924</Words>
  <Characters>5270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15</cp:revision>
  <dcterms:created xsi:type="dcterms:W3CDTF">2020-04-07T04:52:00Z</dcterms:created>
  <dcterms:modified xsi:type="dcterms:W3CDTF">2023-04-20T08:11:00Z</dcterms:modified>
</cp:coreProperties>
</file>