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A5D55C8" w14:textId="77777777" w:rsidTr="00987DB5">
        <w:tc>
          <w:tcPr>
            <w:tcW w:w="9498" w:type="dxa"/>
          </w:tcPr>
          <w:p w14:paraId="4A5D55C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A5D55DF" wp14:editId="4A5D55E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D55C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A5D55C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A5D55C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A5D55C9" w14:textId="50D6FD37" w:rsidR="0033636C" w:rsidRPr="0016533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6533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A7912">
            <w:rPr>
              <w:rFonts w:ascii="Times New Roman" w:hAnsi="Times New Roman"/>
              <w:sz w:val="28"/>
              <w:szCs w:val="28"/>
            </w:rPr>
            <w:t>24 апреля 2023 года</w:t>
          </w:r>
        </w:sdtContent>
      </w:sdt>
      <w:r w:rsidRPr="0016533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A7912" w:rsidRPr="00CA7912">
            <w:rPr>
              <w:rFonts w:ascii="Times New Roman" w:hAnsi="Times New Roman"/>
              <w:sz w:val="28"/>
              <w:szCs w:val="28"/>
            </w:rPr>
            <w:t>261</w:t>
          </w:r>
        </w:sdtContent>
      </w:sdt>
    </w:p>
    <w:p w14:paraId="4A5D55C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A5D55CB" w14:textId="27A6C882" w:rsidR="0033636C" w:rsidRPr="009A28D0" w:rsidRDefault="0033636C" w:rsidP="001653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28D0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16533A">
        <w:rPr>
          <w:rFonts w:ascii="Times New Roman" w:hAnsi="Times New Roman"/>
          <w:b/>
          <w:sz w:val="28"/>
          <w:szCs w:val="28"/>
        </w:rPr>
        <w:br/>
      </w:r>
      <w:r w:rsidRPr="009A28D0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16533A">
        <w:rPr>
          <w:rFonts w:ascii="Times New Roman" w:hAnsi="Times New Roman"/>
          <w:b/>
          <w:sz w:val="28"/>
          <w:szCs w:val="28"/>
        </w:rPr>
        <w:t>«</w:t>
      </w:r>
      <w:r w:rsidRPr="009A28D0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16533A">
        <w:rPr>
          <w:rFonts w:ascii="Times New Roman" w:hAnsi="Times New Roman"/>
          <w:b/>
          <w:sz w:val="28"/>
          <w:szCs w:val="28"/>
        </w:rPr>
        <w:t>»</w:t>
      </w:r>
      <w:r w:rsidRPr="009A28D0">
        <w:rPr>
          <w:rFonts w:ascii="Times New Roman" w:hAnsi="Times New Roman"/>
          <w:b/>
          <w:sz w:val="28"/>
          <w:szCs w:val="28"/>
        </w:rPr>
        <w:t xml:space="preserve"> </w:t>
      </w:r>
      <w:r w:rsidR="0016533A">
        <w:rPr>
          <w:rFonts w:ascii="Times New Roman" w:hAnsi="Times New Roman"/>
          <w:b/>
          <w:sz w:val="28"/>
          <w:szCs w:val="28"/>
        </w:rPr>
        <w:br/>
      </w:r>
      <w:r w:rsidRPr="009A28D0">
        <w:rPr>
          <w:rFonts w:ascii="Times New Roman" w:hAnsi="Times New Roman"/>
          <w:b/>
          <w:sz w:val="28"/>
          <w:szCs w:val="28"/>
        </w:rPr>
        <w:t>от 14</w:t>
      </w:r>
      <w:r w:rsidR="0016533A">
        <w:rPr>
          <w:rFonts w:ascii="Times New Roman" w:hAnsi="Times New Roman"/>
          <w:b/>
          <w:sz w:val="28"/>
          <w:szCs w:val="28"/>
        </w:rPr>
        <w:t xml:space="preserve"> декабря </w:t>
      </w:r>
      <w:r w:rsidRPr="009A28D0">
        <w:rPr>
          <w:rFonts w:ascii="Times New Roman" w:hAnsi="Times New Roman"/>
          <w:b/>
          <w:sz w:val="28"/>
          <w:szCs w:val="28"/>
        </w:rPr>
        <w:t xml:space="preserve">2022 </w:t>
      </w:r>
      <w:r w:rsidR="0016533A">
        <w:rPr>
          <w:rFonts w:ascii="Times New Roman" w:hAnsi="Times New Roman"/>
          <w:b/>
          <w:sz w:val="28"/>
          <w:szCs w:val="28"/>
        </w:rPr>
        <w:t xml:space="preserve">года </w:t>
      </w:r>
      <w:r w:rsidRPr="009A28D0">
        <w:rPr>
          <w:rFonts w:ascii="Times New Roman" w:hAnsi="Times New Roman"/>
          <w:b/>
          <w:sz w:val="28"/>
          <w:szCs w:val="28"/>
        </w:rPr>
        <w:t>№ 697</w:t>
      </w:r>
    </w:p>
    <w:p w14:paraId="4A5D55CC" w14:textId="77777777" w:rsidR="00185FEC" w:rsidRDefault="00185FEC" w:rsidP="00165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18BFD7" w14:textId="34493DB8" w:rsidR="009A28D0" w:rsidRPr="00540A21" w:rsidRDefault="009A28D0" w:rsidP="0016533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27.10.2010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мясного самоуправления в Российской Федерации», статьей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3205E">
        <w:rPr>
          <w:rFonts w:ascii="Times New Roman" w:hAnsi="Times New Roman"/>
          <w:b/>
          <w:sz w:val="28"/>
          <w:szCs w:val="28"/>
        </w:rPr>
        <w:t>ПОСТАНОВЛЯЕТ:</w:t>
      </w:r>
    </w:p>
    <w:p w14:paraId="4D846AFB" w14:textId="0E943EB5" w:rsidR="009A28D0" w:rsidRDefault="009A28D0" w:rsidP="00CA7912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0A21">
        <w:rPr>
          <w:rFonts w:ascii="Times New Roman" w:hAnsi="Times New Roman"/>
          <w:sz w:val="28"/>
          <w:szCs w:val="28"/>
        </w:rPr>
        <w:t>Внести в административный регламент муниципального образования «Городской округ Ногликский»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П</w:t>
      </w:r>
      <w:r w:rsidRPr="00540A21">
        <w:rPr>
          <w:rFonts w:ascii="Times New Roman" w:hAnsi="Times New Roman"/>
          <w:sz w:val="28"/>
          <w:szCs w:val="28"/>
        </w:rPr>
        <w:t>редоставление разрешения на</w:t>
      </w:r>
      <w:r w:rsidR="00FE59FD">
        <w:rPr>
          <w:rFonts w:ascii="Times New Roman" w:hAnsi="Times New Roman"/>
          <w:sz w:val="28"/>
          <w:szCs w:val="28"/>
        </w:rPr>
        <w:t xml:space="preserve"> условно разрешенный вид использования земельного участка или объекта капитального строительства»</w:t>
      </w:r>
      <w:r w:rsidRPr="00540A21">
        <w:rPr>
          <w:rFonts w:ascii="Times New Roman" w:hAnsi="Times New Roman"/>
          <w:sz w:val="28"/>
          <w:szCs w:val="28"/>
        </w:rPr>
        <w:t>, утвержденный постановлением администрацией муниципального образования «Г</w:t>
      </w:r>
      <w:r w:rsidR="00FE59FD">
        <w:rPr>
          <w:rFonts w:ascii="Times New Roman" w:hAnsi="Times New Roman"/>
          <w:sz w:val="28"/>
          <w:szCs w:val="28"/>
        </w:rPr>
        <w:t>ородской округ Ногликский» от 14.12.2022 № 697</w:t>
      </w:r>
      <w:r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разрешения</w:t>
      </w:r>
      <w:r w:rsidR="00123D66"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строительства»: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C08EAC9" w14:textId="6D094333" w:rsidR="009A28D0" w:rsidRDefault="009A28D0" w:rsidP="001653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Первый абзац подраздел</w:t>
      </w:r>
      <w:r w:rsidR="00EB048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5.1 раздела 5 изложить в следующей редакции: </w:t>
      </w:r>
    </w:p>
    <w:p w14:paraId="2D24056D" w14:textId="77777777" w:rsidR="009A28D0" w:rsidRDefault="009A28D0" w:rsidP="001653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928A2">
        <w:rPr>
          <w:rFonts w:ascii="Times New Roman" w:hAnsi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Уполномоченного органа</w:t>
      </w:r>
      <w:r>
        <w:rPr>
          <w:rFonts w:ascii="Times New Roman" w:hAnsi="Times New Roman"/>
          <w:sz w:val="28"/>
          <w:szCs w:val="28"/>
        </w:rPr>
        <w:t>, МФЦ</w:t>
      </w:r>
      <w:r w:rsidRPr="00C928A2">
        <w:rPr>
          <w:rFonts w:ascii="Times New Roman" w:hAnsi="Times New Roman"/>
          <w:sz w:val="28"/>
          <w:szCs w:val="28"/>
        </w:rPr>
        <w:t>, участвующих в предоставлении муниципальной усл</w:t>
      </w:r>
      <w:r>
        <w:rPr>
          <w:rFonts w:ascii="Times New Roman" w:hAnsi="Times New Roman"/>
          <w:sz w:val="28"/>
          <w:szCs w:val="28"/>
        </w:rPr>
        <w:t>уги, руководителю такого органа»;</w:t>
      </w:r>
    </w:p>
    <w:p w14:paraId="59F0E95C" w14:textId="77777777" w:rsidR="009A28D0" w:rsidRDefault="009A28D0" w:rsidP="001653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Подраздел 5.7 раздела 5 дополнить абзацем следующего содержания: </w:t>
      </w:r>
    </w:p>
    <w:p w14:paraId="0A354232" w14:textId="77777777" w:rsidR="009A28D0" w:rsidRDefault="009A28D0" w:rsidP="001653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60403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</w:t>
      </w:r>
      <w:r w:rsidRPr="00460403">
        <w:rPr>
          <w:rFonts w:ascii="Times New Roman" w:hAnsi="Times New Roman"/>
          <w:sz w:val="28"/>
          <w:szCs w:val="28"/>
        </w:rPr>
        <w:lastRenderedPageBreak/>
        <w:t>преступления должностное лицо, работник, наделенные полномочиями по рассмотрению</w:t>
      </w:r>
      <w:r>
        <w:rPr>
          <w:rFonts w:ascii="Times New Roman" w:hAnsi="Times New Roman"/>
          <w:sz w:val="28"/>
          <w:szCs w:val="28"/>
        </w:rPr>
        <w:t xml:space="preserve"> жалоб в соответствии с частью 9</w:t>
      </w:r>
      <w:r w:rsidRPr="00460403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татьи 11.2 Федерального закона №</w:t>
      </w:r>
      <w:r w:rsidRPr="00460403">
        <w:rPr>
          <w:rFonts w:ascii="Times New Roman" w:hAnsi="Times New Roman"/>
          <w:sz w:val="28"/>
          <w:szCs w:val="28"/>
        </w:rPr>
        <w:t xml:space="preserve"> 210-ФЗ, незамедлительно направляют имеющиеся материалы в органы прокуратуры.</w:t>
      </w:r>
      <w:r>
        <w:rPr>
          <w:rFonts w:ascii="Times New Roman" w:hAnsi="Times New Roman"/>
          <w:sz w:val="28"/>
          <w:szCs w:val="28"/>
        </w:rPr>
        <w:t>»;</w:t>
      </w:r>
    </w:p>
    <w:p w14:paraId="38392E7D" w14:textId="396A30C1" w:rsidR="009A28D0" w:rsidRDefault="009A28D0" w:rsidP="001653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№ 5</w:t>
      </w:r>
      <w:r w:rsidRPr="0030530C">
        <w:rPr>
          <w:rFonts w:ascii="Times New Roman" w:hAnsi="Times New Roman"/>
          <w:sz w:val="28"/>
          <w:szCs w:val="28"/>
        </w:rPr>
        <w:t xml:space="preserve"> к регламенту излож</w:t>
      </w:r>
      <w:r w:rsidR="00214FD7">
        <w:rPr>
          <w:rFonts w:ascii="Times New Roman" w:hAnsi="Times New Roman"/>
          <w:sz w:val="28"/>
          <w:szCs w:val="28"/>
        </w:rPr>
        <w:t>ить новой редакции (прил</w:t>
      </w:r>
      <w:r w:rsidR="006F407A">
        <w:rPr>
          <w:rFonts w:ascii="Times New Roman" w:hAnsi="Times New Roman"/>
          <w:sz w:val="28"/>
          <w:szCs w:val="28"/>
        </w:rPr>
        <w:t>агается</w:t>
      </w:r>
      <w:r w:rsidR="00214FD7">
        <w:rPr>
          <w:rFonts w:ascii="Times New Roman" w:hAnsi="Times New Roman"/>
          <w:sz w:val="28"/>
          <w:szCs w:val="28"/>
        </w:rPr>
        <w:t>);</w:t>
      </w:r>
    </w:p>
    <w:p w14:paraId="65CF9EF5" w14:textId="39DD264B" w:rsidR="00214FD7" w:rsidRDefault="00214FD7" w:rsidP="001653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6F40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Пункт 2.3 изложить в следующей редакции:</w:t>
      </w:r>
    </w:p>
    <w:p w14:paraId="46402119" w14:textId="1A41AB4E" w:rsidR="00214FD7" w:rsidRPr="004235A1" w:rsidRDefault="00214FD7" w:rsidP="00165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«2.3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35A1">
        <w:rPr>
          <w:rFonts w:ascii="Times New Roman" w:hAnsi="Times New Roman" w:cs="Times New Roman"/>
          <w:sz w:val="28"/>
          <w:szCs w:val="28"/>
        </w:rPr>
        <w:t>редоставление муниципальной услуги осуществляется в соответствии со следующими нормативными правовыми актами:</w:t>
      </w:r>
    </w:p>
    <w:p w14:paraId="25429087" w14:textId="77777777" w:rsidR="00214FD7" w:rsidRPr="004235A1" w:rsidRDefault="00214FD7" w:rsidP="00165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Земельным кодексом Российской Федерации от 25.10.2001 № 136-ФЗ («Российская газета», № 211-212, 30.10.2001);</w:t>
      </w:r>
    </w:p>
    <w:p w14:paraId="05AF59B9" w14:textId="77777777" w:rsidR="00214FD7" w:rsidRPr="004235A1" w:rsidRDefault="00214FD7" w:rsidP="00165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- Градостроительным кодексом Российской Федерации от 29.12.2004 </w:t>
      </w:r>
      <w:r>
        <w:rPr>
          <w:rFonts w:ascii="Times New Roman" w:hAnsi="Times New Roman" w:cs="Times New Roman"/>
          <w:sz w:val="28"/>
          <w:szCs w:val="28"/>
        </w:rPr>
        <w:br/>
      </w:r>
      <w:r w:rsidRPr="004235A1">
        <w:rPr>
          <w:rFonts w:ascii="Times New Roman" w:hAnsi="Times New Roman" w:cs="Times New Roman"/>
          <w:sz w:val="28"/>
          <w:szCs w:val="28"/>
        </w:rPr>
        <w:t>№ 190-ФЗ («Российская газета» № 290, 30.12.2004);</w:t>
      </w:r>
    </w:p>
    <w:p w14:paraId="3311B70B" w14:textId="77777777" w:rsidR="00214FD7" w:rsidRPr="004235A1" w:rsidRDefault="00214FD7" w:rsidP="00165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- Федеральным законом Российской Федерации от 06.10.2003 </w:t>
      </w:r>
      <w:r>
        <w:rPr>
          <w:rFonts w:ascii="Times New Roman" w:hAnsi="Times New Roman" w:cs="Times New Roman"/>
          <w:sz w:val="28"/>
          <w:szCs w:val="28"/>
        </w:rPr>
        <w:br/>
      </w:r>
      <w:r w:rsidRPr="004235A1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14:paraId="49A7FA9C" w14:textId="77777777" w:rsidR="00214FD7" w:rsidRPr="004235A1" w:rsidRDefault="00214FD7" w:rsidP="00165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Уставом 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>, утвержденным решением Собрания</w:t>
      </w:r>
      <w:r w:rsidRPr="004235A1">
        <w:rPr>
          <w:rFonts w:ascii="Times New Roman" w:hAnsi="Times New Roman" w:cs="Times New Roman"/>
          <w:sz w:val="28"/>
          <w:szCs w:val="28"/>
        </w:rPr>
        <w:t xml:space="preserve"> от 06.06.2006 № 56 (опубликован в газете «Знамя труда» от 26.10.2006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A1">
        <w:rPr>
          <w:rFonts w:ascii="Times New Roman" w:hAnsi="Times New Roman" w:cs="Times New Roman"/>
          <w:sz w:val="28"/>
          <w:szCs w:val="28"/>
        </w:rPr>
        <w:t>87);</w:t>
      </w:r>
    </w:p>
    <w:p w14:paraId="4C4615CD" w14:textId="77777777" w:rsidR="00214FD7" w:rsidRPr="004235A1" w:rsidRDefault="00214FD7" w:rsidP="00165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Постановлением мэра муниципального образования «Городской округ Ногликский» от 12.08.2013 № 320 «Об утверждении Положения о порядке деятельности и составе комиссии по подготовке правил землепользования и застройки на территории муниципального образования «Городс</w:t>
      </w:r>
      <w:r>
        <w:rPr>
          <w:rFonts w:ascii="Times New Roman" w:hAnsi="Times New Roman" w:cs="Times New Roman"/>
          <w:sz w:val="28"/>
          <w:szCs w:val="28"/>
        </w:rPr>
        <w:t>кой округ Ногликский»</w:t>
      </w:r>
      <w:r w:rsidRPr="004235A1">
        <w:rPr>
          <w:rFonts w:ascii="Times New Roman" w:hAnsi="Times New Roman" w:cs="Times New Roman"/>
          <w:sz w:val="28"/>
          <w:szCs w:val="28"/>
        </w:rPr>
        <w:t xml:space="preserve"> (опубликован в газете «Знамя труда» от 28.08.2013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A1">
        <w:rPr>
          <w:rFonts w:ascii="Times New Roman" w:hAnsi="Times New Roman" w:cs="Times New Roman"/>
          <w:sz w:val="28"/>
          <w:szCs w:val="28"/>
        </w:rPr>
        <w:t>69);</w:t>
      </w:r>
    </w:p>
    <w:p w14:paraId="37BF3F3A" w14:textId="77777777" w:rsidR="00214FD7" w:rsidRPr="004235A1" w:rsidRDefault="00214FD7" w:rsidP="00165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- Решением Собрания муниципального образования «Городской округ </w:t>
      </w:r>
      <w:r>
        <w:rPr>
          <w:rFonts w:ascii="Times New Roman" w:hAnsi="Times New Roman" w:cs="Times New Roman"/>
          <w:sz w:val="28"/>
          <w:szCs w:val="28"/>
        </w:rPr>
        <w:t>Ногликский» от 26.04.2019 № 250</w:t>
      </w:r>
      <w:r w:rsidRPr="00423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235A1">
        <w:rPr>
          <w:rFonts w:ascii="Times New Roman" w:hAnsi="Times New Roman" w:cs="Times New Roman"/>
          <w:sz w:val="28"/>
          <w:szCs w:val="28"/>
        </w:rPr>
        <w:t>Об утверждении Генерального плана муниципального образования «Городской округ Н</w:t>
      </w:r>
      <w:r>
        <w:rPr>
          <w:rFonts w:ascii="Times New Roman" w:hAnsi="Times New Roman" w:cs="Times New Roman"/>
          <w:sz w:val="28"/>
          <w:szCs w:val="28"/>
        </w:rPr>
        <w:t>огликский»</w:t>
      </w:r>
      <w:r w:rsidRPr="004235A1">
        <w:rPr>
          <w:rFonts w:ascii="Times New Roman" w:hAnsi="Times New Roman" w:cs="Times New Roman"/>
          <w:sz w:val="28"/>
          <w:szCs w:val="28"/>
        </w:rPr>
        <w:t xml:space="preserve"> (опубликован в газете «Знамя труда» от 23.05.2019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A1">
        <w:rPr>
          <w:rFonts w:ascii="Times New Roman" w:hAnsi="Times New Roman" w:cs="Times New Roman"/>
          <w:sz w:val="28"/>
          <w:szCs w:val="28"/>
        </w:rPr>
        <w:t xml:space="preserve">41). </w:t>
      </w:r>
    </w:p>
    <w:p w14:paraId="04B93F57" w14:textId="00746EFE" w:rsidR="009A28D0" w:rsidRDefault="009A28D0" w:rsidP="001653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</w:t>
      </w:r>
      <w:r w:rsidR="006F407A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1BF9C7C" w14:textId="0A16B84C" w:rsidR="009A28D0" w:rsidRDefault="009A28D0" w:rsidP="0016533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4DE9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исполняющего обязанности первого </w:t>
      </w:r>
      <w:r w:rsidRPr="00DD4DE9">
        <w:rPr>
          <w:rFonts w:ascii="Times New Roman" w:hAnsi="Times New Roman"/>
          <w:sz w:val="28"/>
          <w:szCs w:val="28"/>
        </w:rPr>
        <w:t xml:space="preserve">вице-мэра муниципального образования «Городской округ Ногликский» </w:t>
      </w:r>
      <w:proofErr w:type="spellStart"/>
      <w:r w:rsidRPr="00DD4DE9">
        <w:rPr>
          <w:rFonts w:ascii="Times New Roman" w:hAnsi="Times New Roman"/>
          <w:sz w:val="28"/>
          <w:szCs w:val="28"/>
        </w:rPr>
        <w:t>Русанова</w:t>
      </w:r>
      <w:proofErr w:type="spellEnd"/>
      <w:r w:rsidRPr="00DD4DE9">
        <w:rPr>
          <w:rFonts w:ascii="Times New Roman" w:hAnsi="Times New Roman"/>
          <w:sz w:val="28"/>
          <w:szCs w:val="28"/>
        </w:rPr>
        <w:t xml:space="preserve"> Я.С</w:t>
      </w:r>
      <w:r w:rsidR="006F407A">
        <w:rPr>
          <w:rFonts w:ascii="Times New Roman" w:hAnsi="Times New Roman"/>
          <w:sz w:val="28"/>
          <w:szCs w:val="28"/>
        </w:rPr>
        <w:t>.</w:t>
      </w:r>
    </w:p>
    <w:p w14:paraId="0CFE28B9" w14:textId="616DD824" w:rsidR="00BD77B3" w:rsidRDefault="00BD77B3" w:rsidP="00214FD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EFE39D" w14:textId="203516A3" w:rsidR="009A28D0" w:rsidRDefault="009A28D0" w:rsidP="00BD77B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FBBA46" w14:textId="77777777" w:rsidR="009A28D0" w:rsidRDefault="009A28D0" w:rsidP="009A28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DC560E6" w14:textId="66568253" w:rsidR="008629FA" w:rsidRPr="00D6090E" w:rsidRDefault="009A28D0" w:rsidP="00D60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</w:t>
      </w:r>
      <w:r w:rsidR="00D6090E">
        <w:rPr>
          <w:rFonts w:ascii="Times New Roman" w:hAnsi="Times New Roman"/>
          <w:sz w:val="28"/>
          <w:szCs w:val="28"/>
        </w:rPr>
        <w:t>округ Ногликский»</w:t>
      </w:r>
      <w:r w:rsidR="00D6090E">
        <w:rPr>
          <w:rFonts w:ascii="Times New Roman" w:hAnsi="Times New Roman"/>
          <w:sz w:val="28"/>
          <w:szCs w:val="28"/>
        </w:rPr>
        <w:tab/>
      </w:r>
      <w:r w:rsidR="00D6090E">
        <w:rPr>
          <w:rFonts w:ascii="Times New Roman" w:hAnsi="Times New Roman"/>
          <w:sz w:val="28"/>
          <w:szCs w:val="28"/>
        </w:rPr>
        <w:tab/>
      </w:r>
      <w:r w:rsidR="00D6090E">
        <w:rPr>
          <w:rFonts w:ascii="Times New Roman" w:hAnsi="Times New Roman"/>
          <w:sz w:val="28"/>
          <w:szCs w:val="28"/>
        </w:rPr>
        <w:tab/>
      </w:r>
      <w:r w:rsidR="00D6090E">
        <w:rPr>
          <w:rFonts w:ascii="Times New Roman" w:hAnsi="Times New Roman"/>
          <w:sz w:val="28"/>
          <w:szCs w:val="28"/>
        </w:rPr>
        <w:tab/>
      </w:r>
      <w:r w:rsidR="00D6090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С.В.</w:t>
      </w:r>
      <w:r w:rsidR="00D6090E">
        <w:rPr>
          <w:rFonts w:ascii="Times New Roman" w:hAnsi="Times New Roman"/>
          <w:sz w:val="28"/>
          <w:szCs w:val="28"/>
        </w:rPr>
        <w:t xml:space="preserve"> Камелин</w:t>
      </w:r>
    </w:p>
    <w:sectPr w:rsidR="008629FA" w:rsidRPr="00D6090E" w:rsidSect="006F407A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D55E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A5D55E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D55E5" w14:textId="0E4EB5F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D55E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A5D55E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628435"/>
      <w:docPartObj>
        <w:docPartGallery w:val="Page Numbers (Top of Page)"/>
        <w:docPartUnique/>
      </w:docPartObj>
    </w:sdtPr>
    <w:sdtEndPr/>
    <w:sdtContent>
      <w:p w14:paraId="4C0EB695" w14:textId="6E1BA2D6" w:rsidR="006F407A" w:rsidRDefault="006F407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912">
          <w:rPr>
            <w:noProof/>
          </w:rPr>
          <w:t>2</w:t>
        </w:r>
        <w:r>
          <w:fldChar w:fldCharType="end"/>
        </w:r>
      </w:p>
    </w:sdtContent>
  </w:sdt>
  <w:p w14:paraId="48F1F0B2" w14:textId="77777777" w:rsidR="006F407A" w:rsidRDefault="006F40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35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8062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3D66"/>
    <w:rsid w:val="0016533A"/>
    <w:rsid w:val="00185FEC"/>
    <w:rsid w:val="001E1F9F"/>
    <w:rsid w:val="002003DC"/>
    <w:rsid w:val="00214FD7"/>
    <w:rsid w:val="0033636C"/>
    <w:rsid w:val="003E4257"/>
    <w:rsid w:val="00520CBF"/>
    <w:rsid w:val="006F407A"/>
    <w:rsid w:val="007B7FBB"/>
    <w:rsid w:val="008629FA"/>
    <w:rsid w:val="00987DB5"/>
    <w:rsid w:val="009A28D0"/>
    <w:rsid w:val="00AC72C8"/>
    <w:rsid w:val="00B10ED9"/>
    <w:rsid w:val="00B25688"/>
    <w:rsid w:val="00BC53F8"/>
    <w:rsid w:val="00BD77B3"/>
    <w:rsid w:val="00C02849"/>
    <w:rsid w:val="00CA7912"/>
    <w:rsid w:val="00D12794"/>
    <w:rsid w:val="00D6090E"/>
    <w:rsid w:val="00D67BD8"/>
    <w:rsid w:val="00DF7897"/>
    <w:rsid w:val="00E37B8A"/>
    <w:rsid w:val="00E609BC"/>
    <w:rsid w:val="00EB0482"/>
    <w:rsid w:val="00FE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D55C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A28D0"/>
    <w:pPr>
      <w:ind w:left="720"/>
      <w:contextualSpacing/>
    </w:pPr>
  </w:style>
  <w:style w:type="table" w:styleId="a9">
    <w:name w:val="Table Grid"/>
    <w:basedOn w:val="a1"/>
    <w:uiPriority w:val="39"/>
    <w:rsid w:val="009A28D0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214F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14FD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141F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141F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141F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35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dcterms:created xsi:type="dcterms:W3CDTF">2020-04-07T04:52:00Z</dcterms:created>
  <dcterms:modified xsi:type="dcterms:W3CDTF">2023-04-25T06:30:00Z</dcterms:modified>
</cp:coreProperties>
</file>