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E8F7668" w14:textId="77777777" w:rsidTr="00987DB5">
        <w:tc>
          <w:tcPr>
            <w:tcW w:w="9498" w:type="dxa"/>
          </w:tcPr>
          <w:p w14:paraId="2E8F766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8F767E" wp14:editId="2E8F767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8F7664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E8F7665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E8F7666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E8F766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bookmarkEnd w:id="0"/>
    <w:p w14:paraId="2E8F7669" w14:textId="5838E201" w:rsidR="0033636C" w:rsidRPr="00D0454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454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A3432">
            <w:rPr>
              <w:rFonts w:ascii="Times New Roman" w:hAnsi="Times New Roman"/>
              <w:sz w:val="28"/>
              <w:szCs w:val="28"/>
            </w:rPr>
            <w:t>28 апреля 2025 года</w:t>
          </w:r>
        </w:sdtContent>
      </w:sdt>
      <w:r w:rsidRPr="00D045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343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A3432" w:rsidRPr="004A3432">
            <w:rPr>
              <w:rFonts w:ascii="Times New Roman" w:hAnsi="Times New Roman"/>
              <w:sz w:val="28"/>
              <w:szCs w:val="28"/>
            </w:rPr>
            <w:t>269</w:t>
          </w:r>
        </w:sdtContent>
      </w:sdt>
    </w:p>
    <w:p w14:paraId="2E8F766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218F9DD" w14:textId="77777777" w:rsidR="00D0454F" w:rsidRDefault="002B5CAC" w:rsidP="00D04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54F">
        <w:rPr>
          <w:rFonts w:ascii="Times New Roman" w:hAnsi="Times New Roman"/>
          <w:b/>
          <w:sz w:val="28"/>
          <w:szCs w:val="28"/>
        </w:rPr>
        <w:t>О мероприят</w:t>
      </w:r>
      <w:r w:rsidR="00D0454F">
        <w:rPr>
          <w:rFonts w:ascii="Times New Roman" w:hAnsi="Times New Roman"/>
          <w:b/>
          <w:sz w:val="28"/>
          <w:szCs w:val="28"/>
        </w:rPr>
        <w:t>иях по организации отдыха детей</w:t>
      </w:r>
    </w:p>
    <w:p w14:paraId="2EEEB668" w14:textId="77777777" w:rsidR="00D0454F" w:rsidRDefault="002B5CAC" w:rsidP="00D04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54F">
        <w:rPr>
          <w:rFonts w:ascii="Times New Roman" w:hAnsi="Times New Roman"/>
          <w:b/>
          <w:sz w:val="28"/>
          <w:szCs w:val="28"/>
        </w:rPr>
        <w:t xml:space="preserve">на территории муниципального </w:t>
      </w:r>
      <w:r w:rsidR="00D0454F">
        <w:rPr>
          <w:rFonts w:ascii="Times New Roman" w:hAnsi="Times New Roman"/>
          <w:b/>
          <w:sz w:val="28"/>
          <w:szCs w:val="28"/>
        </w:rPr>
        <w:t>образования</w:t>
      </w:r>
    </w:p>
    <w:p w14:paraId="7EF11DBF" w14:textId="77777777" w:rsidR="00D0454F" w:rsidRDefault="002B5CAC" w:rsidP="00D04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54F">
        <w:rPr>
          <w:rFonts w:ascii="Times New Roman" w:hAnsi="Times New Roman"/>
          <w:b/>
          <w:sz w:val="28"/>
          <w:szCs w:val="28"/>
        </w:rPr>
        <w:t>Ногликский муниципа</w:t>
      </w:r>
      <w:r w:rsidR="00D0454F">
        <w:rPr>
          <w:rFonts w:ascii="Times New Roman" w:hAnsi="Times New Roman"/>
          <w:b/>
          <w:sz w:val="28"/>
          <w:szCs w:val="28"/>
        </w:rPr>
        <w:t>льный округ Сахалинской области</w:t>
      </w:r>
    </w:p>
    <w:p w14:paraId="2E8F766B" w14:textId="030F3747" w:rsidR="0033636C" w:rsidRPr="00D0454F" w:rsidRDefault="002B5CAC" w:rsidP="00D04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54F">
        <w:rPr>
          <w:rFonts w:ascii="Times New Roman" w:hAnsi="Times New Roman"/>
          <w:b/>
          <w:sz w:val="28"/>
          <w:szCs w:val="28"/>
        </w:rPr>
        <w:t>в период летних каникул 2025 года</w:t>
      </w:r>
    </w:p>
    <w:p w14:paraId="7004A5BA" w14:textId="77777777" w:rsidR="000F620E" w:rsidRDefault="000F620E" w:rsidP="00D045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56C049" w14:textId="03A778BA" w:rsidR="000F620E" w:rsidRPr="0000015D" w:rsidRDefault="000F620E" w:rsidP="00D045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5361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обеспечения отдыха детей в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летних каникул </w:t>
      </w:r>
      <w:r w:rsidRPr="00AF536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AF536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F53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7A463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077889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 w:rsidR="007A4634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077889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 «Городской округ Ногликский» от 06.06.2024 года № 318 «Об утверждении Порядка организации отдыха детей в каникулярное время на территории муниципального образования «Городской округ Ногликский»,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CA4C4F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</w:t>
      </w:r>
      <w:r w:rsidR="00A04DA1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="005B1427">
        <w:rPr>
          <w:rFonts w:ascii="Times New Roman" w:eastAsia="Times New Roman" w:hAnsi="Times New Roman"/>
          <w:sz w:val="28"/>
          <w:szCs w:val="28"/>
          <w:lang w:eastAsia="ru-RU"/>
        </w:rPr>
        <w:t xml:space="preserve">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округ Сахалинской области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322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41BAA22" w14:textId="79C86140" w:rsidR="000F620E" w:rsidRPr="0000015D" w:rsidRDefault="000F620E" w:rsidP="00D045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Pr="000001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план мероприятий </w:t>
      </w:r>
      <w:bookmarkStart w:id="1" w:name="_Hlk68085805"/>
      <w:r w:rsidRPr="000001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организации отдыха детей </w:t>
      </w:r>
      <w:r w:rsidR="00D0454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муниципального образования </w:t>
      </w:r>
      <w:bookmarkStart w:id="2" w:name="_Hlk193119477"/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2"/>
      <w:r w:rsidRPr="000001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период летних каникул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1).</w:t>
      </w:r>
    </w:p>
    <w:p w14:paraId="345A8656" w14:textId="4E3A8ED6" w:rsidR="000F620E" w:rsidRDefault="000F620E" w:rsidP="00D045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Утвердить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 работы межведомственной комиссии </w:t>
      </w:r>
      <w:r w:rsidRPr="002419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организации отдыха детей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 летних каникул </w:t>
      </w:r>
      <w:r w:rsidRPr="002419C3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="00A04DA1" w:rsidRPr="0000015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 w:rsidR="00A04DA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A04DA1"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FE05CA0" w14:textId="594FBFAB" w:rsidR="000F620E" w:rsidRPr="0000015D" w:rsidRDefault="000F620E" w:rsidP="00D045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Определить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источники финансирования </w:t>
      </w:r>
      <w:r w:rsidRPr="000001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мероприятий по организации отдыха детей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на территории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01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период летних каникул </w:t>
      </w:r>
      <w:r w:rsidR="00D0454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2D4E0F43" w14:textId="2ECD5D87" w:rsidR="000F620E" w:rsidRDefault="000F620E" w:rsidP="00D0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3AEB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703AEB">
        <w:rPr>
          <w:rFonts w:ascii="Times New Roman" w:hAnsi="Times New Roman"/>
          <w:sz w:val="28"/>
          <w:szCs w:val="28"/>
          <w:lang w:eastAsia="ru-RU"/>
        </w:rPr>
        <w:t>Установить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продолжительность работы лагерей, </w:t>
      </w:r>
      <w:r w:rsidRPr="002419C3">
        <w:rPr>
          <w:rFonts w:ascii="Times New Roman" w:hAnsi="Times New Roman"/>
          <w:sz w:val="28"/>
          <w:szCs w:val="28"/>
          <w:lang w:eastAsia="ru-RU"/>
        </w:rPr>
        <w:t xml:space="preserve">организуемых </w:t>
      </w:r>
      <w:r w:rsidR="00D0454F">
        <w:rPr>
          <w:rFonts w:ascii="Times New Roman" w:hAnsi="Times New Roman"/>
          <w:sz w:val="28"/>
          <w:szCs w:val="28"/>
          <w:lang w:eastAsia="ru-RU"/>
        </w:rPr>
        <w:br/>
      </w:r>
      <w:r w:rsidRPr="002419C3">
        <w:rPr>
          <w:rFonts w:ascii="Times New Roman" w:hAnsi="Times New Roman"/>
          <w:sz w:val="28"/>
          <w:szCs w:val="28"/>
          <w:lang w:eastAsia="ru-RU"/>
        </w:rPr>
        <w:t>на территории муниципального образования Ногликский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муниципальный округ Сахалинской области:</w:t>
      </w:r>
    </w:p>
    <w:p w14:paraId="26AC4C77" w14:textId="1CBBDDB8" w:rsidR="000F620E" w:rsidRDefault="000F620E" w:rsidP="00D0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BCE">
        <w:rPr>
          <w:rFonts w:ascii="Times New Roman" w:hAnsi="Times New Roman"/>
          <w:sz w:val="28"/>
          <w:szCs w:val="28"/>
          <w:lang w:eastAsia="ru-RU"/>
        </w:rPr>
        <w:t>1 смен</w:t>
      </w:r>
      <w:r w:rsidR="008F05EF">
        <w:rPr>
          <w:rFonts w:ascii="Times New Roman" w:hAnsi="Times New Roman"/>
          <w:sz w:val="28"/>
          <w:szCs w:val="28"/>
          <w:lang w:eastAsia="ru-RU"/>
        </w:rPr>
        <w:t>а</w:t>
      </w:r>
      <w:r w:rsidRPr="00ED5B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ED5BCE">
        <w:rPr>
          <w:rFonts w:ascii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ED5BCE">
        <w:rPr>
          <w:rFonts w:ascii="Times New Roman" w:hAnsi="Times New Roman"/>
          <w:sz w:val="28"/>
          <w:szCs w:val="28"/>
          <w:lang w:eastAsia="ru-RU"/>
        </w:rPr>
        <w:t xml:space="preserve"> календарных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(с 01 по 27 июня включительно);</w:t>
      </w:r>
    </w:p>
    <w:p w14:paraId="3AFE43E1" w14:textId="18B9839A" w:rsidR="000F620E" w:rsidRDefault="000F620E" w:rsidP="00D0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00D2">
        <w:rPr>
          <w:rFonts w:ascii="Times New Roman" w:hAnsi="Times New Roman"/>
          <w:sz w:val="28"/>
          <w:szCs w:val="28"/>
          <w:lang w:eastAsia="ru-RU"/>
        </w:rPr>
        <w:t>2 смен</w:t>
      </w:r>
      <w:r w:rsidR="008F05EF">
        <w:rPr>
          <w:rFonts w:ascii="Times New Roman" w:hAnsi="Times New Roman"/>
          <w:sz w:val="28"/>
          <w:szCs w:val="28"/>
          <w:lang w:eastAsia="ru-RU"/>
        </w:rPr>
        <w:t>а</w:t>
      </w:r>
      <w:r w:rsidRPr="002C00D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C00D2">
        <w:rPr>
          <w:rFonts w:ascii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sz w:val="28"/>
          <w:szCs w:val="28"/>
          <w:lang w:eastAsia="ru-RU"/>
        </w:rPr>
        <w:t xml:space="preserve">6 </w:t>
      </w:r>
      <w:r w:rsidRPr="002C00D2">
        <w:rPr>
          <w:rFonts w:ascii="Times New Roman" w:hAnsi="Times New Roman"/>
          <w:sz w:val="28"/>
          <w:szCs w:val="28"/>
          <w:lang w:eastAsia="ru-RU"/>
        </w:rPr>
        <w:t>календарных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(с 01 по 26 июля включительно)</w:t>
      </w:r>
      <w:r w:rsidR="00A04DA1">
        <w:rPr>
          <w:rFonts w:ascii="Times New Roman" w:hAnsi="Times New Roman"/>
          <w:sz w:val="28"/>
          <w:szCs w:val="28"/>
          <w:lang w:eastAsia="ru-RU"/>
        </w:rPr>
        <w:t>.</w:t>
      </w:r>
    </w:p>
    <w:p w14:paraId="477ECFA0" w14:textId="5E1D0AA9" w:rsidR="000F620E" w:rsidRDefault="000F620E" w:rsidP="00D0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5. Установить</w:t>
      </w:r>
      <w:r w:rsidRPr="0000015D">
        <w:rPr>
          <w:rFonts w:ascii="Times New Roman" w:hAnsi="Times New Roman"/>
          <w:sz w:val="28"/>
          <w:szCs w:val="28"/>
          <w:lang w:eastAsia="ru-RU"/>
        </w:rPr>
        <w:t xml:space="preserve"> режим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пребывания детей в 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>лагер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015D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D0454F">
        <w:rPr>
          <w:rFonts w:ascii="Times New Roman" w:hAnsi="Times New Roman"/>
          <w:sz w:val="28"/>
          <w:szCs w:val="28"/>
          <w:lang w:eastAsia="ru-RU"/>
        </w:rPr>
        <w:t xml:space="preserve">08:30 часов </w:t>
      </w:r>
      <w:r w:rsidR="00D0454F">
        <w:rPr>
          <w:rFonts w:ascii="Times New Roman" w:hAnsi="Times New Roman"/>
          <w:sz w:val="28"/>
          <w:szCs w:val="28"/>
          <w:lang w:eastAsia="ru-RU"/>
        </w:rPr>
        <w:br/>
        <w:t>до 14:</w:t>
      </w:r>
      <w:r w:rsidRPr="00B812DC">
        <w:rPr>
          <w:rFonts w:ascii="Times New Roman" w:hAnsi="Times New Roman"/>
          <w:sz w:val="28"/>
          <w:szCs w:val="28"/>
          <w:lang w:eastAsia="ru-RU"/>
        </w:rPr>
        <w:t>30</w:t>
      </w:r>
      <w:r w:rsidRPr="0000015D">
        <w:rPr>
          <w:rFonts w:ascii="Times New Roman" w:hAnsi="Times New Roman"/>
          <w:sz w:val="28"/>
          <w:szCs w:val="28"/>
          <w:lang w:eastAsia="ru-RU"/>
        </w:rPr>
        <w:t xml:space="preserve"> часов с организацией 2-х разового питания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6F01280" w14:textId="2CDB6015" w:rsidR="000F620E" w:rsidRDefault="000F620E" w:rsidP="00D045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419C3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дислокацию </w:t>
      </w:r>
      <w:r w:rsidRPr="002419C3">
        <w:rPr>
          <w:rFonts w:ascii="Times New Roman" w:eastAsia="Times New Roman" w:hAnsi="Times New Roman"/>
          <w:bCs/>
          <w:sz w:val="28"/>
          <w:szCs w:val="28"/>
          <w:lang w:eastAsia="ru-RU"/>
        </w:rPr>
        <w:t>лагер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ей</w:t>
      </w:r>
      <w:r w:rsidRPr="002419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2419C3">
        <w:rPr>
          <w:rFonts w:ascii="Times New Roman" w:eastAsia="Times New Roman" w:hAnsi="Times New Roman"/>
          <w:sz w:val="28"/>
          <w:szCs w:val="28"/>
          <w:lang w:eastAsia="ru-RU"/>
        </w:rPr>
        <w:t>организуемых на территории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2419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05EF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 летних каникул </w:t>
      </w:r>
      <w:r w:rsidRPr="002419C3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419C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4).</w:t>
      </w:r>
    </w:p>
    <w:p w14:paraId="3E7F6819" w14:textId="5CFA27F0" w:rsidR="00DD52B5" w:rsidRDefault="00DD52B5" w:rsidP="00D045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DD52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D0454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Ногликский</w:t>
      </w:r>
      <w:r w:rsidR="00D0454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2302AF7D" w14:textId="03DB01BA" w:rsidR="000F620E" w:rsidRPr="0000015D" w:rsidRDefault="00DD52B5" w:rsidP="00D045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F620E"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</w:t>
      </w:r>
      <w:r w:rsidR="000F620E">
        <w:rPr>
          <w:rFonts w:ascii="Times New Roman" w:eastAsia="Times New Roman" w:hAnsi="Times New Roman"/>
          <w:sz w:val="28"/>
          <w:szCs w:val="28"/>
          <w:lang w:eastAsia="ru-RU"/>
        </w:rPr>
        <w:t>за исполнением</w:t>
      </w:r>
      <w:r w:rsidR="000F620E"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 возложить </w:t>
      </w:r>
      <w:r w:rsidR="00D0454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F620E" w:rsidRPr="0000015D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</w:t>
      </w:r>
      <w:r w:rsidR="000F620E">
        <w:rPr>
          <w:rFonts w:ascii="Times New Roman" w:eastAsia="Times New Roman" w:hAnsi="Times New Roman"/>
          <w:sz w:val="28"/>
          <w:szCs w:val="28"/>
          <w:lang w:eastAsia="ru-RU"/>
        </w:rPr>
        <w:t xml:space="preserve">о образования </w:t>
      </w:r>
      <w:r w:rsidR="000F620E" w:rsidRPr="0000015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 w:rsidR="000F620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0F620E" w:rsidRPr="000001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620E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0F620E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391312F8" w14:textId="77777777" w:rsidR="000F620E" w:rsidRDefault="000F620E" w:rsidP="00D0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8F766E" w14:textId="77777777" w:rsidR="00E609BC" w:rsidRDefault="00E609BC" w:rsidP="00D0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BACFAF" w14:textId="77777777" w:rsidR="00D0454F" w:rsidRPr="00D12794" w:rsidRDefault="00D0454F" w:rsidP="00D045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8F7677" w14:textId="77777777" w:rsidR="008629FA" w:rsidRDefault="008629FA" w:rsidP="00D045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5A74AC1" w14:textId="77777777" w:rsidR="007F621C" w:rsidRDefault="008629FA" w:rsidP="00D045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7F621C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2E8F7678" w14:textId="7DEA5613" w:rsidR="008629FA" w:rsidRPr="008629FA" w:rsidRDefault="007F621C" w:rsidP="00D045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013490">
        <w:rPr>
          <w:rFonts w:ascii="Times New Roman" w:hAnsi="Times New Roman"/>
          <w:sz w:val="28"/>
          <w:szCs w:val="28"/>
        </w:rPr>
        <w:t xml:space="preserve">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C52A6D">
        <w:rPr>
          <w:rFonts w:ascii="Times New Roman" w:hAnsi="Times New Roman"/>
          <w:sz w:val="28"/>
          <w:szCs w:val="28"/>
        </w:rPr>
        <w:t xml:space="preserve"> </w:t>
      </w:r>
      <w:r w:rsidR="000F620E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BD5289">
      <w:headerReference w:type="default" r:id="rId7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F7682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2E8F7683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F7680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2E8F7681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503355"/>
      <w:docPartObj>
        <w:docPartGallery w:val="Page Numbers (Top of Page)"/>
        <w:docPartUnique/>
      </w:docPartObj>
    </w:sdtPr>
    <w:sdtEndPr/>
    <w:sdtContent>
      <w:p w14:paraId="2789A7EF" w14:textId="03CE0504" w:rsidR="00D0454F" w:rsidRDefault="00D045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3C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3490"/>
    <w:rsid w:val="00053BD0"/>
    <w:rsid w:val="00077889"/>
    <w:rsid w:val="000F620E"/>
    <w:rsid w:val="00117F6E"/>
    <w:rsid w:val="001303CF"/>
    <w:rsid w:val="00185FEC"/>
    <w:rsid w:val="001E1F9F"/>
    <w:rsid w:val="002003DC"/>
    <w:rsid w:val="002B5CAC"/>
    <w:rsid w:val="00310EF4"/>
    <w:rsid w:val="0033636C"/>
    <w:rsid w:val="003E4257"/>
    <w:rsid w:val="00492363"/>
    <w:rsid w:val="004A3432"/>
    <w:rsid w:val="00520CBF"/>
    <w:rsid w:val="005B1427"/>
    <w:rsid w:val="00652B7C"/>
    <w:rsid w:val="007A4634"/>
    <w:rsid w:val="007F621C"/>
    <w:rsid w:val="008629FA"/>
    <w:rsid w:val="00882ABB"/>
    <w:rsid w:val="00895951"/>
    <w:rsid w:val="008F05EF"/>
    <w:rsid w:val="0091377E"/>
    <w:rsid w:val="00987DB5"/>
    <w:rsid w:val="00A04DA1"/>
    <w:rsid w:val="00A30AF1"/>
    <w:rsid w:val="00A9400A"/>
    <w:rsid w:val="00AC72C8"/>
    <w:rsid w:val="00B10ED9"/>
    <w:rsid w:val="00B25688"/>
    <w:rsid w:val="00BD5289"/>
    <w:rsid w:val="00C02849"/>
    <w:rsid w:val="00C52A6D"/>
    <w:rsid w:val="00C812BA"/>
    <w:rsid w:val="00D0454F"/>
    <w:rsid w:val="00D12794"/>
    <w:rsid w:val="00D67BD8"/>
    <w:rsid w:val="00DD52B5"/>
    <w:rsid w:val="00DF7897"/>
    <w:rsid w:val="00E37B8A"/>
    <w:rsid w:val="00E609BC"/>
    <w:rsid w:val="00F35D94"/>
    <w:rsid w:val="00F7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F766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D5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52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17F6E"/>
    <w:rsid w:val="00310EF4"/>
    <w:rsid w:val="00652B7C"/>
    <w:rsid w:val="00882ABB"/>
    <w:rsid w:val="00895951"/>
    <w:rsid w:val="0091377E"/>
    <w:rsid w:val="00A9400A"/>
    <w:rsid w:val="00B13DA8"/>
    <w:rsid w:val="00C038C0"/>
    <w:rsid w:val="00C812BA"/>
    <w:rsid w:val="00C95804"/>
    <w:rsid w:val="00CF735B"/>
    <w:rsid w:val="00DB457B"/>
    <w:rsid w:val="00E7774E"/>
    <w:rsid w:val="00F35D94"/>
    <w:rsid w:val="00F7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32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26</cp:revision>
  <cp:lastPrinted>2025-05-05T00:42:00Z</cp:lastPrinted>
  <dcterms:created xsi:type="dcterms:W3CDTF">2020-04-07T04:52:00Z</dcterms:created>
  <dcterms:modified xsi:type="dcterms:W3CDTF">2025-05-05T00:42:00Z</dcterms:modified>
</cp:coreProperties>
</file>