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055B58" w14:textId="77777777" w:rsidTr="00987DB5">
        <w:tc>
          <w:tcPr>
            <w:tcW w:w="9498" w:type="dxa"/>
          </w:tcPr>
          <w:p w14:paraId="1A36C55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FFD63C" wp14:editId="0CCA902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3E352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78A3E7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8B03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D8E06D2" w14:textId="5E7A60D3" w:rsidR="0033636C" w:rsidRPr="003F162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F16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F1629" w:rsidRPr="003F1629">
            <w:rPr>
              <w:rFonts w:ascii="Times New Roman" w:hAnsi="Times New Roman"/>
              <w:sz w:val="28"/>
              <w:szCs w:val="28"/>
            </w:rPr>
            <w:t>28 апреля 2023 года</w:t>
          </w:r>
        </w:sdtContent>
      </w:sdt>
      <w:r w:rsidRPr="003F162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F1629" w:rsidRPr="003F1629">
            <w:rPr>
              <w:rFonts w:ascii="Times New Roman" w:hAnsi="Times New Roman"/>
              <w:sz w:val="28"/>
              <w:szCs w:val="28"/>
            </w:rPr>
            <w:t>274</w:t>
          </w:r>
        </w:sdtContent>
      </w:sdt>
    </w:p>
    <w:bookmarkEnd w:id="0"/>
    <w:p w14:paraId="4CA8ADE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AD71A14" w14:textId="77777777" w:rsidR="00175F78" w:rsidRPr="00D06D2D" w:rsidRDefault="00175F78" w:rsidP="00175F78">
      <w:pPr>
        <w:tabs>
          <w:tab w:val="left" w:pos="2835"/>
        </w:tabs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«Развитие физической культуры, спорта и молодежной политики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в муниципальном образовании «Городской округ Ногликский», утвержденную постановлением администрации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муниципального образования «Городской округ Ногликский»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от 26.06.2015 № 430</w:t>
      </w:r>
    </w:p>
    <w:p w14:paraId="00CF70B3" w14:textId="0D43E347" w:rsidR="00175F78" w:rsidRPr="006222BA" w:rsidRDefault="00175F78" w:rsidP="00175F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="002E7835">
        <w:rPr>
          <w:rFonts w:ascii="Times New Roman" w:hAnsi="Times New Roman"/>
          <w:sz w:val="28"/>
          <w:szCs w:val="28"/>
        </w:rPr>
        <w:t xml:space="preserve">обеспечения муниципальной </w:t>
      </w:r>
      <w:r w:rsidRPr="00054477">
        <w:rPr>
          <w:rFonts w:ascii="Times New Roman" w:hAnsi="Times New Roman"/>
          <w:sz w:val="28"/>
          <w:szCs w:val="28"/>
        </w:rPr>
        <w:t>программы «Развитие физической культуры, спорта и молодежной политики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54477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26.06.</w:t>
      </w:r>
      <w:r w:rsidRPr="006222BA">
        <w:rPr>
          <w:rFonts w:ascii="Times New Roman" w:hAnsi="Times New Roman"/>
          <w:sz w:val="28"/>
          <w:szCs w:val="28"/>
        </w:rPr>
        <w:t xml:space="preserve">2015 № 430, в соответствие с уточненными бюджетными показателями по состоянию на </w:t>
      </w:r>
      <w:r w:rsidR="00F3323C">
        <w:rPr>
          <w:rFonts w:ascii="Times New Roman" w:hAnsi="Times New Roman"/>
          <w:sz w:val="28"/>
          <w:szCs w:val="28"/>
        </w:rPr>
        <w:t>31 декабря</w:t>
      </w:r>
      <w:r w:rsidRPr="006222B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Pr="006222BA">
        <w:rPr>
          <w:rFonts w:ascii="Times New Roman" w:hAnsi="Times New Roman"/>
          <w:sz w:val="28"/>
          <w:szCs w:val="28"/>
        </w:rPr>
        <w:t xml:space="preserve"> года, </w:t>
      </w:r>
      <w:bookmarkStart w:id="1" w:name="_Hlk30407272"/>
      <w:r w:rsidR="00F3323C" w:rsidRPr="00603694">
        <w:rPr>
          <w:rFonts w:ascii="Times New Roman" w:hAnsi="Times New Roman"/>
          <w:sz w:val="28"/>
          <w:szCs w:val="28"/>
        </w:rPr>
        <w:t>решени</w:t>
      </w:r>
      <w:r w:rsidR="00F3323C">
        <w:rPr>
          <w:rFonts w:ascii="Times New Roman" w:hAnsi="Times New Roman"/>
          <w:sz w:val="28"/>
          <w:szCs w:val="28"/>
        </w:rPr>
        <w:t xml:space="preserve">ем Собрания </w:t>
      </w:r>
      <w:r w:rsidR="00F3323C"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 w:rsidR="00F3323C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="00F3323C" w:rsidRPr="000950AF">
        <w:rPr>
          <w:rFonts w:ascii="Times New Roman" w:hAnsi="Times New Roman"/>
          <w:sz w:val="28"/>
          <w:szCs w:val="28"/>
        </w:rPr>
        <w:t xml:space="preserve">от </w:t>
      </w:r>
      <w:r w:rsidR="00F3323C">
        <w:rPr>
          <w:rFonts w:ascii="Times New Roman" w:hAnsi="Times New Roman"/>
          <w:sz w:val="28"/>
          <w:szCs w:val="28"/>
        </w:rPr>
        <w:t xml:space="preserve">08 декабря 2022 года № 237 </w:t>
      </w:r>
      <w:r w:rsidR="00F3323C" w:rsidRPr="000950AF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 w:rsidR="00F3323C">
        <w:rPr>
          <w:rFonts w:ascii="Times New Roman" w:hAnsi="Times New Roman"/>
          <w:sz w:val="28"/>
          <w:szCs w:val="28"/>
        </w:rPr>
        <w:t>3</w:t>
      </w:r>
      <w:r w:rsidR="00F3323C"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3323C">
        <w:rPr>
          <w:rFonts w:ascii="Times New Roman" w:hAnsi="Times New Roman"/>
          <w:sz w:val="28"/>
          <w:szCs w:val="28"/>
        </w:rPr>
        <w:t>4</w:t>
      </w:r>
      <w:r w:rsidR="00F3323C" w:rsidRPr="000950AF">
        <w:rPr>
          <w:rFonts w:ascii="Times New Roman" w:hAnsi="Times New Roman"/>
          <w:sz w:val="28"/>
          <w:szCs w:val="28"/>
        </w:rPr>
        <w:t xml:space="preserve"> и 202</w:t>
      </w:r>
      <w:r w:rsidR="00F3323C">
        <w:rPr>
          <w:rFonts w:ascii="Times New Roman" w:hAnsi="Times New Roman"/>
          <w:sz w:val="28"/>
          <w:szCs w:val="28"/>
        </w:rPr>
        <w:t>5</w:t>
      </w:r>
      <w:r w:rsidR="00F3323C"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1"/>
      <w:r w:rsidR="00F3323C">
        <w:rPr>
          <w:rFonts w:ascii="Times New Roman" w:hAnsi="Times New Roman"/>
          <w:sz w:val="28"/>
          <w:szCs w:val="28"/>
        </w:rPr>
        <w:t xml:space="preserve">», </w:t>
      </w:r>
      <w:r w:rsidR="00F3323C"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222BA">
        <w:rPr>
          <w:rFonts w:ascii="Times New Roman" w:hAnsi="Times New Roman"/>
          <w:b/>
          <w:sz w:val="28"/>
          <w:szCs w:val="28"/>
        </w:rPr>
        <w:t>ПОСТАНОВЛЯЕТ:</w:t>
      </w:r>
    </w:p>
    <w:p w14:paraId="3123372E" w14:textId="281BFAD9" w:rsidR="00175F78" w:rsidRPr="006222BA" w:rsidRDefault="00175F78" w:rsidP="00175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2BA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2" w:name="_Hlk49245282"/>
      <w:r w:rsidRPr="006222BA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2"/>
      <w:r w:rsidRPr="006222BA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26.06.2015 № 430 (в редакции от 30.09.2015 № 692, от 19.10.2015 № 718, </w:t>
      </w:r>
      <w:r w:rsidRPr="006222BA">
        <w:rPr>
          <w:rFonts w:ascii="Times New Roman" w:hAnsi="Times New Roman"/>
          <w:sz w:val="28"/>
          <w:szCs w:val="28"/>
        </w:rPr>
        <w:br/>
        <w:t xml:space="preserve">от 31.12.2016 № 921, от 10.03.2016 № 208, от </w:t>
      </w:r>
      <w:r>
        <w:rPr>
          <w:rFonts w:ascii="Times New Roman" w:hAnsi="Times New Roman"/>
          <w:sz w:val="28"/>
          <w:szCs w:val="28"/>
        </w:rPr>
        <w:t xml:space="preserve">11.04.2016 № 288, от 30.05.2016 </w:t>
      </w:r>
      <w:r w:rsidRPr="006222BA">
        <w:rPr>
          <w:rFonts w:ascii="Times New Roman" w:hAnsi="Times New Roman"/>
          <w:sz w:val="28"/>
          <w:szCs w:val="28"/>
        </w:rPr>
        <w:t xml:space="preserve">№ 433, от 15.06.2016 № 485, от 31.08.2016 № 666, от 07.10.2016 № 739, </w:t>
      </w:r>
      <w:r>
        <w:rPr>
          <w:rFonts w:ascii="Times New Roman" w:hAnsi="Times New Roman"/>
          <w:sz w:val="28"/>
          <w:szCs w:val="28"/>
        </w:rPr>
        <w:br/>
      </w:r>
      <w:r w:rsidRPr="006222BA">
        <w:rPr>
          <w:rFonts w:ascii="Times New Roman" w:hAnsi="Times New Roman"/>
          <w:sz w:val="28"/>
          <w:szCs w:val="28"/>
        </w:rPr>
        <w:lastRenderedPageBreak/>
        <w:t>от 07.02.2017 № 108, от 07.06.2017 № 367, от 03.08.2017 № 521, от 27.09.2017 № 703, от 27.02.2018 № 191, от 13.04.20</w:t>
      </w:r>
      <w:r>
        <w:rPr>
          <w:rFonts w:ascii="Times New Roman" w:hAnsi="Times New Roman"/>
          <w:sz w:val="28"/>
          <w:szCs w:val="28"/>
        </w:rPr>
        <w:t xml:space="preserve">18 № 386, от 11.07.2018 № 669, </w:t>
      </w:r>
      <w:r>
        <w:rPr>
          <w:rFonts w:ascii="Times New Roman" w:hAnsi="Times New Roman"/>
          <w:sz w:val="28"/>
          <w:szCs w:val="28"/>
        </w:rPr>
        <w:br/>
      </w:r>
      <w:r w:rsidRPr="006222BA">
        <w:rPr>
          <w:rFonts w:ascii="Times New Roman" w:hAnsi="Times New Roman"/>
          <w:sz w:val="28"/>
          <w:szCs w:val="28"/>
        </w:rPr>
        <w:t>от 19.12.2018 № 1224, от 26.03.2019 № 196, от 23.05.2019 № 358, от 19.06.2019 № 462, от 02.09.2019 № 665, от 10.03.2020 № 109, от 01.06.2020 № 270,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от 14.07.2020 № 357,</w:t>
      </w:r>
      <w:r w:rsidRPr="006222BA">
        <w:rPr>
          <w:rFonts w:ascii="Times New Roman" w:hAnsi="Times New Roman"/>
          <w:sz w:val="28"/>
          <w:szCs w:val="28"/>
        </w:rPr>
        <w:t xml:space="preserve"> от 14.10.2020 № 505, от 28.04.2021 № 232, от 22.09.2021 № 521</w:t>
      </w:r>
      <w:r>
        <w:rPr>
          <w:rFonts w:ascii="Times New Roman" w:hAnsi="Times New Roman"/>
          <w:sz w:val="28"/>
          <w:szCs w:val="28"/>
        </w:rPr>
        <w:t xml:space="preserve">, от 17.06.2022 № 31, от </w:t>
      </w:r>
      <w:r w:rsidR="00F3323C">
        <w:rPr>
          <w:rFonts w:ascii="Times New Roman" w:hAnsi="Times New Roman"/>
          <w:sz w:val="28"/>
          <w:szCs w:val="28"/>
        </w:rPr>
        <w:t>15.11.2022 № 608</w:t>
      </w:r>
      <w:r w:rsidRPr="006222BA">
        <w:rPr>
          <w:rFonts w:ascii="Times New Roman" w:hAnsi="Times New Roman"/>
          <w:sz w:val="28"/>
          <w:szCs w:val="28"/>
        </w:rPr>
        <w:t xml:space="preserve">) </w:t>
      </w:r>
      <w:r w:rsidR="00562131">
        <w:rPr>
          <w:rFonts w:ascii="Times New Roman" w:hAnsi="Times New Roman"/>
          <w:sz w:val="28"/>
          <w:szCs w:val="28"/>
        </w:rPr>
        <w:t>«</w:t>
      </w:r>
      <w:r w:rsidR="00562131" w:rsidRPr="00562131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62131">
        <w:rPr>
          <w:rFonts w:ascii="Times New Roman" w:hAnsi="Times New Roman"/>
          <w:sz w:val="28"/>
          <w:szCs w:val="28"/>
        </w:rPr>
        <w:t>«</w:t>
      </w:r>
      <w:r w:rsidR="00562131" w:rsidRPr="00562131">
        <w:rPr>
          <w:rFonts w:ascii="Times New Roman" w:hAnsi="Times New Roman"/>
          <w:sz w:val="28"/>
          <w:szCs w:val="28"/>
        </w:rPr>
        <w:t xml:space="preserve">Развитие физической культуры, спорта и молодежной политики в муниципальном образовании </w:t>
      </w:r>
      <w:r w:rsidR="0061447B">
        <w:rPr>
          <w:rFonts w:ascii="Times New Roman" w:hAnsi="Times New Roman"/>
          <w:sz w:val="28"/>
          <w:szCs w:val="28"/>
        </w:rPr>
        <w:t>«</w:t>
      </w:r>
      <w:r w:rsidR="00562131" w:rsidRPr="00562131">
        <w:rPr>
          <w:rFonts w:ascii="Times New Roman" w:hAnsi="Times New Roman"/>
          <w:sz w:val="28"/>
          <w:szCs w:val="28"/>
        </w:rPr>
        <w:t>Городской округ Ногликский</w:t>
      </w:r>
      <w:r w:rsidR="00562131">
        <w:rPr>
          <w:rFonts w:ascii="Times New Roman" w:hAnsi="Times New Roman"/>
          <w:sz w:val="28"/>
          <w:szCs w:val="28"/>
        </w:rPr>
        <w:t>»</w:t>
      </w:r>
      <w:r w:rsidR="00562131" w:rsidRPr="00562131">
        <w:rPr>
          <w:rFonts w:ascii="Times New Roman" w:hAnsi="Times New Roman"/>
          <w:sz w:val="28"/>
          <w:szCs w:val="28"/>
        </w:rPr>
        <w:t xml:space="preserve"> </w:t>
      </w:r>
      <w:r w:rsidRPr="006222BA">
        <w:rPr>
          <w:rFonts w:ascii="Times New Roman" w:hAnsi="Times New Roman"/>
          <w:sz w:val="28"/>
          <w:szCs w:val="28"/>
        </w:rPr>
        <w:t>(далее – Программа)</w:t>
      </w:r>
      <w:r>
        <w:rPr>
          <w:rFonts w:ascii="Times New Roman" w:hAnsi="Times New Roman"/>
          <w:sz w:val="28"/>
          <w:szCs w:val="28"/>
        </w:rPr>
        <w:t>,</w:t>
      </w:r>
      <w:r w:rsidRPr="006222B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2F08A360" w14:textId="77777777" w:rsidR="00175F78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1.1. Раздел 1 Программы «Объемы и источники финансирования муниципальной программы» изложить в следующей редакции:</w:t>
      </w:r>
    </w:p>
    <w:p w14:paraId="797059AC" w14:textId="77777777" w:rsidR="00175F78" w:rsidRPr="006222BA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7"/>
        <w:gridCol w:w="6091"/>
        <w:gridCol w:w="6091"/>
      </w:tblGrid>
      <w:tr w:rsidR="00175F78" w:rsidRPr="006222BA" w14:paraId="6D298ADC" w14:textId="77777777" w:rsidTr="00EF6582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D2217" w14:textId="77777777" w:rsidR="00175F78" w:rsidRPr="006222BA" w:rsidRDefault="00175F78" w:rsidP="00EF658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6C81C5A9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</w:t>
            </w:r>
          </w:p>
          <w:p w14:paraId="4988E785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2426AE5D" w14:textId="77777777" w:rsidR="00175F78" w:rsidRPr="006222BA" w:rsidRDefault="00175F78" w:rsidP="00EF6582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1" w:type="dxa"/>
            <w:tcBorders>
              <w:right w:val="single" w:sz="4" w:space="0" w:color="auto"/>
            </w:tcBorders>
          </w:tcPr>
          <w:p w14:paraId="7AFBDF7A" w14:textId="6C840E12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294 722,4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BB94647" w14:textId="3DFDC756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490 054,7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DC9EE7A" w14:textId="15616B0E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</w:t>
            </w:r>
            <w:r w:rsidR="006144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784 079,8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6CEB29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20 587,9 тыс. руб.;</w:t>
            </w:r>
          </w:p>
          <w:p w14:paraId="02A6E0E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44 374,0 тыс. руб.;</w:t>
            </w:r>
          </w:p>
          <w:p w14:paraId="570F4D7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15 276,3 тыс. руб.;</w:t>
            </w:r>
          </w:p>
          <w:p w14:paraId="011BD3F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29 097,7 тыс. руб.;</w:t>
            </w:r>
          </w:p>
          <w:p w14:paraId="23A0176E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87 323,0 тыс. руб.;</w:t>
            </w:r>
          </w:p>
          <w:p w14:paraId="4FAFA93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19 069,3 руб.;</w:t>
            </w:r>
          </w:p>
          <w:p w14:paraId="20FC32B6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68 253,7 тыс. руб.;</w:t>
            </w:r>
          </w:p>
          <w:p w14:paraId="06322C10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31 518,2 тыс. руб.;</w:t>
            </w:r>
          </w:p>
          <w:p w14:paraId="4DD1214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29 454,4 тыс. руб.;</w:t>
            </w:r>
          </w:p>
          <w:p w14:paraId="6AF674D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2 063,8 тыс. руб.;</w:t>
            </w:r>
          </w:p>
          <w:p w14:paraId="0BEE147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47 532,5 тыс. руб.;</w:t>
            </w:r>
          </w:p>
          <w:p w14:paraId="47949690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37 053,2 тыс. руб.;</w:t>
            </w:r>
          </w:p>
          <w:p w14:paraId="2A60F106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9 379,3 тыс. руб.;</w:t>
            </w:r>
          </w:p>
          <w:p w14:paraId="640B3D6F" w14:textId="645C7DA3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9A26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1 100,0 тыс. руб.;</w:t>
            </w:r>
          </w:p>
          <w:p w14:paraId="1E40A564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69 400,1 тыс. руб.;</w:t>
            </w:r>
          </w:p>
          <w:p w14:paraId="3115AD8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37 257,2 тыс. руб.;</w:t>
            </w:r>
          </w:p>
          <w:p w14:paraId="27AF7A86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12 655,0 тыс. руб.;</w:t>
            </w:r>
          </w:p>
          <w:p w14:paraId="11FC360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19 487,9 тыс. руб.;</w:t>
            </w:r>
          </w:p>
          <w:p w14:paraId="13B19219" w14:textId="77777777" w:rsidR="00175F78" w:rsidRPr="006222BA" w:rsidRDefault="00175F78" w:rsidP="00EF658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206 322,6 тыс. руб.;</w:t>
            </w:r>
          </w:p>
          <w:p w14:paraId="1E3E7D9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50 483,3 тыс. руб.;</w:t>
            </w:r>
          </w:p>
          <w:p w14:paraId="5E6589C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155 839,3 тыс. руб.;</w:t>
            </w:r>
          </w:p>
          <w:p w14:paraId="7864B69E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198 240,3 тыс. руб.;</w:t>
            </w:r>
          </w:p>
          <w:p w14:paraId="4ABEC53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123 265,5 тыс. руб.;</w:t>
            </w:r>
          </w:p>
          <w:p w14:paraId="13A14FC3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74 974,8 тыс. руб.;</w:t>
            </w:r>
          </w:p>
          <w:p w14:paraId="2E7DB1D3" w14:textId="3D77D4D8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</w:rPr>
              <w:t>153 207,3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71BB828" w14:textId="28E18142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140 912,7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D749B76" w14:textId="5451094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12 294,6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7D0244" w14:textId="2BA9CE3F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2023 год –</w:t>
            </w:r>
            <w:r w:rsidR="0061447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</w:rPr>
              <w:t>230 598,6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FCCC30B" w14:textId="56EE3E9E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117 621,7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635CC1" w14:textId="38963433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112 976,9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7EA3732" w14:textId="26347073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</w:rPr>
              <w:t>117 802,8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F546642" w14:textId="293DAECB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106 543,0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3E3DDCC" w14:textId="41101AA1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11 259,8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7C0C3A3" w14:textId="2768A9E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</w:rPr>
              <w:t>108 403,0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91E0699" w14:textId="3F983FA2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107 143,2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FF0193D" w14:textId="69BE4DA6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51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1 259,8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5042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D924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1918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89275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B73EA3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ACC8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B544A9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17FDA2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69FB75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0758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0A3E9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112D9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F76F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53AB8A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87D63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1F17E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4EA0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425ED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5FE544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EB3853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C7ABB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5D22B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098499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0AB4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8EBB7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78240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CC8FD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74F6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EE74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2C8BF4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1E9B4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6F84F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CEB1F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E4D39C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96EF39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643898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C05B9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D45043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18142D" w14:textId="77777777" w:rsidR="00175F78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AC350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39A0D" w14:textId="77777777" w:rsidR="00175F78" w:rsidRPr="006222BA" w:rsidRDefault="00175F78" w:rsidP="00EF6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DC10537" w14:textId="77777777" w:rsidR="00175F78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F21362" w14:textId="77777777" w:rsidR="00175F78" w:rsidRPr="006222BA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1.2. Раздел 7 Программы «Ресурсное обеспечение Программы» изложить в следующей редакции:</w:t>
      </w:r>
    </w:p>
    <w:p w14:paraId="01DE4895" w14:textId="77777777" w:rsidR="00175F78" w:rsidRPr="006222BA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«Раздел 7. Ресурсное обеспечение Программы</w:t>
      </w:r>
    </w:p>
    <w:p w14:paraId="47933586" w14:textId="533C42E2" w:rsidR="00175F78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– </w:t>
      </w:r>
      <w:r w:rsidR="006F66E6">
        <w:rPr>
          <w:rFonts w:ascii="Times New Roman" w:eastAsia="Times New Roman" w:hAnsi="Times New Roman"/>
          <w:sz w:val="28"/>
          <w:szCs w:val="28"/>
          <w:lang w:eastAsia="ru-RU"/>
        </w:rPr>
        <w:t>1 294 722,4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6F66E6">
        <w:rPr>
          <w:rFonts w:ascii="Times New Roman" w:eastAsia="Times New Roman" w:hAnsi="Times New Roman"/>
          <w:sz w:val="28"/>
          <w:szCs w:val="28"/>
          <w:lang w:eastAsia="ru-RU"/>
        </w:rPr>
        <w:t>784 079,8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</w:t>
      </w:r>
      <w:r w:rsidR="006F66E6">
        <w:rPr>
          <w:rFonts w:ascii="Times New Roman" w:eastAsia="Times New Roman" w:hAnsi="Times New Roman"/>
          <w:sz w:val="28"/>
          <w:szCs w:val="28"/>
          <w:lang w:eastAsia="ru-RU"/>
        </w:rPr>
        <w:t>490 054,7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bookmarkStart w:id="3" w:name="Par539"/>
      <w:bookmarkEnd w:id="3"/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федерального бюджета – </w:t>
      </w:r>
      <w:r w:rsidR="006F66E6">
        <w:rPr>
          <w:rFonts w:ascii="Times New Roman" w:eastAsia="Times New Roman" w:hAnsi="Times New Roman"/>
          <w:sz w:val="28"/>
          <w:szCs w:val="28"/>
          <w:lang w:eastAsia="ru-RU"/>
        </w:rPr>
        <w:t>20 587,9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Информация об общем объеме финансовых ресурсов, необходимых для реализации муниципальной программы, в том числе в разрезе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источников финансирования, и распределение объемов финансирования по годам реализации муниципальной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граммы приводятся в приложении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Программе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7934C3" w14:textId="77777777" w:rsidR="00175F78" w:rsidRPr="00FE0638" w:rsidRDefault="00175F78" w:rsidP="0017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2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молодежной политики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«Городской округ Ногликский»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45EA20F0" w14:textId="77777777" w:rsidR="00175F78" w:rsidRPr="00FE0638" w:rsidRDefault="00175F78" w:rsidP="00175F78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3 часть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>к Программе «</w:t>
      </w:r>
      <w:r w:rsidRPr="00B249F4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«Городской округ Ногликский» </w:t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 согласно приложению 2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br/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к настоящему постановлению.</w:t>
      </w:r>
    </w:p>
    <w:p w14:paraId="41FE7A05" w14:textId="77777777" w:rsidR="00175F78" w:rsidRPr="00FC6C07" w:rsidRDefault="00175F78" w:rsidP="00175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5A9BDBB2" w14:textId="77777777" w:rsidR="00175F78" w:rsidRPr="00FC6C07" w:rsidRDefault="00175F78" w:rsidP="00175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вице-мэра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0692973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73200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F024F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199F45" w14:textId="57096980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61447B">
        <w:rPr>
          <w:rFonts w:ascii="Times New Roman" w:hAnsi="Times New Roman"/>
          <w:sz w:val="28"/>
          <w:szCs w:val="28"/>
        </w:rPr>
        <w:t>кой округ Ногликский»</w:t>
      </w:r>
      <w:r w:rsidR="0061447B">
        <w:rPr>
          <w:rFonts w:ascii="Times New Roman" w:hAnsi="Times New Roman"/>
          <w:sz w:val="28"/>
          <w:szCs w:val="28"/>
        </w:rPr>
        <w:tab/>
      </w:r>
      <w:r w:rsidR="0061447B">
        <w:rPr>
          <w:rFonts w:ascii="Times New Roman" w:hAnsi="Times New Roman"/>
          <w:sz w:val="28"/>
          <w:szCs w:val="28"/>
        </w:rPr>
        <w:tab/>
      </w:r>
      <w:r w:rsidR="0061447B">
        <w:rPr>
          <w:rFonts w:ascii="Times New Roman" w:hAnsi="Times New Roman"/>
          <w:sz w:val="28"/>
          <w:szCs w:val="28"/>
        </w:rPr>
        <w:tab/>
      </w:r>
      <w:r w:rsidR="0061447B">
        <w:rPr>
          <w:rFonts w:ascii="Times New Roman" w:hAnsi="Times New Roman"/>
          <w:sz w:val="28"/>
          <w:szCs w:val="28"/>
        </w:rPr>
        <w:tab/>
      </w:r>
      <w:r w:rsidR="0061447B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14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1447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1CB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FC6515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898A7" w14:textId="37C7687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9895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9FA0F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6341085"/>
      <w:docPartObj>
        <w:docPartGallery w:val="Page Numbers (Top of Page)"/>
        <w:docPartUnique/>
      </w:docPartObj>
    </w:sdtPr>
    <w:sdtEndPr/>
    <w:sdtContent>
      <w:p w14:paraId="58F74B4C" w14:textId="528E86AF" w:rsidR="0061447B" w:rsidRDefault="006144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629">
          <w:rPr>
            <w:noProof/>
          </w:rPr>
          <w:t>3</w:t>
        </w:r>
        <w:r>
          <w:fldChar w:fldCharType="end"/>
        </w:r>
      </w:p>
    </w:sdtContent>
  </w:sdt>
  <w:p w14:paraId="66C4FE30" w14:textId="77777777" w:rsidR="0061447B" w:rsidRDefault="00614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CF7"/>
    <w:rsid w:val="00053BD0"/>
    <w:rsid w:val="00097ACC"/>
    <w:rsid w:val="00175F78"/>
    <w:rsid w:val="00185FEC"/>
    <w:rsid w:val="001E1F9F"/>
    <w:rsid w:val="002003DC"/>
    <w:rsid w:val="002E7835"/>
    <w:rsid w:val="0033636C"/>
    <w:rsid w:val="003E4257"/>
    <w:rsid w:val="003F1629"/>
    <w:rsid w:val="003F253B"/>
    <w:rsid w:val="00520CBF"/>
    <w:rsid w:val="00551414"/>
    <w:rsid w:val="00562131"/>
    <w:rsid w:val="0061447B"/>
    <w:rsid w:val="006774A7"/>
    <w:rsid w:val="006F66E6"/>
    <w:rsid w:val="008629FA"/>
    <w:rsid w:val="00987DB5"/>
    <w:rsid w:val="009A26D7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3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A4F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1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162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12C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12C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12CC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49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2023-04-28T08:51:00Z</cp:lastPrinted>
  <dcterms:created xsi:type="dcterms:W3CDTF">2020-04-07T04:52:00Z</dcterms:created>
  <dcterms:modified xsi:type="dcterms:W3CDTF">2023-04-28T08:51:00Z</dcterms:modified>
</cp:coreProperties>
</file>