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196898C" w14:textId="77777777" w:rsidTr="00987DB5">
        <w:tc>
          <w:tcPr>
            <w:tcW w:w="9498" w:type="dxa"/>
          </w:tcPr>
          <w:p w14:paraId="5196898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19689A3" wp14:editId="519689A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6898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196898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196898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196898D" w14:textId="202B333D" w:rsidR="0033636C" w:rsidRPr="001122F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2F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122FB" w:rsidRPr="001122FB">
            <w:rPr>
              <w:rFonts w:ascii="Times New Roman" w:hAnsi="Times New Roman"/>
              <w:sz w:val="28"/>
              <w:szCs w:val="28"/>
            </w:rPr>
            <w:t>28 апреля 2023 года</w:t>
          </w:r>
        </w:sdtContent>
      </w:sdt>
      <w:r w:rsidRPr="001122F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122FB" w:rsidRPr="001122FB">
            <w:rPr>
              <w:rFonts w:ascii="Times New Roman" w:hAnsi="Times New Roman"/>
              <w:sz w:val="28"/>
              <w:szCs w:val="28"/>
            </w:rPr>
            <w:t>275</w:t>
          </w:r>
        </w:sdtContent>
      </w:sdt>
    </w:p>
    <w:p w14:paraId="5196898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sdt>
      <w:sdtPr>
        <w:rPr>
          <w:rFonts w:ascii="Times New Roman" w:hAnsi="Times New Roman"/>
          <w:b/>
          <w:sz w:val="28"/>
          <w:szCs w:val="28"/>
        </w:rPr>
        <w:alias w:val="Название документа"/>
        <w:tag w:val="Название документа"/>
        <w:id w:val="1466623385"/>
        <w:placeholder>
          <w:docPart w:val="61BBB2B64BFC481587FF60A083F4DC9A"/>
        </w:placeholder>
        <w15:color w:val="339966"/>
        <w:text/>
      </w:sdtPr>
      <w:sdtEndPr/>
      <w:sdtContent>
        <w:p w14:paraId="462A6983" w14:textId="0460A0D8" w:rsidR="00687FC2" w:rsidRPr="003038FC" w:rsidRDefault="00687FC2" w:rsidP="00687FC2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3038FC">
            <w:rPr>
              <w:rFonts w:ascii="Times New Roman" w:hAnsi="Times New Roman"/>
              <w:b/>
              <w:sz w:val="28"/>
              <w:szCs w:val="28"/>
            </w:rPr>
            <w:t>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</w:t>
          </w:r>
        </w:p>
      </w:sdtContent>
    </w:sdt>
    <w:p w14:paraId="641EAC91" w14:textId="77777777" w:rsidR="00687FC2" w:rsidRDefault="00687FC2" w:rsidP="00687F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CF18B0" w14:textId="66929F18" w:rsidR="00687FC2" w:rsidRPr="002F3844" w:rsidRDefault="00687FC2" w:rsidP="00687FC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2C31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«Совершенствование системы управления муниципальным имуществом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br/>
        <w:t>в соответствие со сводной бюджетной росписью</w:t>
      </w:r>
      <w:r w:rsidR="00B23808">
        <w:rPr>
          <w:rFonts w:ascii="Times New Roman" w:hAnsi="Times New Roman"/>
          <w:sz w:val="28"/>
          <w:szCs w:val="28"/>
        </w:rPr>
        <w:t xml:space="preserve"> по состоянию </w:t>
      </w:r>
      <w:r w:rsidR="00540E4F">
        <w:rPr>
          <w:rFonts w:ascii="Times New Roman" w:hAnsi="Times New Roman"/>
          <w:sz w:val="28"/>
          <w:szCs w:val="28"/>
        </w:rPr>
        <w:br/>
      </w:r>
      <w:r w:rsidR="00B23808">
        <w:rPr>
          <w:rFonts w:ascii="Times New Roman" w:hAnsi="Times New Roman"/>
          <w:sz w:val="28"/>
          <w:szCs w:val="28"/>
        </w:rPr>
        <w:t>на 28</w:t>
      </w:r>
      <w:r w:rsidR="00540E4F">
        <w:rPr>
          <w:rFonts w:ascii="Times New Roman" w:hAnsi="Times New Roman"/>
          <w:sz w:val="28"/>
          <w:szCs w:val="28"/>
        </w:rPr>
        <w:t xml:space="preserve"> марта </w:t>
      </w:r>
      <w:r w:rsidR="00B23808">
        <w:rPr>
          <w:rFonts w:ascii="Times New Roman" w:hAnsi="Times New Roman"/>
          <w:sz w:val="28"/>
          <w:szCs w:val="28"/>
        </w:rPr>
        <w:t>2023 года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F3844">
        <w:rPr>
          <w:rFonts w:ascii="Times New Roman" w:hAnsi="Times New Roman"/>
          <w:sz w:val="28"/>
          <w:szCs w:val="28"/>
        </w:rPr>
        <w:t xml:space="preserve">руководствуясь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F3844">
        <w:rPr>
          <w:rFonts w:ascii="Times New Roman" w:hAnsi="Times New Roman"/>
          <w:b/>
          <w:sz w:val="28"/>
          <w:szCs w:val="28"/>
        </w:rPr>
        <w:t>ПОСТАНОВЛЯЕТ:</w:t>
      </w:r>
    </w:p>
    <w:p w14:paraId="2EF2BB88" w14:textId="47C4885A" w:rsidR="00687FC2" w:rsidRPr="00082C31" w:rsidRDefault="00687FC2" w:rsidP="00687F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гликский» от 15.12.2017 № 1075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от 14.06.2018 № 554, от 07.08.2018 № 754, от 26.12.2018 № 1271, от 29.01.2019 № 47, от 02.09.2019 № 668, от 19.11.2019 № 848, от 30.12.2019 № 928, от 15.01.2020 № 8, от 10.02.2020 № 71,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30.09.2020 № 475, от 10.02.2021 № 61, от 14.03.2022 № 91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01.06.2022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№ 276, от 20.09.2022 № 519</w:t>
      </w:r>
      <w:r w:rsidR="007342EB">
        <w:rPr>
          <w:rFonts w:ascii="Times New Roman" w:eastAsia="Times New Roman" w:hAnsi="Times New Roman"/>
          <w:sz w:val="28"/>
          <w:szCs w:val="28"/>
          <w:lang w:eastAsia="ru-RU"/>
        </w:rPr>
        <w:t>, от 27.02.2023</w:t>
      </w:r>
      <w:r w:rsidR="007863BB">
        <w:rPr>
          <w:rFonts w:ascii="Times New Roman" w:eastAsia="Times New Roman" w:hAnsi="Times New Roman"/>
          <w:sz w:val="28"/>
          <w:szCs w:val="28"/>
          <w:lang w:eastAsia="ru-RU"/>
        </w:rPr>
        <w:t xml:space="preserve"> № 97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, (далее – Программа) следующие изменения:</w:t>
      </w:r>
    </w:p>
    <w:p w14:paraId="31110E99" w14:textId="77777777" w:rsidR="00687FC2" w:rsidRPr="00082C31" w:rsidRDefault="00687FC2" w:rsidP="00687F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1.1. В Паспорте муниципальной Программы:</w:t>
      </w:r>
    </w:p>
    <w:p w14:paraId="7669D447" w14:textId="77777777" w:rsidR="00687FC2" w:rsidRPr="00082C31" w:rsidRDefault="00687FC2" w:rsidP="00687F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пункт «Объемы и источники финансирования Программы» изложить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следующей редакции:</w:t>
      </w:r>
    </w:p>
    <w:p w14:paraId="550199AF" w14:textId="77777777" w:rsidR="00687FC2" w:rsidRPr="00082C31" w:rsidRDefault="00687FC2" w:rsidP="00687F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3971AC03" w14:textId="4A36F33B" w:rsidR="00687FC2" w:rsidRPr="00082C31" w:rsidRDefault="00687FC2" w:rsidP="00687F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 w:rsidR="00B23808">
        <w:rPr>
          <w:rFonts w:ascii="Times New Roman" w:eastAsia="Times New Roman" w:hAnsi="Times New Roman"/>
          <w:sz w:val="28"/>
          <w:szCs w:val="28"/>
          <w:lang w:eastAsia="ru-RU"/>
        </w:rPr>
        <w:t>215 563,9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 по годам:</w:t>
      </w:r>
    </w:p>
    <w:p w14:paraId="58E0B5F9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3FB1E4DA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26A55F68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3149D4F3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787B42A5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2BB8A203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26 781,5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652C207C" w14:textId="28578849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2023 год – </w:t>
      </w:r>
      <w:r w:rsidR="00B23808">
        <w:rPr>
          <w:rFonts w:ascii="Times New Roman" w:hAnsi="Times New Roman"/>
          <w:sz w:val="28"/>
          <w:szCs w:val="28"/>
        </w:rPr>
        <w:t>29 704,2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68E71541" w14:textId="478512C6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2024 год – </w:t>
      </w:r>
      <w:r w:rsidR="00B23808">
        <w:rPr>
          <w:rFonts w:ascii="Times New Roman" w:hAnsi="Times New Roman"/>
          <w:sz w:val="28"/>
          <w:szCs w:val="28"/>
        </w:rPr>
        <w:t>30 560,9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04274126" w14:textId="2C7A3045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2025 год – </w:t>
      </w:r>
      <w:r w:rsidR="00B23808">
        <w:rPr>
          <w:rFonts w:ascii="Times New Roman" w:hAnsi="Times New Roman"/>
          <w:sz w:val="28"/>
          <w:szCs w:val="28"/>
        </w:rPr>
        <w:t>34 201,4</w:t>
      </w:r>
      <w:r w:rsidRPr="009E164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14:paraId="70FAFCCF" w14:textId="77777777" w:rsidR="00687FC2" w:rsidRPr="00082C31" w:rsidRDefault="00687FC2" w:rsidP="00687F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67C17F44" w14:textId="77777777" w:rsidR="00687FC2" w:rsidRPr="00082C31" w:rsidRDefault="00687FC2" w:rsidP="00687F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208 144,1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053C4D77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75748812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12952370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7E7D2DC4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2351AD3E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0F6FF2E0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26 781,5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54C53C90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28</w:t>
      </w:r>
      <w:r>
        <w:rPr>
          <w:rFonts w:ascii="Times New Roman" w:hAnsi="Times New Roman"/>
          <w:sz w:val="28"/>
          <w:szCs w:val="28"/>
        </w:rPr>
        <w:t> 073,0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2DB13B34" w14:textId="77777777" w:rsidR="00687FC2" w:rsidRPr="009E164D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28 976,2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23B0121A" w14:textId="4C850DC0" w:rsidR="00B23808" w:rsidRDefault="00687FC2" w:rsidP="00687F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2025 год – </w:t>
      </w:r>
      <w:r>
        <w:rPr>
          <w:rFonts w:ascii="Times New Roman" w:hAnsi="Times New Roman"/>
          <w:sz w:val="28"/>
          <w:szCs w:val="28"/>
        </w:rPr>
        <w:t>29 997,5</w:t>
      </w:r>
      <w:r w:rsidRPr="009E164D">
        <w:rPr>
          <w:rFonts w:ascii="Times New Roman" w:hAnsi="Times New Roman"/>
          <w:sz w:val="28"/>
          <w:szCs w:val="28"/>
        </w:rPr>
        <w:t xml:space="preserve"> тыс. рублей</w:t>
      </w:r>
    </w:p>
    <w:p w14:paraId="551FB048" w14:textId="09030B06" w:rsidR="00B23808" w:rsidRPr="00082C31" w:rsidRDefault="00B23808" w:rsidP="00B238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областного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3 215,9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3BBAA9A6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030B29F0" w14:textId="5C3A8584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5E548D7D" w14:textId="5F074B2B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2019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6CC4E22E" w14:textId="1B4AF026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5825F386" w14:textId="446959DC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42FC3C6A" w14:textId="591574DD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61A67517" w14:textId="602F2F3B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1631,2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49E6D13E" w14:textId="2D8DE3EB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1584,7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36F601DA" w14:textId="7A815990" w:rsidR="00B23808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2025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</w:t>
      </w:r>
    </w:p>
    <w:p w14:paraId="554B3062" w14:textId="61BBEDEC" w:rsidR="00B23808" w:rsidRPr="00082C31" w:rsidRDefault="00B23808" w:rsidP="00B238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федерального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4 203,9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408C0295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564BE5F2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38C14A42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2019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6A4A9B8B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4B3E0DF8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26AAC135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7FC2C71F" w14:textId="5D7C6B8A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6E5DEB4B" w14:textId="7EA1C4E0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lastRenderedPageBreak/>
        <w:t xml:space="preserve">2024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0338FA09" w14:textId="33BB3550" w:rsidR="00687FC2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2025 год – </w:t>
      </w:r>
      <w:r>
        <w:rPr>
          <w:rFonts w:ascii="Times New Roman" w:hAnsi="Times New Roman"/>
          <w:sz w:val="28"/>
          <w:szCs w:val="28"/>
        </w:rPr>
        <w:t>4 203,9</w:t>
      </w:r>
      <w:r w:rsidRPr="009E164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.»</w:t>
      </w:r>
      <w:r w:rsidR="00540E4F">
        <w:rPr>
          <w:rFonts w:ascii="Times New Roman" w:hAnsi="Times New Roman"/>
          <w:sz w:val="28"/>
          <w:szCs w:val="28"/>
        </w:rPr>
        <w:t>;</w:t>
      </w:r>
    </w:p>
    <w:p w14:paraId="3BDCCAF7" w14:textId="77777777" w:rsidR="00687FC2" w:rsidRPr="00082C31" w:rsidRDefault="00687FC2" w:rsidP="00687F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. В разделе 6 «Ресурсное обеспечение муниципальной программы» абзац первый изложить в следующей редакции:</w:t>
      </w:r>
    </w:p>
    <w:p w14:paraId="20633935" w14:textId="77777777" w:rsidR="00687FC2" w:rsidRPr="00082C31" w:rsidRDefault="00687FC2" w:rsidP="00687F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4455CDD0" w14:textId="77777777" w:rsidR="00B23808" w:rsidRPr="00082C31" w:rsidRDefault="00B23808" w:rsidP="00B238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215 563,9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 по годам:</w:t>
      </w:r>
    </w:p>
    <w:p w14:paraId="2AC5854C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76977B30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2C5DE4B0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291AFE58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0B9C379C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030E13A6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26 781,5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4E146EB7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29 704,2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00E85128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30 560,9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6B7E1A82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2025 год – </w:t>
      </w:r>
      <w:r>
        <w:rPr>
          <w:rFonts w:ascii="Times New Roman" w:hAnsi="Times New Roman"/>
          <w:sz w:val="28"/>
          <w:szCs w:val="28"/>
        </w:rPr>
        <w:t>34 201,4</w:t>
      </w:r>
      <w:r w:rsidRPr="009E164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14:paraId="5FCBE928" w14:textId="77777777" w:rsidR="00B23808" w:rsidRPr="00082C31" w:rsidRDefault="00B23808" w:rsidP="00B238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2CBC998B" w14:textId="77777777" w:rsidR="00B23808" w:rsidRPr="00082C31" w:rsidRDefault="00B23808" w:rsidP="00B238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208 144,1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5A5B468E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7AAEA65A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1930B2B3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7C4434FF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5FB20EC6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4CEDB0C0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26 781,5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55A28207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28</w:t>
      </w:r>
      <w:r>
        <w:rPr>
          <w:rFonts w:ascii="Times New Roman" w:hAnsi="Times New Roman"/>
          <w:sz w:val="28"/>
          <w:szCs w:val="28"/>
        </w:rPr>
        <w:t> 073,0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56631CEF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28 976,2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3359E739" w14:textId="77777777" w:rsidR="00B23808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2025 год – </w:t>
      </w:r>
      <w:r>
        <w:rPr>
          <w:rFonts w:ascii="Times New Roman" w:hAnsi="Times New Roman"/>
          <w:sz w:val="28"/>
          <w:szCs w:val="28"/>
        </w:rPr>
        <w:t>29 997,5</w:t>
      </w:r>
      <w:r w:rsidRPr="009E164D">
        <w:rPr>
          <w:rFonts w:ascii="Times New Roman" w:hAnsi="Times New Roman"/>
          <w:sz w:val="28"/>
          <w:szCs w:val="28"/>
        </w:rPr>
        <w:t xml:space="preserve"> тыс. рублей</w:t>
      </w:r>
    </w:p>
    <w:p w14:paraId="1B084CDA" w14:textId="77777777" w:rsidR="00B23808" w:rsidRPr="00082C31" w:rsidRDefault="00B23808" w:rsidP="00B238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областного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3 215,9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28790430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45A279BB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0524E20A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2019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73004AB5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6D3F00FB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25158782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45FC567A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1631,2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7C8E4E66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1584,7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7A629537" w14:textId="77777777" w:rsidR="00B23808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2025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</w:t>
      </w:r>
    </w:p>
    <w:p w14:paraId="33034A0E" w14:textId="77777777" w:rsidR="00B23808" w:rsidRPr="00082C31" w:rsidRDefault="00B23808" w:rsidP="00B238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федерального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4 203,9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203CC44B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5643367B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6B8DE03A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2019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3CDFFF37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784EBB6A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7F78DAEC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lastRenderedPageBreak/>
        <w:t xml:space="preserve">2022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5A739508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1F293324" w14:textId="77777777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0,0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0A9BC0C0" w14:textId="2D6E12DC" w:rsidR="00B23808" w:rsidRPr="009E164D" w:rsidRDefault="00B23808" w:rsidP="00B238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2025 год – </w:t>
      </w:r>
      <w:r>
        <w:rPr>
          <w:rFonts w:ascii="Times New Roman" w:hAnsi="Times New Roman"/>
          <w:sz w:val="28"/>
          <w:szCs w:val="28"/>
        </w:rPr>
        <w:t>4 203,9</w:t>
      </w:r>
      <w:r w:rsidRPr="009E164D">
        <w:rPr>
          <w:rFonts w:ascii="Times New Roman" w:hAnsi="Times New Roman"/>
          <w:sz w:val="28"/>
          <w:szCs w:val="28"/>
        </w:rPr>
        <w:t xml:space="preserve"> тыс. рублей</w:t>
      </w:r>
      <w:r w:rsidR="00ED5A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ED5AC4">
        <w:rPr>
          <w:rFonts w:ascii="Times New Roman" w:hAnsi="Times New Roman"/>
          <w:sz w:val="28"/>
          <w:szCs w:val="28"/>
        </w:rPr>
        <w:t>.</w:t>
      </w:r>
    </w:p>
    <w:p w14:paraId="41046330" w14:textId="049E26C6" w:rsidR="00687FC2" w:rsidRPr="00082C31" w:rsidRDefault="00687FC2" w:rsidP="00B238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. Приложение 3 «Ресурсное обеспечение реализации муниципальной программы «Совершенствование системы управления муниципальным имуществом муниципального образования «Городской округ Ногликский» изложить в 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ой редакции, согласно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proofErr w:type="gramEnd"/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605E1096" w14:textId="77777777" w:rsidR="00687FC2" w:rsidRDefault="00687FC2" w:rsidP="00687F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B299AB6" w14:textId="77777777" w:rsidR="000B78F1" w:rsidRDefault="000B78F1" w:rsidP="00687F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1DB03A" w14:textId="77777777" w:rsidR="000B78F1" w:rsidRDefault="000B78F1" w:rsidP="00687F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D4C2BD" w14:textId="743650CB" w:rsidR="00687FC2" w:rsidRDefault="00A612E0" w:rsidP="00687F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687FC2">
        <w:rPr>
          <w:rFonts w:ascii="Times New Roman" w:hAnsi="Times New Roman"/>
          <w:sz w:val="28"/>
          <w:szCs w:val="28"/>
        </w:rPr>
        <w:t>эр муниципального образования</w:t>
      </w:r>
    </w:p>
    <w:p w14:paraId="543F95B7" w14:textId="77777777" w:rsidR="00687FC2" w:rsidRPr="008629FA" w:rsidRDefault="00687FC2" w:rsidP="00687F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p w14:paraId="265F6B25" w14:textId="77777777" w:rsidR="00687FC2" w:rsidRPr="00D12794" w:rsidRDefault="00687FC2" w:rsidP="00687FC2">
      <w:pPr>
        <w:jc w:val="both"/>
        <w:rPr>
          <w:rFonts w:ascii="Times New Roman" w:hAnsi="Times New Roman"/>
          <w:sz w:val="28"/>
          <w:szCs w:val="28"/>
        </w:rPr>
      </w:pPr>
    </w:p>
    <w:p w14:paraId="5196899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19689A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19689A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19689A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40E4F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689A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19689A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689A9" w14:textId="098F8DC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689A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19689A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847591"/>
      <w:docPartObj>
        <w:docPartGallery w:val="Page Numbers (Top of Page)"/>
        <w:docPartUnique/>
      </w:docPartObj>
    </w:sdtPr>
    <w:sdtEndPr/>
    <w:sdtContent>
      <w:p w14:paraId="5870A575" w14:textId="7551661A" w:rsidR="00540E4F" w:rsidRDefault="00540E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2FB">
          <w:rPr>
            <w:noProof/>
          </w:rPr>
          <w:t>2</w:t>
        </w:r>
        <w:r>
          <w:fldChar w:fldCharType="end"/>
        </w:r>
      </w:p>
    </w:sdtContent>
  </w:sdt>
  <w:p w14:paraId="1859EFD3" w14:textId="77777777" w:rsidR="00540E4F" w:rsidRDefault="00540E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78F1"/>
    <w:rsid w:val="001122FB"/>
    <w:rsid w:val="00185FEC"/>
    <w:rsid w:val="001E1F9F"/>
    <w:rsid w:val="002003DC"/>
    <w:rsid w:val="0033636C"/>
    <w:rsid w:val="003E4257"/>
    <w:rsid w:val="0043335A"/>
    <w:rsid w:val="00520CBF"/>
    <w:rsid w:val="00540E4F"/>
    <w:rsid w:val="00687FC2"/>
    <w:rsid w:val="007342EB"/>
    <w:rsid w:val="007863BB"/>
    <w:rsid w:val="008629FA"/>
    <w:rsid w:val="00987DB5"/>
    <w:rsid w:val="00A612E0"/>
    <w:rsid w:val="00AC72C8"/>
    <w:rsid w:val="00B10ED9"/>
    <w:rsid w:val="00B23808"/>
    <w:rsid w:val="00B25688"/>
    <w:rsid w:val="00C02849"/>
    <w:rsid w:val="00D12794"/>
    <w:rsid w:val="00D27AAC"/>
    <w:rsid w:val="00D67BD8"/>
    <w:rsid w:val="00DF7897"/>
    <w:rsid w:val="00E37B8A"/>
    <w:rsid w:val="00E609BC"/>
    <w:rsid w:val="00ED5AC4"/>
    <w:rsid w:val="00F7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898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D398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D398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  <w:docPart>
      <w:docPartPr>
        <w:name w:val="61BBB2B64BFC481587FF60A083F4D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CEE7FF-F0C0-4C19-A920-0524D735625F}"/>
      </w:docPartPr>
      <w:docPartBody>
        <w:p w:rsidR="00FE66CC" w:rsidRDefault="001D3989" w:rsidP="001D3989">
          <w:pPr>
            <w:pStyle w:val="61BBB2B64BFC481587FF60A083F4DC9A"/>
          </w:pPr>
          <w:r w:rsidRPr="0022351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D3989"/>
    <w:rsid w:val="00B13DA8"/>
    <w:rsid w:val="00C95804"/>
    <w:rsid w:val="00CF735B"/>
    <w:rsid w:val="00E7774E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3989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  <w:style w:type="paragraph" w:customStyle="1" w:styleId="61BBB2B64BFC481587FF60A083F4DC9A">
    <w:name w:val="61BBB2B64BFC481587FF60A083F4DC9A"/>
    <w:rsid w:val="001D39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906</TotalTime>
  <Pages>4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dcterms:created xsi:type="dcterms:W3CDTF">2020-04-07T04:52:00Z</dcterms:created>
  <dcterms:modified xsi:type="dcterms:W3CDTF">2023-04-28T08:55:00Z</dcterms:modified>
</cp:coreProperties>
</file>