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0FA7D0D" w14:textId="77777777" w:rsidTr="00987DB5">
        <w:tc>
          <w:tcPr>
            <w:tcW w:w="9498" w:type="dxa"/>
          </w:tcPr>
          <w:p w14:paraId="60FA7D0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FA7D23" wp14:editId="60FA7D2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A7D0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0FA7D0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0FA7D0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0FA7D0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FA7D0E" w14:textId="58929425" w:rsidR="0033636C" w:rsidRPr="008F6AA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F6AA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A3AE1">
            <w:rPr>
              <w:rFonts w:ascii="Times New Roman" w:hAnsi="Times New Roman"/>
              <w:sz w:val="28"/>
              <w:szCs w:val="28"/>
            </w:rPr>
            <w:t>05 мая 2025 года</w:t>
          </w:r>
        </w:sdtContent>
      </w:sdt>
      <w:r w:rsidRPr="008F6A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A3AE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A3AE1" w:rsidRPr="006A3AE1">
            <w:rPr>
              <w:rFonts w:ascii="Times New Roman" w:hAnsi="Times New Roman"/>
              <w:sz w:val="28"/>
              <w:szCs w:val="28"/>
            </w:rPr>
            <w:t>283</w:t>
          </w:r>
        </w:sdtContent>
      </w:sdt>
    </w:p>
    <w:p w14:paraId="757A1753" w14:textId="77777777" w:rsidR="00E23A7D" w:rsidRDefault="0033636C" w:rsidP="008F6AA4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61AA8B2" w14:textId="77777777" w:rsidR="008F6AA4" w:rsidRDefault="002B5CAC" w:rsidP="008F6AA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6F4A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bookmarkStart w:id="0" w:name="_Hlk192835524"/>
      <w:r w:rsidR="003A6F4A" w:rsidRPr="003A6F4A">
        <w:rPr>
          <w:rFonts w:ascii="Times New Roman" w:hAnsi="Times New Roman"/>
          <w:b/>
          <w:bCs/>
          <w:sz w:val="28"/>
          <w:szCs w:val="28"/>
        </w:rPr>
        <w:t>П</w:t>
      </w:r>
      <w:r w:rsidRPr="003A6F4A">
        <w:rPr>
          <w:rFonts w:ascii="Times New Roman" w:hAnsi="Times New Roman"/>
          <w:b/>
          <w:bCs/>
          <w:sz w:val="28"/>
          <w:szCs w:val="28"/>
        </w:rPr>
        <w:t>орядк</w:t>
      </w:r>
      <w:r w:rsidR="00922F0E">
        <w:rPr>
          <w:rFonts w:ascii="Times New Roman" w:hAnsi="Times New Roman"/>
          <w:b/>
          <w:bCs/>
          <w:sz w:val="28"/>
          <w:szCs w:val="28"/>
        </w:rPr>
        <w:t xml:space="preserve">ов </w:t>
      </w:r>
      <w:r w:rsidR="008F6AA4">
        <w:rPr>
          <w:rFonts w:ascii="Times New Roman" w:hAnsi="Times New Roman"/>
          <w:b/>
          <w:bCs/>
          <w:sz w:val="28"/>
          <w:szCs w:val="28"/>
        </w:rPr>
        <w:t>реализации на территории</w:t>
      </w:r>
    </w:p>
    <w:p w14:paraId="4A21CD94" w14:textId="77777777" w:rsidR="008F6AA4" w:rsidRDefault="00396212" w:rsidP="008F6AA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212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bookmarkStart w:id="1" w:name="_Hlk192835770"/>
      <w:r w:rsidR="002B5CAC" w:rsidRPr="003A6F4A">
        <w:rPr>
          <w:rFonts w:ascii="Times New Roman" w:hAnsi="Times New Roman"/>
          <w:b/>
          <w:bCs/>
          <w:sz w:val="28"/>
          <w:szCs w:val="28"/>
        </w:rPr>
        <w:t>государственн</w:t>
      </w:r>
      <w:r w:rsidR="00B353BE">
        <w:rPr>
          <w:rFonts w:ascii="Times New Roman" w:hAnsi="Times New Roman"/>
          <w:b/>
          <w:bCs/>
          <w:sz w:val="28"/>
          <w:szCs w:val="28"/>
        </w:rPr>
        <w:t>ых</w:t>
      </w:r>
      <w:r w:rsidR="002B5CAC" w:rsidRPr="003A6F4A">
        <w:rPr>
          <w:rFonts w:ascii="Times New Roman" w:hAnsi="Times New Roman"/>
          <w:b/>
          <w:bCs/>
          <w:sz w:val="28"/>
          <w:szCs w:val="28"/>
        </w:rPr>
        <w:t xml:space="preserve"> полномочи</w:t>
      </w:r>
      <w:r w:rsidR="008F6AA4">
        <w:rPr>
          <w:rFonts w:ascii="Times New Roman" w:hAnsi="Times New Roman"/>
          <w:b/>
          <w:bCs/>
          <w:sz w:val="28"/>
          <w:szCs w:val="28"/>
        </w:rPr>
        <w:t>й</w:t>
      </w:r>
    </w:p>
    <w:p w14:paraId="557573CA" w14:textId="77777777" w:rsidR="008F6AA4" w:rsidRDefault="003A6F4A" w:rsidP="008F6AA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6F4A">
        <w:rPr>
          <w:rFonts w:ascii="Times New Roman" w:hAnsi="Times New Roman"/>
          <w:b/>
          <w:bCs/>
          <w:sz w:val="28"/>
          <w:szCs w:val="28"/>
        </w:rPr>
        <w:t>Сахалинской области в сфере защиты исконной среды обитания, традиционных образа жизни, хозяйственной деятельности и промыслов коренных малочислен</w:t>
      </w:r>
      <w:r w:rsidR="008F6AA4">
        <w:rPr>
          <w:rFonts w:ascii="Times New Roman" w:hAnsi="Times New Roman"/>
          <w:b/>
          <w:bCs/>
          <w:sz w:val="28"/>
          <w:szCs w:val="28"/>
        </w:rPr>
        <w:t>ных народов Севера, проживающих</w:t>
      </w:r>
    </w:p>
    <w:p w14:paraId="589FBAAD" w14:textId="77777777" w:rsidR="008F6AA4" w:rsidRDefault="003A6F4A" w:rsidP="008F6AA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6F4A">
        <w:rPr>
          <w:rFonts w:ascii="Times New Roman" w:hAnsi="Times New Roman"/>
          <w:b/>
          <w:bCs/>
          <w:sz w:val="28"/>
          <w:szCs w:val="28"/>
        </w:rPr>
        <w:t>на террит</w:t>
      </w:r>
      <w:r w:rsidR="008F6AA4">
        <w:rPr>
          <w:rFonts w:ascii="Times New Roman" w:hAnsi="Times New Roman"/>
          <w:b/>
          <w:bCs/>
          <w:sz w:val="28"/>
          <w:szCs w:val="28"/>
        </w:rPr>
        <w:t>ории муниципального образования</w:t>
      </w:r>
    </w:p>
    <w:p w14:paraId="60FA7D10" w14:textId="02C96B59" w:rsidR="0033636C" w:rsidRDefault="003A6F4A" w:rsidP="008F6AA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6F4A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</w:p>
    <w:p w14:paraId="429F3DCD" w14:textId="77777777" w:rsidR="008F6AA4" w:rsidRPr="00E23A7D" w:rsidRDefault="008F6AA4" w:rsidP="008F6AA4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bookmarkEnd w:id="1"/>
    <w:p w14:paraId="1ACC4210" w14:textId="26C4F750" w:rsidR="003A6F4A" w:rsidRPr="00022576" w:rsidRDefault="003A6F4A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022576">
        <w:rPr>
          <w:rFonts w:ascii="Times New Roman" w:hAnsi="Times New Roman"/>
          <w:sz w:val="28"/>
          <w:szCs w:val="28"/>
        </w:rPr>
        <w:t xml:space="preserve"> 86 Бюджетного кодекса Российской Федерации, </w:t>
      </w:r>
      <w:r w:rsidR="008E20C8">
        <w:rPr>
          <w:rFonts w:ascii="Times New Roman" w:hAnsi="Times New Roman"/>
          <w:sz w:val="28"/>
          <w:szCs w:val="28"/>
        </w:rPr>
        <w:t xml:space="preserve">с </w:t>
      </w:r>
      <w:r w:rsidRPr="00716F6F">
        <w:rPr>
          <w:rFonts w:ascii="Times New Roman" w:hAnsi="Times New Roman"/>
          <w:sz w:val="28"/>
          <w:szCs w:val="28"/>
        </w:rPr>
        <w:t xml:space="preserve">Федеральным законом Российской Федерации от 06.10.2003 </w:t>
      </w:r>
      <w:r w:rsidRPr="00716F6F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="008F6AA4">
        <w:rPr>
          <w:rFonts w:ascii="Times New Roman" w:hAnsi="Times New Roman"/>
          <w:sz w:val="28"/>
          <w:szCs w:val="28"/>
        </w:rPr>
        <w:br/>
      </w:r>
      <w:r w:rsidRPr="00716F6F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Законом Сахалинской области </w:t>
      </w:r>
      <w:r w:rsidRPr="00022576">
        <w:rPr>
          <w:rFonts w:ascii="Times New Roman" w:hAnsi="Times New Roman"/>
          <w:sz w:val="28"/>
          <w:szCs w:val="28"/>
        </w:rPr>
        <w:t xml:space="preserve">от 15.05.2015 </w:t>
      </w:r>
      <w:r>
        <w:rPr>
          <w:rFonts w:ascii="Times New Roman" w:hAnsi="Times New Roman"/>
          <w:sz w:val="28"/>
          <w:szCs w:val="28"/>
        </w:rPr>
        <w:br/>
      </w:r>
      <w:r w:rsidRPr="00022576">
        <w:rPr>
          <w:rFonts w:ascii="Times New Roman" w:hAnsi="Times New Roman"/>
          <w:sz w:val="28"/>
          <w:szCs w:val="28"/>
        </w:rPr>
        <w:t xml:space="preserve">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</w:r>
      <w:r>
        <w:rPr>
          <w:rFonts w:ascii="Times New Roman" w:hAnsi="Times New Roman"/>
          <w:sz w:val="28"/>
          <w:szCs w:val="28"/>
        </w:rPr>
        <w:t>хозяйственной деятельности</w:t>
      </w:r>
      <w:r w:rsidRPr="00022576">
        <w:rPr>
          <w:rFonts w:ascii="Times New Roman" w:hAnsi="Times New Roman"/>
          <w:sz w:val="28"/>
          <w:szCs w:val="28"/>
        </w:rPr>
        <w:t xml:space="preserve"> </w:t>
      </w:r>
      <w:r w:rsidR="008F6AA4">
        <w:rPr>
          <w:rFonts w:ascii="Times New Roman" w:hAnsi="Times New Roman"/>
          <w:sz w:val="28"/>
          <w:szCs w:val="28"/>
        </w:rPr>
        <w:br/>
      </w:r>
      <w:r w:rsidRPr="00022576">
        <w:rPr>
          <w:rFonts w:ascii="Times New Roman" w:hAnsi="Times New Roman"/>
          <w:sz w:val="28"/>
          <w:szCs w:val="28"/>
        </w:rPr>
        <w:t xml:space="preserve">и промыслов коренных малочисленных народов Севера, проживающих </w:t>
      </w:r>
      <w:r w:rsidR="008F6AA4">
        <w:rPr>
          <w:rFonts w:ascii="Times New Roman" w:hAnsi="Times New Roman"/>
          <w:sz w:val="28"/>
          <w:szCs w:val="28"/>
        </w:rPr>
        <w:br/>
      </w:r>
      <w:r w:rsidRPr="00022576">
        <w:rPr>
          <w:rFonts w:ascii="Times New Roman" w:hAnsi="Times New Roman"/>
          <w:sz w:val="28"/>
          <w:szCs w:val="28"/>
        </w:rPr>
        <w:t>на территории Сахалинской области», постановлением Правительства Сахалинской области от 25.02.2022 № 68 «</w:t>
      </w:r>
      <w:bookmarkStart w:id="2" w:name="_Hlk105588687"/>
      <w:r w:rsidRPr="00022576">
        <w:rPr>
          <w:rFonts w:ascii="Times New Roman" w:hAnsi="Times New Roman"/>
          <w:sz w:val="28"/>
          <w:szCs w:val="28"/>
        </w:rPr>
        <w:t>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</w:t>
      </w:r>
      <w:bookmarkEnd w:id="2"/>
      <w:r w:rsidRPr="00022576">
        <w:rPr>
          <w:rFonts w:ascii="Times New Roman" w:hAnsi="Times New Roman"/>
          <w:sz w:val="28"/>
          <w:szCs w:val="28"/>
        </w:rPr>
        <w:t xml:space="preserve">, </w:t>
      </w:r>
      <w:r w:rsidR="009E44F0" w:rsidRPr="009E44F0">
        <w:rPr>
          <w:rFonts w:ascii="Times New Roman" w:hAnsi="Times New Roman"/>
          <w:sz w:val="28"/>
          <w:szCs w:val="28"/>
        </w:rPr>
        <w:t>постановлением мэра муниципального образования Ногликский муниципальный округ Сахалинской области от 17</w:t>
      </w:r>
      <w:r w:rsidR="008F6AA4">
        <w:rPr>
          <w:rFonts w:ascii="Times New Roman" w:hAnsi="Times New Roman"/>
          <w:sz w:val="28"/>
          <w:szCs w:val="28"/>
        </w:rPr>
        <w:t xml:space="preserve"> марта </w:t>
      </w:r>
      <w:r w:rsidR="009E44F0" w:rsidRPr="009E44F0">
        <w:rPr>
          <w:rFonts w:ascii="Times New Roman" w:hAnsi="Times New Roman"/>
          <w:sz w:val="28"/>
          <w:szCs w:val="28"/>
        </w:rPr>
        <w:t xml:space="preserve">2025 </w:t>
      </w:r>
      <w:r w:rsidR="008F6AA4">
        <w:rPr>
          <w:rFonts w:ascii="Times New Roman" w:hAnsi="Times New Roman"/>
          <w:sz w:val="28"/>
          <w:szCs w:val="28"/>
        </w:rPr>
        <w:t xml:space="preserve">года </w:t>
      </w:r>
      <w:r w:rsidR="009E44F0" w:rsidRPr="009E44F0">
        <w:rPr>
          <w:rFonts w:ascii="Times New Roman" w:hAnsi="Times New Roman"/>
          <w:sz w:val="28"/>
          <w:szCs w:val="28"/>
        </w:rPr>
        <w:t>№ 41 «Об утверждении Положения о Совете представителей коренных малочисленных народов Севера при администрации муниципального образования Ногликский муниципальный округ Сахалинской области»,</w:t>
      </w:r>
      <w:r w:rsidR="009E44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руководствуясь</w:t>
      </w:r>
      <w:r w:rsidR="000C4802">
        <w:rPr>
          <w:rFonts w:ascii="Times New Roman" w:hAnsi="Times New Roman"/>
          <w:sz w:val="28"/>
          <w:szCs w:val="28"/>
        </w:rPr>
        <w:t xml:space="preserve"> </w:t>
      </w:r>
      <w:r w:rsidR="000C76CF">
        <w:rPr>
          <w:rFonts w:ascii="Times New Roman" w:hAnsi="Times New Roman"/>
          <w:sz w:val="28"/>
          <w:szCs w:val="28"/>
        </w:rPr>
        <w:t xml:space="preserve">ст. </w:t>
      </w:r>
      <w:r w:rsidR="000C4802">
        <w:rPr>
          <w:rFonts w:ascii="Times New Roman" w:hAnsi="Times New Roman"/>
          <w:sz w:val="28"/>
          <w:szCs w:val="28"/>
        </w:rPr>
        <w:t>ст.</w:t>
      </w:r>
      <w:r w:rsidRPr="00022576">
        <w:rPr>
          <w:rFonts w:ascii="Times New Roman" w:hAnsi="Times New Roman"/>
          <w:sz w:val="28"/>
          <w:szCs w:val="28"/>
        </w:rPr>
        <w:t xml:space="preserve"> 36</w:t>
      </w:r>
      <w:r w:rsidR="000C76CF">
        <w:rPr>
          <w:rFonts w:ascii="Times New Roman" w:hAnsi="Times New Roman"/>
          <w:sz w:val="28"/>
          <w:szCs w:val="28"/>
        </w:rPr>
        <w:t>, 45</w:t>
      </w:r>
      <w:r w:rsidRPr="00022576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022576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022576">
        <w:rPr>
          <w:rFonts w:ascii="Times New Roman" w:hAnsi="Times New Roman"/>
          <w:sz w:val="28"/>
          <w:szCs w:val="28"/>
        </w:rPr>
        <w:t xml:space="preserve"> </w:t>
      </w:r>
      <w:r w:rsidRPr="00953BD6">
        <w:rPr>
          <w:rFonts w:ascii="Times New Roman" w:hAnsi="Times New Roman"/>
          <w:b/>
          <w:sz w:val="28"/>
          <w:szCs w:val="28"/>
        </w:rPr>
        <w:t>ПОСТАНОВЛЯЕТ:</w:t>
      </w:r>
    </w:p>
    <w:p w14:paraId="78ECDB93" w14:textId="6D507FB1" w:rsidR="004E5FFB" w:rsidRDefault="004E5FF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FFB">
        <w:rPr>
          <w:rFonts w:ascii="Times New Roman" w:hAnsi="Times New Roman"/>
          <w:sz w:val="28"/>
          <w:szCs w:val="28"/>
        </w:rPr>
        <w:t xml:space="preserve">1. Утвердить </w:t>
      </w:r>
      <w:r w:rsidR="00B353BE">
        <w:rPr>
          <w:rFonts w:ascii="Times New Roman" w:hAnsi="Times New Roman"/>
          <w:sz w:val="28"/>
          <w:szCs w:val="28"/>
        </w:rPr>
        <w:t xml:space="preserve">следующие </w:t>
      </w:r>
      <w:r>
        <w:rPr>
          <w:rFonts w:ascii="Times New Roman" w:hAnsi="Times New Roman"/>
          <w:sz w:val="28"/>
          <w:szCs w:val="28"/>
        </w:rPr>
        <w:t>П</w:t>
      </w:r>
      <w:r w:rsidRPr="004E5FFB">
        <w:rPr>
          <w:rFonts w:ascii="Times New Roman" w:hAnsi="Times New Roman"/>
          <w:sz w:val="28"/>
          <w:szCs w:val="28"/>
        </w:rPr>
        <w:t>оряд</w:t>
      </w:r>
      <w:r w:rsidR="008E20C8">
        <w:rPr>
          <w:rFonts w:ascii="Times New Roman" w:hAnsi="Times New Roman"/>
          <w:sz w:val="28"/>
          <w:szCs w:val="28"/>
        </w:rPr>
        <w:t>ки</w:t>
      </w:r>
      <w:r w:rsidR="00E23A7D">
        <w:rPr>
          <w:rFonts w:ascii="Times New Roman" w:hAnsi="Times New Roman"/>
          <w:sz w:val="28"/>
          <w:szCs w:val="28"/>
        </w:rPr>
        <w:t xml:space="preserve"> </w:t>
      </w:r>
      <w:r w:rsidR="00B353BE">
        <w:rPr>
          <w:rFonts w:ascii="Times New Roman" w:hAnsi="Times New Roman"/>
          <w:sz w:val="28"/>
          <w:szCs w:val="28"/>
        </w:rPr>
        <w:t>реализации на территории муниципального образования Ногликский муниципальный округ Сахалинской области</w:t>
      </w:r>
      <w:r w:rsidR="00E23A7D" w:rsidRPr="00E23A7D">
        <w:rPr>
          <w:rFonts w:ascii="Times New Roman" w:hAnsi="Times New Roman"/>
          <w:sz w:val="28"/>
          <w:szCs w:val="28"/>
        </w:rPr>
        <w:t xml:space="preserve"> государственн</w:t>
      </w:r>
      <w:r w:rsidR="00B353BE">
        <w:rPr>
          <w:rFonts w:ascii="Times New Roman" w:hAnsi="Times New Roman"/>
          <w:sz w:val="28"/>
          <w:szCs w:val="28"/>
        </w:rPr>
        <w:t>ых</w:t>
      </w:r>
      <w:r w:rsidR="00E23A7D" w:rsidRPr="00E23A7D">
        <w:rPr>
          <w:rFonts w:ascii="Times New Roman" w:hAnsi="Times New Roman"/>
          <w:sz w:val="28"/>
          <w:szCs w:val="28"/>
        </w:rPr>
        <w:t xml:space="preserve"> полномочи</w:t>
      </w:r>
      <w:r w:rsidR="00B353BE">
        <w:rPr>
          <w:rFonts w:ascii="Times New Roman" w:hAnsi="Times New Roman"/>
          <w:sz w:val="28"/>
          <w:szCs w:val="28"/>
        </w:rPr>
        <w:t>й</w:t>
      </w:r>
      <w:r w:rsidR="00E23A7D" w:rsidRPr="00E23A7D">
        <w:rPr>
          <w:rFonts w:ascii="Times New Roman" w:hAnsi="Times New Roman"/>
          <w:sz w:val="28"/>
          <w:szCs w:val="28"/>
        </w:rPr>
        <w:t xml:space="preserve"> Сахалинской области </w:t>
      </w:r>
      <w:r w:rsidR="008F6AA4">
        <w:rPr>
          <w:rFonts w:ascii="Times New Roman" w:hAnsi="Times New Roman"/>
          <w:sz w:val="28"/>
          <w:szCs w:val="28"/>
        </w:rPr>
        <w:br/>
      </w:r>
      <w:r w:rsidR="00E23A7D" w:rsidRPr="00E23A7D">
        <w:rPr>
          <w:rFonts w:ascii="Times New Roman" w:hAnsi="Times New Roman"/>
          <w:sz w:val="28"/>
          <w:szCs w:val="28"/>
        </w:rPr>
        <w:t>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Ногликский муниципальный округ Сахалинской области</w:t>
      </w:r>
      <w:r w:rsidR="00F54DC4">
        <w:rPr>
          <w:rFonts w:ascii="Times New Roman" w:hAnsi="Times New Roman"/>
          <w:sz w:val="28"/>
          <w:szCs w:val="28"/>
        </w:rPr>
        <w:t>:</w:t>
      </w:r>
    </w:p>
    <w:p w14:paraId="59ED2474" w14:textId="6DC5C4CB" w:rsidR="007D2A1B" w:rsidRDefault="007D2A1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F6AA4">
        <w:rPr>
          <w:rFonts w:ascii="Times New Roman" w:hAnsi="Times New Roman"/>
          <w:sz w:val="28"/>
          <w:szCs w:val="28"/>
        </w:rPr>
        <w:t xml:space="preserve"> </w:t>
      </w:r>
      <w:r w:rsidR="00B353BE">
        <w:rPr>
          <w:rFonts w:ascii="Times New Roman" w:hAnsi="Times New Roman"/>
          <w:sz w:val="28"/>
          <w:szCs w:val="28"/>
        </w:rPr>
        <w:t>Порядок реализации мероприятий по р</w:t>
      </w:r>
      <w:r w:rsidR="00E23A7D">
        <w:rPr>
          <w:rFonts w:ascii="Times New Roman" w:hAnsi="Times New Roman"/>
          <w:sz w:val="28"/>
          <w:szCs w:val="28"/>
        </w:rPr>
        <w:t>азвити</w:t>
      </w:r>
      <w:r w:rsidR="00B353BE">
        <w:rPr>
          <w:rFonts w:ascii="Times New Roman" w:hAnsi="Times New Roman"/>
          <w:sz w:val="28"/>
          <w:szCs w:val="28"/>
        </w:rPr>
        <w:t>ю</w:t>
      </w:r>
      <w:r w:rsidR="00E23A7D">
        <w:rPr>
          <w:rFonts w:ascii="Times New Roman" w:hAnsi="Times New Roman"/>
          <w:sz w:val="28"/>
          <w:szCs w:val="28"/>
        </w:rPr>
        <w:t xml:space="preserve"> </w:t>
      </w:r>
      <w:r w:rsidRPr="007D2A1B">
        <w:rPr>
          <w:rFonts w:ascii="Times New Roman" w:hAnsi="Times New Roman"/>
          <w:sz w:val="28"/>
          <w:szCs w:val="28"/>
        </w:rPr>
        <w:t>и модернизации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сохранению и развитию самобытной культуры коренных народов</w:t>
      </w:r>
      <w:r w:rsidR="008F6AA4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1).</w:t>
      </w:r>
    </w:p>
    <w:p w14:paraId="1B8D558A" w14:textId="6BC7DB98" w:rsidR="007D2A1B" w:rsidRDefault="007D2A1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8F6AA4">
        <w:t xml:space="preserve"> </w:t>
      </w:r>
      <w:r w:rsidR="00B353BE">
        <w:rPr>
          <w:rFonts w:ascii="Times New Roman" w:hAnsi="Times New Roman"/>
          <w:sz w:val="28"/>
          <w:szCs w:val="28"/>
        </w:rPr>
        <w:t>Порядок реализации мероприятия по о</w:t>
      </w:r>
      <w:r w:rsidR="00E23A7D">
        <w:rPr>
          <w:rFonts w:ascii="Times New Roman" w:hAnsi="Times New Roman"/>
          <w:sz w:val="28"/>
          <w:szCs w:val="28"/>
        </w:rPr>
        <w:t>рганизации</w:t>
      </w:r>
      <w:r w:rsidRPr="00922F0E">
        <w:rPr>
          <w:rFonts w:ascii="Times New Roman" w:hAnsi="Times New Roman"/>
          <w:sz w:val="28"/>
          <w:szCs w:val="28"/>
        </w:rPr>
        <w:t xml:space="preserve"> профессиональной подготовки национальных кадров для родовых хозяйств </w:t>
      </w:r>
      <w:r w:rsidR="008F6AA4">
        <w:rPr>
          <w:rFonts w:ascii="Times New Roman" w:hAnsi="Times New Roman"/>
          <w:sz w:val="28"/>
          <w:szCs w:val="28"/>
        </w:rPr>
        <w:br/>
      </w:r>
      <w:r w:rsidRPr="00922F0E">
        <w:rPr>
          <w:rFonts w:ascii="Times New Roman" w:hAnsi="Times New Roman"/>
          <w:sz w:val="28"/>
          <w:szCs w:val="28"/>
        </w:rPr>
        <w:t>и общин</w:t>
      </w:r>
      <w:r w:rsidR="008F6AA4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2).</w:t>
      </w:r>
    </w:p>
    <w:p w14:paraId="69124DA2" w14:textId="24632BB7" w:rsidR="007D2A1B" w:rsidRDefault="007D2A1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8F6AA4">
        <w:rPr>
          <w:rFonts w:ascii="Times New Roman" w:hAnsi="Times New Roman"/>
          <w:sz w:val="28"/>
          <w:szCs w:val="28"/>
        </w:rPr>
        <w:t xml:space="preserve"> </w:t>
      </w:r>
      <w:r w:rsidR="00B353BE">
        <w:rPr>
          <w:rFonts w:ascii="Times New Roman" w:hAnsi="Times New Roman"/>
          <w:sz w:val="28"/>
          <w:szCs w:val="28"/>
        </w:rPr>
        <w:t>Порядок реализации мероприятия по о</w:t>
      </w:r>
      <w:r w:rsidR="00E23A7D">
        <w:rPr>
          <w:rFonts w:ascii="Times New Roman" w:hAnsi="Times New Roman"/>
          <w:sz w:val="28"/>
          <w:szCs w:val="28"/>
        </w:rPr>
        <w:t>бновлению</w:t>
      </w:r>
      <w:r w:rsidRPr="007D2A1B">
        <w:rPr>
          <w:rFonts w:ascii="Times New Roman" w:hAnsi="Times New Roman"/>
          <w:sz w:val="28"/>
          <w:szCs w:val="28"/>
        </w:rPr>
        <w:t xml:space="preserve"> и модернизации инфраструктуры в местах традиционного проживания и традиционной хозяйственной деятельности коренных народов</w:t>
      </w:r>
      <w:r w:rsidR="008F6AA4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3).</w:t>
      </w:r>
    </w:p>
    <w:p w14:paraId="5E938366" w14:textId="12A55558" w:rsidR="007D2A1B" w:rsidRDefault="007D2A1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B353BE">
        <w:rPr>
          <w:rFonts w:ascii="Times New Roman" w:hAnsi="Times New Roman"/>
          <w:sz w:val="28"/>
          <w:szCs w:val="28"/>
        </w:rPr>
        <w:t>Порядок реализации мероприятия по о</w:t>
      </w:r>
      <w:r w:rsidR="00E23A7D">
        <w:rPr>
          <w:rFonts w:ascii="Times New Roman" w:hAnsi="Times New Roman"/>
          <w:sz w:val="28"/>
          <w:szCs w:val="28"/>
        </w:rPr>
        <w:t>беспечению</w:t>
      </w:r>
      <w:r w:rsidR="00F54DC4">
        <w:rPr>
          <w:rFonts w:ascii="Times New Roman" w:hAnsi="Times New Roman"/>
          <w:sz w:val="28"/>
          <w:szCs w:val="28"/>
        </w:rPr>
        <w:t xml:space="preserve"> дополнительным</w:t>
      </w:r>
      <w:r w:rsidRPr="007D2A1B">
        <w:rPr>
          <w:rFonts w:ascii="Times New Roman" w:hAnsi="Times New Roman"/>
          <w:sz w:val="28"/>
          <w:szCs w:val="28"/>
        </w:rPr>
        <w:t xml:space="preserve"> питанием обучающихся из числа коренных малочисленных народов Севера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6AA4">
        <w:rPr>
          <w:rFonts w:ascii="Times New Roman" w:hAnsi="Times New Roman"/>
          <w:sz w:val="28"/>
          <w:szCs w:val="28"/>
        </w:rPr>
        <w:br/>
      </w:r>
      <w:r w:rsidRPr="007D2A1B">
        <w:rPr>
          <w:rFonts w:ascii="Times New Roman" w:hAnsi="Times New Roman"/>
          <w:sz w:val="28"/>
          <w:szCs w:val="28"/>
        </w:rPr>
        <w:t>в течение учебного года и в период летней оздоровительной кампании</w:t>
      </w:r>
      <w:r w:rsidR="008F6AA4">
        <w:rPr>
          <w:rFonts w:ascii="Times New Roman" w:hAnsi="Times New Roman"/>
          <w:sz w:val="28"/>
          <w:szCs w:val="28"/>
        </w:rPr>
        <w:t xml:space="preserve"> (приложение </w:t>
      </w:r>
      <w:r w:rsidR="00F54DC4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.</w:t>
      </w:r>
    </w:p>
    <w:p w14:paraId="556C3CBB" w14:textId="02C7F21D" w:rsidR="007D2A1B" w:rsidRDefault="007D2A1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B353BE">
        <w:rPr>
          <w:rFonts w:ascii="Times New Roman" w:hAnsi="Times New Roman"/>
          <w:sz w:val="28"/>
          <w:szCs w:val="28"/>
        </w:rPr>
        <w:t>Порядок реализации мероприятия по р</w:t>
      </w:r>
      <w:r w:rsidR="00E23A7D">
        <w:rPr>
          <w:rFonts w:ascii="Times New Roman" w:hAnsi="Times New Roman"/>
          <w:sz w:val="28"/>
          <w:szCs w:val="28"/>
        </w:rPr>
        <w:t>емонту</w:t>
      </w:r>
      <w:r w:rsidR="007261A1" w:rsidRPr="007261A1">
        <w:rPr>
          <w:rFonts w:ascii="Times New Roman" w:hAnsi="Times New Roman"/>
          <w:sz w:val="28"/>
          <w:szCs w:val="28"/>
        </w:rPr>
        <w:t xml:space="preserve"> жилья коренных народов в местах их традиционного проживания и ведения традиционной хозяйственной деятельности</w:t>
      </w:r>
      <w:r w:rsidR="008F6AA4">
        <w:rPr>
          <w:rFonts w:ascii="Times New Roman" w:hAnsi="Times New Roman"/>
          <w:sz w:val="28"/>
          <w:szCs w:val="28"/>
        </w:rPr>
        <w:t xml:space="preserve"> (приложение </w:t>
      </w:r>
      <w:r w:rsidR="00F54DC4">
        <w:rPr>
          <w:rFonts w:ascii="Times New Roman" w:hAnsi="Times New Roman"/>
          <w:sz w:val="28"/>
          <w:szCs w:val="28"/>
        </w:rPr>
        <w:t>5)</w:t>
      </w:r>
      <w:r w:rsidR="007261A1">
        <w:rPr>
          <w:rFonts w:ascii="Times New Roman" w:hAnsi="Times New Roman"/>
          <w:sz w:val="28"/>
          <w:szCs w:val="28"/>
        </w:rPr>
        <w:t>.</w:t>
      </w:r>
    </w:p>
    <w:p w14:paraId="15629F35" w14:textId="0D8717B6" w:rsidR="00E23A7D" w:rsidRPr="00E23A7D" w:rsidRDefault="00E23A7D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23A7D">
        <w:rPr>
          <w:rFonts w:ascii="Times New Roman" w:hAnsi="Times New Roman"/>
          <w:sz w:val="28"/>
          <w:szCs w:val="28"/>
        </w:rPr>
        <w:t xml:space="preserve">. Утвердить Положение о комиссии по проверке качества ремонта и обследованию технического состояния подлежащего ремонту жилья, </w:t>
      </w:r>
      <w:r w:rsidR="008F6AA4">
        <w:rPr>
          <w:rFonts w:ascii="Times New Roman" w:hAnsi="Times New Roman"/>
          <w:sz w:val="28"/>
          <w:szCs w:val="28"/>
        </w:rPr>
        <w:br/>
      </w:r>
      <w:r w:rsidRPr="00E23A7D">
        <w:rPr>
          <w:rFonts w:ascii="Times New Roman" w:hAnsi="Times New Roman"/>
          <w:sz w:val="28"/>
          <w:szCs w:val="28"/>
        </w:rPr>
        <w:t>в котором проживают лица из числа коренных малочисленн</w:t>
      </w:r>
      <w:r w:rsidR="008F6AA4">
        <w:rPr>
          <w:rFonts w:ascii="Times New Roman" w:hAnsi="Times New Roman"/>
          <w:sz w:val="28"/>
          <w:szCs w:val="28"/>
        </w:rPr>
        <w:t xml:space="preserve">ых народов Севера (приложение </w:t>
      </w:r>
      <w:r w:rsidRPr="00E23A7D">
        <w:rPr>
          <w:rFonts w:ascii="Times New Roman" w:hAnsi="Times New Roman"/>
          <w:sz w:val="28"/>
          <w:szCs w:val="28"/>
        </w:rPr>
        <w:t>6).</w:t>
      </w:r>
    </w:p>
    <w:p w14:paraId="0F337189" w14:textId="5772A9C8" w:rsidR="004E5FFB" w:rsidRDefault="00D0495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2F0E">
        <w:rPr>
          <w:rFonts w:ascii="Times New Roman" w:hAnsi="Times New Roman"/>
          <w:sz w:val="28"/>
          <w:szCs w:val="28"/>
        </w:rPr>
        <w:t xml:space="preserve">. </w:t>
      </w:r>
      <w:r w:rsidR="004E5FFB">
        <w:rPr>
          <w:rFonts w:ascii="Times New Roman" w:hAnsi="Times New Roman"/>
          <w:sz w:val="28"/>
          <w:szCs w:val="28"/>
        </w:rPr>
        <w:t>Признать утратившим</w:t>
      </w:r>
      <w:r w:rsidR="00D131E1">
        <w:rPr>
          <w:rFonts w:ascii="Times New Roman" w:hAnsi="Times New Roman"/>
          <w:sz w:val="28"/>
          <w:szCs w:val="28"/>
        </w:rPr>
        <w:t>и</w:t>
      </w:r>
      <w:r w:rsidR="004E5FFB">
        <w:rPr>
          <w:rFonts w:ascii="Times New Roman" w:hAnsi="Times New Roman"/>
          <w:sz w:val="28"/>
          <w:szCs w:val="28"/>
        </w:rPr>
        <w:t xml:space="preserve"> силу</w:t>
      </w:r>
      <w:r w:rsidR="00D131E1" w:rsidRPr="00D131E1">
        <w:rPr>
          <w:rFonts w:ascii="Times New Roman" w:hAnsi="Times New Roman"/>
          <w:sz w:val="28"/>
          <w:szCs w:val="28"/>
        </w:rPr>
        <w:t xml:space="preserve"> </w:t>
      </w:r>
      <w:r w:rsidR="00D131E1">
        <w:rPr>
          <w:rFonts w:ascii="Times New Roman" w:hAnsi="Times New Roman"/>
          <w:sz w:val="28"/>
          <w:szCs w:val="28"/>
        </w:rPr>
        <w:t>постановления администрации муниципального образования «Городской округ Ногликский»</w:t>
      </w:r>
      <w:r w:rsidR="004E5FFB">
        <w:rPr>
          <w:rFonts w:ascii="Times New Roman" w:hAnsi="Times New Roman"/>
          <w:sz w:val="28"/>
          <w:szCs w:val="28"/>
        </w:rPr>
        <w:t>:</w:t>
      </w:r>
    </w:p>
    <w:p w14:paraId="4397434D" w14:textId="0005A393" w:rsidR="004E5FFB" w:rsidRDefault="008F6AA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14.03.</w:t>
      </w:r>
      <w:r w:rsidR="004E5FFB">
        <w:rPr>
          <w:rFonts w:ascii="Times New Roman" w:hAnsi="Times New Roman"/>
          <w:sz w:val="28"/>
          <w:szCs w:val="28"/>
        </w:rPr>
        <w:t>2022 № 93 «Об утверждении Порядка расходования средств бюджета, муниципального образования «Городской округ Ногликский», предусмотренных на реализацию отдельных государственных полномочий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Ногликский»;</w:t>
      </w:r>
    </w:p>
    <w:p w14:paraId="1CFDB319" w14:textId="6C5669F2" w:rsidR="004E5FFB" w:rsidRDefault="004E5FF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</w:t>
      </w:r>
      <w:r w:rsidR="008F6AA4">
        <w:rPr>
          <w:rFonts w:ascii="Times New Roman" w:hAnsi="Times New Roman"/>
          <w:sz w:val="28"/>
          <w:szCs w:val="28"/>
        </w:rPr>
        <w:t>.07.</w:t>
      </w:r>
      <w:r>
        <w:rPr>
          <w:rFonts w:ascii="Times New Roman" w:hAnsi="Times New Roman"/>
          <w:sz w:val="28"/>
          <w:szCs w:val="28"/>
        </w:rPr>
        <w:t>2022 № 344 «О внесении изменений в постановление администрации муниципального образования «Городской округ Ногликский» от 14 марта 2022 года № 93»;</w:t>
      </w:r>
    </w:p>
    <w:p w14:paraId="4FFF1901" w14:textId="7BBEFC56" w:rsidR="004E5FFB" w:rsidRDefault="008F6AA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20.01.</w:t>
      </w:r>
      <w:r w:rsidR="004E5FFB">
        <w:rPr>
          <w:rFonts w:ascii="Times New Roman" w:hAnsi="Times New Roman"/>
          <w:sz w:val="28"/>
          <w:szCs w:val="28"/>
        </w:rPr>
        <w:t>2023 № 21 «О внесении изменений в постановление администрации муниципального образования «Городской округ Ногликский» от 14 марта 2022 года № 93»</w:t>
      </w:r>
      <w:r w:rsidR="00922F0E">
        <w:rPr>
          <w:rFonts w:ascii="Times New Roman" w:hAnsi="Times New Roman"/>
          <w:sz w:val="28"/>
          <w:szCs w:val="28"/>
        </w:rPr>
        <w:t>;</w:t>
      </w:r>
    </w:p>
    <w:p w14:paraId="3F12A63E" w14:textId="25EF0681" w:rsidR="00922F0E" w:rsidRPr="00922F0E" w:rsidRDefault="00922F0E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2F0E">
        <w:rPr>
          <w:rFonts w:ascii="Times New Roman" w:hAnsi="Times New Roman"/>
          <w:sz w:val="28"/>
          <w:szCs w:val="28"/>
        </w:rPr>
        <w:t>от 02</w:t>
      </w:r>
      <w:r w:rsidR="008022DD">
        <w:rPr>
          <w:rFonts w:ascii="Times New Roman" w:hAnsi="Times New Roman"/>
          <w:sz w:val="28"/>
          <w:szCs w:val="28"/>
        </w:rPr>
        <w:t>.</w:t>
      </w:r>
      <w:r w:rsidR="008F6AA4">
        <w:rPr>
          <w:rFonts w:ascii="Times New Roman" w:hAnsi="Times New Roman"/>
          <w:sz w:val="28"/>
          <w:szCs w:val="28"/>
        </w:rPr>
        <w:t xml:space="preserve">12.2022 </w:t>
      </w:r>
      <w:r w:rsidRPr="00922F0E">
        <w:rPr>
          <w:rFonts w:ascii="Times New Roman" w:hAnsi="Times New Roman"/>
          <w:sz w:val="28"/>
          <w:szCs w:val="28"/>
        </w:rPr>
        <w:t>№ 652 «Об утверждении Порядка 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организации профессиональной подготовки национальных кадров для родовых хозяйств и общин»;</w:t>
      </w:r>
    </w:p>
    <w:p w14:paraId="0F8A8957" w14:textId="31CB5978" w:rsidR="00922F0E" w:rsidRDefault="00922F0E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2F0E">
        <w:rPr>
          <w:rFonts w:ascii="Times New Roman" w:hAnsi="Times New Roman"/>
          <w:sz w:val="28"/>
          <w:szCs w:val="28"/>
        </w:rPr>
        <w:t>- от 18</w:t>
      </w:r>
      <w:r w:rsidR="008F6AA4">
        <w:rPr>
          <w:rFonts w:ascii="Times New Roman" w:hAnsi="Times New Roman"/>
          <w:sz w:val="28"/>
          <w:szCs w:val="28"/>
        </w:rPr>
        <w:t>.04.</w:t>
      </w:r>
      <w:r w:rsidRPr="00922F0E">
        <w:rPr>
          <w:rFonts w:ascii="Times New Roman" w:hAnsi="Times New Roman"/>
          <w:sz w:val="28"/>
          <w:szCs w:val="28"/>
        </w:rPr>
        <w:t>2023 № 251 «О внесении изменений в постановление администрации муниципального образования «Городской округ Ногликский» от 02 декабря 2022 года № 652»</w:t>
      </w:r>
      <w:r w:rsidR="00F54DC4">
        <w:rPr>
          <w:rFonts w:ascii="Times New Roman" w:hAnsi="Times New Roman"/>
          <w:sz w:val="28"/>
          <w:szCs w:val="28"/>
        </w:rPr>
        <w:t>;</w:t>
      </w:r>
    </w:p>
    <w:p w14:paraId="0AB66671" w14:textId="508FD812" w:rsidR="00F54DC4" w:rsidRDefault="00F54DC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4DC4">
        <w:rPr>
          <w:rFonts w:ascii="Times New Roman" w:hAnsi="Times New Roman"/>
          <w:sz w:val="28"/>
          <w:szCs w:val="28"/>
        </w:rPr>
        <w:t>от 02</w:t>
      </w:r>
      <w:r w:rsidR="008F6AA4">
        <w:rPr>
          <w:rFonts w:ascii="Times New Roman" w:hAnsi="Times New Roman"/>
          <w:sz w:val="28"/>
          <w:szCs w:val="28"/>
        </w:rPr>
        <w:t>.12.</w:t>
      </w:r>
      <w:r w:rsidRPr="00F54DC4">
        <w:rPr>
          <w:rFonts w:ascii="Times New Roman" w:hAnsi="Times New Roman"/>
          <w:sz w:val="28"/>
          <w:szCs w:val="28"/>
        </w:rPr>
        <w:t>2022 № 653 «Об утверждении Порядка 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обновлению и модернизации инфраструктуры в местах традиционного проживания и традиционной хозяйственной деятельности коренных народов»</w:t>
      </w:r>
      <w:r>
        <w:rPr>
          <w:rFonts w:ascii="Times New Roman" w:hAnsi="Times New Roman"/>
          <w:sz w:val="28"/>
          <w:szCs w:val="28"/>
        </w:rPr>
        <w:t>;</w:t>
      </w:r>
    </w:p>
    <w:p w14:paraId="284C6F6A" w14:textId="247C17BC" w:rsidR="00475A04" w:rsidRDefault="00475A0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09</w:t>
      </w:r>
      <w:r w:rsidR="008F6AA4">
        <w:rPr>
          <w:rFonts w:ascii="Times New Roman" w:hAnsi="Times New Roman"/>
          <w:sz w:val="28"/>
          <w:szCs w:val="28"/>
        </w:rPr>
        <w:t>.06.</w:t>
      </w:r>
      <w:r>
        <w:rPr>
          <w:rFonts w:ascii="Times New Roman" w:hAnsi="Times New Roman"/>
          <w:sz w:val="28"/>
          <w:szCs w:val="28"/>
        </w:rPr>
        <w:t>2020 № 292 «</w:t>
      </w:r>
      <w:r w:rsidRPr="00475A04">
        <w:rPr>
          <w:rFonts w:ascii="Times New Roman" w:hAnsi="Times New Roman"/>
          <w:sz w:val="28"/>
          <w:szCs w:val="28"/>
        </w:rPr>
        <w:t>Об утверждении Порядка расходования средств субвенции из областного бюджета Сахалинской области на обеспечение питанием обучающихся из числа коренных малочисленных народов Севера, проживающих на территории муниципального образования «Городской округ Ногликский» в течение учебного года и в период летней оздоровительной кампании</w:t>
      </w:r>
      <w:r>
        <w:rPr>
          <w:rFonts w:ascii="Times New Roman" w:hAnsi="Times New Roman"/>
          <w:sz w:val="28"/>
          <w:szCs w:val="28"/>
        </w:rPr>
        <w:t>»;</w:t>
      </w:r>
    </w:p>
    <w:p w14:paraId="5B9C3CEC" w14:textId="6EAD93FB" w:rsidR="00475A04" w:rsidRDefault="00475A0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24</w:t>
      </w:r>
      <w:r w:rsidR="008F6AA4">
        <w:rPr>
          <w:rFonts w:ascii="Times New Roman" w:hAnsi="Times New Roman"/>
          <w:sz w:val="28"/>
          <w:szCs w:val="28"/>
        </w:rPr>
        <w:t>.10.</w:t>
      </w:r>
      <w:r>
        <w:rPr>
          <w:rFonts w:ascii="Times New Roman" w:hAnsi="Times New Roman"/>
          <w:sz w:val="28"/>
          <w:szCs w:val="28"/>
        </w:rPr>
        <w:t xml:space="preserve">2022 № </w:t>
      </w:r>
      <w:r w:rsidR="00B353BE">
        <w:rPr>
          <w:rFonts w:ascii="Times New Roman" w:hAnsi="Times New Roman"/>
          <w:sz w:val="28"/>
          <w:szCs w:val="28"/>
        </w:rPr>
        <w:t>583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75A04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09 июня 2020 года № 292</w:t>
      </w:r>
      <w:r>
        <w:rPr>
          <w:rFonts w:ascii="Times New Roman" w:hAnsi="Times New Roman"/>
          <w:sz w:val="28"/>
          <w:szCs w:val="28"/>
        </w:rPr>
        <w:t>»;</w:t>
      </w:r>
    </w:p>
    <w:p w14:paraId="3676DDB1" w14:textId="3C2B0AFD" w:rsidR="00F54DC4" w:rsidRDefault="00F54DC4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</w:t>
      </w:r>
      <w:r w:rsidR="008F6AA4">
        <w:rPr>
          <w:rFonts w:ascii="Times New Roman" w:hAnsi="Times New Roman"/>
          <w:sz w:val="28"/>
          <w:szCs w:val="28"/>
        </w:rPr>
        <w:t>.10.</w:t>
      </w:r>
      <w:r>
        <w:rPr>
          <w:rFonts w:ascii="Times New Roman" w:hAnsi="Times New Roman"/>
          <w:sz w:val="28"/>
          <w:szCs w:val="28"/>
        </w:rPr>
        <w:t>2022 № 569 «</w:t>
      </w:r>
      <w:r w:rsidRPr="00F54DC4">
        <w:rPr>
          <w:rFonts w:ascii="Times New Roman" w:hAnsi="Times New Roman"/>
          <w:sz w:val="28"/>
          <w:szCs w:val="28"/>
        </w:rPr>
        <w:t>Об утверждении Порядка 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ремонту жилья коренных народов в местах их традиционного проживания и ведения традиционной хозяйственной деятельности</w:t>
      </w:r>
      <w:r>
        <w:rPr>
          <w:rFonts w:ascii="Times New Roman" w:hAnsi="Times New Roman"/>
          <w:sz w:val="28"/>
          <w:szCs w:val="28"/>
        </w:rPr>
        <w:t>»</w:t>
      </w:r>
      <w:r w:rsidR="00B353BE">
        <w:rPr>
          <w:rFonts w:ascii="Times New Roman" w:hAnsi="Times New Roman"/>
          <w:sz w:val="28"/>
          <w:szCs w:val="28"/>
        </w:rPr>
        <w:t>;</w:t>
      </w:r>
    </w:p>
    <w:p w14:paraId="53208A8B" w14:textId="07C88FB5" w:rsidR="00B353BE" w:rsidRDefault="00B353BE" w:rsidP="008F6A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</w:t>
      </w:r>
      <w:r w:rsidR="008F6AA4">
        <w:rPr>
          <w:rFonts w:ascii="Times New Roman" w:hAnsi="Times New Roman"/>
          <w:sz w:val="28"/>
          <w:szCs w:val="28"/>
        </w:rPr>
        <w:t>.</w:t>
      </w:r>
      <w:r w:rsidR="000273AE">
        <w:rPr>
          <w:rFonts w:ascii="Times New Roman" w:hAnsi="Times New Roman"/>
          <w:sz w:val="28"/>
          <w:szCs w:val="28"/>
        </w:rPr>
        <w:t>0</w:t>
      </w:r>
      <w:bookmarkStart w:id="3" w:name="_GoBack"/>
      <w:bookmarkEnd w:id="3"/>
      <w:r w:rsidR="008F6AA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2023 № 77 «</w:t>
      </w:r>
      <w:r w:rsidRPr="00475A0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14</w:t>
      </w:r>
      <w:r w:rsidRPr="00475A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 2022</w:t>
      </w:r>
      <w:r w:rsidRPr="00475A04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569»;</w:t>
      </w:r>
    </w:p>
    <w:p w14:paraId="2D119EDD" w14:textId="0D310B69" w:rsidR="00B353BE" w:rsidRDefault="00B353BE" w:rsidP="008F6A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</w:t>
      </w:r>
      <w:r w:rsidR="008F6AA4">
        <w:rPr>
          <w:rFonts w:ascii="Times New Roman" w:hAnsi="Times New Roman"/>
          <w:sz w:val="28"/>
          <w:szCs w:val="28"/>
        </w:rPr>
        <w:t>.03.</w:t>
      </w:r>
      <w:r>
        <w:rPr>
          <w:rFonts w:ascii="Times New Roman" w:hAnsi="Times New Roman"/>
          <w:sz w:val="28"/>
          <w:szCs w:val="28"/>
        </w:rPr>
        <w:t>2023 № 145 «</w:t>
      </w:r>
      <w:r w:rsidRPr="00B353BE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</w:t>
      </w:r>
      <w:r w:rsidRPr="00475A0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475A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 2022</w:t>
      </w:r>
      <w:r w:rsidRPr="00475A04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569».</w:t>
      </w:r>
    </w:p>
    <w:p w14:paraId="3E2F8438" w14:textId="2D8F6B66" w:rsidR="004E5FFB" w:rsidRPr="004E5FFB" w:rsidRDefault="00C7678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E5FFB" w:rsidRPr="004E5FFB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8F6AA4">
        <w:rPr>
          <w:rFonts w:ascii="Times New Roman" w:hAnsi="Times New Roman"/>
          <w:sz w:val="28"/>
          <w:szCs w:val="28"/>
        </w:rPr>
        <w:br/>
      </w:r>
      <w:r w:rsidR="004E5FFB" w:rsidRPr="004E5FFB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Ногликский </w:t>
      </w:r>
      <w:r w:rsidR="004E5FFB" w:rsidRPr="004E5FFB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 в информационно-телекоммуникационной сети «Интернет».</w:t>
      </w:r>
    </w:p>
    <w:p w14:paraId="68006C90" w14:textId="5483D672" w:rsidR="003A6F4A" w:rsidRDefault="00C7678B" w:rsidP="008F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5FFB" w:rsidRPr="004E5FFB">
        <w:rPr>
          <w:rFonts w:ascii="Times New Roman" w:hAnsi="Times New Roman"/>
          <w:sz w:val="28"/>
          <w:szCs w:val="28"/>
        </w:rPr>
        <w:t xml:space="preserve">. </w:t>
      </w:r>
      <w:r w:rsidR="008B7BC3" w:rsidRPr="008B7BC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8F6AA4">
        <w:rPr>
          <w:rFonts w:ascii="Times New Roman" w:hAnsi="Times New Roman"/>
          <w:sz w:val="28"/>
          <w:szCs w:val="28"/>
        </w:rPr>
        <w:br/>
      </w:r>
      <w:r w:rsidR="008B7BC3" w:rsidRPr="008B7BC3">
        <w:rPr>
          <w:rFonts w:ascii="Times New Roman" w:hAnsi="Times New Roman"/>
          <w:sz w:val="28"/>
          <w:szCs w:val="28"/>
        </w:rPr>
        <w:t>на Департамент социальной политики администрации муниципального образования Ногликский муниципальный округ Сахалинской области (</w:t>
      </w:r>
      <w:proofErr w:type="spellStart"/>
      <w:r w:rsidR="008B7BC3" w:rsidRPr="008B7BC3">
        <w:rPr>
          <w:rFonts w:ascii="Times New Roman" w:hAnsi="Times New Roman"/>
          <w:sz w:val="28"/>
          <w:szCs w:val="28"/>
        </w:rPr>
        <w:t>Русанов</w:t>
      </w:r>
      <w:proofErr w:type="spellEnd"/>
      <w:r w:rsidR="008B7BC3" w:rsidRPr="008B7BC3">
        <w:rPr>
          <w:rFonts w:ascii="Times New Roman" w:hAnsi="Times New Roman"/>
          <w:sz w:val="28"/>
          <w:szCs w:val="28"/>
        </w:rPr>
        <w:t xml:space="preserve"> Я.С.) и </w:t>
      </w:r>
      <w:r w:rsidR="00272312">
        <w:rPr>
          <w:rFonts w:ascii="Times New Roman" w:hAnsi="Times New Roman"/>
          <w:sz w:val="28"/>
          <w:szCs w:val="28"/>
        </w:rPr>
        <w:t>первого вице-мэра муниципального образования Ногликский муниципальный округ Сахалинской области</w:t>
      </w:r>
      <w:r w:rsidR="009021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2312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272312">
        <w:rPr>
          <w:rFonts w:ascii="Times New Roman" w:hAnsi="Times New Roman"/>
          <w:sz w:val="28"/>
          <w:szCs w:val="28"/>
        </w:rPr>
        <w:t xml:space="preserve"> Л.А</w:t>
      </w:r>
      <w:r w:rsidR="009021AF">
        <w:rPr>
          <w:rFonts w:ascii="Times New Roman" w:hAnsi="Times New Roman"/>
          <w:sz w:val="28"/>
          <w:szCs w:val="28"/>
        </w:rPr>
        <w:t>.</w:t>
      </w:r>
    </w:p>
    <w:p w14:paraId="56B5A423" w14:textId="77777777" w:rsidR="00F54DC4" w:rsidRDefault="00F54DC4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E696B2" w14:textId="091EC36F" w:rsidR="008F6AA4" w:rsidRDefault="008F6AA4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06ACC4" w14:textId="77777777" w:rsidR="008F6AA4" w:rsidRPr="00D12794" w:rsidRDefault="008F6AA4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FA7D1C" w14:textId="77777777" w:rsidR="008629FA" w:rsidRDefault="008629FA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8512056" w14:textId="11F9D45E" w:rsidR="003A6F4A" w:rsidRDefault="008F6AA4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0FA7D1D" w14:textId="3D478C11" w:rsidR="008629FA" w:rsidRPr="008629FA" w:rsidRDefault="003A6F4A" w:rsidP="008F6A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8F6AA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A7D2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0FA7D2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A7D2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0FA7D2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636297"/>
      <w:docPartObj>
        <w:docPartGallery w:val="Page Numbers (Top of Page)"/>
        <w:docPartUnique/>
      </w:docPartObj>
    </w:sdtPr>
    <w:sdtEndPr/>
    <w:sdtContent>
      <w:p w14:paraId="7B6FFA06" w14:textId="22650E7F" w:rsidR="008F6AA4" w:rsidRDefault="008F6A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3AE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0740"/>
    <w:rsid w:val="000273AE"/>
    <w:rsid w:val="000434E7"/>
    <w:rsid w:val="00053BD0"/>
    <w:rsid w:val="000C4802"/>
    <w:rsid w:val="000C76CF"/>
    <w:rsid w:val="000D4A05"/>
    <w:rsid w:val="0013510D"/>
    <w:rsid w:val="00161B32"/>
    <w:rsid w:val="00183C3B"/>
    <w:rsid w:val="00185FEC"/>
    <w:rsid w:val="001B2B14"/>
    <w:rsid w:val="001E1F9F"/>
    <w:rsid w:val="002003DC"/>
    <w:rsid w:val="002071F7"/>
    <w:rsid w:val="00262515"/>
    <w:rsid w:val="00272312"/>
    <w:rsid w:val="00274835"/>
    <w:rsid w:val="002B5CAC"/>
    <w:rsid w:val="0033636C"/>
    <w:rsid w:val="00396212"/>
    <w:rsid w:val="003A6F4A"/>
    <w:rsid w:val="003D4483"/>
    <w:rsid w:val="003E4257"/>
    <w:rsid w:val="003F2AC7"/>
    <w:rsid w:val="00464B62"/>
    <w:rsid w:val="00475A04"/>
    <w:rsid w:val="004760B9"/>
    <w:rsid w:val="004E5FFB"/>
    <w:rsid w:val="004F00F5"/>
    <w:rsid w:val="00520CBF"/>
    <w:rsid w:val="005F1C9C"/>
    <w:rsid w:val="006A3AE1"/>
    <w:rsid w:val="00716F6F"/>
    <w:rsid w:val="007261A1"/>
    <w:rsid w:val="007D2A1B"/>
    <w:rsid w:val="008022DD"/>
    <w:rsid w:val="008422D1"/>
    <w:rsid w:val="0084287D"/>
    <w:rsid w:val="008629FA"/>
    <w:rsid w:val="00863E97"/>
    <w:rsid w:val="008B7BC3"/>
    <w:rsid w:val="008D2FE1"/>
    <w:rsid w:val="008E20C8"/>
    <w:rsid w:val="008F6AA4"/>
    <w:rsid w:val="009021AF"/>
    <w:rsid w:val="00922F0E"/>
    <w:rsid w:val="00987DB5"/>
    <w:rsid w:val="009A0CD9"/>
    <w:rsid w:val="009E44F0"/>
    <w:rsid w:val="00A12BF0"/>
    <w:rsid w:val="00A177AC"/>
    <w:rsid w:val="00A30AF1"/>
    <w:rsid w:val="00A65B50"/>
    <w:rsid w:val="00A726A5"/>
    <w:rsid w:val="00AC72C8"/>
    <w:rsid w:val="00B10ED9"/>
    <w:rsid w:val="00B25688"/>
    <w:rsid w:val="00B353BE"/>
    <w:rsid w:val="00B70938"/>
    <w:rsid w:val="00BF3C95"/>
    <w:rsid w:val="00C02849"/>
    <w:rsid w:val="00C10319"/>
    <w:rsid w:val="00C7678B"/>
    <w:rsid w:val="00CD71DE"/>
    <w:rsid w:val="00D04954"/>
    <w:rsid w:val="00D12794"/>
    <w:rsid w:val="00D131E1"/>
    <w:rsid w:val="00D62879"/>
    <w:rsid w:val="00D67BD8"/>
    <w:rsid w:val="00DC7AB0"/>
    <w:rsid w:val="00DE57AF"/>
    <w:rsid w:val="00DF7897"/>
    <w:rsid w:val="00E23A7D"/>
    <w:rsid w:val="00E25EB7"/>
    <w:rsid w:val="00E37B8A"/>
    <w:rsid w:val="00E609BC"/>
    <w:rsid w:val="00ED32E1"/>
    <w:rsid w:val="00F5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7D0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A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3AE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34E7"/>
    <w:rsid w:val="000D4A05"/>
    <w:rsid w:val="00161B32"/>
    <w:rsid w:val="001B2B14"/>
    <w:rsid w:val="00262515"/>
    <w:rsid w:val="00274835"/>
    <w:rsid w:val="003D4483"/>
    <w:rsid w:val="00464B62"/>
    <w:rsid w:val="004F00F5"/>
    <w:rsid w:val="005F1C9C"/>
    <w:rsid w:val="008422D1"/>
    <w:rsid w:val="00A12BF0"/>
    <w:rsid w:val="00A177AC"/>
    <w:rsid w:val="00A65B50"/>
    <w:rsid w:val="00A726A5"/>
    <w:rsid w:val="00B13DA8"/>
    <w:rsid w:val="00B70938"/>
    <w:rsid w:val="00BF3C95"/>
    <w:rsid w:val="00C038C0"/>
    <w:rsid w:val="00C10319"/>
    <w:rsid w:val="00C95804"/>
    <w:rsid w:val="00CD71DE"/>
    <w:rsid w:val="00CF735B"/>
    <w:rsid w:val="00D62879"/>
    <w:rsid w:val="00DB457B"/>
    <w:rsid w:val="00DE57AF"/>
    <w:rsid w:val="00E7774E"/>
    <w:rsid w:val="00E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1210-E46A-4889-A1AA-AF0F9EF6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284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37</cp:revision>
  <cp:lastPrinted>2025-05-05T08:24:00Z</cp:lastPrinted>
  <dcterms:created xsi:type="dcterms:W3CDTF">2020-04-07T04:52:00Z</dcterms:created>
  <dcterms:modified xsi:type="dcterms:W3CDTF">2025-05-12T23:22:00Z</dcterms:modified>
</cp:coreProperties>
</file>