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07042E61" w:rsidR="0033636C" w:rsidRPr="00B05A39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B05A3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887E87">
            <w:rPr>
              <w:rFonts w:ascii="Times New Roman" w:hAnsi="Times New Roman"/>
              <w:sz w:val="28"/>
              <w:szCs w:val="28"/>
            </w:rPr>
            <w:t>06 мая 2025 года</w:t>
          </w:r>
        </w:sdtContent>
      </w:sdt>
      <w:r w:rsidRPr="00B05A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87E87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887E87" w:rsidRPr="00887E87">
            <w:rPr>
              <w:rFonts w:ascii="Times New Roman" w:hAnsi="Times New Roman"/>
              <w:sz w:val="28"/>
              <w:szCs w:val="28"/>
            </w:rPr>
            <w:t>285</w:t>
          </w:r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51E0BE10" w14:textId="77777777" w:rsidR="00B05A39" w:rsidRDefault="00093B08" w:rsidP="00B05A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86EDA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B05A39">
        <w:rPr>
          <w:rFonts w:ascii="Times New Roman" w:hAnsi="Times New Roman"/>
          <w:b/>
          <w:sz w:val="28"/>
          <w:szCs w:val="28"/>
        </w:rPr>
        <w:t>Положения о персонифицированном</w:t>
      </w:r>
    </w:p>
    <w:p w14:paraId="06E8B6C2" w14:textId="77777777" w:rsidR="00B05A39" w:rsidRDefault="00093B08" w:rsidP="00B05A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86EDA">
        <w:rPr>
          <w:rFonts w:ascii="Times New Roman" w:hAnsi="Times New Roman"/>
          <w:b/>
          <w:sz w:val="28"/>
          <w:szCs w:val="28"/>
        </w:rPr>
        <w:t xml:space="preserve">дополнительном </w:t>
      </w:r>
      <w:r w:rsidR="00B05A39">
        <w:rPr>
          <w:rFonts w:ascii="Times New Roman" w:hAnsi="Times New Roman"/>
          <w:b/>
          <w:sz w:val="28"/>
          <w:szCs w:val="28"/>
        </w:rPr>
        <w:t>образовании детей на территории</w:t>
      </w:r>
    </w:p>
    <w:p w14:paraId="7E11647D" w14:textId="77777777" w:rsidR="00B05A39" w:rsidRDefault="00093B08" w:rsidP="00B05A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86EDA"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 w:rsidR="00B05A39">
        <w:rPr>
          <w:rFonts w:ascii="Times New Roman" w:hAnsi="Times New Roman"/>
          <w:b/>
          <w:sz w:val="28"/>
          <w:szCs w:val="28"/>
        </w:rPr>
        <w:t xml:space="preserve"> Ногликский муниципальный округ</w:t>
      </w:r>
    </w:p>
    <w:p w14:paraId="0DCF5580" w14:textId="7C48FF93" w:rsidR="0033636C" w:rsidRPr="00E86EDA" w:rsidRDefault="00093B08" w:rsidP="00B05A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86EDA">
        <w:rPr>
          <w:rFonts w:ascii="Times New Roman" w:hAnsi="Times New Roman"/>
          <w:b/>
          <w:sz w:val="28"/>
          <w:szCs w:val="28"/>
        </w:rPr>
        <w:t>Сахалинской области</w:t>
      </w:r>
    </w:p>
    <w:p w14:paraId="0DCF5581" w14:textId="77777777" w:rsidR="00185FEC" w:rsidRDefault="00185FEC" w:rsidP="00B05A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0D0087A" w14:textId="4CBBDCD9" w:rsidR="00E86EDA" w:rsidRPr="0032651D" w:rsidRDefault="00E86EDA" w:rsidP="00B05A3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651D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Федеральным законом от 13.07.2020 года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2651D">
        <w:rPr>
          <w:rFonts w:ascii="Times New Roman" w:eastAsia="Times New Roman" w:hAnsi="Times New Roman"/>
          <w:sz w:val="28"/>
          <w:szCs w:val="28"/>
          <w:lang w:eastAsia="ru-RU"/>
        </w:rPr>
        <w:t xml:space="preserve">189-ФЗ </w:t>
      </w:r>
      <w:r w:rsidR="00B05A39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2651D">
        <w:rPr>
          <w:rFonts w:ascii="Times New Roman" w:eastAsia="Times New Roman" w:hAnsi="Times New Roman"/>
          <w:sz w:val="28"/>
          <w:szCs w:val="28"/>
          <w:lang w:eastAsia="ru-RU"/>
        </w:rPr>
        <w:t xml:space="preserve">«О государственном (муниципальном) социальном заказе на оказание государственных (муниципальных) услуг в социальной сфере» (далее </w:t>
      </w:r>
      <w:r w:rsidR="00B05A39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32651D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Федеральный закон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2651D">
        <w:rPr>
          <w:rFonts w:ascii="Times New Roman" w:eastAsia="Times New Roman" w:hAnsi="Times New Roman"/>
          <w:sz w:val="28"/>
          <w:szCs w:val="28"/>
          <w:lang w:eastAsia="ru-RU"/>
        </w:rPr>
        <w:t xml:space="preserve">189-ФЗ),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реализации системы персонифицированного дополнительного образования детей на территории муниципального образования Ногликский муниципальный округ Сахалинской области, руководствуясь ст. 36 Устава муниципального образования Ногликский муниципальный округ Сахалинской области, </w:t>
      </w:r>
      <w:r w:rsidRPr="0032651D">
        <w:rPr>
          <w:rFonts w:ascii="Times New Roman" w:eastAsia="Times New Roman" w:hAnsi="Times New Roman"/>
          <w:sz w:val="28"/>
          <w:szCs w:val="28"/>
          <w:lang w:eastAsia="ru-RU"/>
        </w:rPr>
        <w:t>администрация муниципального образовани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 Ногликский муниципальный округ Сахалинской области </w:t>
      </w:r>
      <w:r w:rsidRPr="0032651D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27E20CB5" w14:textId="5E145276" w:rsidR="00E86EDA" w:rsidRPr="0032651D" w:rsidRDefault="00B05A39" w:rsidP="00B05A3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E86EDA" w:rsidRPr="0032651D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Положение о персонифицированном дополнительном образовании детей на территории муниципального образования </w:t>
      </w:r>
      <w:r w:rsidR="00E86EDA">
        <w:rPr>
          <w:rFonts w:ascii="Times New Roman" w:eastAsia="Times New Roman" w:hAnsi="Times New Roman"/>
          <w:sz w:val="28"/>
          <w:szCs w:val="28"/>
          <w:lang w:eastAsia="ru-RU"/>
        </w:rPr>
        <w:t xml:space="preserve">Ногликский муниципальный округ Сахалинской области </w:t>
      </w:r>
      <w:r w:rsidR="00E86EDA" w:rsidRPr="0032651D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приложением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E86EDA" w:rsidRPr="0032651D">
        <w:rPr>
          <w:rFonts w:ascii="Times New Roman" w:eastAsia="Times New Roman" w:hAnsi="Times New Roman"/>
          <w:sz w:val="28"/>
          <w:szCs w:val="28"/>
          <w:lang w:eastAsia="ru-RU"/>
        </w:rPr>
        <w:t>к настоящему постановлению.</w:t>
      </w:r>
    </w:p>
    <w:p w14:paraId="260E542C" w14:textId="7DF96B5B" w:rsidR="00E86EDA" w:rsidRPr="006114A9" w:rsidRDefault="00B05A39" w:rsidP="00B05A3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E86EDA">
        <w:rPr>
          <w:rFonts w:ascii="Times New Roman" w:eastAsia="Times New Roman" w:hAnsi="Times New Roman"/>
          <w:sz w:val="28"/>
          <w:szCs w:val="28"/>
          <w:lang w:eastAsia="ru-RU"/>
        </w:rPr>
        <w:t>Считать утратившими силу постановление администрации муниципального образования «Городско</w:t>
      </w:r>
      <w:r w:rsidR="005A332F">
        <w:rPr>
          <w:rFonts w:ascii="Times New Roman" w:eastAsia="Times New Roman" w:hAnsi="Times New Roman"/>
          <w:sz w:val="28"/>
          <w:szCs w:val="28"/>
          <w:lang w:eastAsia="ru-RU"/>
        </w:rPr>
        <w:t>й округ Ногликский» от 22.11.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2023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E86EDA">
        <w:rPr>
          <w:rFonts w:ascii="Times New Roman" w:eastAsia="Times New Roman" w:hAnsi="Times New Roman"/>
          <w:sz w:val="28"/>
          <w:szCs w:val="28"/>
          <w:lang w:eastAsia="ru-RU"/>
        </w:rPr>
        <w:t>№ 709</w:t>
      </w:r>
      <w:r w:rsidR="00E86EDA" w:rsidRPr="006114A9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Положения о персонифицированном дополнительном образовании детей на территории</w:t>
      </w:r>
      <w:r w:rsidR="00E86EDA" w:rsidRPr="006114A9">
        <w:rPr>
          <w:rFonts w:eastAsia="Times New Roman"/>
          <w:lang w:eastAsia="ru-RU"/>
        </w:rPr>
        <w:t xml:space="preserve"> </w:t>
      </w:r>
      <w:r w:rsidR="00E86EDA" w:rsidRPr="006114A9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«Городской округ Ногликский»</w:t>
      </w:r>
      <w:r w:rsidR="00E86ED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EBFDC5A" w14:textId="13F49FF9" w:rsidR="00E86EDA" w:rsidRPr="0032651D" w:rsidRDefault="00E86EDA" w:rsidP="00B05A3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="00B05A39" w:rsidRPr="004D53F6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</w:t>
      </w:r>
      <w:r w:rsidR="00B05A39">
        <w:rPr>
          <w:rFonts w:ascii="Times New Roman" w:hAnsi="Times New Roman"/>
          <w:sz w:val="28"/>
          <w:szCs w:val="28"/>
        </w:rPr>
        <w:br/>
      </w:r>
      <w:r w:rsidR="00B05A39" w:rsidRPr="004D53F6">
        <w:rPr>
          <w:rFonts w:ascii="Times New Roman" w:hAnsi="Times New Roman"/>
          <w:sz w:val="28"/>
          <w:szCs w:val="28"/>
        </w:rPr>
        <w:t>и разместить на официальном сайте муниципального образования Ногликский муниципальный округ Сахалинской области в информационно-телекоммуникационной сети «Интернет».</w:t>
      </w:r>
    </w:p>
    <w:p w14:paraId="71751D4B" w14:textId="7739B877" w:rsidR="00E86EDA" w:rsidRPr="0032651D" w:rsidRDefault="00E86EDA" w:rsidP="00B05A3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4. </w:t>
      </w:r>
      <w:r w:rsidRPr="0032651D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исполнением настоящего постановления возложить </w:t>
      </w:r>
      <w:r w:rsidR="00B05A39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2651D">
        <w:rPr>
          <w:rFonts w:ascii="Times New Roman" w:eastAsia="Times New Roman" w:hAnsi="Times New Roman"/>
          <w:sz w:val="28"/>
          <w:szCs w:val="28"/>
          <w:lang w:eastAsia="ru-RU"/>
        </w:rPr>
        <w:t xml:space="preserve">на вице-мэра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Pr="003265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2651D">
        <w:rPr>
          <w:rFonts w:ascii="Times New Roman" w:eastAsia="Times New Roman" w:hAnsi="Times New Roman"/>
          <w:sz w:val="28"/>
          <w:szCs w:val="28"/>
          <w:lang w:eastAsia="ru-RU"/>
        </w:rPr>
        <w:t>Русанова</w:t>
      </w:r>
      <w:proofErr w:type="spellEnd"/>
      <w:r w:rsidRPr="0032651D">
        <w:rPr>
          <w:rFonts w:ascii="Times New Roman" w:eastAsia="Times New Roman" w:hAnsi="Times New Roman"/>
          <w:sz w:val="28"/>
          <w:szCs w:val="28"/>
          <w:lang w:eastAsia="ru-RU"/>
        </w:rPr>
        <w:t xml:space="preserve"> Я.С.</w:t>
      </w:r>
    </w:p>
    <w:p w14:paraId="0DCF5582" w14:textId="3DBEEE7D" w:rsidR="00E609BC" w:rsidRPr="00D12794" w:rsidRDefault="00E609BC" w:rsidP="00B05A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CF558B" w14:textId="77777777" w:rsidR="008629FA" w:rsidRPr="00D12794" w:rsidRDefault="008629FA" w:rsidP="00B05A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8C" w14:textId="77777777" w:rsidR="008629FA" w:rsidRDefault="008629FA" w:rsidP="00B05A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CF558D" w14:textId="56C85CB4" w:rsidR="008629FA" w:rsidRPr="008629FA" w:rsidRDefault="008629FA" w:rsidP="00B05A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EA01ED">
        <w:rPr>
          <w:rFonts w:ascii="Times New Roman" w:hAnsi="Times New Roman"/>
          <w:sz w:val="28"/>
          <w:szCs w:val="28"/>
        </w:rPr>
        <w:tab/>
      </w:r>
      <w:r w:rsidR="00B05A39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С.В.</w:t>
      </w:r>
      <w:r w:rsidR="00B05A39">
        <w:rPr>
          <w:rFonts w:ascii="Times New Roman" w:hAnsi="Times New Roman"/>
          <w:sz w:val="28"/>
          <w:szCs w:val="28"/>
        </w:rPr>
        <w:t xml:space="preserve"> </w:t>
      </w:r>
      <w:r w:rsidR="00EA01ED">
        <w:rPr>
          <w:rFonts w:ascii="Times New Roman" w:hAnsi="Times New Roman"/>
          <w:sz w:val="28"/>
          <w:szCs w:val="28"/>
        </w:rPr>
        <w:t>Гурьянов</w:t>
      </w:r>
    </w:p>
    <w:p w14:paraId="0DCF558E" w14:textId="37275BEE" w:rsidR="008629FA" w:rsidRPr="00D12794" w:rsidRDefault="00093B08" w:rsidP="00E37B8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</w:p>
    <w:sectPr w:rsidR="008629FA" w:rsidRPr="00D12794" w:rsidSect="00B05A39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7224BA" w14:textId="77777777" w:rsidR="00430E5B" w:rsidRDefault="00430E5B" w:rsidP="0033636C">
      <w:pPr>
        <w:spacing w:after="0" w:line="240" w:lineRule="auto"/>
      </w:pPr>
      <w:r>
        <w:separator/>
      </w:r>
    </w:p>
  </w:endnote>
  <w:endnote w:type="continuationSeparator" w:id="0">
    <w:p w14:paraId="51C341F5" w14:textId="77777777" w:rsidR="00430E5B" w:rsidRDefault="00430E5B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F5599" w14:textId="6C84A28B" w:rsidR="0033636C" w:rsidRPr="00A30AF1" w:rsidRDefault="0033636C" w:rsidP="0033636C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7139DE" w14:textId="77777777" w:rsidR="00430E5B" w:rsidRDefault="00430E5B" w:rsidP="0033636C">
      <w:pPr>
        <w:spacing w:after="0" w:line="240" w:lineRule="auto"/>
      </w:pPr>
      <w:r>
        <w:separator/>
      </w:r>
    </w:p>
  </w:footnote>
  <w:footnote w:type="continuationSeparator" w:id="0">
    <w:p w14:paraId="09B8E143" w14:textId="77777777" w:rsidR="00430E5B" w:rsidRDefault="00430E5B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37062"/>
      <w:docPartObj>
        <w:docPartGallery w:val="Page Numbers (Top of Page)"/>
        <w:docPartUnique/>
      </w:docPartObj>
    </w:sdtPr>
    <w:sdtEndPr/>
    <w:sdtContent>
      <w:p w14:paraId="536CCB33" w14:textId="6DA1DBE2" w:rsidR="00B05A39" w:rsidRDefault="00B05A3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7E87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900F3"/>
    <w:multiLevelType w:val="hybridMultilevel"/>
    <w:tmpl w:val="BC52468E"/>
    <w:lvl w:ilvl="0" w:tplc="A684B16A">
      <w:start w:val="1"/>
      <w:numFmt w:val="decimal"/>
      <w:lvlText w:val="%1."/>
      <w:lvlJc w:val="left"/>
      <w:pPr>
        <w:ind w:left="9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185FEC"/>
    <w:rsid w:val="001E1F9F"/>
    <w:rsid w:val="002003DC"/>
    <w:rsid w:val="002B5CAC"/>
    <w:rsid w:val="0033636C"/>
    <w:rsid w:val="003E4257"/>
    <w:rsid w:val="00430E5B"/>
    <w:rsid w:val="00520CBF"/>
    <w:rsid w:val="005A332F"/>
    <w:rsid w:val="008629FA"/>
    <w:rsid w:val="00887E87"/>
    <w:rsid w:val="00937CD7"/>
    <w:rsid w:val="00987DB5"/>
    <w:rsid w:val="00A30AF1"/>
    <w:rsid w:val="00AC72C8"/>
    <w:rsid w:val="00B05A39"/>
    <w:rsid w:val="00B10ED9"/>
    <w:rsid w:val="00B25688"/>
    <w:rsid w:val="00C02849"/>
    <w:rsid w:val="00D12794"/>
    <w:rsid w:val="00D67BD8"/>
    <w:rsid w:val="00DF7897"/>
    <w:rsid w:val="00E37B8A"/>
    <w:rsid w:val="00E609BC"/>
    <w:rsid w:val="00E86EDA"/>
    <w:rsid w:val="00EA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887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87E8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656055"/>
    <w:rsid w:val="00B13DA8"/>
    <w:rsid w:val="00C038C0"/>
    <w:rsid w:val="00C531FE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29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11</cp:revision>
  <cp:lastPrinted>2025-05-06T22:27:00Z</cp:lastPrinted>
  <dcterms:created xsi:type="dcterms:W3CDTF">2020-04-07T04:52:00Z</dcterms:created>
  <dcterms:modified xsi:type="dcterms:W3CDTF">2025-05-06T22:27:00Z</dcterms:modified>
</cp:coreProperties>
</file>