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CBA68F9" w14:textId="77777777" w:rsidTr="00987DB5">
        <w:tc>
          <w:tcPr>
            <w:tcW w:w="9498" w:type="dxa"/>
          </w:tcPr>
          <w:p w14:paraId="3CBA68F5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CBA6910" wp14:editId="3CBA6911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BA68F6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CBA68F7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CBA68F8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CBA68FA" w14:textId="635BE839" w:rsidR="0033636C" w:rsidRPr="00421A76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21A76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421A76" w:rsidRPr="00421A76">
            <w:rPr>
              <w:rFonts w:ascii="Times New Roman" w:hAnsi="Times New Roman"/>
              <w:sz w:val="28"/>
              <w:szCs w:val="28"/>
            </w:rPr>
            <w:t>25 мая 2021 года</w:t>
          </w:r>
        </w:sdtContent>
      </w:sdt>
      <w:r w:rsidRPr="00421A76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421A76" w:rsidRPr="00421A76">
            <w:rPr>
              <w:rFonts w:ascii="Times New Roman" w:hAnsi="Times New Roman"/>
              <w:sz w:val="28"/>
              <w:szCs w:val="28"/>
            </w:rPr>
            <w:t>287</w:t>
          </w:r>
        </w:sdtContent>
      </w:sdt>
    </w:p>
    <w:p w14:paraId="3CBA68FB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2F6E76CE" w14:textId="77777777" w:rsidR="000452F0" w:rsidRDefault="0033636C" w:rsidP="000452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452F0">
        <w:rPr>
          <w:rFonts w:ascii="Times New Roman" w:hAnsi="Times New Roman"/>
          <w:b/>
          <w:sz w:val="28"/>
          <w:szCs w:val="28"/>
        </w:rPr>
        <w:t>О внесении изменений</w:t>
      </w:r>
      <w:r w:rsidR="000452F0">
        <w:rPr>
          <w:rFonts w:ascii="Times New Roman" w:hAnsi="Times New Roman"/>
          <w:b/>
          <w:sz w:val="28"/>
          <w:szCs w:val="28"/>
        </w:rPr>
        <w:t xml:space="preserve"> в постановление администрации </w:t>
      </w:r>
    </w:p>
    <w:p w14:paraId="3E4BEEAC" w14:textId="79E7B596" w:rsidR="000452F0" w:rsidRDefault="00E93089" w:rsidP="000452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образования «</w:t>
      </w:r>
      <w:r w:rsidR="0033636C" w:rsidRPr="000452F0">
        <w:rPr>
          <w:rFonts w:ascii="Times New Roman" w:hAnsi="Times New Roman"/>
          <w:b/>
          <w:sz w:val="28"/>
          <w:szCs w:val="28"/>
        </w:rPr>
        <w:t xml:space="preserve">Городской округ </w:t>
      </w:r>
      <w:r>
        <w:rPr>
          <w:rFonts w:ascii="Times New Roman" w:hAnsi="Times New Roman"/>
          <w:b/>
          <w:sz w:val="28"/>
          <w:szCs w:val="28"/>
        </w:rPr>
        <w:t>Ногликский»</w:t>
      </w:r>
      <w:r w:rsidR="000452F0">
        <w:rPr>
          <w:rFonts w:ascii="Times New Roman" w:hAnsi="Times New Roman"/>
          <w:b/>
          <w:sz w:val="28"/>
          <w:szCs w:val="28"/>
        </w:rPr>
        <w:t xml:space="preserve"> </w:t>
      </w:r>
    </w:p>
    <w:p w14:paraId="3CBA68FD" w14:textId="5400F963" w:rsidR="00185FEC" w:rsidRDefault="0033636C" w:rsidP="00421A7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452F0">
        <w:rPr>
          <w:rFonts w:ascii="Times New Roman" w:hAnsi="Times New Roman"/>
          <w:b/>
          <w:sz w:val="28"/>
          <w:szCs w:val="28"/>
        </w:rPr>
        <w:t>от 16.12.2016 № 876</w:t>
      </w:r>
    </w:p>
    <w:p w14:paraId="4D8DCD12" w14:textId="77777777" w:rsidR="00421A76" w:rsidRPr="00421A76" w:rsidRDefault="00421A76" w:rsidP="00421A7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8A5817D" w14:textId="77777777" w:rsidR="006D1BDA" w:rsidRPr="0080462D" w:rsidRDefault="006D1BDA" w:rsidP="006D1B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50033">
        <w:rPr>
          <w:rFonts w:ascii="Times New Roman" w:hAnsi="Times New Roman"/>
          <w:sz w:val="28"/>
          <w:szCs w:val="28"/>
        </w:rPr>
        <w:t xml:space="preserve">В соответствии с п. 5.3 Порядка разработки, реализации и проведения оценки эффективности муниципальных программ муниципального образования «Городской округ Ногликский», утвержденного постановлением администрации муниципального образования «Городской округ Ногликский» от 28.04.2016 № 344, </w:t>
      </w:r>
      <w:r w:rsidRPr="001643EA">
        <w:rPr>
          <w:rFonts w:ascii="Times New Roman" w:hAnsi="Times New Roman"/>
          <w:sz w:val="28"/>
          <w:szCs w:val="28"/>
        </w:rPr>
        <w:t>решением Собрания муниципального образования «Городской округ Ногликский» от 15.12.2020 № 98 «О бюджете муниципального образования «Городской округ Ногликский» на 2021 год и на плановый период 2022 и 2023 годов»,</w:t>
      </w:r>
      <w:r w:rsidRPr="00350033">
        <w:rPr>
          <w:rFonts w:ascii="Times New Roman" w:hAnsi="Times New Roman"/>
          <w:sz w:val="28"/>
          <w:szCs w:val="28"/>
        </w:rPr>
        <w:t xml:space="preserve"> </w:t>
      </w:r>
      <w:r w:rsidRPr="001643EA">
        <w:rPr>
          <w:rFonts w:ascii="Times New Roman" w:hAnsi="Times New Roman"/>
          <w:sz w:val="28"/>
          <w:szCs w:val="28"/>
        </w:rPr>
        <w:t>с законом Сахалинской области от 12.04.2021 № 20-ЗО «О внесении изменений в Закон Сахалинской области от 23.12.2020 № 94-ЗО «Об областном бюджете Сахалинской области на 2021 год и на плановый период 2022 и 2023 годов»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350033">
        <w:rPr>
          <w:rFonts w:ascii="Times New Roman" w:hAnsi="Times New Roman"/>
          <w:sz w:val="28"/>
          <w:szCs w:val="28"/>
        </w:rPr>
        <w:t xml:space="preserve">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350033">
        <w:rPr>
          <w:rFonts w:ascii="Times New Roman" w:hAnsi="Times New Roman"/>
          <w:b/>
          <w:sz w:val="28"/>
          <w:szCs w:val="28"/>
        </w:rPr>
        <w:t>ПОСТАНОВЛЯЕТ:</w:t>
      </w:r>
    </w:p>
    <w:p w14:paraId="00659AB7" w14:textId="6E6D1ED9" w:rsidR="006D1BDA" w:rsidRPr="00160B36" w:rsidRDefault="006D1BDA" w:rsidP="006D1B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AC4">
        <w:rPr>
          <w:rFonts w:ascii="Times New Roman" w:hAnsi="Times New Roman"/>
          <w:sz w:val="28"/>
          <w:szCs w:val="28"/>
        </w:rPr>
        <w:t xml:space="preserve">1. Внести в муниципальную программу </w:t>
      </w:r>
      <w:r w:rsidRPr="00160B36">
        <w:rPr>
          <w:rFonts w:ascii="Times New Roman" w:hAnsi="Times New Roman"/>
          <w:sz w:val="28"/>
          <w:szCs w:val="28"/>
        </w:rPr>
        <w:t xml:space="preserve">«Стимулирование экономической активности в муниципальном образовании «Городской округ Ногликский», утвержденную постановлением администрации муниципального образования «Городской округ Ногликский» от 16.12.2016 </w:t>
      </w:r>
      <w:r>
        <w:rPr>
          <w:rFonts w:ascii="Times New Roman" w:hAnsi="Times New Roman"/>
          <w:sz w:val="28"/>
          <w:szCs w:val="28"/>
        </w:rPr>
        <w:br/>
      </w:r>
      <w:r w:rsidRPr="00160B36">
        <w:rPr>
          <w:rFonts w:ascii="Times New Roman" w:hAnsi="Times New Roman"/>
          <w:sz w:val="28"/>
          <w:szCs w:val="28"/>
        </w:rPr>
        <w:t xml:space="preserve">№ 876 (в редакции от 23.03.2017 № 191, от 26.09.2017 № 700, от 04.12.2017 </w:t>
      </w:r>
      <w:r>
        <w:rPr>
          <w:rFonts w:ascii="Times New Roman" w:hAnsi="Times New Roman"/>
          <w:sz w:val="28"/>
          <w:szCs w:val="28"/>
        </w:rPr>
        <w:br/>
      </w:r>
      <w:r w:rsidRPr="00160B36">
        <w:rPr>
          <w:rFonts w:ascii="Times New Roman" w:hAnsi="Times New Roman"/>
          <w:sz w:val="28"/>
          <w:szCs w:val="28"/>
        </w:rPr>
        <w:t xml:space="preserve">№ 1021, от 30.03.2018 № 337, от 07.06.2018 № 534, от 03.09.2018 № 818, </w:t>
      </w:r>
      <w:r>
        <w:rPr>
          <w:rFonts w:ascii="Times New Roman" w:hAnsi="Times New Roman"/>
          <w:sz w:val="28"/>
          <w:szCs w:val="28"/>
        </w:rPr>
        <w:br/>
      </w:r>
      <w:r w:rsidRPr="00160B36">
        <w:rPr>
          <w:rFonts w:ascii="Times New Roman" w:hAnsi="Times New Roman"/>
          <w:sz w:val="28"/>
          <w:szCs w:val="28"/>
        </w:rPr>
        <w:t xml:space="preserve">от 22.11.2018 № 1134, от 09.04.2019 № 227, от 16.07.2019 № 533, от 03.09.2019 № 670, от 22.10.2019 № 779, от 06.11.2019 № 810, от 19.03.2020 № 129, </w:t>
      </w:r>
      <w:r w:rsidR="00421A76">
        <w:rPr>
          <w:rFonts w:ascii="Times New Roman" w:hAnsi="Times New Roman"/>
          <w:sz w:val="28"/>
          <w:szCs w:val="28"/>
        </w:rPr>
        <w:br/>
      </w:r>
      <w:r w:rsidRPr="00160B36">
        <w:rPr>
          <w:rFonts w:ascii="Times New Roman" w:hAnsi="Times New Roman"/>
          <w:sz w:val="28"/>
          <w:szCs w:val="28"/>
        </w:rPr>
        <w:t>от 11.06.2020 № 298</w:t>
      </w:r>
      <w:r>
        <w:rPr>
          <w:rFonts w:ascii="Times New Roman" w:hAnsi="Times New Roman"/>
          <w:sz w:val="28"/>
          <w:szCs w:val="28"/>
        </w:rPr>
        <w:t>, от 08.10.2020 № 496, от 25.02.2021 № 92</w:t>
      </w:r>
      <w:r w:rsidRPr="00160B36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ED0467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 утверждении муниципальной про</w:t>
      </w:r>
      <w:r w:rsidRPr="00ED0467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раммы «Стимулирование экономиче</w:t>
      </w:r>
      <w:r w:rsidRPr="00ED0467">
        <w:rPr>
          <w:rFonts w:ascii="Times New Roman" w:hAnsi="Times New Roman"/>
          <w:sz w:val="28"/>
          <w:szCs w:val="28"/>
        </w:rPr>
        <w:t>ской активности в муниципальном образова</w:t>
      </w:r>
      <w:r>
        <w:rPr>
          <w:rFonts w:ascii="Times New Roman" w:hAnsi="Times New Roman"/>
          <w:sz w:val="28"/>
          <w:szCs w:val="28"/>
        </w:rPr>
        <w:t>нии «Городской округ Ногликский»</w:t>
      </w:r>
      <w:r w:rsidRPr="00160B36">
        <w:rPr>
          <w:rFonts w:ascii="Times New Roman" w:hAnsi="Times New Roman"/>
          <w:sz w:val="28"/>
          <w:szCs w:val="28"/>
        </w:rPr>
        <w:t xml:space="preserve">, </w:t>
      </w:r>
      <w:r w:rsidRPr="00160B36">
        <w:rPr>
          <w:rFonts w:ascii="Times New Roman" w:hAnsi="Times New Roman"/>
          <w:sz w:val="28"/>
          <w:szCs w:val="28"/>
        </w:rPr>
        <w:lastRenderedPageBreak/>
        <w:t>следующие изменения:</w:t>
      </w:r>
    </w:p>
    <w:p w14:paraId="54ED0D29" w14:textId="77777777" w:rsidR="006D1BDA" w:rsidRDefault="006D1BDA" w:rsidP="006D1B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В разделе </w:t>
      </w:r>
      <w:r w:rsidRPr="00A93652">
        <w:rPr>
          <w:rFonts w:ascii="Times New Roman" w:hAnsi="Times New Roman"/>
          <w:sz w:val="28"/>
          <w:szCs w:val="28"/>
        </w:rPr>
        <w:t>1 Паспорт муниципальной программы «Стимулирование экономической активности в муниципальном образовании «Городской округ Ногликский»</w:t>
      </w:r>
      <w:r>
        <w:rPr>
          <w:rFonts w:ascii="Times New Roman" w:hAnsi="Times New Roman"/>
          <w:sz w:val="28"/>
          <w:szCs w:val="28"/>
        </w:rPr>
        <w:t>:</w:t>
      </w:r>
    </w:p>
    <w:p w14:paraId="251EBDF5" w14:textId="77777777" w:rsidR="006D1BDA" w:rsidRPr="008A4207" w:rsidRDefault="006D1BDA" w:rsidP="006D1B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4207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1.1</w:t>
      </w:r>
      <w:r w:rsidRPr="008A4207">
        <w:rPr>
          <w:rFonts w:ascii="Times New Roman" w:hAnsi="Times New Roman"/>
          <w:sz w:val="28"/>
          <w:szCs w:val="28"/>
        </w:rPr>
        <w:t>. Подраздел «Объемы и источники финансирования» изложить в новой редакции:</w:t>
      </w:r>
    </w:p>
    <w:tbl>
      <w:tblPr>
        <w:tblW w:w="9579" w:type="dxa"/>
        <w:tblCellSpacing w:w="5" w:type="nil"/>
        <w:tblInd w:w="-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354"/>
        <w:gridCol w:w="6439"/>
        <w:gridCol w:w="360"/>
      </w:tblGrid>
      <w:tr w:rsidR="006D1BDA" w:rsidRPr="008A4207" w14:paraId="292FFF95" w14:textId="77777777" w:rsidTr="001A5684">
        <w:trPr>
          <w:trHeight w:val="400"/>
          <w:tblCellSpacing w:w="5" w:type="nil"/>
        </w:trPr>
        <w:tc>
          <w:tcPr>
            <w:tcW w:w="426" w:type="dxa"/>
            <w:tcBorders>
              <w:right w:val="single" w:sz="4" w:space="0" w:color="auto"/>
            </w:tcBorders>
          </w:tcPr>
          <w:p w14:paraId="276A1C9F" w14:textId="77777777" w:rsidR="006D1BDA" w:rsidRPr="008A4207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8D794" w14:textId="77777777" w:rsidR="006D1BDA" w:rsidRPr="008A4207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31E1D" w14:textId="025AEAAB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53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финансиро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вания – </w:t>
            </w:r>
            <w:r w:rsidR="00B34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258 372,1</w:t>
            </w:r>
            <w:r w:rsidRPr="00451D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рублей, </w:t>
            </w:r>
          </w:p>
          <w:p w14:paraId="5F36EDBD" w14:textId="77777777" w:rsidR="006D1BDA" w:rsidRPr="0051531B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53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594B5622" w14:textId="77777777" w:rsidR="006D1BDA" w:rsidRPr="0051531B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53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14 277,4 тыс. руб.;</w:t>
            </w:r>
          </w:p>
          <w:p w14:paraId="3A343476" w14:textId="77777777" w:rsidR="006D1BDA" w:rsidRPr="0051531B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53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– 11 184,4 тыс. руб.;</w:t>
            </w:r>
          </w:p>
          <w:p w14:paraId="7FCD7219" w14:textId="77777777" w:rsidR="006D1BDA" w:rsidRPr="0051531B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53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– 10 022,1 тыс. руб.;</w:t>
            </w:r>
          </w:p>
          <w:p w14:paraId="079F241E" w14:textId="77777777" w:rsidR="006D1BDA" w:rsidRPr="0051531B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53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– 21 366,7 тыс. руб.;</w:t>
            </w:r>
          </w:p>
          <w:p w14:paraId="7F395043" w14:textId="77777777" w:rsidR="006D1BDA" w:rsidRPr="0051531B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53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– 25 521,6 тыс. руб.;</w:t>
            </w:r>
          </w:p>
          <w:p w14:paraId="54C9117A" w14:textId="77777777" w:rsidR="006D1BDA" w:rsidRPr="0051531B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53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– 28 942,7 тыс. руб.;</w:t>
            </w:r>
          </w:p>
          <w:p w14:paraId="40B047F7" w14:textId="264CF052" w:rsidR="006D1BDA" w:rsidRPr="00451D4B" w:rsidRDefault="00B34B86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г. – 34 485,3</w:t>
            </w:r>
            <w:r w:rsidR="006D1BDA" w:rsidRPr="00451D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45C5B5FB" w14:textId="77777777" w:rsidR="006D1BDA" w:rsidRPr="00451D4B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1D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г. – 30 601,6 тыс. руб.;</w:t>
            </w:r>
          </w:p>
          <w:p w14:paraId="4CE34390" w14:textId="52484C36" w:rsidR="006D1BDA" w:rsidRPr="00451D4B" w:rsidRDefault="00E93089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г. – 31 255,3 тыс. руб.;</w:t>
            </w:r>
          </w:p>
          <w:p w14:paraId="45A3BBEF" w14:textId="77777777" w:rsidR="006D1BDA" w:rsidRPr="00451D4B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1D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г. – 24 714,0 тыс. руб.;</w:t>
            </w:r>
          </w:p>
          <w:p w14:paraId="4B3C42F1" w14:textId="2E98FCF5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1D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г. – 26 001,0 тыс. руб.</w:t>
            </w:r>
          </w:p>
          <w:p w14:paraId="266FEB0C" w14:textId="77777777" w:rsidR="00421A76" w:rsidRPr="0051531B" w:rsidRDefault="00421A76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1E1046B" w14:textId="77777777" w:rsidR="006D1BDA" w:rsidRPr="0051531B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53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них по источникам:</w:t>
            </w:r>
          </w:p>
          <w:p w14:paraId="10737A28" w14:textId="1954956F" w:rsidR="006D1BDA" w:rsidRPr="0051531B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53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за счет ср</w:t>
            </w:r>
            <w:r w:rsidR="00B34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едств местного бюджета – 208 580,6</w:t>
            </w:r>
            <w:r w:rsidR="00E930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14:paraId="3921F89E" w14:textId="77777777" w:rsidR="006D1BDA" w:rsidRPr="0051531B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53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674BA60E" w14:textId="77777777" w:rsidR="006D1BDA" w:rsidRPr="0051531B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53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2 945,0 тыс. руб.;</w:t>
            </w:r>
          </w:p>
          <w:p w14:paraId="5C2E4D10" w14:textId="77777777" w:rsidR="006D1BDA" w:rsidRPr="0051531B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53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– 2 655,0 тыс. руб.;</w:t>
            </w:r>
          </w:p>
          <w:p w14:paraId="774F40D1" w14:textId="77777777" w:rsidR="006D1BDA" w:rsidRPr="0051531B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53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– 1 375,5 тыс. руб.;</w:t>
            </w:r>
          </w:p>
          <w:p w14:paraId="3676823F" w14:textId="77777777" w:rsidR="006D1BDA" w:rsidRPr="0051531B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53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– 18 420,1 тыс. руб.;</w:t>
            </w:r>
          </w:p>
          <w:p w14:paraId="7B6F6926" w14:textId="77777777" w:rsidR="006D1BDA" w:rsidRPr="0051531B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53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– 21 914,6 тыс. руб.;</w:t>
            </w:r>
          </w:p>
          <w:p w14:paraId="7C21D4D5" w14:textId="77777777" w:rsidR="006D1BDA" w:rsidRPr="0051531B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53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– 24 993,2 тыс. руб.;</w:t>
            </w:r>
          </w:p>
          <w:p w14:paraId="38EEDD4D" w14:textId="3C2CB773" w:rsidR="006D1BDA" w:rsidRPr="00ED29E0" w:rsidRDefault="00B53E76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г. – 27 632,5</w:t>
            </w:r>
            <w:r w:rsidR="006D1BDA" w:rsidRPr="00ED29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3EAC986E" w14:textId="77777777" w:rsidR="006D1BDA" w:rsidRPr="00ED29E0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29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г. – 28 365,5 тыс. руб.;</w:t>
            </w:r>
          </w:p>
          <w:p w14:paraId="7E609C68" w14:textId="1277F096" w:rsidR="006D1BDA" w:rsidRPr="00ED29E0" w:rsidRDefault="00E93089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г. – 29 564,2 тыс. руб.;</w:t>
            </w:r>
          </w:p>
          <w:p w14:paraId="5B5D49ED" w14:textId="77777777" w:rsidR="006D1BDA" w:rsidRPr="00ED29E0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29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г. – 24 714,0 тыс. руб.;</w:t>
            </w:r>
          </w:p>
          <w:p w14:paraId="24E9E496" w14:textId="77777777" w:rsidR="006D1BDA" w:rsidRPr="00ED29E0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29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г. – 26 001,0 тыс. руб.</w:t>
            </w:r>
          </w:p>
          <w:p w14:paraId="3BF32004" w14:textId="77777777" w:rsidR="006D1BDA" w:rsidRPr="0051531B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92004E7" w14:textId="6B869576" w:rsidR="006D1BDA" w:rsidRPr="0051531B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53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средств областного бюджета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49 235,5</w:t>
            </w:r>
            <w:r w:rsidR="00E930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14:paraId="5C690EBF" w14:textId="77777777" w:rsidR="006D1BDA" w:rsidRPr="0051531B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53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4567A6E7" w14:textId="77777777" w:rsidR="006D1BDA" w:rsidRPr="0051531B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53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10 882,4 тыс. руб.;</w:t>
            </w:r>
          </w:p>
          <w:p w14:paraId="347ACCE0" w14:textId="77777777" w:rsidR="006D1BDA" w:rsidRPr="0051531B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53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– 8 423,4 тыс. руб.;</w:t>
            </w:r>
          </w:p>
          <w:p w14:paraId="661288DC" w14:textId="77777777" w:rsidR="006D1BDA" w:rsidRPr="0051531B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53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– 8 646,6 тыс. руб.;</w:t>
            </w:r>
          </w:p>
          <w:p w14:paraId="701957CE" w14:textId="77777777" w:rsidR="006D1BDA" w:rsidRPr="0051531B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53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– 2 946,6 тыс. руб.;</w:t>
            </w:r>
          </w:p>
          <w:p w14:paraId="174A6BA8" w14:textId="77777777" w:rsidR="006D1BDA" w:rsidRPr="0051531B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53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2019 г. – 3 607,0 тыс. руб.;</w:t>
            </w:r>
          </w:p>
          <w:p w14:paraId="1D10BC36" w14:textId="77777777" w:rsidR="006D1BDA" w:rsidRPr="0051531B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53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– 3 949,5 тыс. руб.;</w:t>
            </w:r>
          </w:p>
          <w:p w14:paraId="26113597" w14:textId="77777777" w:rsidR="006D1BDA" w:rsidRPr="006623F3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23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г. – 6 852,8 тыс. руб.;</w:t>
            </w:r>
          </w:p>
          <w:p w14:paraId="7D41B0C0" w14:textId="77777777" w:rsidR="006D1BDA" w:rsidRPr="006623F3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23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г. – 2 236,1 тыс. руб.;</w:t>
            </w:r>
          </w:p>
          <w:p w14:paraId="5C26C037" w14:textId="5AC39D40" w:rsidR="006D1BDA" w:rsidRPr="006623F3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23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г. – 1</w:t>
            </w:r>
            <w:r w:rsidR="005F73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930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691,1 тыс. руб.;</w:t>
            </w:r>
          </w:p>
          <w:p w14:paraId="55A8F198" w14:textId="77777777" w:rsidR="006D1BDA" w:rsidRPr="00A34180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41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г. – 0,0* тыс. руб.;</w:t>
            </w:r>
          </w:p>
          <w:p w14:paraId="4D493879" w14:textId="77777777" w:rsidR="006D1BDA" w:rsidRPr="00A34180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41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г. – 0,0* тыс. руб.</w:t>
            </w:r>
          </w:p>
          <w:p w14:paraId="0D085526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* </w:t>
            </w:r>
            <w:r w:rsidRPr="005153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финансирова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ние из средств областного бюдже</w:t>
            </w:r>
            <w:r w:rsidRPr="005153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 будет опр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еделено при формировании област</w:t>
            </w:r>
            <w:r w:rsidRPr="005153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ного бюджета на соответствующий период</w:t>
            </w:r>
          </w:p>
          <w:p w14:paraId="13B74875" w14:textId="77777777" w:rsidR="006D1BDA" w:rsidRPr="0051531B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9636613" w14:textId="73FFBA90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53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внебюджетных </w:t>
            </w:r>
            <w:r w:rsidR="00E930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источников – 556,0 тыс. рублей,</w:t>
            </w:r>
          </w:p>
          <w:p w14:paraId="754FE23B" w14:textId="77777777" w:rsidR="006D1BDA" w:rsidRPr="0051531B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53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14A6F10A" w14:textId="77777777" w:rsidR="006D1BDA" w:rsidRPr="0051531B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53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450,0 тыс. руб.;</w:t>
            </w:r>
          </w:p>
          <w:p w14:paraId="6379CCFF" w14:textId="77777777" w:rsidR="006D1BDA" w:rsidRPr="008A4207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53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– 106,0 тыс. руб.</w:t>
            </w:r>
          </w:p>
        </w:tc>
        <w:tc>
          <w:tcPr>
            <w:tcW w:w="360" w:type="dxa"/>
            <w:tcBorders>
              <w:left w:val="single" w:sz="4" w:space="0" w:color="auto"/>
            </w:tcBorders>
          </w:tcPr>
          <w:p w14:paraId="52BA2D99" w14:textId="77777777" w:rsidR="006D1BDA" w:rsidRDefault="006D1BDA" w:rsidP="001A568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B74340D" w14:textId="77777777" w:rsidR="006D1BDA" w:rsidRDefault="006D1BDA" w:rsidP="001A568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FDBF06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8961D05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1E452D6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4AA5B3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DC38239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0676F0B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B1BC486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34F261E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E7613C7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E1B30E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79EDA01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1E41DD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D18B89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CE2CED9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2650FF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CFE0B58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9061E76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CB797F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B00D4CD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F0AA3E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0BFEA56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D8DA89A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8A0119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58FE2A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41B622E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9925F25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58DF84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F8392F6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5A9B032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D95D49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DC7B4E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734B9C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5286535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BF6B4F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F84935B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160C36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4DF3ABA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2DCB382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7DF5611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DF5D431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ADA4C1E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3A6FF74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8A2D5FD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9F82460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F984C12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0AB162D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E7E6256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18F5A9B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93B7B0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4FAAA70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F6959CF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A75336" w14:textId="77777777" w:rsidR="006D1BDA" w:rsidRPr="008A4207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316CBD1D" w14:textId="77777777" w:rsidR="006D1BDA" w:rsidRDefault="006D1BDA" w:rsidP="006D1BD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339FCE0A" w14:textId="77777777" w:rsidR="006D1BDA" w:rsidRDefault="006D1BDA" w:rsidP="006D1BD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1.1.2. </w:t>
      </w:r>
      <w:r w:rsidRPr="008A4207">
        <w:rPr>
          <w:rFonts w:ascii="Times New Roman" w:hAnsi="Times New Roman"/>
          <w:sz w:val="28"/>
          <w:szCs w:val="28"/>
        </w:rPr>
        <w:t>Подраздел «</w:t>
      </w:r>
      <w:r>
        <w:rPr>
          <w:rFonts w:ascii="Times New Roman" w:hAnsi="Times New Roman"/>
          <w:sz w:val="28"/>
          <w:szCs w:val="28"/>
        </w:rPr>
        <w:t>Целевые показатели (индикато</w:t>
      </w:r>
      <w:r w:rsidRPr="00AA1EA5">
        <w:rPr>
          <w:rFonts w:ascii="Times New Roman" w:hAnsi="Times New Roman"/>
          <w:sz w:val="28"/>
          <w:szCs w:val="28"/>
        </w:rPr>
        <w:t>ры) программы</w:t>
      </w:r>
      <w:r w:rsidRPr="008A4207">
        <w:rPr>
          <w:rFonts w:ascii="Times New Roman" w:hAnsi="Times New Roman"/>
          <w:sz w:val="28"/>
          <w:szCs w:val="28"/>
        </w:rPr>
        <w:t>» изложить в новой редакции:</w:t>
      </w:r>
    </w:p>
    <w:tbl>
      <w:tblPr>
        <w:tblW w:w="9579" w:type="dxa"/>
        <w:tblCellSpacing w:w="5" w:type="nil"/>
        <w:tblInd w:w="-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354"/>
        <w:gridCol w:w="6439"/>
        <w:gridCol w:w="360"/>
      </w:tblGrid>
      <w:tr w:rsidR="006D1BDA" w:rsidRPr="008A4207" w14:paraId="28FC8810" w14:textId="77777777" w:rsidTr="001A5684">
        <w:trPr>
          <w:trHeight w:val="2996"/>
          <w:tblCellSpacing w:w="5" w:type="nil"/>
        </w:trPr>
        <w:tc>
          <w:tcPr>
            <w:tcW w:w="426" w:type="dxa"/>
            <w:tcBorders>
              <w:right w:val="single" w:sz="4" w:space="0" w:color="auto"/>
            </w:tcBorders>
          </w:tcPr>
          <w:p w14:paraId="14B01A92" w14:textId="77777777" w:rsidR="006D1BDA" w:rsidRPr="008A4207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80AB6" w14:textId="77777777" w:rsidR="006D1BDA" w:rsidRPr="008A4207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EA5">
              <w:rPr>
                <w:rFonts w:ascii="Times New Roman" w:hAnsi="Times New Roman"/>
                <w:sz w:val="28"/>
                <w:szCs w:val="28"/>
              </w:rPr>
              <w:t>Целевые показатели (индикаторы) программы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C062" w14:textId="77777777" w:rsidR="006D1BDA" w:rsidRPr="00AA1EA5" w:rsidRDefault="006D1BDA" w:rsidP="001A56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1EA5">
              <w:rPr>
                <w:rFonts w:ascii="Times New Roman" w:hAnsi="Times New Roman"/>
                <w:sz w:val="28"/>
                <w:szCs w:val="28"/>
              </w:rPr>
              <w:t>1. Среднесписочная численность работников, занятых на малых и средних предприятиях;</w:t>
            </w:r>
          </w:p>
          <w:p w14:paraId="17444865" w14:textId="77777777" w:rsidR="006D1BDA" w:rsidRPr="00AA1EA5" w:rsidRDefault="006D1BDA" w:rsidP="001A56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1EA5">
              <w:rPr>
                <w:rFonts w:ascii="Times New Roman" w:hAnsi="Times New Roman"/>
                <w:sz w:val="28"/>
                <w:szCs w:val="28"/>
              </w:rPr>
              <w:t>2. Количество субъектов МСП, включая индивидуальных предпринимателей, на 10 тыс. человек населения;</w:t>
            </w:r>
          </w:p>
          <w:p w14:paraId="319A0789" w14:textId="77777777" w:rsidR="006D1BDA" w:rsidRPr="00AA1EA5" w:rsidRDefault="006D1BDA" w:rsidP="001A56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1EA5">
              <w:rPr>
                <w:rFonts w:ascii="Times New Roman" w:hAnsi="Times New Roman"/>
                <w:sz w:val="28"/>
                <w:szCs w:val="28"/>
              </w:rPr>
              <w:t>3. Количество субъектов МСП, получивших финансовую поддержку;</w:t>
            </w:r>
          </w:p>
          <w:p w14:paraId="7D1FD920" w14:textId="77777777" w:rsidR="006D1BDA" w:rsidRPr="00AA1EA5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1EA5">
              <w:rPr>
                <w:rFonts w:ascii="Times New Roman" w:hAnsi="Times New Roman"/>
                <w:sz w:val="28"/>
                <w:szCs w:val="28"/>
              </w:rPr>
              <w:t>4. Оборот товаров и услуг, производимых малыми и средними предприятиями;</w:t>
            </w:r>
          </w:p>
          <w:p w14:paraId="49D98FF8" w14:textId="77777777" w:rsidR="006D1BDA" w:rsidRPr="00AA1EA5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1EA5">
              <w:rPr>
                <w:rFonts w:ascii="Times New Roman" w:hAnsi="Times New Roman"/>
                <w:sz w:val="28"/>
                <w:szCs w:val="28"/>
              </w:rPr>
              <w:t>5. Количество субъектов МСП, которым оказана поддержка в рамках софинансирования подпрограммы 1;</w:t>
            </w:r>
          </w:p>
          <w:p w14:paraId="3A74F3F0" w14:textId="77777777" w:rsidR="006D1BDA" w:rsidRPr="00AA1EA5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1EA5">
              <w:rPr>
                <w:rFonts w:ascii="Times New Roman" w:hAnsi="Times New Roman"/>
                <w:sz w:val="28"/>
                <w:szCs w:val="28"/>
              </w:rPr>
              <w:t>6. Количество созданных рабочих мест в рамках софинансирования подпрограммы 1;</w:t>
            </w:r>
          </w:p>
          <w:p w14:paraId="33BF05AC" w14:textId="77777777" w:rsidR="006D1BDA" w:rsidRPr="00AA1EA5" w:rsidRDefault="006D1BDA" w:rsidP="001A56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A1EA5">
              <w:rPr>
                <w:rFonts w:ascii="Times New Roman" w:hAnsi="Times New Roman"/>
                <w:sz w:val="28"/>
                <w:szCs w:val="28"/>
              </w:rPr>
              <w:t>7. Количество сохраненных рабочих мест в рамках софинансирования подпрограммы 1;</w:t>
            </w:r>
          </w:p>
          <w:p w14:paraId="424955E6" w14:textId="77777777" w:rsidR="006D1BDA" w:rsidRPr="00AA1EA5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1EA5">
              <w:rPr>
                <w:rFonts w:ascii="Times New Roman" w:hAnsi="Times New Roman"/>
                <w:sz w:val="28"/>
                <w:szCs w:val="28"/>
              </w:rPr>
              <w:t>8. Индекс производства молока в ЛПХ и КФХ;</w:t>
            </w:r>
          </w:p>
          <w:p w14:paraId="12713E29" w14:textId="77777777" w:rsidR="006D1BDA" w:rsidRPr="00AA1EA5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1EA5">
              <w:rPr>
                <w:rFonts w:ascii="Times New Roman" w:hAnsi="Times New Roman"/>
                <w:sz w:val="28"/>
                <w:szCs w:val="28"/>
              </w:rPr>
              <w:t>9. Индекс производства мяса скота и птицы на убой (в живом весе) в ЛПХ и КФХ;</w:t>
            </w:r>
          </w:p>
          <w:p w14:paraId="1D6A6A10" w14:textId="77777777" w:rsidR="006D1BDA" w:rsidRPr="00AA1EA5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1EA5">
              <w:rPr>
                <w:rFonts w:ascii="Times New Roman" w:hAnsi="Times New Roman"/>
                <w:sz w:val="28"/>
                <w:szCs w:val="28"/>
              </w:rPr>
              <w:t>10. Индекс производства продукции растениеводства в ЛПХ и КФХ;</w:t>
            </w:r>
          </w:p>
          <w:p w14:paraId="1673A003" w14:textId="77777777" w:rsidR="006D1BDA" w:rsidRPr="00AA1EA5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1EA5">
              <w:rPr>
                <w:rFonts w:ascii="Times New Roman" w:hAnsi="Times New Roman"/>
                <w:sz w:val="28"/>
                <w:szCs w:val="28"/>
              </w:rPr>
              <w:t>11. Количество КФХ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до 2020 года</w:t>
            </w:r>
            <w:r w:rsidRPr="00AA1EA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6CCE4F68" w14:textId="77777777" w:rsidR="006D1BDA" w:rsidRPr="00AA1EA5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1EA5">
              <w:rPr>
                <w:rFonts w:ascii="Times New Roman" w:hAnsi="Times New Roman"/>
                <w:sz w:val="28"/>
                <w:szCs w:val="28"/>
              </w:rPr>
              <w:t>12. Ввод в эксплуатацию сельскохозяйственного рынка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1 объект</w:t>
            </w:r>
            <w:r w:rsidRPr="00AA1EA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41C92B16" w14:textId="77777777" w:rsidR="006D1BDA" w:rsidRPr="00AA1EA5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1EA5">
              <w:rPr>
                <w:rFonts w:ascii="Times New Roman" w:hAnsi="Times New Roman"/>
                <w:sz w:val="28"/>
                <w:szCs w:val="28"/>
              </w:rPr>
              <w:t xml:space="preserve">13. Доля ярмарочной торговли в общем объеме </w:t>
            </w:r>
            <w:r w:rsidRPr="00AA1EA5">
              <w:rPr>
                <w:rFonts w:ascii="Times New Roman" w:hAnsi="Times New Roman"/>
                <w:sz w:val="28"/>
                <w:szCs w:val="28"/>
              </w:rPr>
              <w:lastRenderedPageBreak/>
              <w:t>товарооборота;</w:t>
            </w:r>
          </w:p>
          <w:p w14:paraId="5D86D0D1" w14:textId="77777777" w:rsidR="006D1BDA" w:rsidRPr="00AA1EA5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1EA5">
              <w:rPr>
                <w:rFonts w:ascii="Times New Roman" w:hAnsi="Times New Roman"/>
                <w:sz w:val="28"/>
                <w:szCs w:val="28"/>
              </w:rPr>
              <w:t>14. Обеспеченность населения площадью торговых объектов к нормативу;</w:t>
            </w:r>
          </w:p>
          <w:p w14:paraId="1805DC5D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AA1EA5">
              <w:rPr>
                <w:rFonts w:ascii="Times New Roman" w:hAnsi="Times New Roman"/>
                <w:sz w:val="28"/>
                <w:szCs w:val="28"/>
              </w:rPr>
              <w:t>. Выполнение рейсов для перевозки пассажиров общественным транспортом;</w:t>
            </w:r>
          </w:p>
          <w:p w14:paraId="33E3879F" w14:textId="77777777" w:rsidR="006D1BDA" w:rsidRPr="00AA1EA5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Pr="00AA1EA5">
              <w:rPr>
                <w:rFonts w:ascii="Times New Roman" w:hAnsi="Times New Roman"/>
                <w:sz w:val="28"/>
                <w:szCs w:val="28"/>
              </w:rPr>
              <w:t>. Количество пассажиров, перевезенных общественным транспортом</w:t>
            </w:r>
            <w:r>
              <w:rPr>
                <w:rFonts w:ascii="Times New Roman" w:hAnsi="Times New Roman"/>
                <w:sz w:val="28"/>
                <w:szCs w:val="28"/>
              </w:rPr>
              <w:t>, до 2020 года</w:t>
            </w:r>
            <w:r w:rsidRPr="00AA1EA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3AD69C34" w14:textId="775CCC3C" w:rsidR="006D1BDA" w:rsidRPr="00AA1EA5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1EA5">
              <w:rPr>
                <w:rFonts w:ascii="Times New Roman" w:hAnsi="Times New Roman"/>
                <w:sz w:val="28"/>
                <w:szCs w:val="28"/>
              </w:rPr>
              <w:t>17. Максимальный возраст подвижного состава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56334EA1" w14:textId="77777777" w:rsidR="006D1BDA" w:rsidRPr="00AA1EA5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1EA5">
              <w:rPr>
                <w:rFonts w:ascii="Times New Roman" w:hAnsi="Times New Roman"/>
                <w:sz w:val="28"/>
                <w:szCs w:val="28"/>
              </w:rPr>
              <w:t>18. Количество самозанятых граждан, получивших гранты в форме субсидий;</w:t>
            </w:r>
          </w:p>
          <w:p w14:paraId="095C6B3B" w14:textId="77777777" w:rsidR="006D1BDA" w:rsidRPr="00355F9E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Pr="00AA1EA5">
              <w:rPr>
                <w:rFonts w:ascii="Times New Roman" w:hAnsi="Times New Roman"/>
                <w:sz w:val="28"/>
                <w:szCs w:val="28"/>
              </w:rPr>
              <w:t>. Количество поставленного дотационного комбикорма и фуражного зерна для сельскохозяйственных животных и птицы в населенные пункты для ЛПХ</w:t>
            </w:r>
            <w:r>
              <w:rPr>
                <w:rFonts w:ascii="Times New Roman" w:hAnsi="Times New Roman"/>
                <w:sz w:val="28"/>
                <w:szCs w:val="28"/>
              </w:rPr>
              <w:t>, начиная с 2021 года</w:t>
            </w:r>
            <w:r w:rsidRPr="00AA1EA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0" w:type="dxa"/>
            <w:tcBorders>
              <w:left w:val="single" w:sz="4" w:space="0" w:color="auto"/>
            </w:tcBorders>
          </w:tcPr>
          <w:p w14:paraId="398A69C3" w14:textId="77777777" w:rsidR="006D1BDA" w:rsidRDefault="006D1BDA" w:rsidP="001A568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E082194" w14:textId="77777777" w:rsidR="006D1BDA" w:rsidRDefault="006D1BDA" w:rsidP="001A568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8FCE608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11B4BF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74FD62F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CD897E6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C482FB0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85A6AAB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BB2C84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A78A50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871E80B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DFC4B1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8973D9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F2E127E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882A44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3CA38EA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F6240E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0D1E5A8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643D31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38C4E80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8AC6C33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9BFC95B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9C5FF4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31A00D0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9DF811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242691C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C73536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D510A85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90D691C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861403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CBAA3CF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F2B2B8B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6324A31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254F358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00863FD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F0C5D7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BE29648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EAC2572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D253F5C" w14:textId="77777777" w:rsidR="006D1BDA" w:rsidRPr="008A4207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7AFC86E8" w14:textId="77777777" w:rsidR="006D1BDA" w:rsidRDefault="006D1BDA" w:rsidP="006D1BD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44D05BDB" w14:textId="77777777" w:rsidR="006D1BDA" w:rsidRDefault="006D1BDA" w:rsidP="006D1BD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1.1.3. </w:t>
      </w:r>
      <w:r w:rsidRPr="008A4207">
        <w:rPr>
          <w:rFonts w:ascii="Times New Roman" w:hAnsi="Times New Roman"/>
          <w:sz w:val="28"/>
          <w:szCs w:val="28"/>
        </w:rPr>
        <w:t>Подраздел «</w:t>
      </w:r>
      <w:r>
        <w:rPr>
          <w:rFonts w:ascii="Times New Roman" w:hAnsi="Times New Roman"/>
          <w:sz w:val="28"/>
          <w:szCs w:val="28"/>
        </w:rPr>
        <w:t>Ожидаемые результаты реализации програм</w:t>
      </w:r>
      <w:r w:rsidRPr="004F3A7B">
        <w:rPr>
          <w:rFonts w:ascii="Times New Roman" w:hAnsi="Times New Roman"/>
          <w:sz w:val="28"/>
          <w:szCs w:val="28"/>
        </w:rPr>
        <w:t>мы</w:t>
      </w:r>
      <w:r w:rsidRPr="008A4207">
        <w:rPr>
          <w:rFonts w:ascii="Times New Roman" w:hAnsi="Times New Roman"/>
          <w:sz w:val="28"/>
          <w:szCs w:val="28"/>
        </w:rPr>
        <w:t>» изложить в новой редакции:</w:t>
      </w:r>
    </w:p>
    <w:tbl>
      <w:tblPr>
        <w:tblW w:w="9579" w:type="dxa"/>
        <w:tblCellSpacing w:w="5" w:type="nil"/>
        <w:tblInd w:w="-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354"/>
        <w:gridCol w:w="6439"/>
        <w:gridCol w:w="360"/>
      </w:tblGrid>
      <w:tr w:rsidR="006D1BDA" w:rsidRPr="008A4207" w14:paraId="1E6044E8" w14:textId="77777777" w:rsidTr="001A5684">
        <w:trPr>
          <w:trHeight w:val="3421"/>
          <w:tblCellSpacing w:w="5" w:type="nil"/>
        </w:trPr>
        <w:tc>
          <w:tcPr>
            <w:tcW w:w="426" w:type="dxa"/>
            <w:tcBorders>
              <w:right w:val="single" w:sz="4" w:space="0" w:color="auto"/>
            </w:tcBorders>
          </w:tcPr>
          <w:p w14:paraId="0860B7DB" w14:textId="77777777" w:rsidR="006D1BDA" w:rsidRPr="008A4207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9F121" w14:textId="77777777" w:rsidR="006D1BDA" w:rsidRPr="008A4207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A7B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424AD" w14:textId="77777777" w:rsidR="006D1BDA" w:rsidRPr="006E7B3D" w:rsidRDefault="006D1BDA" w:rsidP="001A56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7B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 Сохранение среднесписочной численности работников, занятых на малых и средних предприятиях, на уровне базового периода, не менее 1,5 тыс. чел.;</w:t>
            </w:r>
          </w:p>
          <w:p w14:paraId="0B9FE8B4" w14:textId="77777777" w:rsidR="006D1BDA" w:rsidRPr="006E7B3D" w:rsidRDefault="006D1BDA" w:rsidP="001A56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7B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 Сохранение количества субъектов МСП, включая индивидуальных предпринимателей, на 10 тыс. человек населения на уровне базового периода, не менее 394,85 ед.;</w:t>
            </w:r>
          </w:p>
          <w:p w14:paraId="10AEF6E5" w14:textId="77777777" w:rsidR="006D1BDA" w:rsidRPr="006E7B3D" w:rsidRDefault="006D1BDA" w:rsidP="001A56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7B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 Обеспечение количества субъектов МСП, получивших финансовую поддержку, не менее 2 субъектов в год;</w:t>
            </w:r>
          </w:p>
          <w:p w14:paraId="234256D5" w14:textId="77777777" w:rsidR="006D1BDA" w:rsidRPr="006E7B3D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7B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 Увеличение оборота товаров и услуг, производимых малыми и средними предприятиями, не менее чем на 50% к базовому периоду;</w:t>
            </w:r>
          </w:p>
          <w:p w14:paraId="4309E03A" w14:textId="77777777" w:rsidR="006D1BDA" w:rsidRPr="006E7B3D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7B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 Обеспечение количества субъектов МСП, которым оказана поддержка в рамках софинансирования подпрограммы 1, не менее 2 субъектов в год;</w:t>
            </w:r>
          </w:p>
          <w:p w14:paraId="6CEBE969" w14:textId="77777777" w:rsidR="006D1BDA" w:rsidRPr="006E7B3D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7B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 Обеспечение количества созданных рабочих мест в рамках софинансирования подпрограммы 1 не менее 60 единиц за весь период действия подпрограммы 1;</w:t>
            </w:r>
          </w:p>
          <w:p w14:paraId="316640E7" w14:textId="77777777" w:rsidR="006D1BDA" w:rsidRPr="006E7B3D" w:rsidRDefault="006D1BDA" w:rsidP="001A56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E7B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7. Обеспечение количества сохраненных рабочих мест в рамках софинансирования подпрограммы 1 не менее 500 единиц за весь период действия подпрограммы 1;</w:t>
            </w:r>
          </w:p>
          <w:p w14:paraId="3AD4BD27" w14:textId="77777777" w:rsidR="006D1BDA" w:rsidRPr="0018485B" w:rsidRDefault="006D1BDA" w:rsidP="001A56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7B3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8. Сохранение на уровне </w:t>
            </w:r>
            <w:r w:rsidRPr="007C61EF">
              <w:rPr>
                <w:rFonts w:ascii="Times New Roman" w:hAnsi="Times New Roman"/>
                <w:sz w:val="28"/>
                <w:szCs w:val="28"/>
              </w:rPr>
              <w:t xml:space="preserve">предыдущего отчетного периода и увеличение до 100% к 2025 году индекса </w:t>
            </w:r>
            <w:r>
              <w:rPr>
                <w:rFonts w:ascii="Times New Roman" w:hAnsi="Times New Roman"/>
                <w:sz w:val="28"/>
                <w:szCs w:val="28"/>
              </w:rPr>
              <w:t>производства молока в ЛПХ и КФХ</w:t>
            </w:r>
            <w:r w:rsidRPr="0018485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0E6955D7" w14:textId="77777777" w:rsidR="006D1BDA" w:rsidRPr="0018485B" w:rsidRDefault="006D1BDA" w:rsidP="001A56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485B">
              <w:rPr>
                <w:rFonts w:ascii="Times New Roman" w:hAnsi="Times New Roman"/>
                <w:sz w:val="28"/>
                <w:szCs w:val="28"/>
              </w:rPr>
              <w:t xml:space="preserve">9. 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7C61EF">
              <w:rPr>
                <w:rFonts w:ascii="Times New Roman" w:hAnsi="Times New Roman"/>
                <w:sz w:val="28"/>
                <w:szCs w:val="28"/>
              </w:rPr>
              <w:t>охранение на уровне предыдущего отчетного периода и увеличение до 100% к 2025 году индекса производства мяса скота и птицы на убой (в живом весе) в ЛПХ и КФХ;</w:t>
            </w:r>
          </w:p>
          <w:p w14:paraId="7A0ED652" w14:textId="77777777" w:rsidR="006D1BDA" w:rsidRPr="0018485B" w:rsidRDefault="006D1BDA" w:rsidP="001A56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485B">
              <w:rPr>
                <w:rFonts w:ascii="Times New Roman" w:hAnsi="Times New Roman"/>
                <w:sz w:val="28"/>
                <w:szCs w:val="28"/>
              </w:rPr>
              <w:t xml:space="preserve">10. 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21374E">
              <w:rPr>
                <w:rFonts w:ascii="Times New Roman" w:hAnsi="Times New Roman"/>
                <w:sz w:val="28"/>
                <w:szCs w:val="28"/>
              </w:rPr>
              <w:t>охранение на уровне предыдущего отчетного периода и увеличение до 100% к 2023 году индекса производства продук</w:t>
            </w:r>
            <w:r>
              <w:rPr>
                <w:rFonts w:ascii="Times New Roman" w:hAnsi="Times New Roman"/>
                <w:sz w:val="28"/>
                <w:szCs w:val="28"/>
              </w:rPr>
              <w:t>ции растениеводства в ЛПХ и КФХ;</w:t>
            </w:r>
          </w:p>
          <w:p w14:paraId="2640F0FE" w14:textId="77777777" w:rsidR="006D1BDA" w:rsidRPr="0018485B" w:rsidRDefault="006D1BDA" w:rsidP="001A56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485B">
              <w:rPr>
                <w:rFonts w:ascii="Times New Roman" w:hAnsi="Times New Roman"/>
                <w:sz w:val="28"/>
                <w:szCs w:val="28"/>
              </w:rPr>
              <w:t>11. Прирост 1 КФХ к уже осуществляющим деятельность хозяйствам в период с 2015 по 2020 год;</w:t>
            </w:r>
          </w:p>
          <w:p w14:paraId="2469F4A6" w14:textId="77777777" w:rsidR="006D1BDA" w:rsidRPr="0018485B" w:rsidRDefault="006D1BDA" w:rsidP="001A56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485B">
              <w:rPr>
                <w:rFonts w:ascii="Times New Roman" w:hAnsi="Times New Roman"/>
                <w:sz w:val="28"/>
                <w:szCs w:val="28"/>
              </w:rPr>
              <w:t xml:space="preserve">12. Создание условий для реализации сельскохозяйственной продукции за счет ввода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эксплуатацию </w:t>
            </w:r>
            <w:r w:rsidRPr="0018485B">
              <w:rPr>
                <w:rFonts w:ascii="Times New Roman" w:hAnsi="Times New Roman"/>
                <w:sz w:val="28"/>
                <w:szCs w:val="28"/>
              </w:rPr>
              <w:t>1 сельскохозяйственного рынка;</w:t>
            </w:r>
          </w:p>
          <w:p w14:paraId="0FDB5CE0" w14:textId="77777777" w:rsidR="006D1BDA" w:rsidRPr="0018485B" w:rsidRDefault="006D1BDA" w:rsidP="001A56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485B">
              <w:rPr>
                <w:rFonts w:ascii="Times New Roman" w:hAnsi="Times New Roman"/>
                <w:sz w:val="28"/>
                <w:szCs w:val="28"/>
              </w:rPr>
              <w:t>13. Увеличение доли ярмарочной торговли в общем объеме товарооборота 1% до 2,5 %;</w:t>
            </w:r>
          </w:p>
          <w:p w14:paraId="6D86A54F" w14:textId="77777777" w:rsidR="006D1BDA" w:rsidRPr="0018485B" w:rsidRDefault="006D1BDA" w:rsidP="001A56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485B">
              <w:rPr>
                <w:rFonts w:ascii="Times New Roman" w:hAnsi="Times New Roman"/>
                <w:sz w:val="28"/>
                <w:szCs w:val="28"/>
              </w:rPr>
              <w:t>14. Уровень обеспеченности населения площадью торговых объектов к нормативу с 595 кв. м до 640 кв.м.;</w:t>
            </w:r>
          </w:p>
          <w:p w14:paraId="6180C0C8" w14:textId="77777777" w:rsidR="006D1BDA" w:rsidRPr="0018485B" w:rsidRDefault="006D1BDA" w:rsidP="001A56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485B">
              <w:rPr>
                <w:rFonts w:ascii="Times New Roman" w:hAnsi="Times New Roman"/>
                <w:sz w:val="28"/>
                <w:szCs w:val="28"/>
              </w:rPr>
              <w:t>15. Количество рейсов для перевозки пассажиров общественным транспортом – 100% от технического задания в соответствии с муниципальным контрактом;</w:t>
            </w:r>
          </w:p>
          <w:p w14:paraId="2370A6E1" w14:textId="77777777" w:rsidR="006D1BDA" w:rsidRPr="0018485B" w:rsidRDefault="006D1BDA" w:rsidP="001A56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485B">
              <w:rPr>
                <w:rFonts w:ascii="Times New Roman" w:hAnsi="Times New Roman"/>
                <w:sz w:val="28"/>
                <w:szCs w:val="28"/>
              </w:rPr>
              <w:t>16. Количество пассажиров, перевезенных общественным транспортом – не менее 100% от технического задания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соответствии с муниципальным контрактом в период с 2015 по 2020 год</w:t>
            </w:r>
            <w:r w:rsidRPr="0018485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33BEC0A2" w14:textId="77777777" w:rsidR="006D1BDA" w:rsidRPr="0018485B" w:rsidRDefault="006D1BDA" w:rsidP="001A56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485B">
              <w:rPr>
                <w:rFonts w:ascii="Times New Roman" w:hAnsi="Times New Roman"/>
                <w:sz w:val="28"/>
                <w:szCs w:val="28"/>
              </w:rPr>
              <w:t>17. Максимальный возраст подвижного состава – не старше 10 лет;</w:t>
            </w:r>
          </w:p>
          <w:p w14:paraId="37F0D7DA" w14:textId="77777777" w:rsidR="006D1BDA" w:rsidRPr="0018485B" w:rsidRDefault="006D1BDA" w:rsidP="001A56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485B">
              <w:rPr>
                <w:rFonts w:ascii="Times New Roman" w:hAnsi="Times New Roman"/>
                <w:sz w:val="28"/>
                <w:szCs w:val="28"/>
              </w:rPr>
              <w:t xml:space="preserve">18. Обеспечение количества самозанятых граждан, получивших </w:t>
            </w:r>
            <w:r>
              <w:rPr>
                <w:rFonts w:ascii="Times New Roman" w:hAnsi="Times New Roman"/>
                <w:sz w:val="28"/>
                <w:szCs w:val="28"/>
              </w:rPr>
              <w:t>гранты в форме субсидий в 2020 году, не менее 2</w:t>
            </w:r>
            <w:r w:rsidRPr="0018485B">
              <w:rPr>
                <w:rFonts w:ascii="Times New Roman" w:hAnsi="Times New Roman"/>
                <w:sz w:val="28"/>
                <w:szCs w:val="28"/>
              </w:rPr>
              <w:t>0 человек;</w:t>
            </w:r>
          </w:p>
          <w:p w14:paraId="2D95873C" w14:textId="77777777" w:rsidR="006D1BDA" w:rsidRPr="00BB6699" w:rsidRDefault="006D1BDA" w:rsidP="001A56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485B">
              <w:rPr>
                <w:rFonts w:ascii="Times New Roman" w:hAnsi="Times New Roman"/>
                <w:sz w:val="28"/>
                <w:szCs w:val="28"/>
              </w:rPr>
              <w:t>19. Поставка дотационного комбикорма и фуражного зерна для сельскохозяйственных животных и птицы в населенные пункты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для ЛПХ в 2021 году не менее 10</w:t>
            </w:r>
            <w:r w:rsidRPr="0018485B">
              <w:rPr>
                <w:rFonts w:ascii="Times New Roman" w:hAnsi="Times New Roman"/>
                <w:sz w:val="28"/>
                <w:szCs w:val="28"/>
              </w:rPr>
              <w:t>0,0 тн, начиная с 2022 года не менее 160,0 тн.</w:t>
            </w:r>
          </w:p>
        </w:tc>
        <w:tc>
          <w:tcPr>
            <w:tcW w:w="360" w:type="dxa"/>
            <w:tcBorders>
              <w:left w:val="single" w:sz="4" w:space="0" w:color="auto"/>
            </w:tcBorders>
          </w:tcPr>
          <w:p w14:paraId="5C71D5BF" w14:textId="77777777" w:rsidR="006D1BDA" w:rsidRDefault="006D1BDA" w:rsidP="001A568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621EF22" w14:textId="77777777" w:rsidR="006D1BDA" w:rsidRDefault="006D1BDA" w:rsidP="001A568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EDFB0A9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6891DE8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54D374E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E4F85FF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BD47F99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2FE302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2246FB5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ADE647E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0C22BA3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10DB57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BB6B41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0E5D81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25DCE1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397745C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457D859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913899B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D92A66C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E075009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9611BB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D331012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AFC53E9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D2BF586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76F464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08A6A95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27B031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9F2E61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FC30C43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8BA5C0D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06A465A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819A644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B0C41B0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040E59D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4B5886E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33FE057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48E5786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3C09B81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F1A6606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C8DCEF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ED06DC1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D0F500A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F7E820D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34FEE36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C725E04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A8D9578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4AC0A84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71C2F56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F50D7B9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70BA1D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EA09F35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308A8B1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E3C72A2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0066CB8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185ADB3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065AA95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74DE807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CB1C7A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10362F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9FB75F4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EE8D30E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4F58984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AA96717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FE4CAE6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748C8D2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E4D1660" w14:textId="77777777" w:rsidR="006D1BDA" w:rsidRPr="008A4207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6E403EA3" w14:textId="77777777" w:rsidR="006D1BDA" w:rsidRDefault="006D1BDA" w:rsidP="006D1BD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31AFE28F" w14:textId="77777777" w:rsidR="006D1BDA" w:rsidRPr="00B238D5" w:rsidRDefault="006D1BDA" w:rsidP="006D1BD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1.2. В абзаце 10 раздела 2 «Характеристика проблемы и обоснование ее решения программными методами» слова «</w:t>
      </w:r>
      <w:r w:rsidRPr="00B238D5">
        <w:rPr>
          <w:rFonts w:ascii="Times New Roman" w:hAnsi="Times New Roman"/>
          <w:sz w:val="28"/>
          <w:szCs w:val="28"/>
          <w:shd w:val="clear" w:color="auto" w:fill="FFFFFF"/>
        </w:rPr>
        <w:t xml:space="preserve">Государственной программой </w:t>
      </w:r>
      <w:r w:rsidRPr="00B238D5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Сахалинской обл</w:t>
      </w:r>
      <w:r>
        <w:rPr>
          <w:rFonts w:ascii="Times New Roman" w:hAnsi="Times New Roman"/>
          <w:sz w:val="28"/>
          <w:szCs w:val="28"/>
          <w:shd w:val="clear" w:color="auto" w:fill="FFFFFF"/>
        </w:rPr>
        <w:t>асти «Развитие в Сахалинской об</w:t>
      </w:r>
      <w:r w:rsidRPr="00B238D5">
        <w:rPr>
          <w:rFonts w:ascii="Times New Roman" w:hAnsi="Times New Roman"/>
          <w:sz w:val="28"/>
          <w:szCs w:val="28"/>
          <w:shd w:val="clear" w:color="auto" w:fill="FFFFFF"/>
        </w:rPr>
        <w:t>ласти сельского хозяйства и регулирование рын</w:t>
      </w:r>
      <w:r>
        <w:rPr>
          <w:rFonts w:ascii="Times New Roman" w:hAnsi="Times New Roman"/>
          <w:sz w:val="28"/>
          <w:szCs w:val="28"/>
          <w:shd w:val="clear" w:color="auto" w:fill="FFFFFF"/>
        </w:rPr>
        <w:t>ков сельскохозяйственной продук</w:t>
      </w:r>
      <w:r w:rsidRPr="00B238D5">
        <w:rPr>
          <w:rFonts w:ascii="Times New Roman" w:hAnsi="Times New Roman"/>
          <w:sz w:val="28"/>
          <w:szCs w:val="28"/>
          <w:shd w:val="clear" w:color="auto" w:fill="FFFFFF"/>
        </w:rPr>
        <w:t>ции, сырья и продовольствия на 2014 - 2020 годы»</w:t>
      </w:r>
      <w:r>
        <w:rPr>
          <w:rFonts w:ascii="Times New Roman" w:hAnsi="Times New Roman"/>
          <w:sz w:val="28"/>
          <w:szCs w:val="28"/>
          <w:shd w:val="clear" w:color="auto" w:fill="FFFFFF"/>
        </w:rPr>
        <w:t>» заменить на «</w:t>
      </w:r>
      <w:r w:rsidRPr="00B238D5">
        <w:rPr>
          <w:rFonts w:ascii="Times New Roman" w:hAnsi="Times New Roman"/>
          <w:sz w:val="28"/>
          <w:szCs w:val="28"/>
          <w:shd w:val="clear" w:color="auto" w:fill="FFFFFF"/>
        </w:rPr>
        <w:t xml:space="preserve">Государственной программой Сахалинской области «Развитие </w:t>
      </w:r>
      <w:r>
        <w:rPr>
          <w:rFonts w:ascii="Times New Roman" w:hAnsi="Times New Roman"/>
          <w:sz w:val="28"/>
          <w:szCs w:val="28"/>
          <w:shd w:val="clear" w:color="auto" w:fill="FFFFFF"/>
        </w:rPr>
        <w:t>в Сахалин</w:t>
      </w:r>
      <w:r w:rsidRPr="00B238D5">
        <w:rPr>
          <w:rFonts w:ascii="Times New Roman" w:hAnsi="Times New Roman"/>
          <w:sz w:val="28"/>
          <w:szCs w:val="28"/>
          <w:shd w:val="clear" w:color="auto" w:fill="FFFFFF"/>
        </w:rPr>
        <w:t>ской области сельского хозяйства и ре</w:t>
      </w:r>
      <w:r>
        <w:rPr>
          <w:rFonts w:ascii="Times New Roman" w:hAnsi="Times New Roman"/>
          <w:sz w:val="28"/>
          <w:szCs w:val="28"/>
          <w:shd w:val="clear" w:color="auto" w:fill="FFFFFF"/>
        </w:rPr>
        <w:t>гулирование рынков сельскохозяй</w:t>
      </w:r>
      <w:r w:rsidRPr="00B238D5">
        <w:rPr>
          <w:rFonts w:ascii="Times New Roman" w:hAnsi="Times New Roman"/>
          <w:sz w:val="28"/>
          <w:szCs w:val="28"/>
          <w:shd w:val="clear" w:color="auto" w:fill="FFFFFF"/>
        </w:rPr>
        <w:t>ственной продукции, сырья и продовольствия»</w:t>
      </w:r>
      <w:r>
        <w:rPr>
          <w:rFonts w:ascii="Times New Roman" w:hAnsi="Times New Roman"/>
          <w:sz w:val="28"/>
          <w:szCs w:val="28"/>
          <w:shd w:val="clear" w:color="auto" w:fill="FFFFFF"/>
        </w:rPr>
        <w:t>».</w:t>
      </w:r>
    </w:p>
    <w:p w14:paraId="43935ECB" w14:textId="77777777" w:rsidR="006D1BDA" w:rsidRDefault="006D1BDA" w:rsidP="006D1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1.3. В разделе 4 «Показатели (индикаторы) достижения целей и решения задач»:</w:t>
      </w:r>
    </w:p>
    <w:p w14:paraId="07A8593B" w14:textId="77777777" w:rsidR="006D1BDA" w:rsidRDefault="006D1BDA" w:rsidP="006D1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1.3.1. Пункт 2 изложить в новой редакции:</w:t>
      </w:r>
    </w:p>
    <w:p w14:paraId="6073EAD9" w14:textId="77777777" w:rsidR="006D1BDA" w:rsidRPr="00B5664B" w:rsidRDefault="006D1BDA" w:rsidP="006D1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B5664B">
        <w:rPr>
          <w:rFonts w:ascii="Times New Roman" w:hAnsi="Times New Roman"/>
          <w:sz w:val="28"/>
          <w:szCs w:val="28"/>
          <w:lang w:eastAsia="ru-RU"/>
        </w:rPr>
        <w:t>2. По подпрограмме 2:</w:t>
      </w:r>
    </w:p>
    <w:p w14:paraId="5A056C6F" w14:textId="77777777" w:rsidR="006D1BDA" w:rsidRPr="00B5664B" w:rsidRDefault="006D1BDA" w:rsidP="006D1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664B">
        <w:rPr>
          <w:rFonts w:ascii="Times New Roman" w:hAnsi="Times New Roman"/>
          <w:sz w:val="28"/>
          <w:szCs w:val="28"/>
          <w:lang w:eastAsia="ru-RU"/>
        </w:rPr>
        <w:t>- индексы производства молока в ЛПХ и КФХ;</w:t>
      </w:r>
    </w:p>
    <w:p w14:paraId="1D1DC3DB" w14:textId="77777777" w:rsidR="006D1BDA" w:rsidRPr="00B5664B" w:rsidRDefault="006D1BDA" w:rsidP="006D1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664B">
        <w:rPr>
          <w:rFonts w:ascii="Times New Roman" w:hAnsi="Times New Roman"/>
          <w:sz w:val="28"/>
          <w:szCs w:val="28"/>
          <w:lang w:eastAsia="ru-RU"/>
        </w:rPr>
        <w:t>- индекс производства мяса скота и птицы на убой (в живом весе) в ЛПХ и КФХ;</w:t>
      </w:r>
    </w:p>
    <w:p w14:paraId="19EF60C2" w14:textId="77777777" w:rsidR="006D1BDA" w:rsidRPr="00B5664B" w:rsidRDefault="006D1BDA" w:rsidP="006D1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664B">
        <w:rPr>
          <w:rFonts w:ascii="Times New Roman" w:hAnsi="Times New Roman"/>
          <w:sz w:val="28"/>
          <w:szCs w:val="28"/>
          <w:lang w:eastAsia="ru-RU"/>
        </w:rPr>
        <w:t>- индекс производства продукции растениеводства в ЛПХ и КФХ;</w:t>
      </w:r>
    </w:p>
    <w:p w14:paraId="0F5FAECC" w14:textId="77777777" w:rsidR="006D1BDA" w:rsidRPr="00B5664B" w:rsidRDefault="006D1BDA" w:rsidP="006D1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664B">
        <w:rPr>
          <w:rFonts w:ascii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sz w:val="28"/>
          <w:szCs w:val="28"/>
          <w:lang w:eastAsia="ru-RU"/>
        </w:rPr>
        <w:t>к</w:t>
      </w:r>
      <w:r w:rsidRPr="00BA4E21">
        <w:rPr>
          <w:rFonts w:ascii="Times New Roman" w:hAnsi="Times New Roman"/>
          <w:sz w:val="28"/>
          <w:szCs w:val="28"/>
          <w:lang w:eastAsia="ru-RU"/>
        </w:rPr>
        <w:t>оличество КФХ до 2020 года</w:t>
      </w:r>
      <w:r w:rsidRPr="00B5664B">
        <w:rPr>
          <w:rFonts w:ascii="Times New Roman" w:hAnsi="Times New Roman"/>
          <w:sz w:val="28"/>
          <w:szCs w:val="28"/>
          <w:lang w:eastAsia="ru-RU"/>
        </w:rPr>
        <w:t>;</w:t>
      </w:r>
    </w:p>
    <w:p w14:paraId="64C1840D" w14:textId="77777777" w:rsidR="006D1BDA" w:rsidRPr="00B5664B" w:rsidRDefault="006D1BDA" w:rsidP="006D1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664B">
        <w:rPr>
          <w:rFonts w:ascii="Times New Roman" w:hAnsi="Times New Roman"/>
          <w:sz w:val="28"/>
          <w:szCs w:val="28"/>
          <w:lang w:eastAsia="ru-RU"/>
        </w:rPr>
        <w:t>- ввод в эксплуатацию сельскохозяйственного рынка</w:t>
      </w:r>
      <w:r>
        <w:rPr>
          <w:rFonts w:ascii="Times New Roman" w:hAnsi="Times New Roman"/>
          <w:sz w:val="28"/>
          <w:szCs w:val="28"/>
          <w:lang w:eastAsia="ru-RU"/>
        </w:rPr>
        <w:t xml:space="preserve"> – 1 объект</w:t>
      </w:r>
      <w:r w:rsidRPr="00B5664B">
        <w:rPr>
          <w:rFonts w:ascii="Times New Roman" w:hAnsi="Times New Roman"/>
          <w:sz w:val="28"/>
          <w:szCs w:val="28"/>
          <w:lang w:eastAsia="ru-RU"/>
        </w:rPr>
        <w:t>;</w:t>
      </w:r>
    </w:p>
    <w:p w14:paraId="6EF3CC8C" w14:textId="77777777" w:rsidR="006D1BDA" w:rsidRDefault="006D1BDA" w:rsidP="006D1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664B">
        <w:rPr>
          <w:rFonts w:ascii="Times New Roman" w:hAnsi="Times New Roman"/>
          <w:sz w:val="28"/>
          <w:szCs w:val="28"/>
          <w:lang w:eastAsia="ru-RU"/>
        </w:rPr>
        <w:t>- количество поставленного дотационного комбикорма и фуражного зерна для сельскохозяйственных животных и пт</w:t>
      </w:r>
      <w:r>
        <w:rPr>
          <w:rFonts w:ascii="Times New Roman" w:hAnsi="Times New Roman"/>
          <w:sz w:val="28"/>
          <w:szCs w:val="28"/>
          <w:lang w:eastAsia="ru-RU"/>
        </w:rPr>
        <w:t>ицы в населенные пункты для ЛПХ, начиная с 2021 года»;</w:t>
      </w:r>
    </w:p>
    <w:p w14:paraId="19FB114B" w14:textId="77777777" w:rsidR="006D1BDA" w:rsidRDefault="006D1BDA" w:rsidP="006D1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1.3.2. Абзац 5 пункта 3 изложить в новой редакции:</w:t>
      </w:r>
    </w:p>
    <w:p w14:paraId="4FD33C97" w14:textId="77777777" w:rsidR="006D1BDA" w:rsidRDefault="006D1BDA" w:rsidP="006D1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«- </w:t>
      </w:r>
      <w:r w:rsidRPr="001D7C20">
        <w:rPr>
          <w:rFonts w:ascii="Times New Roman" w:hAnsi="Times New Roman"/>
          <w:sz w:val="28"/>
          <w:szCs w:val="28"/>
          <w:lang w:eastAsia="ru-RU"/>
        </w:rPr>
        <w:t>количество пассажиров, перевезенных общественным транспортом, до 2020 года</w:t>
      </w:r>
      <w:r>
        <w:rPr>
          <w:rFonts w:ascii="Times New Roman" w:hAnsi="Times New Roman"/>
          <w:sz w:val="28"/>
          <w:szCs w:val="28"/>
          <w:lang w:eastAsia="ru-RU"/>
        </w:rPr>
        <w:t>;»;</w:t>
      </w:r>
    </w:p>
    <w:p w14:paraId="75C85E98" w14:textId="77777777" w:rsidR="006D1BDA" w:rsidRDefault="006D1BDA" w:rsidP="006D1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1.3.3. В абзаце 8 пункта 3 слова «приведены в приложении 3 к Программе» заменить на «приведены в приложениях 3.1 и 3.2 к Программе».</w:t>
      </w:r>
    </w:p>
    <w:p w14:paraId="22E1E315" w14:textId="77777777" w:rsidR="006D1BDA" w:rsidRDefault="006D1BDA" w:rsidP="006D1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1.4. В абзаце 2 пункта 6 «Перечень программных мероприятий» слова «приведен в приложении 4 к Программе» заменить на «приведен в приложениях 4.1 и 4.2 к Программе».</w:t>
      </w:r>
    </w:p>
    <w:p w14:paraId="4ED16BD4" w14:textId="77777777" w:rsidR="006D1BDA" w:rsidRDefault="006D1BDA" w:rsidP="006D1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1.5. Раздел 9 «Основные конечные результаты реализации Программы» изложить в новой редакции:</w:t>
      </w:r>
    </w:p>
    <w:p w14:paraId="53227DA1" w14:textId="17FB2F91" w:rsidR="006D1BDA" w:rsidRPr="001543C8" w:rsidRDefault="006D1BDA" w:rsidP="006D1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1543C8">
        <w:rPr>
          <w:rFonts w:ascii="Times New Roman" w:hAnsi="Times New Roman"/>
          <w:sz w:val="28"/>
          <w:szCs w:val="28"/>
          <w:lang w:eastAsia="ru-RU"/>
        </w:rPr>
        <w:t>Основные ожидаемые конечные результа</w:t>
      </w:r>
      <w:r>
        <w:rPr>
          <w:rFonts w:ascii="Times New Roman" w:hAnsi="Times New Roman"/>
          <w:sz w:val="28"/>
          <w:szCs w:val="28"/>
          <w:lang w:eastAsia="ru-RU"/>
        </w:rPr>
        <w:t>ты реализации Программы характе</w:t>
      </w:r>
      <w:r w:rsidRPr="001543C8">
        <w:rPr>
          <w:rFonts w:ascii="Times New Roman" w:hAnsi="Times New Roman"/>
          <w:sz w:val="28"/>
          <w:szCs w:val="28"/>
          <w:lang w:eastAsia="ru-RU"/>
        </w:rPr>
        <w:t xml:space="preserve">ризуют изменение состояния уровня и качества </w:t>
      </w:r>
      <w:r>
        <w:rPr>
          <w:rFonts w:ascii="Times New Roman" w:hAnsi="Times New Roman"/>
          <w:sz w:val="28"/>
          <w:szCs w:val="28"/>
          <w:lang w:eastAsia="ru-RU"/>
        </w:rPr>
        <w:t>жизни населения, экономики, сте</w:t>
      </w:r>
      <w:r w:rsidRPr="001543C8">
        <w:rPr>
          <w:rFonts w:ascii="Times New Roman" w:hAnsi="Times New Roman"/>
          <w:sz w:val="28"/>
          <w:szCs w:val="28"/>
          <w:lang w:eastAsia="ru-RU"/>
        </w:rPr>
        <w:t>пени реализации значимых интересов и потребн</w:t>
      </w:r>
      <w:r>
        <w:rPr>
          <w:rFonts w:ascii="Times New Roman" w:hAnsi="Times New Roman"/>
          <w:sz w:val="28"/>
          <w:szCs w:val="28"/>
          <w:lang w:eastAsia="ru-RU"/>
        </w:rPr>
        <w:t>остей в сферах, охватывающих ре</w:t>
      </w:r>
      <w:r w:rsidRPr="001543C8">
        <w:rPr>
          <w:rFonts w:ascii="Times New Roman" w:hAnsi="Times New Roman"/>
          <w:sz w:val="28"/>
          <w:szCs w:val="28"/>
          <w:lang w:eastAsia="ru-RU"/>
        </w:rPr>
        <w:t>ализацию к</w:t>
      </w:r>
      <w:r w:rsidR="00E93089">
        <w:rPr>
          <w:rFonts w:ascii="Times New Roman" w:hAnsi="Times New Roman"/>
          <w:sz w:val="28"/>
          <w:szCs w:val="28"/>
          <w:lang w:eastAsia="ru-RU"/>
        </w:rPr>
        <w:t>аждой из подпрограмм Программы.</w:t>
      </w:r>
    </w:p>
    <w:p w14:paraId="6D3A6C9E" w14:textId="77777777" w:rsidR="006D1BDA" w:rsidRPr="001543C8" w:rsidRDefault="006D1BDA" w:rsidP="006D1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43C8">
        <w:rPr>
          <w:rFonts w:ascii="Times New Roman" w:hAnsi="Times New Roman"/>
          <w:sz w:val="28"/>
          <w:szCs w:val="28"/>
          <w:lang w:eastAsia="ru-RU"/>
        </w:rPr>
        <w:t xml:space="preserve">Реализация Программы позволит к 2025 </w:t>
      </w:r>
      <w:r>
        <w:rPr>
          <w:rFonts w:ascii="Times New Roman" w:hAnsi="Times New Roman"/>
          <w:sz w:val="28"/>
          <w:szCs w:val="28"/>
          <w:lang w:eastAsia="ru-RU"/>
        </w:rPr>
        <w:t>году достигнуть следующих конеч</w:t>
      </w:r>
      <w:r w:rsidRPr="001543C8">
        <w:rPr>
          <w:rFonts w:ascii="Times New Roman" w:hAnsi="Times New Roman"/>
          <w:sz w:val="28"/>
          <w:szCs w:val="28"/>
          <w:lang w:eastAsia="ru-RU"/>
        </w:rPr>
        <w:t>ных результатов:</w:t>
      </w:r>
    </w:p>
    <w:p w14:paraId="7565CF26" w14:textId="77777777" w:rsidR="006D1BDA" w:rsidRDefault="006D1BDA" w:rsidP="006D1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43C8">
        <w:rPr>
          <w:rFonts w:ascii="Times New Roman" w:hAnsi="Times New Roman"/>
          <w:sz w:val="28"/>
          <w:szCs w:val="28"/>
          <w:lang w:eastAsia="ru-RU"/>
        </w:rPr>
        <w:t>По подпрограмме 1:</w:t>
      </w:r>
    </w:p>
    <w:p w14:paraId="5DC8D86B" w14:textId="77777777" w:rsidR="006D1BDA" w:rsidRPr="00C45C60" w:rsidRDefault="006D1BDA" w:rsidP="006D1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5C60">
        <w:rPr>
          <w:rFonts w:ascii="Times New Roman" w:hAnsi="Times New Roman"/>
          <w:sz w:val="28"/>
          <w:szCs w:val="28"/>
          <w:lang w:eastAsia="ru-RU"/>
        </w:rPr>
        <w:t>- среднесписочная численность работников, занятых на малых и средних предприятиях, сохранится на уровне базового периода, не менее 1,5 тыс. чел.;</w:t>
      </w:r>
    </w:p>
    <w:p w14:paraId="7D236532" w14:textId="77777777" w:rsidR="006D1BDA" w:rsidRPr="00C45C60" w:rsidRDefault="006D1BDA" w:rsidP="006D1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5C60">
        <w:rPr>
          <w:rFonts w:ascii="Times New Roman" w:hAnsi="Times New Roman"/>
          <w:sz w:val="28"/>
          <w:szCs w:val="28"/>
          <w:lang w:eastAsia="ru-RU"/>
        </w:rPr>
        <w:t>- количество субъектов МСП, включая индивидуальных предпринимателей, на 10 тыс. человек населения сохранится на уровне базового периода, не менее 394,85 ед.;</w:t>
      </w:r>
    </w:p>
    <w:p w14:paraId="51EE37AF" w14:textId="77777777" w:rsidR="006D1BDA" w:rsidRPr="00C45C60" w:rsidRDefault="006D1BDA" w:rsidP="006D1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5C60">
        <w:rPr>
          <w:rFonts w:ascii="Times New Roman" w:hAnsi="Times New Roman"/>
          <w:sz w:val="28"/>
          <w:szCs w:val="28"/>
          <w:lang w:eastAsia="ru-RU"/>
        </w:rPr>
        <w:t>- не менее 2 субъектов МСП в год будут являться получателями финансовой поддержки;</w:t>
      </w:r>
    </w:p>
    <w:p w14:paraId="3ADB0C9E" w14:textId="77777777" w:rsidR="006D1BDA" w:rsidRPr="00C45C60" w:rsidRDefault="006D1BDA" w:rsidP="006D1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5C60">
        <w:rPr>
          <w:rFonts w:ascii="Times New Roman" w:hAnsi="Times New Roman"/>
          <w:sz w:val="28"/>
          <w:szCs w:val="28"/>
          <w:lang w:eastAsia="ru-RU"/>
        </w:rPr>
        <w:lastRenderedPageBreak/>
        <w:t>- оборот товаров и услуг, производимых малыми и средними предприятиями, увеличится не менее чем на 50% к базовому периоду;</w:t>
      </w:r>
    </w:p>
    <w:p w14:paraId="007FCD4A" w14:textId="77777777" w:rsidR="006D1BDA" w:rsidRPr="001543C8" w:rsidRDefault="006D1BDA" w:rsidP="006D1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5C60">
        <w:rPr>
          <w:rFonts w:ascii="Times New Roman" w:hAnsi="Times New Roman"/>
          <w:sz w:val="28"/>
          <w:szCs w:val="28"/>
          <w:lang w:eastAsia="ru-RU"/>
        </w:rPr>
        <w:t xml:space="preserve">- не менее 2 субъектов МСП в год будут являться получателями поддержки в рамках софинансирования </w:t>
      </w:r>
      <w:r w:rsidRPr="001543C8">
        <w:rPr>
          <w:rFonts w:ascii="Times New Roman" w:hAnsi="Times New Roman"/>
          <w:sz w:val="28"/>
          <w:szCs w:val="28"/>
          <w:lang w:eastAsia="ru-RU"/>
        </w:rPr>
        <w:t>подпрограммы 1;</w:t>
      </w:r>
    </w:p>
    <w:p w14:paraId="41F332BA" w14:textId="77777777" w:rsidR="006D1BDA" w:rsidRPr="001543C8" w:rsidRDefault="006D1BDA" w:rsidP="006D1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43C8">
        <w:rPr>
          <w:rFonts w:ascii="Times New Roman" w:hAnsi="Times New Roman"/>
          <w:sz w:val="28"/>
          <w:szCs w:val="28"/>
          <w:lang w:eastAsia="ru-RU"/>
        </w:rPr>
        <w:t>- количество созданных рабочих мест в рамках софинанси</w:t>
      </w:r>
      <w:r>
        <w:rPr>
          <w:rFonts w:ascii="Times New Roman" w:hAnsi="Times New Roman"/>
          <w:sz w:val="28"/>
          <w:szCs w:val="28"/>
          <w:lang w:eastAsia="ru-RU"/>
        </w:rPr>
        <w:t>рования подпро</w:t>
      </w:r>
      <w:r w:rsidRPr="001543C8">
        <w:rPr>
          <w:rFonts w:ascii="Times New Roman" w:hAnsi="Times New Roman"/>
          <w:sz w:val="28"/>
          <w:szCs w:val="28"/>
          <w:lang w:eastAsia="ru-RU"/>
        </w:rPr>
        <w:t>граммы 1 составит не менее 60 единиц за весь период действия подпрограммы 1;</w:t>
      </w:r>
    </w:p>
    <w:p w14:paraId="29EDCECF" w14:textId="77777777" w:rsidR="006D1BDA" w:rsidRPr="001543C8" w:rsidRDefault="006D1BDA" w:rsidP="006D1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43C8">
        <w:rPr>
          <w:rFonts w:ascii="Times New Roman" w:hAnsi="Times New Roman"/>
          <w:sz w:val="28"/>
          <w:szCs w:val="28"/>
          <w:lang w:eastAsia="ru-RU"/>
        </w:rPr>
        <w:t>- количество сохраненных рабочих мес</w:t>
      </w:r>
      <w:r>
        <w:rPr>
          <w:rFonts w:ascii="Times New Roman" w:hAnsi="Times New Roman"/>
          <w:sz w:val="28"/>
          <w:szCs w:val="28"/>
          <w:lang w:eastAsia="ru-RU"/>
        </w:rPr>
        <w:t>т в рамках софинансирования под</w:t>
      </w:r>
      <w:r w:rsidRPr="001543C8">
        <w:rPr>
          <w:rFonts w:ascii="Times New Roman" w:hAnsi="Times New Roman"/>
          <w:sz w:val="28"/>
          <w:szCs w:val="28"/>
          <w:lang w:eastAsia="ru-RU"/>
        </w:rPr>
        <w:t>программы 1 составит не менее 500 единиц за весь период действия подпрограммы 1.</w:t>
      </w:r>
    </w:p>
    <w:p w14:paraId="232393D9" w14:textId="77777777" w:rsidR="006D1BDA" w:rsidRPr="00151ECB" w:rsidRDefault="006D1BDA" w:rsidP="006D1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1ECB">
        <w:rPr>
          <w:rFonts w:ascii="Times New Roman" w:hAnsi="Times New Roman"/>
          <w:sz w:val="28"/>
          <w:szCs w:val="28"/>
          <w:lang w:eastAsia="ru-RU"/>
        </w:rPr>
        <w:t>По подпрограмме 2:</w:t>
      </w:r>
    </w:p>
    <w:p w14:paraId="26EBAB99" w14:textId="77777777" w:rsidR="006D1BDA" w:rsidRPr="00151ECB" w:rsidRDefault="006D1BDA" w:rsidP="006D1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1ECB">
        <w:rPr>
          <w:rFonts w:ascii="Times New Roman" w:hAnsi="Times New Roman"/>
          <w:sz w:val="28"/>
          <w:szCs w:val="28"/>
          <w:lang w:eastAsia="ru-RU"/>
        </w:rPr>
        <w:t>- сохранение на уровне предыдущего отчетного периода и увеличение до 100% к 2025 году индекса производства молока в ЛПХ и КФХ;</w:t>
      </w:r>
    </w:p>
    <w:p w14:paraId="3A22D62A" w14:textId="77777777" w:rsidR="006D1BDA" w:rsidRPr="00151ECB" w:rsidRDefault="006D1BDA" w:rsidP="006D1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1ECB">
        <w:rPr>
          <w:rFonts w:ascii="Times New Roman" w:hAnsi="Times New Roman"/>
          <w:sz w:val="28"/>
          <w:szCs w:val="28"/>
          <w:lang w:eastAsia="ru-RU"/>
        </w:rPr>
        <w:t>- сохранение на уровне предыдущего отчетного периода и увеличение до 100% к 2025 году индекса производства мяса скота и птицы на убой (в живом весе) в ЛПХ и КФХ;</w:t>
      </w:r>
    </w:p>
    <w:p w14:paraId="657ECAF8" w14:textId="77777777" w:rsidR="006D1BDA" w:rsidRPr="00151ECB" w:rsidRDefault="006D1BDA" w:rsidP="006D1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1ECB">
        <w:rPr>
          <w:rFonts w:ascii="Times New Roman" w:hAnsi="Times New Roman"/>
          <w:sz w:val="28"/>
          <w:szCs w:val="28"/>
          <w:lang w:eastAsia="ru-RU"/>
        </w:rPr>
        <w:t>- сохранение на уровне предыдущего отчетного периода и увеличение до 100% к 2023 году индекса производства продукции растениеводства в ЛПХ и КФХ;</w:t>
      </w:r>
    </w:p>
    <w:p w14:paraId="4C3D7165" w14:textId="77777777" w:rsidR="006D1BDA" w:rsidRPr="00151ECB" w:rsidRDefault="006D1BDA" w:rsidP="006D1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1ECB">
        <w:rPr>
          <w:rFonts w:ascii="Times New Roman" w:hAnsi="Times New Roman"/>
          <w:sz w:val="28"/>
          <w:szCs w:val="28"/>
          <w:lang w:eastAsia="ru-RU"/>
        </w:rPr>
        <w:t>- создание условий для реализации сельскохозяйственной продукции за счет ввода в эксплуатацию 1 сельскохозяйственного рынка;</w:t>
      </w:r>
    </w:p>
    <w:p w14:paraId="6C341FB5" w14:textId="77777777" w:rsidR="006D1BDA" w:rsidRPr="00151ECB" w:rsidRDefault="006D1BDA" w:rsidP="006D1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1ECB">
        <w:rPr>
          <w:rFonts w:ascii="Times New Roman" w:hAnsi="Times New Roman"/>
          <w:sz w:val="28"/>
          <w:szCs w:val="28"/>
          <w:lang w:eastAsia="ru-RU"/>
        </w:rPr>
        <w:t>- поставка дотационного комбикорма и фуражного зерна для сельскохозяйственных животных и птицы в населенные пункты для ЛПХ в 2021 году не менее 100,0 тн, начиная с 2022 года не менее 160,0 тн.</w:t>
      </w:r>
    </w:p>
    <w:p w14:paraId="26B151CD" w14:textId="77777777" w:rsidR="006D1BDA" w:rsidRPr="00151ECB" w:rsidRDefault="006D1BDA" w:rsidP="006D1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1ECB">
        <w:rPr>
          <w:rFonts w:ascii="Times New Roman" w:hAnsi="Times New Roman"/>
          <w:sz w:val="28"/>
          <w:szCs w:val="28"/>
          <w:lang w:eastAsia="ru-RU"/>
        </w:rPr>
        <w:t>По основным мероприятиям:</w:t>
      </w:r>
    </w:p>
    <w:p w14:paraId="7B9BE070" w14:textId="77777777" w:rsidR="006D1BDA" w:rsidRPr="00151ECB" w:rsidRDefault="006D1BDA" w:rsidP="006D1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1ECB">
        <w:rPr>
          <w:rFonts w:ascii="Times New Roman" w:hAnsi="Times New Roman"/>
          <w:sz w:val="28"/>
          <w:szCs w:val="28"/>
          <w:lang w:eastAsia="ru-RU"/>
        </w:rPr>
        <w:t>- уровень обеспеченности населения площадью торговых объектов к нормативу с 432 кв. м до 615 кв.м;</w:t>
      </w:r>
    </w:p>
    <w:p w14:paraId="25FE2705" w14:textId="77777777" w:rsidR="006D1BDA" w:rsidRPr="00151ECB" w:rsidRDefault="006D1BDA" w:rsidP="006D1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1ECB">
        <w:rPr>
          <w:rFonts w:ascii="Times New Roman" w:hAnsi="Times New Roman"/>
          <w:sz w:val="28"/>
          <w:szCs w:val="28"/>
          <w:lang w:eastAsia="ru-RU"/>
        </w:rPr>
        <w:t>- увеличение доли ярмарочной торговли в общем объеме товарооборота с 1% до 2 %;</w:t>
      </w:r>
    </w:p>
    <w:p w14:paraId="222BA7E3" w14:textId="77777777" w:rsidR="006D1BDA" w:rsidRPr="00151ECB" w:rsidRDefault="006D1BDA" w:rsidP="006D1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1ECB">
        <w:rPr>
          <w:rFonts w:ascii="Times New Roman" w:hAnsi="Times New Roman"/>
          <w:sz w:val="28"/>
          <w:szCs w:val="28"/>
          <w:lang w:eastAsia="ru-RU"/>
        </w:rPr>
        <w:t>- выполнение рейсов для перевозки пассажиров общественным транспортом на уровне 100% от технического задания в соответствии с муниципальным контрактом;</w:t>
      </w:r>
    </w:p>
    <w:p w14:paraId="7FD4645C" w14:textId="77777777" w:rsidR="006D1BDA" w:rsidRPr="00151ECB" w:rsidRDefault="006D1BDA" w:rsidP="006D1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1ECB">
        <w:rPr>
          <w:rFonts w:ascii="Times New Roman" w:hAnsi="Times New Roman"/>
          <w:sz w:val="28"/>
          <w:szCs w:val="28"/>
          <w:lang w:eastAsia="ru-RU"/>
        </w:rPr>
        <w:t>- количество пассажиров, перевезенных общественным транспортом – не менее 100% от технического задания в соответствии с муниципальным контракт</w:t>
      </w:r>
      <w:r>
        <w:rPr>
          <w:rFonts w:ascii="Times New Roman" w:hAnsi="Times New Roman"/>
          <w:sz w:val="28"/>
          <w:szCs w:val="28"/>
          <w:lang w:eastAsia="ru-RU"/>
        </w:rPr>
        <w:t>ом в период с 2015 по 2020 год;</w:t>
      </w:r>
    </w:p>
    <w:p w14:paraId="121B26C5" w14:textId="77777777" w:rsidR="006D1BDA" w:rsidRPr="00151ECB" w:rsidRDefault="006D1BDA" w:rsidP="006D1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1ECB">
        <w:rPr>
          <w:rFonts w:ascii="Times New Roman" w:hAnsi="Times New Roman"/>
          <w:sz w:val="28"/>
          <w:szCs w:val="28"/>
          <w:lang w:eastAsia="ru-RU"/>
        </w:rPr>
        <w:t>- максимальный возраст подвижного состава –</w:t>
      </w:r>
      <w:r>
        <w:rPr>
          <w:rFonts w:ascii="Times New Roman" w:hAnsi="Times New Roman"/>
          <w:sz w:val="28"/>
          <w:szCs w:val="28"/>
          <w:lang w:eastAsia="ru-RU"/>
        </w:rPr>
        <w:t xml:space="preserve"> не старше 10 лет;</w:t>
      </w:r>
    </w:p>
    <w:p w14:paraId="36AB0518" w14:textId="77777777" w:rsidR="006D1BDA" w:rsidRPr="001543C8" w:rsidRDefault="006D1BDA" w:rsidP="006D1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1ECB">
        <w:rPr>
          <w:rFonts w:ascii="Times New Roman" w:hAnsi="Times New Roman"/>
          <w:sz w:val="28"/>
          <w:szCs w:val="28"/>
          <w:lang w:eastAsia="ru-RU"/>
        </w:rPr>
        <w:t xml:space="preserve">- обеспечение количества самозанятых граждан, получивших </w:t>
      </w:r>
      <w:r>
        <w:rPr>
          <w:rFonts w:ascii="Times New Roman" w:hAnsi="Times New Roman"/>
          <w:sz w:val="28"/>
          <w:szCs w:val="28"/>
          <w:lang w:eastAsia="ru-RU"/>
        </w:rPr>
        <w:t>гранты в форме субсидий</w:t>
      </w:r>
      <w:r w:rsidRPr="00151ECB">
        <w:rPr>
          <w:rFonts w:ascii="Times New Roman" w:hAnsi="Times New Roman"/>
          <w:sz w:val="28"/>
          <w:szCs w:val="28"/>
          <w:lang w:eastAsia="ru-RU"/>
        </w:rPr>
        <w:t xml:space="preserve"> в 2020 году, не менее 20 человек</w:t>
      </w:r>
      <w:r w:rsidRPr="001543C8">
        <w:rPr>
          <w:rFonts w:ascii="Times New Roman" w:hAnsi="Times New Roman"/>
          <w:sz w:val="28"/>
          <w:szCs w:val="28"/>
          <w:lang w:eastAsia="ru-RU"/>
        </w:rPr>
        <w:t>.</w:t>
      </w:r>
    </w:p>
    <w:p w14:paraId="59EF4607" w14:textId="77777777" w:rsidR="006D1BDA" w:rsidRDefault="006D1BDA" w:rsidP="006D1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43C8">
        <w:rPr>
          <w:rFonts w:ascii="Times New Roman" w:hAnsi="Times New Roman"/>
          <w:sz w:val="28"/>
          <w:szCs w:val="28"/>
          <w:lang w:eastAsia="ru-RU"/>
        </w:rPr>
        <w:t>Перечень основных конечных результатов в виде индикаторов (показателей) указан в приложени</w:t>
      </w:r>
      <w:r>
        <w:rPr>
          <w:rFonts w:ascii="Times New Roman" w:hAnsi="Times New Roman"/>
          <w:sz w:val="28"/>
          <w:szCs w:val="28"/>
          <w:lang w:eastAsia="ru-RU"/>
        </w:rPr>
        <w:t>ях</w:t>
      </w:r>
      <w:r w:rsidRPr="001543C8">
        <w:rPr>
          <w:rFonts w:ascii="Times New Roman" w:hAnsi="Times New Roman"/>
          <w:sz w:val="28"/>
          <w:szCs w:val="28"/>
          <w:lang w:eastAsia="ru-RU"/>
        </w:rPr>
        <w:t xml:space="preserve"> 3</w:t>
      </w:r>
      <w:r>
        <w:rPr>
          <w:rFonts w:ascii="Times New Roman" w:hAnsi="Times New Roman"/>
          <w:sz w:val="28"/>
          <w:szCs w:val="28"/>
          <w:lang w:eastAsia="ru-RU"/>
        </w:rPr>
        <w:t>.1 и 3.2</w:t>
      </w:r>
      <w:r w:rsidRPr="001543C8">
        <w:rPr>
          <w:rFonts w:ascii="Times New Roman" w:hAnsi="Times New Roman"/>
          <w:sz w:val="28"/>
          <w:szCs w:val="28"/>
          <w:lang w:eastAsia="ru-RU"/>
        </w:rPr>
        <w:t xml:space="preserve"> к Программе.</w:t>
      </w:r>
      <w:r>
        <w:rPr>
          <w:rFonts w:ascii="Times New Roman" w:hAnsi="Times New Roman"/>
          <w:sz w:val="28"/>
          <w:szCs w:val="28"/>
          <w:lang w:eastAsia="ru-RU"/>
        </w:rPr>
        <w:t>».</w:t>
      </w:r>
    </w:p>
    <w:p w14:paraId="4B5E725A" w14:textId="77777777" w:rsidR="006D1BDA" w:rsidRDefault="006D1BDA" w:rsidP="006D1BD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1.6. Внести в Приложение 1 к муниципальной программе </w:t>
      </w:r>
      <w:r>
        <w:rPr>
          <w:rFonts w:ascii="Times New Roman" w:hAnsi="Times New Roman"/>
          <w:sz w:val="28"/>
          <w:szCs w:val="28"/>
          <w:shd w:val="clear" w:color="auto" w:fill="FFFFFF"/>
        </w:rPr>
        <w:t>«Стимулирование экономической активности в муниципальном образовании «Городской округ Ногликский» следующие изменения:</w:t>
      </w:r>
    </w:p>
    <w:p w14:paraId="0155D18C" w14:textId="0AC3AAEA" w:rsidR="006D1BDA" w:rsidRDefault="006D1BDA" w:rsidP="006D1BD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1.6.1. </w:t>
      </w:r>
      <w:r>
        <w:rPr>
          <w:rFonts w:ascii="Times New Roman" w:hAnsi="Times New Roman"/>
          <w:sz w:val="28"/>
          <w:szCs w:val="28"/>
          <w:shd w:val="clear" w:color="auto" w:fill="FFFFFF"/>
        </w:rPr>
        <w:t>В раздел 1 «Паспорт подпрограм</w:t>
      </w:r>
      <w:r w:rsidR="00E93089">
        <w:rPr>
          <w:rFonts w:ascii="Times New Roman" w:hAnsi="Times New Roman"/>
          <w:sz w:val="28"/>
          <w:szCs w:val="28"/>
          <w:shd w:val="clear" w:color="auto" w:fill="FFFFFF"/>
        </w:rPr>
        <w:t>мы» внести следующие изменения:</w:t>
      </w:r>
    </w:p>
    <w:p w14:paraId="54549C15" w14:textId="77777777" w:rsidR="006D1BDA" w:rsidRDefault="006D1BDA" w:rsidP="006D1BD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1.6</w:t>
      </w:r>
      <w:r w:rsidRPr="006B7BEC">
        <w:rPr>
          <w:rFonts w:ascii="Times New Roman" w:hAnsi="Times New Roman"/>
          <w:sz w:val="28"/>
          <w:szCs w:val="28"/>
          <w:shd w:val="clear" w:color="auto" w:fill="FFFFFF"/>
        </w:rPr>
        <w:t xml:space="preserve">.1.1. </w:t>
      </w:r>
      <w:r>
        <w:rPr>
          <w:rFonts w:ascii="Times New Roman" w:hAnsi="Times New Roman"/>
          <w:sz w:val="28"/>
          <w:szCs w:val="28"/>
          <w:shd w:val="clear" w:color="auto" w:fill="FFFFFF"/>
        </w:rPr>
        <w:t>В наименовании подраздела «Задачи программы» слово «программы» заменить словом «подпрограммы»;</w:t>
      </w:r>
    </w:p>
    <w:p w14:paraId="4CF4C29F" w14:textId="77777777" w:rsidR="006D1BDA" w:rsidRDefault="006D1BDA" w:rsidP="006D1BD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1.6.1.2. Подраздел «Объемы и источники финансирования» изложить в новой редакции:</w:t>
      </w:r>
    </w:p>
    <w:p w14:paraId="64DB2FC4" w14:textId="77777777" w:rsidR="006D1BDA" w:rsidRDefault="006D1BDA" w:rsidP="006D1BD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tbl>
      <w:tblPr>
        <w:tblW w:w="0" w:type="auto"/>
        <w:tblCellSpacing w:w="5" w:type="nil"/>
        <w:tblInd w:w="43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340"/>
        <w:gridCol w:w="6300"/>
      </w:tblGrid>
      <w:tr w:rsidR="006D1BDA" w:rsidRPr="000544E0" w14:paraId="79DFD934" w14:textId="77777777" w:rsidTr="001A5684">
        <w:trPr>
          <w:trHeight w:val="400"/>
          <w:tblCellSpacing w:w="5" w:type="nil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46285" w14:textId="77777777" w:rsidR="006D1BDA" w:rsidRPr="00F4709D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544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</w:t>
            </w:r>
          </w:p>
          <w:p w14:paraId="54046CDF" w14:textId="77777777" w:rsidR="006D1BDA" w:rsidRPr="000544E0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70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подпрограммы 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177B6" w14:textId="73737735" w:rsidR="006D1BDA" w:rsidRPr="000544E0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544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Общий объем финансирования </w:t>
            </w:r>
            <w:r w:rsidRPr="00D906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– 44 394,2 тыс. </w:t>
            </w:r>
            <w:r w:rsidR="00E930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рублей,</w:t>
            </w:r>
          </w:p>
          <w:p w14:paraId="26EA4CA6" w14:textId="77777777" w:rsidR="006D1BDA" w:rsidRPr="000544E0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544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058B3362" w14:textId="77777777" w:rsidR="006D1BDA" w:rsidRPr="000544E0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544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10 374,9 тыс. руб.;</w:t>
            </w:r>
          </w:p>
          <w:p w14:paraId="483ED71F" w14:textId="77777777" w:rsidR="006D1BDA" w:rsidRPr="000544E0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544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- 7 290,3 тыс. руб.;</w:t>
            </w:r>
          </w:p>
          <w:p w14:paraId="2DCF93A9" w14:textId="77777777" w:rsidR="006D1BDA" w:rsidRPr="000544E0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544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- 8 630,5 тыс. руб.;</w:t>
            </w:r>
          </w:p>
          <w:p w14:paraId="0F60743E" w14:textId="77777777" w:rsidR="006D1BDA" w:rsidRPr="000544E0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544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- 2 830,9 тыс. руб.;</w:t>
            </w:r>
          </w:p>
          <w:p w14:paraId="02582AB2" w14:textId="77777777" w:rsidR="006D1BDA" w:rsidRPr="000544E0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544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– 3 678,7 тыс. руб.;</w:t>
            </w:r>
          </w:p>
          <w:p w14:paraId="0B6A9CAC" w14:textId="77777777" w:rsidR="006D1BDA" w:rsidRPr="000544E0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544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– 4 427,5 тыс. руб.;</w:t>
            </w:r>
          </w:p>
          <w:p w14:paraId="14093A32" w14:textId="77777777" w:rsidR="006D1BDA" w:rsidRPr="00D90679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06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г. – 1 542,9 тыс. руб.;</w:t>
            </w:r>
          </w:p>
          <w:p w14:paraId="410A541D" w14:textId="77777777" w:rsidR="006D1BDA" w:rsidRPr="00D90679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06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г. – 2 643,5 тыс. руб.;</w:t>
            </w:r>
          </w:p>
          <w:p w14:paraId="4449C3D3" w14:textId="77777777" w:rsidR="006D1BDA" w:rsidRPr="00D90679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06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г. – 1 895,0 тыс. руб.;</w:t>
            </w:r>
          </w:p>
          <w:p w14:paraId="5CEA4B5E" w14:textId="77777777" w:rsidR="006D1BDA" w:rsidRPr="00D90679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06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г. – 540,0 тыс. руб.;</w:t>
            </w:r>
          </w:p>
          <w:p w14:paraId="235A4D8F" w14:textId="77777777" w:rsidR="006D1BDA" w:rsidRPr="00D90679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06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г. – 540,0 тыс. руб.</w:t>
            </w:r>
          </w:p>
          <w:p w14:paraId="5A5E3CD1" w14:textId="77777777" w:rsidR="006D1BDA" w:rsidRPr="000544E0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544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них по источникам:</w:t>
            </w:r>
          </w:p>
          <w:p w14:paraId="6C4FFDE8" w14:textId="57065A33" w:rsidR="006D1BDA" w:rsidRPr="000544E0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544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средств местного бюджета </w:t>
            </w:r>
            <w:r w:rsidRPr="00D906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 5 909,3 тыс</w:t>
            </w:r>
            <w:r w:rsidR="00E930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рублей,</w:t>
            </w:r>
          </w:p>
          <w:p w14:paraId="53CCA145" w14:textId="77777777" w:rsidR="006D1BDA" w:rsidRPr="000544E0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544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6C53B4CC" w14:textId="77777777" w:rsidR="006D1BDA" w:rsidRPr="000544E0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544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1 060,0 тыс. руб.;</w:t>
            </w:r>
          </w:p>
          <w:p w14:paraId="624BE30E" w14:textId="77777777" w:rsidR="006D1BDA" w:rsidRPr="000544E0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544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– 1 120,0 тыс. руб.;</w:t>
            </w:r>
          </w:p>
          <w:p w14:paraId="14526E20" w14:textId="77777777" w:rsidR="006D1BDA" w:rsidRPr="000544E0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544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– 360,5 тыс. руб.;</w:t>
            </w:r>
          </w:p>
          <w:p w14:paraId="39577387" w14:textId="77777777" w:rsidR="006D1BDA" w:rsidRPr="000544E0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544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– 165,0 тыс. руб.;</w:t>
            </w:r>
          </w:p>
          <w:p w14:paraId="6AF7DAD5" w14:textId="77777777" w:rsidR="006D1BDA" w:rsidRPr="000544E0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544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– 336,8 тыс. руб.;</w:t>
            </w:r>
          </w:p>
          <w:p w14:paraId="41930096" w14:textId="77777777" w:rsidR="006D1BDA" w:rsidRPr="00D90679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06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– 727,5 тыс. руб.;</w:t>
            </w:r>
          </w:p>
          <w:p w14:paraId="3F8A40DA" w14:textId="77777777" w:rsidR="006D1BDA" w:rsidRPr="00D90679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06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г. – 286,9 тыс. руб.;</w:t>
            </w:r>
          </w:p>
          <w:p w14:paraId="35E6B42D" w14:textId="77777777" w:rsidR="006D1BDA" w:rsidRPr="00D90679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06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г. – 471,8 тыс. руб.;</w:t>
            </w:r>
          </w:p>
          <w:p w14:paraId="6E9AF90A" w14:textId="77777777" w:rsidR="006D1BDA" w:rsidRPr="00D90679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06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г. – 300,8 тыс. руб.;</w:t>
            </w:r>
          </w:p>
          <w:p w14:paraId="4A50D48A" w14:textId="77777777" w:rsidR="006D1BDA" w:rsidRPr="00D90679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06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г. – 540,0 тыс. руб.;</w:t>
            </w:r>
          </w:p>
          <w:p w14:paraId="19F69F28" w14:textId="77777777" w:rsidR="006D1BDA" w:rsidRPr="00D90679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06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г. – 540,0 тыс. руб.</w:t>
            </w:r>
          </w:p>
          <w:p w14:paraId="25448006" w14:textId="77777777" w:rsidR="006D1BDA" w:rsidRPr="00D90679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F02C63" w14:textId="6D339FD9" w:rsidR="006D1BDA" w:rsidRPr="00D90679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544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средств </w:t>
            </w:r>
            <w:r w:rsidRPr="00D906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областного </w:t>
            </w:r>
            <w:r w:rsidR="00E930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бюджета – 38 484,9 тыс. рублей,</w:t>
            </w:r>
          </w:p>
          <w:p w14:paraId="4BE3B35F" w14:textId="77777777" w:rsidR="006D1BDA" w:rsidRPr="00D90679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06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79652271" w14:textId="77777777" w:rsidR="006D1BDA" w:rsidRPr="00D90679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06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9 314,9 тыс. руб.;</w:t>
            </w:r>
          </w:p>
          <w:p w14:paraId="37E74E93" w14:textId="77777777" w:rsidR="006D1BDA" w:rsidRPr="00D90679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06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– 6 170,3 тыс. руб.;</w:t>
            </w:r>
          </w:p>
          <w:p w14:paraId="3FBE2B41" w14:textId="77777777" w:rsidR="006D1BDA" w:rsidRPr="00D90679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06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– 8 270,0 тыс. руб.;</w:t>
            </w:r>
          </w:p>
          <w:p w14:paraId="7D8E2BE2" w14:textId="77777777" w:rsidR="006D1BDA" w:rsidRPr="00D90679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06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– 2 665,9 тыс. руб.;</w:t>
            </w:r>
          </w:p>
          <w:p w14:paraId="5236840C" w14:textId="77777777" w:rsidR="006D1BDA" w:rsidRPr="00D90679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06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2019 г. – 3 341,9 тыс. руб.;</w:t>
            </w:r>
          </w:p>
          <w:p w14:paraId="10749F72" w14:textId="77777777" w:rsidR="006D1BDA" w:rsidRPr="00D90679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06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– 3 700,0 тыс. руб.;</w:t>
            </w:r>
          </w:p>
          <w:p w14:paraId="65159F25" w14:textId="77777777" w:rsidR="006D1BDA" w:rsidRPr="00D90679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06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г. – 1 256,0 тыс. руб.;</w:t>
            </w:r>
          </w:p>
          <w:p w14:paraId="09873A44" w14:textId="77777777" w:rsidR="006D1BDA" w:rsidRPr="00D90679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06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г. – 2 171,7 тыс. руб.;</w:t>
            </w:r>
          </w:p>
          <w:p w14:paraId="23D304CB" w14:textId="77777777" w:rsidR="006D1BDA" w:rsidRPr="00D90679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06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г. – 1 594,2 тыс. руб.;</w:t>
            </w:r>
          </w:p>
          <w:p w14:paraId="716B9B29" w14:textId="77777777" w:rsidR="006D1BDA" w:rsidRPr="00D90679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06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г. – 0,0*</w:t>
            </w:r>
          </w:p>
          <w:p w14:paraId="482C75AC" w14:textId="77777777" w:rsidR="006D1BDA" w:rsidRPr="00D90679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06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г. – 0,0*</w:t>
            </w:r>
          </w:p>
          <w:p w14:paraId="6CAB1209" w14:textId="77777777" w:rsidR="006D1BDA" w:rsidRPr="000544E0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06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финансирование из средств областного </w:t>
            </w:r>
            <w:r w:rsidRPr="000544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бюджета будет определено при формировании областного бюджета на соответствующий период</w:t>
            </w:r>
          </w:p>
        </w:tc>
      </w:tr>
    </w:tbl>
    <w:p w14:paraId="1B9C9C80" w14:textId="77777777" w:rsidR="006D1BDA" w:rsidRDefault="006D1BDA" w:rsidP="006D1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22C90AC" w14:textId="77777777" w:rsidR="006D1BDA" w:rsidRDefault="006D1BDA" w:rsidP="006D1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1.6.1.3. В наименовании подраздела «Целевые показатели (индикаторы) программы» слово «программы» заменить словом «подпрограммы».</w:t>
      </w:r>
    </w:p>
    <w:p w14:paraId="62B6FCD6" w14:textId="77777777" w:rsidR="006D1BDA" w:rsidRDefault="006D1BDA" w:rsidP="006D1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1.6.1.4. Подраздел «Ожидаемые результаты реализации программы» изложить в новой редакции:</w:t>
      </w:r>
    </w:p>
    <w:tbl>
      <w:tblPr>
        <w:tblW w:w="0" w:type="auto"/>
        <w:tblCellSpacing w:w="5" w:type="nil"/>
        <w:tblInd w:w="43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340"/>
        <w:gridCol w:w="6300"/>
      </w:tblGrid>
      <w:tr w:rsidR="006D1BDA" w:rsidRPr="008B77DB" w14:paraId="71565898" w14:textId="77777777" w:rsidTr="001A5684">
        <w:trPr>
          <w:trHeight w:val="400"/>
          <w:tblCellSpacing w:w="5" w:type="nil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E7C3B" w14:textId="77777777" w:rsidR="006D1BDA" w:rsidRPr="008B77DB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B77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Ожидаемые результаты реализации подпрограммы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098C8" w14:textId="77777777" w:rsidR="006D1BDA" w:rsidRPr="008B77DB" w:rsidRDefault="006D1BDA" w:rsidP="001A56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B77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 Сохранение среднесписочной численности работников, занятых на малых и средних предприятиях, на уровне базового периода, не менее 1,5 тыс. чел.;</w:t>
            </w:r>
          </w:p>
          <w:p w14:paraId="4EB21715" w14:textId="77777777" w:rsidR="006D1BDA" w:rsidRPr="008B77DB" w:rsidRDefault="006D1BDA" w:rsidP="001A56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B77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 Сохранение количества субъектов МСП, включая индивидуальных предпринимателей, на 10 тыс. человек населения на уровне базового периода, не менее 394,85 ед.;</w:t>
            </w:r>
          </w:p>
          <w:p w14:paraId="212C6616" w14:textId="77777777" w:rsidR="006D1BDA" w:rsidRPr="008B77DB" w:rsidRDefault="006D1BDA" w:rsidP="001A56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B77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 Обеспечение количества субъектов МСП, получивших финансовую поддержку, не менее 2 субъектов в год;</w:t>
            </w:r>
          </w:p>
          <w:p w14:paraId="3F550B38" w14:textId="77777777" w:rsidR="006D1BDA" w:rsidRPr="008B77DB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B77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 Увеличение оборота товаров и услуг, производимых малыми и средними предприятиями, не менее чем на 50% к базовому периоду;</w:t>
            </w:r>
          </w:p>
          <w:p w14:paraId="3C9C4A25" w14:textId="77777777" w:rsidR="006D1BDA" w:rsidRPr="008B77DB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B77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 Обеспечение количества субъектов МСП, которым оказана поддержка в рамках софинансирования подпрограммы 1, не менее 2 субъектов в год;</w:t>
            </w:r>
          </w:p>
          <w:p w14:paraId="52D54F5F" w14:textId="77777777" w:rsidR="006D1BDA" w:rsidRPr="008B77DB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B77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 Обеспечение количества созданных рабочих мест в рамках софинансирования подпрограммы 1 не менее 60 единиц за весь период действия подпрограммы 1;</w:t>
            </w:r>
          </w:p>
          <w:p w14:paraId="5C52D8DC" w14:textId="77777777" w:rsidR="006D1BDA" w:rsidRPr="008B77DB" w:rsidRDefault="006D1BDA" w:rsidP="001A56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B77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7. Обеспечение количества сохраненных рабочих мест в рамках софинансирования подпрограммы 1 не менее 500 единиц за весь период действия подпрограммы 1</w:t>
            </w:r>
          </w:p>
        </w:tc>
      </w:tr>
    </w:tbl>
    <w:p w14:paraId="1891B5E8" w14:textId="77777777" w:rsidR="006D1BDA" w:rsidRPr="001543C8" w:rsidRDefault="006D1BDA" w:rsidP="006D1BD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8FC5455" w14:textId="5E74C523" w:rsidR="006D1BDA" w:rsidRDefault="006D1BDA" w:rsidP="006D1BD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1.6.2. В абзаце 27 раздела 6 «Перечень мероприятий подпрограммы» слова «приведен в приложении 4 к Программе» заменить словами «приведен в пр</w:t>
      </w:r>
      <w:r w:rsidR="00E93089">
        <w:rPr>
          <w:rFonts w:ascii="Times New Roman" w:hAnsi="Times New Roman"/>
          <w:sz w:val="28"/>
          <w:szCs w:val="28"/>
          <w:shd w:val="clear" w:color="auto" w:fill="FFFFFF"/>
        </w:rPr>
        <w:t>иложениях 4.1 и 4.2 к Программе</w:t>
      </w:r>
      <w:r>
        <w:rPr>
          <w:rFonts w:ascii="Times New Roman" w:hAnsi="Times New Roman"/>
          <w:sz w:val="28"/>
          <w:szCs w:val="28"/>
          <w:shd w:val="clear" w:color="auto" w:fill="FFFFFF"/>
        </w:rPr>
        <w:t>».</w:t>
      </w:r>
    </w:p>
    <w:p w14:paraId="733C0C8E" w14:textId="557325A9" w:rsidR="006D1BDA" w:rsidRDefault="006D1BDA" w:rsidP="006D1BD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1.6.3. В разделе 8 «Основные конечные результаты реализации подпрограммы» слова «приведены в приложении 3 к Программе» заменить словами «приведены в пр</w:t>
      </w:r>
      <w:r w:rsidR="00E93089">
        <w:rPr>
          <w:rFonts w:ascii="Times New Roman" w:hAnsi="Times New Roman"/>
          <w:sz w:val="28"/>
          <w:szCs w:val="28"/>
          <w:shd w:val="clear" w:color="auto" w:fill="FFFFFF"/>
        </w:rPr>
        <w:t>иложениях 3.1 и 3.2 к Программе</w:t>
      </w:r>
      <w:r>
        <w:rPr>
          <w:rFonts w:ascii="Times New Roman" w:hAnsi="Times New Roman"/>
          <w:sz w:val="28"/>
          <w:szCs w:val="28"/>
          <w:shd w:val="clear" w:color="auto" w:fill="FFFFFF"/>
        </w:rPr>
        <w:t>».</w:t>
      </w:r>
    </w:p>
    <w:p w14:paraId="61BA8EF5" w14:textId="77777777" w:rsidR="006D1BDA" w:rsidRDefault="006D1BDA" w:rsidP="006D1BD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2A48">
        <w:rPr>
          <w:rFonts w:ascii="Times New Roman" w:hAnsi="Times New Roman"/>
          <w:sz w:val="28"/>
          <w:szCs w:val="28"/>
          <w:shd w:val="clear" w:color="auto" w:fill="FFFFFF"/>
        </w:rPr>
        <w:t>1.</w:t>
      </w:r>
      <w:r>
        <w:rPr>
          <w:rFonts w:ascii="Times New Roman" w:hAnsi="Times New Roman"/>
          <w:sz w:val="28"/>
          <w:szCs w:val="28"/>
          <w:shd w:val="clear" w:color="auto" w:fill="FFFFFF"/>
        </w:rPr>
        <w:t>7</w:t>
      </w:r>
      <w:r w:rsidRPr="00432A48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Внести в Приложение 2 к муниципальной программе «Стимулирование экономической активности в муниципальном образовании «Городской округ Ногликский» следующие изменения:</w:t>
      </w:r>
    </w:p>
    <w:p w14:paraId="4D0B3215" w14:textId="6EB1F947" w:rsidR="006D1BDA" w:rsidRDefault="006D1BDA" w:rsidP="006D1BD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1.7.1. В раздел 1 «Паспорт подпрограм</w:t>
      </w:r>
      <w:r w:rsidR="00E93089">
        <w:rPr>
          <w:rFonts w:ascii="Times New Roman" w:hAnsi="Times New Roman"/>
          <w:sz w:val="28"/>
          <w:szCs w:val="28"/>
          <w:shd w:val="clear" w:color="auto" w:fill="FFFFFF"/>
        </w:rPr>
        <w:t>мы» внести следующие изменения:</w:t>
      </w:r>
    </w:p>
    <w:p w14:paraId="418D2ABE" w14:textId="77777777" w:rsidR="006D1BDA" w:rsidRDefault="006D1BDA" w:rsidP="006D1BD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1.7</w:t>
      </w:r>
      <w:r w:rsidRPr="006B7BEC">
        <w:rPr>
          <w:rFonts w:ascii="Times New Roman" w:hAnsi="Times New Roman"/>
          <w:sz w:val="28"/>
          <w:szCs w:val="28"/>
          <w:shd w:val="clear" w:color="auto" w:fill="FFFFFF"/>
        </w:rPr>
        <w:t xml:space="preserve">.1.1. </w:t>
      </w:r>
      <w:r>
        <w:rPr>
          <w:rFonts w:ascii="Times New Roman" w:hAnsi="Times New Roman"/>
          <w:sz w:val="28"/>
          <w:szCs w:val="28"/>
          <w:shd w:val="clear" w:color="auto" w:fill="FFFFFF"/>
        </w:rPr>
        <w:t>В наименовании подраздела «Соисполнители программы» слово «программы» заменить словом «подпрограммы».</w:t>
      </w:r>
    </w:p>
    <w:p w14:paraId="5FAD9011" w14:textId="77777777" w:rsidR="006D1BDA" w:rsidRPr="006B7BEC" w:rsidRDefault="006D1BDA" w:rsidP="006D1BD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1.7.1.2. </w:t>
      </w:r>
      <w:r w:rsidRPr="006B7BEC">
        <w:rPr>
          <w:rFonts w:ascii="Times New Roman" w:hAnsi="Times New Roman"/>
          <w:sz w:val="28"/>
          <w:szCs w:val="28"/>
          <w:shd w:val="clear" w:color="auto" w:fill="FFFFFF"/>
        </w:rPr>
        <w:t>Подраздел «Объемы и источники финансирования» изложить в новой редакции:</w:t>
      </w:r>
    </w:p>
    <w:tbl>
      <w:tblPr>
        <w:tblW w:w="9361" w:type="dxa"/>
        <w:tblCellSpacing w:w="5" w:type="nil"/>
        <w:tblInd w:w="-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419"/>
        <w:gridCol w:w="6075"/>
        <w:gridCol w:w="441"/>
      </w:tblGrid>
      <w:tr w:rsidR="006D1BDA" w:rsidRPr="006B7BEC" w14:paraId="5776AFB0" w14:textId="77777777" w:rsidTr="001A5684">
        <w:trPr>
          <w:trHeight w:val="400"/>
          <w:tblCellSpacing w:w="5" w:type="nil"/>
        </w:trPr>
        <w:tc>
          <w:tcPr>
            <w:tcW w:w="426" w:type="dxa"/>
            <w:tcBorders>
              <w:right w:val="single" w:sz="4" w:space="0" w:color="auto"/>
            </w:tcBorders>
          </w:tcPr>
          <w:p w14:paraId="207CBC3C" w14:textId="77777777" w:rsidR="006D1BDA" w:rsidRPr="006B7BEC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color w:val="2F5496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E1E63" w14:textId="77777777" w:rsidR="006D1BDA" w:rsidRDefault="006D1BDA" w:rsidP="001A56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5AF6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</w:t>
            </w:r>
          </w:p>
          <w:p w14:paraId="0BF0BEF1" w14:textId="77777777" w:rsidR="006D1BDA" w:rsidRPr="00D05AF6" w:rsidRDefault="006D1BDA" w:rsidP="001A568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9EA82" w14:textId="73B7E88C" w:rsidR="006D1BDA" w:rsidRPr="00710989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0989">
              <w:rPr>
                <w:rFonts w:ascii="Times New Roman" w:hAnsi="Times New Roman"/>
                <w:sz w:val="28"/>
                <w:szCs w:val="28"/>
              </w:rPr>
              <w:t>Общ</w:t>
            </w:r>
            <w:r>
              <w:rPr>
                <w:rFonts w:ascii="Times New Roman" w:hAnsi="Times New Roman"/>
                <w:sz w:val="28"/>
                <w:szCs w:val="28"/>
              </w:rPr>
              <w:t>ий объем финансирования – 16 415,8</w:t>
            </w:r>
            <w:r w:rsidR="00E93089">
              <w:rPr>
                <w:rFonts w:ascii="Times New Roman" w:hAnsi="Times New Roman"/>
                <w:sz w:val="28"/>
                <w:szCs w:val="28"/>
              </w:rPr>
              <w:t xml:space="preserve"> тыс. рублей,</w:t>
            </w:r>
          </w:p>
          <w:p w14:paraId="1C065798" w14:textId="77777777" w:rsidR="006D1BDA" w:rsidRPr="00710989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0989">
              <w:rPr>
                <w:rFonts w:ascii="Times New Roman" w:hAnsi="Times New Roman"/>
                <w:sz w:val="28"/>
                <w:szCs w:val="28"/>
              </w:rPr>
              <w:t>в том числе годам:</w:t>
            </w:r>
          </w:p>
          <w:p w14:paraId="3A5B17F1" w14:textId="77777777" w:rsidR="006D1BDA" w:rsidRPr="00710989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0989">
              <w:rPr>
                <w:rFonts w:ascii="Times New Roman" w:hAnsi="Times New Roman"/>
                <w:sz w:val="28"/>
                <w:szCs w:val="28"/>
              </w:rPr>
              <w:t>2015 г. – 3 902,5 тыс. руб.;</w:t>
            </w:r>
          </w:p>
          <w:p w14:paraId="53B25B75" w14:textId="77777777" w:rsidR="006D1BDA" w:rsidRPr="00710989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0989">
              <w:rPr>
                <w:rFonts w:ascii="Times New Roman" w:hAnsi="Times New Roman"/>
                <w:sz w:val="28"/>
                <w:szCs w:val="28"/>
              </w:rPr>
              <w:t>2016 г. – 3 894,1 тыс. руб.;</w:t>
            </w:r>
          </w:p>
          <w:p w14:paraId="7C6B6859" w14:textId="77777777" w:rsidR="006D1BDA" w:rsidRPr="00710989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0989">
              <w:rPr>
                <w:rFonts w:ascii="Times New Roman" w:hAnsi="Times New Roman"/>
                <w:sz w:val="28"/>
                <w:szCs w:val="28"/>
              </w:rPr>
              <w:t>2017 г. – 1 280,6 тыс. руб.;</w:t>
            </w:r>
          </w:p>
          <w:p w14:paraId="3F8F1E29" w14:textId="77777777" w:rsidR="006D1BDA" w:rsidRPr="00710989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0989">
              <w:rPr>
                <w:rFonts w:ascii="Times New Roman" w:hAnsi="Times New Roman"/>
                <w:sz w:val="28"/>
                <w:szCs w:val="28"/>
              </w:rPr>
              <w:t>2018 г. – 423,5 тыс. руб.;</w:t>
            </w:r>
          </w:p>
          <w:p w14:paraId="7084E03C" w14:textId="77777777" w:rsidR="006D1BDA" w:rsidRPr="00710989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0989">
              <w:rPr>
                <w:rFonts w:ascii="Times New Roman" w:hAnsi="Times New Roman"/>
                <w:sz w:val="28"/>
                <w:szCs w:val="28"/>
              </w:rPr>
              <w:t>2019 г. – 282,9 тыс. руб.;</w:t>
            </w:r>
          </w:p>
          <w:p w14:paraId="349B59BB" w14:textId="77777777" w:rsidR="006D1BDA" w:rsidRPr="00710989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0989">
              <w:rPr>
                <w:rFonts w:ascii="Times New Roman" w:hAnsi="Times New Roman"/>
                <w:sz w:val="28"/>
                <w:szCs w:val="28"/>
              </w:rPr>
              <w:t>2020 г. – 402,3 тыс. руб.;</w:t>
            </w:r>
          </w:p>
          <w:p w14:paraId="46CE1F31" w14:textId="77777777" w:rsidR="006D1BDA" w:rsidRPr="00710989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г. – 5 680,6</w:t>
            </w:r>
            <w:r w:rsidRPr="00710989">
              <w:rPr>
                <w:rFonts w:ascii="Times New Roman" w:hAnsi="Times New Roman"/>
                <w:sz w:val="28"/>
                <w:szCs w:val="28"/>
              </w:rPr>
              <w:t xml:space="preserve"> тыс. руб.;</w:t>
            </w:r>
          </w:p>
          <w:p w14:paraId="6C8F86D8" w14:textId="77777777" w:rsidR="006D1BDA" w:rsidRPr="00710989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г. – 66,4</w:t>
            </w:r>
            <w:r w:rsidRPr="00710989">
              <w:rPr>
                <w:rFonts w:ascii="Times New Roman" w:hAnsi="Times New Roman"/>
                <w:sz w:val="28"/>
                <w:szCs w:val="28"/>
              </w:rPr>
              <w:t xml:space="preserve"> тыс. руб.;</w:t>
            </w:r>
          </w:p>
          <w:p w14:paraId="593509D3" w14:textId="37A1F93D" w:rsidR="006D1BDA" w:rsidRPr="00710989" w:rsidRDefault="00E93089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г. – 282,9 тыс. руб.;</w:t>
            </w:r>
          </w:p>
          <w:p w14:paraId="62C6B925" w14:textId="77777777" w:rsidR="006D1BDA" w:rsidRPr="00710989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0989">
              <w:rPr>
                <w:rFonts w:ascii="Times New Roman" w:hAnsi="Times New Roman"/>
                <w:sz w:val="28"/>
                <w:szCs w:val="28"/>
              </w:rPr>
              <w:t>2024 г. – 0,0 тыс. руб.;</w:t>
            </w:r>
          </w:p>
          <w:p w14:paraId="7CB9A3F1" w14:textId="77777777" w:rsidR="006D1BDA" w:rsidRPr="00710989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0989">
              <w:rPr>
                <w:rFonts w:ascii="Times New Roman" w:hAnsi="Times New Roman"/>
                <w:sz w:val="28"/>
                <w:szCs w:val="28"/>
              </w:rPr>
              <w:t>2025 г. – 200,0 тыс. руб.</w:t>
            </w:r>
          </w:p>
          <w:p w14:paraId="78D35D24" w14:textId="77777777" w:rsidR="006D1BDA" w:rsidRPr="00710989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0989">
              <w:rPr>
                <w:rFonts w:ascii="Times New Roman" w:hAnsi="Times New Roman"/>
                <w:sz w:val="28"/>
                <w:szCs w:val="28"/>
              </w:rPr>
              <w:t>из них по источникам:</w:t>
            </w:r>
          </w:p>
          <w:p w14:paraId="5FA93360" w14:textId="3234A854" w:rsidR="006D1BDA" w:rsidRPr="00710989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0989">
              <w:rPr>
                <w:rFonts w:ascii="Times New Roman" w:hAnsi="Times New Roman"/>
                <w:sz w:val="28"/>
                <w:szCs w:val="28"/>
              </w:rPr>
              <w:t xml:space="preserve">- за счет </w:t>
            </w:r>
            <w:r>
              <w:rPr>
                <w:rFonts w:ascii="Times New Roman" w:hAnsi="Times New Roman"/>
                <w:sz w:val="28"/>
                <w:szCs w:val="28"/>
              </w:rPr>
              <w:t>средств местного бюджета – 5 109,2</w:t>
            </w:r>
            <w:r w:rsidR="00E93089">
              <w:rPr>
                <w:rFonts w:ascii="Times New Roman" w:hAnsi="Times New Roman"/>
                <w:sz w:val="28"/>
                <w:szCs w:val="28"/>
              </w:rPr>
              <w:t xml:space="preserve"> тыс. рублей,</w:t>
            </w:r>
          </w:p>
          <w:p w14:paraId="7924C91B" w14:textId="77777777" w:rsidR="006D1BDA" w:rsidRPr="00710989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0989">
              <w:rPr>
                <w:rFonts w:ascii="Times New Roman" w:hAnsi="Times New Roman"/>
                <w:sz w:val="28"/>
                <w:szCs w:val="28"/>
              </w:rPr>
              <w:t>в том числе годам:</w:t>
            </w:r>
          </w:p>
          <w:p w14:paraId="13440BD8" w14:textId="77777777" w:rsidR="006D1BDA" w:rsidRPr="00710989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0989">
              <w:rPr>
                <w:rFonts w:ascii="Times New Roman" w:hAnsi="Times New Roman"/>
                <w:sz w:val="28"/>
                <w:szCs w:val="28"/>
              </w:rPr>
              <w:t>2015 г. – 1 885,0 тыс. руб.;</w:t>
            </w:r>
          </w:p>
          <w:p w14:paraId="34871AD6" w14:textId="77777777" w:rsidR="006D1BDA" w:rsidRPr="00710989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0989">
              <w:rPr>
                <w:rFonts w:ascii="Times New Roman" w:hAnsi="Times New Roman"/>
                <w:sz w:val="28"/>
                <w:szCs w:val="28"/>
              </w:rPr>
              <w:t>2016 г. – 1 535,0 тыс. руб.;</w:t>
            </w:r>
          </w:p>
          <w:p w14:paraId="3E1D5484" w14:textId="77777777" w:rsidR="006D1BDA" w:rsidRPr="00710989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0989">
              <w:rPr>
                <w:rFonts w:ascii="Times New Roman" w:hAnsi="Times New Roman"/>
                <w:sz w:val="28"/>
                <w:szCs w:val="28"/>
              </w:rPr>
              <w:t>2017 г. – 904,0 тыс. руб.;</w:t>
            </w:r>
          </w:p>
          <w:p w14:paraId="06401E74" w14:textId="77777777" w:rsidR="006D1BDA" w:rsidRPr="00710989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0989">
              <w:rPr>
                <w:rFonts w:ascii="Times New Roman" w:hAnsi="Times New Roman"/>
                <w:sz w:val="28"/>
                <w:szCs w:val="28"/>
              </w:rPr>
              <w:t>2018 г. – 142,8 тыс. руб.;</w:t>
            </w:r>
          </w:p>
          <w:p w14:paraId="64DCFB17" w14:textId="77777777" w:rsidR="006D1BDA" w:rsidRPr="00710989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0989">
              <w:rPr>
                <w:rFonts w:ascii="Times New Roman" w:hAnsi="Times New Roman"/>
                <w:sz w:val="28"/>
                <w:szCs w:val="28"/>
              </w:rPr>
              <w:t>2019 г. – 17,8 тыс. руб.;</w:t>
            </w:r>
          </w:p>
          <w:p w14:paraId="0C998EFB" w14:textId="77777777" w:rsidR="006D1BDA" w:rsidRPr="00710989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0989">
              <w:rPr>
                <w:rFonts w:ascii="Times New Roman" w:hAnsi="Times New Roman"/>
                <w:sz w:val="28"/>
                <w:szCs w:val="28"/>
              </w:rPr>
              <w:t>2020 г. – 152,8 тыс. руб.;</w:t>
            </w:r>
          </w:p>
          <w:p w14:paraId="7A0EDCB1" w14:textId="77777777" w:rsidR="006D1BDA" w:rsidRPr="00710989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г. – 83,8</w:t>
            </w:r>
            <w:r w:rsidRPr="00710989">
              <w:rPr>
                <w:rFonts w:ascii="Times New Roman" w:hAnsi="Times New Roman"/>
                <w:sz w:val="28"/>
                <w:szCs w:val="28"/>
              </w:rPr>
              <w:t xml:space="preserve"> тыс. руб.;</w:t>
            </w:r>
          </w:p>
          <w:p w14:paraId="27356445" w14:textId="77777777" w:rsidR="006D1BDA" w:rsidRPr="00710989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г. – 2,0</w:t>
            </w:r>
            <w:r w:rsidRPr="00710989">
              <w:rPr>
                <w:rFonts w:ascii="Times New Roman" w:hAnsi="Times New Roman"/>
                <w:sz w:val="28"/>
                <w:szCs w:val="28"/>
              </w:rPr>
              <w:t xml:space="preserve"> тыс. руб.;</w:t>
            </w:r>
          </w:p>
          <w:p w14:paraId="4654692F" w14:textId="5B5863C0" w:rsidR="006D1BDA" w:rsidRPr="00710989" w:rsidRDefault="00E93089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г. – 186,0 тыс. руб.;</w:t>
            </w:r>
          </w:p>
          <w:p w14:paraId="2F53F9CE" w14:textId="77777777" w:rsidR="006D1BDA" w:rsidRPr="00710989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0989">
              <w:rPr>
                <w:rFonts w:ascii="Times New Roman" w:hAnsi="Times New Roman"/>
                <w:sz w:val="28"/>
                <w:szCs w:val="28"/>
              </w:rPr>
              <w:t>2024 г. – 0 тыс. руб.;</w:t>
            </w:r>
          </w:p>
          <w:p w14:paraId="43A3237C" w14:textId="77777777" w:rsidR="006D1BDA" w:rsidRPr="00710989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0989">
              <w:rPr>
                <w:rFonts w:ascii="Times New Roman" w:hAnsi="Times New Roman"/>
                <w:sz w:val="28"/>
                <w:szCs w:val="28"/>
              </w:rPr>
              <w:t>2025 г. – 200,0 тыс. руб.</w:t>
            </w:r>
          </w:p>
          <w:p w14:paraId="6495291B" w14:textId="77777777" w:rsidR="006D1BDA" w:rsidRPr="00710989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956E193" w14:textId="4D931C0F" w:rsidR="006D1BDA" w:rsidRPr="00710989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0989">
              <w:rPr>
                <w:rFonts w:ascii="Times New Roman" w:hAnsi="Times New Roman"/>
                <w:sz w:val="28"/>
                <w:szCs w:val="28"/>
              </w:rPr>
              <w:t>- за счет средств областного б</w:t>
            </w:r>
            <w:r w:rsidR="00E93089">
              <w:rPr>
                <w:rFonts w:ascii="Times New Roman" w:hAnsi="Times New Roman"/>
                <w:sz w:val="28"/>
                <w:szCs w:val="28"/>
              </w:rPr>
              <w:t>юджета – 10 750,6 тыс. рублей,</w:t>
            </w:r>
          </w:p>
          <w:p w14:paraId="2518AC68" w14:textId="77777777" w:rsidR="006D1BDA" w:rsidRPr="00710989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0989">
              <w:rPr>
                <w:rFonts w:ascii="Times New Roman" w:hAnsi="Times New Roman"/>
                <w:sz w:val="28"/>
                <w:szCs w:val="28"/>
              </w:rPr>
              <w:t>в том числе годам:</w:t>
            </w:r>
          </w:p>
          <w:p w14:paraId="3E9AC9C1" w14:textId="77777777" w:rsidR="006D1BDA" w:rsidRPr="00710989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0989">
              <w:rPr>
                <w:rFonts w:ascii="Times New Roman" w:hAnsi="Times New Roman"/>
                <w:sz w:val="28"/>
                <w:szCs w:val="28"/>
              </w:rPr>
              <w:t>2015 г. – 1 567,5 тыс. руб.;</w:t>
            </w:r>
          </w:p>
          <w:p w14:paraId="533ABEE3" w14:textId="77777777" w:rsidR="006D1BDA" w:rsidRPr="00710989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0989">
              <w:rPr>
                <w:rFonts w:ascii="Times New Roman" w:hAnsi="Times New Roman"/>
                <w:sz w:val="28"/>
                <w:szCs w:val="28"/>
              </w:rPr>
              <w:t>2016 г. – 2 253,1 тыс. руб.;</w:t>
            </w:r>
          </w:p>
          <w:p w14:paraId="0FB9F923" w14:textId="77777777" w:rsidR="006D1BDA" w:rsidRPr="00710989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0989">
              <w:rPr>
                <w:rFonts w:ascii="Times New Roman" w:hAnsi="Times New Roman"/>
                <w:sz w:val="28"/>
                <w:szCs w:val="28"/>
              </w:rPr>
              <w:t>2017 г. – 376,6 тыс. руб.;</w:t>
            </w:r>
          </w:p>
          <w:p w14:paraId="6C97720E" w14:textId="77777777" w:rsidR="006D1BDA" w:rsidRPr="00710989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0989">
              <w:rPr>
                <w:rFonts w:ascii="Times New Roman" w:hAnsi="Times New Roman"/>
                <w:sz w:val="28"/>
                <w:szCs w:val="28"/>
              </w:rPr>
              <w:t>2018 г. – 280,7 тыс. руб.;</w:t>
            </w:r>
          </w:p>
          <w:p w14:paraId="08FF61B9" w14:textId="77777777" w:rsidR="006D1BDA" w:rsidRPr="00710989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0989">
              <w:rPr>
                <w:rFonts w:ascii="Times New Roman" w:hAnsi="Times New Roman"/>
                <w:sz w:val="28"/>
                <w:szCs w:val="28"/>
              </w:rPr>
              <w:t>2019 г. – 265,1 тыс. руб.;</w:t>
            </w:r>
          </w:p>
          <w:p w14:paraId="4854B991" w14:textId="77777777" w:rsidR="006D1BDA" w:rsidRPr="00710989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0989">
              <w:rPr>
                <w:rFonts w:ascii="Times New Roman" w:hAnsi="Times New Roman"/>
                <w:sz w:val="28"/>
                <w:szCs w:val="28"/>
              </w:rPr>
              <w:t>2020 г. – 249,5 тыс. руб.;</w:t>
            </w:r>
          </w:p>
          <w:p w14:paraId="755FD4D3" w14:textId="77777777" w:rsidR="006D1BDA" w:rsidRPr="00710989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0989">
              <w:rPr>
                <w:rFonts w:ascii="Times New Roman" w:hAnsi="Times New Roman"/>
                <w:sz w:val="28"/>
                <w:szCs w:val="28"/>
              </w:rPr>
              <w:t>2021 г. – 5 596,8 тыс. руб.;</w:t>
            </w:r>
          </w:p>
          <w:p w14:paraId="7874AB18" w14:textId="77777777" w:rsidR="006D1BDA" w:rsidRPr="00710989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0989">
              <w:rPr>
                <w:rFonts w:ascii="Times New Roman" w:hAnsi="Times New Roman"/>
                <w:sz w:val="28"/>
                <w:szCs w:val="28"/>
              </w:rPr>
              <w:t>2022 г. – 64,4 тыс. руб.;</w:t>
            </w:r>
          </w:p>
          <w:p w14:paraId="2ED4AF15" w14:textId="77777777" w:rsidR="006D1BDA" w:rsidRPr="00710989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0989">
              <w:rPr>
                <w:rFonts w:ascii="Times New Roman" w:hAnsi="Times New Roman"/>
                <w:sz w:val="28"/>
                <w:szCs w:val="28"/>
              </w:rPr>
              <w:t xml:space="preserve">2023 г. – 96,9 тыс. руб.; </w:t>
            </w:r>
          </w:p>
          <w:p w14:paraId="304D79BE" w14:textId="77777777" w:rsidR="006D1BDA" w:rsidRPr="00710989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0989">
              <w:rPr>
                <w:rFonts w:ascii="Times New Roman" w:hAnsi="Times New Roman"/>
                <w:sz w:val="28"/>
                <w:szCs w:val="28"/>
              </w:rPr>
              <w:t>2024 г. – 0,0* тыс. руб.;</w:t>
            </w:r>
          </w:p>
          <w:p w14:paraId="274441F2" w14:textId="77777777" w:rsidR="006D1BDA" w:rsidRPr="00710989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0989">
              <w:rPr>
                <w:rFonts w:ascii="Times New Roman" w:hAnsi="Times New Roman"/>
                <w:sz w:val="28"/>
                <w:szCs w:val="28"/>
              </w:rPr>
              <w:t>2025 г. – 0,0* тыс. руб.</w:t>
            </w:r>
          </w:p>
          <w:p w14:paraId="00A2A52E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0989">
              <w:rPr>
                <w:rFonts w:ascii="Times New Roman" w:hAnsi="Times New Roman"/>
                <w:sz w:val="28"/>
                <w:szCs w:val="28"/>
              </w:rPr>
              <w:t>*финансирование из средств областного бюджета будет определено при формировании областного бю</w:t>
            </w:r>
            <w:r>
              <w:rPr>
                <w:rFonts w:ascii="Times New Roman" w:hAnsi="Times New Roman"/>
                <w:sz w:val="28"/>
                <w:szCs w:val="28"/>
              </w:rPr>
              <w:t>джета на соответствующий период</w:t>
            </w:r>
          </w:p>
          <w:p w14:paraId="7AA77507" w14:textId="77777777" w:rsidR="006D1BDA" w:rsidRPr="00710989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05418AE7" w14:textId="14B94218" w:rsidR="006D1BDA" w:rsidRPr="00710989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0989">
              <w:rPr>
                <w:rFonts w:ascii="Times New Roman" w:hAnsi="Times New Roman"/>
                <w:sz w:val="28"/>
                <w:szCs w:val="28"/>
              </w:rPr>
              <w:t xml:space="preserve">- за счет внебюджетных </w:t>
            </w:r>
            <w:r w:rsidR="00E93089">
              <w:rPr>
                <w:rFonts w:ascii="Times New Roman" w:hAnsi="Times New Roman"/>
                <w:sz w:val="28"/>
                <w:szCs w:val="28"/>
              </w:rPr>
              <w:t>источников – 556,0 тыс. рублей,</w:t>
            </w:r>
          </w:p>
          <w:p w14:paraId="3E7A7A96" w14:textId="77777777" w:rsidR="006D1BDA" w:rsidRPr="00710989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0989">
              <w:rPr>
                <w:rFonts w:ascii="Times New Roman" w:hAnsi="Times New Roman"/>
                <w:sz w:val="28"/>
                <w:szCs w:val="28"/>
              </w:rPr>
              <w:t>в том числе годам:</w:t>
            </w:r>
          </w:p>
          <w:p w14:paraId="7BBDAEF2" w14:textId="77777777" w:rsidR="006D1BDA" w:rsidRPr="00710989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0989">
              <w:rPr>
                <w:rFonts w:ascii="Times New Roman" w:hAnsi="Times New Roman"/>
                <w:sz w:val="28"/>
                <w:szCs w:val="28"/>
              </w:rPr>
              <w:t>2015 г. – 450,0 тыс. руб.;</w:t>
            </w:r>
          </w:p>
          <w:p w14:paraId="36ED6DAE" w14:textId="77777777" w:rsidR="006D1BDA" w:rsidRPr="00D05AF6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0989">
              <w:rPr>
                <w:rFonts w:ascii="Times New Roman" w:hAnsi="Times New Roman"/>
                <w:sz w:val="28"/>
                <w:szCs w:val="28"/>
              </w:rPr>
              <w:t>2016 г. – 106,0 тыс. руб.</w:t>
            </w:r>
          </w:p>
        </w:tc>
        <w:tc>
          <w:tcPr>
            <w:tcW w:w="441" w:type="dxa"/>
            <w:tcBorders>
              <w:left w:val="single" w:sz="4" w:space="0" w:color="auto"/>
            </w:tcBorders>
          </w:tcPr>
          <w:p w14:paraId="4D95781D" w14:textId="77777777" w:rsidR="006D1BDA" w:rsidRPr="006B7BEC" w:rsidRDefault="006D1BDA" w:rsidP="001A568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A2DCA72" w14:textId="77777777" w:rsidR="006D1BDA" w:rsidRPr="006B7BEC" w:rsidRDefault="006D1BDA" w:rsidP="001A568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BC766B" w14:textId="77777777" w:rsidR="006D1BDA" w:rsidRPr="006B7BEC" w:rsidRDefault="006D1BDA" w:rsidP="001A568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E17BC37" w14:textId="77777777" w:rsidR="006D1BDA" w:rsidRPr="006B7BEC" w:rsidRDefault="006D1BDA" w:rsidP="001A568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9C5F8C" w14:textId="77777777" w:rsidR="006D1BDA" w:rsidRPr="006B7BEC" w:rsidRDefault="006D1BDA" w:rsidP="001A568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D0A6855" w14:textId="77777777" w:rsidR="006D1BDA" w:rsidRPr="006B7BEC" w:rsidRDefault="006D1BDA" w:rsidP="001A568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35162FD" w14:textId="77777777" w:rsidR="006D1BDA" w:rsidRPr="006B7BEC" w:rsidRDefault="006D1BDA" w:rsidP="001A568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44F6324" w14:textId="77777777" w:rsidR="006D1BDA" w:rsidRPr="006B7BEC" w:rsidRDefault="006D1BDA" w:rsidP="001A568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9B571D" w14:textId="77777777" w:rsidR="006D1BDA" w:rsidRPr="006B7BEC" w:rsidRDefault="006D1BDA" w:rsidP="001A568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69B0E6" w14:textId="77777777" w:rsidR="006D1BDA" w:rsidRPr="006B7BEC" w:rsidRDefault="006D1BDA" w:rsidP="001A568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B45EB1" w14:textId="77777777" w:rsidR="006D1BDA" w:rsidRPr="006B7BEC" w:rsidRDefault="006D1BDA" w:rsidP="001A568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5A17EF2" w14:textId="77777777" w:rsidR="006D1BDA" w:rsidRPr="006B7BEC" w:rsidRDefault="006D1BDA" w:rsidP="001A568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F8FF12B" w14:textId="77777777" w:rsidR="006D1BDA" w:rsidRPr="006B7BEC" w:rsidRDefault="006D1BDA" w:rsidP="001A568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023BDA3" w14:textId="77777777" w:rsidR="006D1BDA" w:rsidRPr="006B7BEC" w:rsidRDefault="006D1BDA" w:rsidP="001A568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2EE6D7" w14:textId="77777777" w:rsidR="006D1BDA" w:rsidRPr="006B7BEC" w:rsidRDefault="006D1BDA" w:rsidP="001A568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05A8AAA" w14:textId="77777777" w:rsidR="006D1BDA" w:rsidRPr="006B7BEC" w:rsidRDefault="006D1BDA" w:rsidP="001A568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C867D50" w14:textId="77777777" w:rsidR="006D1BDA" w:rsidRPr="006B7BEC" w:rsidRDefault="006D1BDA" w:rsidP="001A568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E8252EE" w14:textId="77777777" w:rsidR="006D1BDA" w:rsidRPr="006B7BEC" w:rsidRDefault="006D1BDA" w:rsidP="001A568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8B471D0" w14:textId="77777777" w:rsidR="006D1BDA" w:rsidRPr="006B7BEC" w:rsidRDefault="006D1BDA" w:rsidP="001A568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7F346B" w14:textId="77777777" w:rsidR="006D1BDA" w:rsidRPr="006B7BEC" w:rsidRDefault="006D1BDA" w:rsidP="001A568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40AD060" w14:textId="77777777" w:rsidR="006D1BDA" w:rsidRPr="006B7BEC" w:rsidRDefault="006D1BDA" w:rsidP="001A568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E8D51A" w14:textId="77777777" w:rsidR="006D1BDA" w:rsidRPr="006B7BEC" w:rsidRDefault="006D1BDA" w:rsidP="001A568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8444BAC" w14:textId="77777777" w:rsidR="006D1BDA" w:rsidRPr="006B7BEC" w:rsidRDefault="006D1BDA" w:rsidP="001A568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17B777" w14:textId="77777777" w:rsidR="006D1BDA" w:rsidRPr="006B7BEC" w:rsidRDefault="006D1BDA" w:rsidP="001A568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E609A1" w14:textId="77777777" w:rsidR="006D1BDA" w:rsidRPr="006B7BEC" w:rsidRDefault="006D1BDA" w:rsidP="001A568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30C1E35" w14:textId="77777777" w:rsidR="006D1BDA" w:rsidRPr="006B7BEC" w:rsidRDefault="006D1BDA" w:rsidP="001A568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EFC459" w14:textId="77777777" w:rsidR="006D1BDA" w:rsidRPr="006B7BEC" w:rsidRDefault="006D1BDA" w:rsidP="001A568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34C7628" w14:textId="77777777" w:rsidR="006D1BDA" w:rsidRPr="006B7BEC" w:rsidRDefault="006D1BDA" w:rsidP="001A568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75D9E9E" w14:textId="77777777" w:rsidR="006D1BDA" w:rsidRPr="006B7BEC" w:rsidRDefault="006D1BDA" w:rsidP="001A568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9AF52D" w14:textId="77777777" w:rsidR="006D1BDA" w:rsidRPr="006B7BEC" w:rsidRDefault="006D1BDA" w:rsidP="001A568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CBCC11F" w14:textId="77777777" w:rsidR="006D1BDA" w:rsidRPr="006B7BEC" w:rsidRDefault="006D1BDA" w:rsidP="001A568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049B32E" w14:textId="77777777" w:rsidR="006D1BDA" w:rsidRPr="006B7BEC" w:rsidRDefault="006D1BDA" w:rsidP="001A568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66BBB5C" w14:textId="77777777" w:rsidR="006D1BDA" w:rsidRPr="006B7BEC" w:rsidRDefault="006D1BDA" w:rsidP="001A568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DFF957C" w14:textId="77777777" w:rsidR="006D1BDA" w:rsidRPr="006B7BEC" w:rsidRDefault="006D1BDA" w:rsidP="001A568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1168073" w14:textId="77777777" w:rsidR="006D1BDA" w:rsidRPr="006B7BEC" w:rsidRDefault="006D1BDA" w:rsidP="001A568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74AA3C8" w14:textId="77777777" w:rsidR="006D1BDA" w:rsidRPr="006B7BEC" w:rsidRDefault="006D1BDA" w:rsidP="001A568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79E7A1" w14:textId="77777777" w:rsidR="006D1BDA" w:rsidRPr="006B7BEC" w:rsidRDefault="006D1BDA" w:rsidP="001A568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0B7D943" w14:textId="77777777" w:rsidR="006D1BDA" w:rsidRPr="006B7BEC" w:rsidRDefault="006D1BDA" w:rsidP="001A568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816CE02" w14:textId="77777777" w:rsidR="006D1BDA" w:rsidRPr="006B7BEC" w:rsidRDefault="006D1BDA" w:rsidP="001A568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DEA076E" w14:textId="77777777" w:rsidR="006D1BDA" w:rsidRPr="006B7BEC" w:rsidRDefault="006D1BDA" w:rsidP="001A568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2BE598" w14:textId="77777777" w:rsidR="006D1BDA" w:rsidRPr="006B7BEC" w:rsidRDefault="006D1BDA" w:rsidP="001A568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D13E1DF" w14:textId="77777777" w:rsidR="006D1BDA" w:rsidRPr="006B7BEC" w:rsidRDefault="006D1BDA" w:rsidP="001A568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CCDFFC" w14:textId="77777777" w:rsidR="006D1BDA" w:rsidRPr="006B7BEC" w:rsidRDefault="006D1BDA" w:rsidP="001A568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B99453" w14:textId="77777777" w:rsidR="006D1BDA" w:rsidRPr="006B7BEC" w:rsidRDefault="006D1BDA" w:rsidP="001A568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E7BFC74" w14:textId="77777777" w:rsidR="006D1BDA" w:rsidRPr="006B7BEC" w:rsidRDefault="006D1BDA" w:rsidP="001A568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90F934" w14:textId="77777777" w:rsidR="006D1BDA" w:rsidRPr="006B7BEC" w:rsidRDefault="006D1BDA" w:rsidP="001A568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5B544E3" w14:textId="77777777" w:rsidR="006D1BDA" w:rsidRPr="006B7BEC" w:rsidRDefault="006D1BDA" w:rsidP="001A568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620A231" w14:textId="77777777" w:rsidR="006D1BDA" w:rsidRDefault="006D1BDA" w:rsidP="001A568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CFAF097" w14:textId="77777777" w:rsidR="006D1BDA" w:rsidRDefault="006D1BDA" w:rsidP="001A568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1ECB2F0" w14:textId="77777777" w:rsidR="006D1BDA" w:rsidRDefault="006D1BDA" w:rsidP="001A568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099721D" w14:textId="77777777" w:rsidR="006D1BDA" w:rsidRDefault="006D1BDA" w:rsidP="001A568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9BB7C9B" w14:textId="77777777" w:rsidR="006D1BDA" w:rsidRDefault="006D1BDA" w:rsidP="001A568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8A81762" w14:textId="77777777" w:rsidR="006D1BDA" w:rsidRDefault="006D1BDA" w:rsidP="001A568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395DE1B" w14:textId="77777777" w:rsidR="006D1BDA" w:rsidRPr="006B7BEC" w:rsidRDefault="006D1BDA" w:rsidP="001A568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7F3ED2C4" w14:textId="77777777" w:rsidR="006D1BDA" w:rsidRPr="006B7BEC" w:rsidRDefault="006D1BDA" w:rsidP="006D1BD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2828B59F" w14:textId="77777777" w:rsidR="006D1BDA" w:rsidRDefault="006D1BDA" w:rsidP="006D1BD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1.7.1.3. </w:t>
      </w:r>
      <w:r w:rsidRPr="008A4207">
        <w:rPr>
          <w:rFonts w:ascii="Times New Roman" w:hAnsi="Times New Roman"/>
          <w:sz w:val="28"/>
          <w:szCs w:val="28"/>
        </w:rPr>
        <w:t>Подраздел «</w:t>
      </w:r>
      <w:r>
        <w:rPr>
          <w:rFonts w:ascii="Times New Roman" w:hAnsi="Times New Roman"/>
          <w:sz w:val="28"/>
          <w:szCs w:val="28"/>
        </w:rPr>
        <w:t>Целевые показатели (индикато</w:t>
      </w:r>
      <w:r w:rsidRPr="00AA1EA5">
        <w:rPr>
          <w:rFonts w:ascii="Times New Roman" w:hAnsi="Times New Roman"/>
          <w:sz w:val="28"/>
          <w:szCs w:val="28"/>
        </w:rPr>
        <w:t xml:space="preserve">ры) </w:t>
      </w:r>
      <w:r>
        <w:rPr>
          <w:rFonts w:ascii="Times New Roman" w:hAnsi="Times New Roman"/>
          <w:sz w:val="28"/>
          <w:szCs w:val="28"/>
        </w:rPr>
        <w:t>под</w:t>
      </w:r>
      <w:r w:rsidRPr="00AA1EA5">
        <w:rPr>
          <w:rFonts w:ascii="Times New Roman" w:hAnsi="Times New Roman"/>
          <w:sz w:val="28"/>
          <w:szCs w:val="28"/>
        </w:rPr>
        <w:t>программы</w:t>
      </w:r>
      <w:r w:rsidRPr="008A4207">
        <w:rPr>
          <w:rFonts w:ascii="Times New Roman" w:hAnsi="Times New Roman"/>
          <w:sz w:val="28"/>
          <w:szCs w:val="28"/>
        </w:rPr>
        <w:t>» изложить в новой редакции:</w:t>
      </w:r>
    </w:p>
    <w:tbl>
      <w:tblPr>
        <w:tblW w:w="9579" w:type="dxa"/>
        <w:tblCellSpacing w:w="5" w:type="nil"/>
        <w:tblInd w:w="-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354"/>
        <w:gridCol w:w="6439"/>
        <w:gridCol w:w="360"/>
      </w:tblGrid>
      <w:tr w:rsidR="006D1BDA" w:rsidRPr="008A4207" w14:paraId="49B3A794" w14:textId="77777777" w:rsidTr="001A5684">
        <w:trPr>
          <w:trHeight w:val="3930"/>
          <w:tblCellSpacing w:w="5" w:type="nil"/>
        </w:trPr>
        <w:tc>
          <w:tcPr>
            <w:tcW w:w="426" w:type="dxa"/>
            <w:tcBorders>
              <w:right w:val="single" w:sz="4" w:space="0" w:color="auto"/>
            </w:tcBorders>
          </w:tcPr>
          <w:p w14:paraId="3CCC5786" w14:textId="77777777" w:rsidR="006D1BDA" w:rsidRPr="008A4207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8374" w14:textId="77777777" w:rsidR="006D1BDA" w:rsidRPr="008A4207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EA5">
              <w:rPr>
                <w:rFonts w:ascii="Times New Roman" w:hAnsi="Times New Roman"/>
                <w:sz w:val="28"/>
                <w:szCs w:val="28"/>
              </w:rPr>
              <w:t xml:space="preserve">Целевые показатели (индикаторы)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AA1EA5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DAF76" w14:textId="77777777" w:rsidR="006D1BDA" w:rsidRPr="00E96E7D" w:rsidRDefault="006D1BDA" w:rsidP="001A56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6E7D">
              <w:rPr>
                <w:rFonts w:ascii="Times New Roman" w:hAnsi="Times New Roman"/>
                <w:sz w:val="28"/>
                <w:szCs w:val="28"/>
              </w:rPr>
              <w:t>1. Индекс производства молока в ЛПХ и КФХ;</w:t>
            </w:r>
          </w:p>
          <w:p w14:paraId="25B13628" w14:textId="77777777" w:rsidR="006D1BDA" w:rsidRPr="00E96E7D" w:rsidRDefault="006D1BDA" w:rsidP="001A56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6E7D">
              <w:rPr>
                <w:rFonts w:ascii="Times New Roman" w:hAnsi="Times New Roman"/>
                <w:sz w:val="28"/>
                <w:szCs w:val="28"/>
              </w:rPr>
              <w:t>2. Индекс производства мяса скота и птицы на убой (в живом весе) в ЛПХ и КФХ;</w:t>
            </w:r>
          </w:p>
          <w:p w14:paraId="1A7772C7" w14:textId="77777777" w:rsidR="006D1BDA" w:rsidRPr="00E96E7D" w:rsidRDefault="006D1BDA" w:rsidP="001A56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6E7D">
              <w:rPr>
                <w:rFonts w:ascii="Times New Roman" w:hAnsi="Times New Roman"/>
                <w:sz w:val="28"/>
                <w:szCs w:val="28"/>
              </w:rPr>
              <w:t>3. Индекс про</w:t>
            </w:r>
            <w:r>
              <w:rPr>
                <w:rFonts w:ascii="Times New Roman" w:hAnsi="Times New Roman"/>
                <w:sz w:val="28"/>
                <w:szCs w:val="28"/>
              </w:rPr>
              <w:t>изводства продукции растениеводства в ЛПХ и КФХ</w:t>
            </w:r>
            <w:r w:rsidRPr="00E96E7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737AF263" w14:textId="77777777" w:rsidR="006D1BDA" w:rsidRPr="00E96E7D" w:rsidRDefault="006D1BDA" w:rsidP="001A56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6E7D">
              <w:rPr>
                <w:rFonts w:ascii="Times New Roman" w:hAnsi="Times New Roman"/>
                <w:sz w:val="28"/>
                <w:szCs w:val="28"/>
              </w:rPr>
              <w:t>4. Количество КФХ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до 2020 года</w:t>
            </w:r>
            <w:r w:rsidRPr="00E96E7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4EB1C5B6" w14:textId="77777777" w:rsidR="006D1BDA" w:rsidRPr="00E96E7D" w:rsidRDefault="006D1BDA" w:rsidP="001A56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6E7D">
              <w:rPr>
                <w:rFonts w:ascii="Times New Roman" w:hAnsi="Times New Roman"/>
                <w:sz w:val="28"/>
                <w:szCs w:val="28"/>
              </w:rPr>
              <w:t>5. Ввод в эксплуатацию сельскохозяйственного рынка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1 объект</w:t>
            </w:r>
            <w:r w:rsidRPr="00E96E7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14FAB9CD" w14:textId="77777777" w:rsidR="006D1BDA" w:rsidRPr="00201F98" w:rsidRDefault="006D1BDA" w:rsidP="001A56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6E7D">
              <w:rPr>
                <w:rFonts w:ascii="Times New Roman" w:hAnsi="Times New Roman"/>
                <w:sz w:val="28"/>
                <w:szCs w:val="28"/>
              </w:rPr>
              <w:t xml:space="preserve">6. Количество поставленного дотационного </w:t>
            </w:r>
            <w:r>
              <w:rPr>
                <w:rFonts w:ascii="Times New Roman" w:hAnsi="Times New Roman"/>
                <w:sz w:val="28"/>
                <w:szCs w:val="28"/>
              </w:rPr>
              <w:t>ком</w:t>
            </w:r>
            <w:r w:rsidRPr="00E96E7D">
              <w:rPr>
                <w:rFonts w:ascii="Times New Roman" w:hAnsi="Times New Roman"/>
                <w:sz w:val="28"/>
                <w:szCs w:val="28"/>
              </w:rPr>
              <w:t>бикорма и ф</w:t>
            </w:r>
            <w:r>
              <w:rPr>
                <w:rFonts w:ascii="Times New Roman" w:hAnsi="Times New Roman"/>
                <w:sz w:val="28"/>
                <w:szCs w:val="28"/>
              </w:rPr>
              <w:t>уражного зерна для сельскохозяй</w:t>
            </w:r>
            <w:r w:rsidRPr="00E96E7D">
              <w:rPr>
                <w:rFonts w:ascii="Times New Roman" w:hAnsi="Times New Roman"/>
                <w:sz w:val="28"/>
                <w:szCs w:val="28"/>
              </w:rPr>
              <w:t>ственных жив</w:t>
            </w:r>
            <w:r>
              <w:rPr>
                <w:rFonts w:ascii="Times New Roman" w:hAnsi="Times New Roman"/>
                <w:sz w:val="28"/>
                <w:szCs w:val="28"/>
              </w:rPr>
              <w:t>отных и птицы в населенные пунк</w:t>
            </w:r>
            <w:r w:rsidRPr="00E96E7D">
              <w:rPr>
                <w:rFonts w:ascii="Times New Roman" w:hAnsi="Times New Roman"/>
                <w:sz w:val="28"/>
                <w:szCs w:val="28"/>
              </w:rPr>
              <w:t>ты для ЛПХ</w:t>
            </w:r>
            <w:r>
              <w:rPr>
                <w:rFonts w:ascii="Times New Roman" w:hAnsi="Times New Roman"/>
                <w:sz w:val="28"/>
                <w:szCs w:val="28"/>
              </w:rPr>
              <w:t>, начиная с 2021 года</w:t>
            </w:r>
            <w:r w:rsidRPr="00E96E7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0" w:type="dxa"/>
            <w:tcBorders>
              <w:left w:val="single" w:sz="4" w:space="0" w:color="auto"/>
            </w:tcBorders>
          </w:tcPr>
          <w:p w14:paraId="71B6A96A" w14:textId="77777777" w:rsidR="006D1BDA" w:rsidRDefault="006D1BDA" w:rsidP="001A568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78E2D57" w14:textId="77777777" w:rsidR="006D1BDA" w:rsidRDefault="006D1BDA" w:rsidP="001A568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46E1062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D777F21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C54F4D3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2410257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303AC95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F0095F6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485E34C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6DA7CA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CCAA74D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5813AA6" w14:textId="77777777" w:rsidR="006D1BDA" w:rsidRPr="008A4207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0C30B83A" w14:textId="77777777" w:rsidR="006D1BDA" w:rsidRDefault="006D1BDA" w:rsidP="006D1BD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44184C48" w14:textId="77777777" w:rsidR="006D1BDA" w:rsidRDefault="006D1BDA" w:rsidP="006D1BD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1.7.1.4. В наименовании подраздела </w:t>
      </w:r>
      <w:r w:rsidRPr="003C01DE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Pr="003C01DE">
        <w:rPr>
          <w:rFonts w:ascii="Times New Roman" w:hAnsi="Times New Roman"/>
          <w:sz w:val="28"/>
          <w:szCs w:val="28"/>
        </w:rPr>
        <w:t>Сроки и этапы реализации программы</w:t>
      </w:r>
      <w:r w:rsidRPr="003C01DE">
        <w:rPr>
          <w:rFonts w:ascii="Times New Roman" w:hAnsi="Times New Roman"/>
          <w:sz w:val="28"/>
          <w:szCs w:val="28"/>
          <w:shd w:val="clear" w:color="auto" w:fill="FFFFFF"/>
        </w:rPr>
        <w:t>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слов «программы» заменить словом «подпрограммы»;</w:t>
      </w:r>
    </w:p>
    <w:p w14:paraId="73333D5F" w14:textId="77777777" w:rsidR="006D1BDA" w:rsidRDefault="006D1BDA" w:rsidP="006D1BD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1.7.1.5. </w:t>
      </w:r>
      <w:r w:rsidRPr="008A4207">
        <w:rPr>
          <w:rFonts w:ascii="Times New Roman" w:hAnsi="Times New Roman"/>
          <w:sz w:val="28"/>
          <w:szCs w:val="28"/>
        </w:rPr>
        <w:t>Подраздел «</w:t>
      </w:r>
      <w:r>
        <w:rPr>
          <w:rFonts w:ascii="Times New Roman" w:hAnsi="Times New Roman"/>
          <w:sz w:val="28"/>
          <w:szCs w:val="28"/>
        </w:rPr>
        <w:t>Ожидаемые результаты реализации програм</w:t>
      </w:r>
      <w:r w:rsidRPr="004F3A7B">
        <w:rPr>
          <w:rFonts w:ascii="Times New Roman" w:hAnsi="Times New Roman"/>
          <w:sz w:val="28"/>
          <w:szCs w:val="28"/>
        </w:rPr>
        <w:t>мы</w:t>
      </w:r>
      <w:r w:rsidRPr="008A4207">
        <w:rPr>
          <w:rFonts w:ascii="Times New Roman" w:hAnsi="Times New Roman"/>
          <w:sz w:val="28"/>
          <w:szCs w:val="28"/>
        </w:rPr>
        <w:t>» изложить в новой редакции:</w:t>
      </w:r>
    </w:p>
    <w:tbl>
      <w:tblPr>
        <w:tblW w:w="9579" w:type="dxa"/>
        <w:tblCellSpacing w:w="5" w:type="nil"/>
        <w:tblInd w:w="-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354"/>
        <w:gridCol w:w="6439"/>
        <w:gridCol w:w="360"/>
      </w:tblGrid>
      <w:tr w:rsidR="006D1BDA" w:rsidRPr="008A4207" w14:paraId="5B637E82" w14:textId="77777777" w:rsidTr="001A5684">
        <w:trPr>
          <w:trHeight w:val="1862"/>
          <w:tblCellSpacing w:w="5" w:type="nil"/>
        </w:trPr>
        <w:tc>
          <w:tcPr>
            <w:tcW w:w="426" w:type="dxa"/>
            <w:tcBorders>
              <w:right w:val="single" w:sz="4" w:space="0" w:color="auto"/>
            </w:tcBorders>
          </w:tcPr>
          <w:p w14:paraId="0FC64FD7" w14:textId="77777777" w:rsidR="006D1BDA" w:rsidRPr="008A4207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194FE" w14:textId="77777777" w:rsidR="006D1BDA" w:rsidRPr="008A4207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A7B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4F3A7B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D9C5A" w14:textId="77777777" w:rsidR="006D1BDA" w:rsidRPr="008C10E7" w:rsidRDefault="006D1BDA" w:rsidP="001A56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Pr="008C10E7">
              <w:rPr>
                <w:rFonts w:ascii="Times New Roman" w:hAnsi="Times New Roman"/>
                <w:sz w:val="28"/>
                <w:szCs w:val="28"/>
              </w:rPr>
              <w:t>Сохранение на уровне предыдущего отчетного периода и увеличение до 100% к 2025 году индекса производства молока в ЛПХ и КФХ;</w:t>
            </w:r>
          </w:p>
          <w:p w14:paraId="39941EDC" w14:textId="77777777" w:rsidR="006D1BDA" w:rsidRPr="008C10E7" w:rsidRDefault="006D1BDA" w:rsidP="001A56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8C10E7">
              <w:rPr>
                <w:rFonts w:ascii="Times New Roman" w:hAnsi="Times New Roman"/>
                <w:sz w:val="28"/>
                <w:szCs w:val="28"/>
              </w:rPr>
              <w:t>. Сохранение на уровне предыдущего отчетного периода и увеличение до 100% к 2025 году индекса производства мяса скота и птицы на убой (в живом весе) в ЛПХ и КФХ;</w:t>
            </w:r>
          </w:p>
          <w:p w14:paraId="0270A28F" w14:textId="77777777" w:rsidR="006D1BDA" w:rsidRDefault="006D1BDA" w:rsidP="001A56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8C10E7">
              <w:rPr>
                <w:rFonts w:ascii="Times New Roman" w:hAnsi="Times New Roman"/>
                <w:sz w:val="28"/>
                <w:szCs w:val="28"/>
              </w:rPr>
              <w:t>. Сохранение на уровне предыдущего отчетного периода и увеличение до 100% к 2023 году индекса производства продукции растениеводства в ЛПХ и КФХ;</w:t>
            </w:r>
          </w:p>
          <w:p w14:paraId="36190A1D" w14:textId="76F532AF" w:rsidR="006D1BDA" w:rsidRPr="0032351D" w:rsidRDefault="006D1BDA" w:rsidP="001A56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351D">
              <w:rPr>
                <w:rFonts w:ascii="Times New Roman" w:hAnsi="Times New Roman"/>
                <w:sz w:val="28"/>
                <w:szCs w:val="28"/>
              </w:rPr>
              <w:t>4. Прирост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 КФХ к уже осуществляющим дея</w:t>
            </w:r>
            <w:r w:rsidRPr="0032351D">
              <w:rPr>
                <w:rFonts w:ascii="Times New Roman" w:hAnsi="Times New Roman"/>
                <w:sz w:val="28"/>
                <w:szCs w:val="28"/>
              </w:rPr>
              <w:t>тельность хозяйств</w:t>
            </w:r>
            <w:r w:rsidR="00E93089">
              <w:rPr>
                <w:rFonts w:ascii="Times New Roman" w:hAnsi="Times New Roman"/>
                <w:sz w:val="28"/>
                <w:szCs w:val="28"/>
              </w:rPr>
              <w:t>ам в период с 2015 по 2020 год;</w:t>
            </w:r>
          </w:p>
          <w:p w14:paraId="79A5BCEC" w14:textId="77777777" w:rsidR="006D1BDA" w:rsidRPr="0032351D" w:rsidRDefault="006D1BDA" w:rsidP="001A56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351D">
              <w:rPr>
                <w:rFonts w:ascii="Times New Roman" w:hAnsi="Times New Roman"/>
                <w:sz w:val="28"/>
                <w:szCs w:val="28"/>
              </w:rPr>
              <w:t>5. Создание у</w:t>
            </w:r>
            <w:r>
              <w:rPr>
                <w:rFonts w:ascii="Times New Roman" w:hAnsi="Times New Roman"/>
                <w:sz w:val="28"/>
                <w:szCs w:val="28"/>
              </w:rPr>
              <w:t>словий для реализации сельскохо</w:t>
            </w:r>
            <w:r w:rsidRPr="0032351D">
              <w:rPr>
                <w:rFonts w:ascii="Times New Roman" w:hAnsi="Times New Roman"/>
                <w:sz w:val="28"/>
                <w:szCs w:val="28"/>
              </w:rPr>
              <w:t>зяйственной прод</w:t>
            </w:r>
            <w:r>
              <w:rPr>
                <w:rFonts w:ascii="Times New Roman" w:hAnsi="Times New Roman"/>
                <w:sz w:val="28"/>
                <w:szCs w:val="28"/>
              </w:rPr>
              <w:t>укции за счет ввода в эксплуатацию 1 сельско</w:t>
            </w:r>
            <w:r w:rsidRPr="0032351D">
              <w:rPr>
                <w:rFonts w:ascii="Times New Roman" w:hAnsi="Times New Roman"/>
                <w:sz w:val="28"/>
                <w:szCs w:val="28"/>
              </w:rPr>
              <w:t>хозяйственного рынка;</w:t>
            </w:r>
          </w:p>
          <w:p w14:paraId="664D9807" w14:textId="77777777" w:rsidR="006D1BDA" w:rsidRPr="007C5D85" w:rsidRDefault="006D1BDA" w:rsidP="001A56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351D">
              <w:rPr>
                <w:rFonts w:ascii="Times New Roman" w:hAnsi="Times New Roman"/>
                <w:sz w:val="28"/>
                <w:szCs w:val="28"/>
              </w:rPr>
              <w:t xml:space="preserve">6. Поставка </w:t>
            </w:r>
            <w:r>
              <w:rPr>
                <w:rFonts w:ascii="Times New Roman" w:hAnsi="Times New Roman"/>
                <w:sz w:val="28"/>
                <w:szCs w:val="28"/>
              </w:rPr>
              <w:t>дотационного комбикорма и фураж</w:t>
            </w:r>
            <w:r w:rsidRPr="0032351D">
              <w:rPr>
                <w:rFonts w:ascii="Times New Roman" w:hAnsi="Times New Roman"/>
                <w:sz w:val="28"/>
                <w:szCs w:val="28"/>
              </w:rPr>
              <w:t>ного зерна для сельскохозяйственных животных и пт</w:t>
            </w:r>
            <w:r>
              <w:rPr>
                <w:rFonts w:ascii="Times New Roman" w:hAnsi="Times New Roman"/>
                <w:sz w:val="28"/>
                <w:szCs w:val="28"/>
              </w:rPr>
              <w:t>ицы в населенные пункты для ЛПХ в 2021 году не менее 10</w:t>
            </w:r>
            <w:r w:rsidRPr="0032351D">
              <w:rPr>
                <w:rFonts w:ascii="Times New Roman" w:hAnsi="Times New Roman"/>
                <w:sz w:val="28"/>
                <w:szCs w:val="28"/>
              </w:rPr>
              <w:t>0,0 тн, начина</w:t>
            </w:r>
            <w:r>
              <w:rPr>
                <w:rFonts w:ascii="Times New Roman" w:hAnsi="Times New Roman"/>
                <w:sz w:val="28"/>
                <w:szCs w:val="28"/>
              </w:rPr>
              <w:t>я с 2022 года не менее 160,0 тн</w:t>
            </w:r>
            <w:r w:rsidRPr="0032351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0" w:type="dxa"/>
            <w:tcBorders>
              <w:left w:val="single" w:sz="4" w:space="0" w:color="auto"/>
            </w:tcBorders>
          </w:tcPr>
          <w:p w14:paraId="49CE2CC5" w14:textId="77777777" w:rsidR="006D1BDA" w:rsidRDefault="006D1BDA" w:rsidP="001A568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5984E72" w14:textId="77777777" w:rsidR="006D1BDA" w:rsidRDefault="006D1BDA" w:rsidP="001A568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062CD4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AF28A71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B6118D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4CC3BD7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209D6C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043E472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79FA355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249DD60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6BEA27D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6C5D91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4E5A72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AF087ED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9B7800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5756DD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4AC4555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ECC10B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8B6A3CD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1B6E364" w14:textId="77777777" w:rsidR="006D1BDA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03E26CE" w14:textId="77777777" w:rsidR="006D1BDA" w:rsidRPr="008A4207" w:rsidRDefault="006D1BDA" w:rsidP="001A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12F91A9E" w14:textId="77777777" w:rsidR="006D1BDA" w:rsidRDefault="006D1BDA" w:rsidP="006D1BD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797EED9F" w14:textId="77777777" w:rsidR="006D1BDA" w:rsidRDefault="006D1BDA" w:rsidP="006D1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1.7.2. </w:t>
      </w:r>
      <w:r>
        <w:rPr>
          <w:rFonts w:ascii="Times New Roman" w:hAnsi="Times New Roman"/>
          <w:sz w:val="28"/>
          <w:szCs w:val="28"/>
          <w:lang w:eastAsia="ru-RU"/>
        </w:rPr>
        <w:t>Раздел 4 «Показатели (индикаторы) достижения целей и решения задач» изложить в новой редакции:</w:t>
      </w:r>
    </w:p>
    <w:p w14:paraId="156EDEE1" w14:textId="77777777" w:rsidR="006D1BDA" w:rsidRPr="006B0FD2" w:rsidRDefault="006D1BDA" w:rsidP="006D1BD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6B0FD2">
        <w:rPr>
          <w:rFonts w:ascii="Times New Roman" w:hAnsi="Times New Roman"/>
          <w:sz w:val="28"/>
          <w:szCs w:val="28"/>
          <w:lang w:eastAsia="ru-RU"/>
        </w:rPr>
        <w:t>4. Показатели (индикаторы) достижения целей</w:t>
      </w:r>
    </w:p>
    <w:p w14:paraId="596929CA" w14:textId="77777777" w:rsidR="006D1BDA" w:rsidRDefault="006D1BDA" w:rsidP="006D1BD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B0FD2">
        <w:rPr>
          <w:rFonts w:ascii="Times New Roman" w:hAnsi="Times New Roman"/>
          <w:sz w:val="28"/>
          <w:szCs w:val="28"/>
          <w:lang w:eastAsia="ru-RU"/>
        </w:rPr>
        <w:t>и решения задач</w:t>
      </w:r>
    </w:p>
    <w:p w14:paraId="3275123C" w14:textId="77777777" w:rsidR="006D1BDA" w:rsidRPr="00A14BA5" w:rsidRDefault="006D1BDA" w:rsidP="006D1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4BA5">
        <w:rPr>
          <w:rFonts w:ascii="Times New Roman" w:hAnsi="Times New Roman"/>
          <w:sz w:val="28"/>
          <w:szCs w:val="28"/>
          <w:lang w:eastAsia="ru-RU"/>
        </w:rPr>
        <w:t>В качестве целевых индикаторов (показателей) оценки выполнения подпрограммы используются:</w:t>
      </w:r>
    </w:p>
    <w:p w14:paraId="50495832" w14:textId="77777777" w:rsidR="006D1BDA" w:rsidRPr="00A14BA5" w:rsidRDefault="006D1BDA" w:rsidP="006D1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 Индекс</w:t>
      </w:r>
      <w:r w:rsidRPr="00A14BA5">
        <w:rPr>
          <w:rFonts w:ascii="Times New Roman" w:hAnsi="Times New Roman"/>
          <w:sz w:val="28"/>
          <w:szCs w:val="28"/>
          <w:lang w:eastAsia="ru-RU"/>
        </w:rPr>
        <w:t xml:space="preserve"> п</w:t>
      </w:r>
      <w:r>
        <w:rPr>
          <w:rFonts w:ascii="Times New Roman" w:hAnsi="Times New Roman"/>
          <w:sz w:val="28"/>
          <w:szCs w:val="28"/>
          <w:lang w:eastAsia="ru-RU"/>
        </w:rPr>
        <w:t>роизводства молока в ЛПХ и КФХ</w:t>
      </w:r>
      <w:r w:rsidRPr="00A14BA5">
        <w:rPr>
          <w:rFonts w:ascii="Times New Roman" w:hAnsi="Times New Roman"/>
          <w:sz w:val="28"/>
          <w:szCs w:val="28"/>
          <w:lang w:eastAsia="ru-RU"/>
        </w:rPr>
        <w:t>;</w:t>
      </w:r>
    </w:p>
    <w:p w14:paraId="28C94C2F" w14:textId="77777777" w:rsidR="006D1BDA" w:rsidRPr="00A14BA5" w:rsidRDefault="006D1BDA" w:rsidP="006D1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4BA5">
        <w:rPr>
          <w:rFonts w:ascii="Times New Roman" w:hAnsi="Times New Roman"/>
          <w:sz w:val="28"/>
          <w:szCs w:val="28"/>
          <w:lang w:eastAsia="ru-RU"/>
        </w:rPr>
        <w:t>2. Индекс производства мяса скота и птицы на убой (в живом весе) в Л</w:t>
      </w:r>
      <w:r>
        <w:rPr>
          <w:rFonts w:ascii="Times New Roman" w:hAnsi="Times New Roman"/>
          <w:sz w:val="28"/>
          <w:szCs w:val="28"/>
          <w:lang w:eastAsia="ru-RU"/>
        </w:rPr>
        <w:t>ПХ и КФХ</w:t>
      </w:r>
      <w:r w:rsidRPr="00A14BA5">
        <w:rPr>
          <w:rFonts w:ascii="Times New Roman" w:hAnsi="Times New Roman"/>
          <w:sz w:val="28"/>
          <w:szCs w:val="28"/>
          <w:lang w:eastAsia="ru-RU"/>
        </w:rPr>
        <w:t>;</w:t>
      </w:r>
    </w:p>
    <w:p w14:paraId="4D7C6EA1" w14:textId="77777777" w:rsidR="006D1BDA" w:rsidRPr="00A14BA5" w:rsidRDefault="006D1BDA" w:rsidP="006D1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4BA5">
        <w:rPr>
          <w:rFonts w:ascii="Times New Roman" w:hAnsi="Times New Roman"/>
          <w:sz w:val="28"/>
          <w:szCs w:val="28"/>
          <w:lang w:eastAsia="ru-RU"/>
        </w:rPr>
        <w:t>3. Индекс производства продукции растениеводства в ЛП</w:t>
      </w:r>
      <w:r>
        <w:rPr>
          <w:rFonts w:ascii="Times New Roman" w:hAnsi="Times New Roman"/>
          <w:sz w:val="28"/>
          <w:szCs w:val="28"/>
          <w:lang w:eastAsia="ru-RU"/>
        </w:rPr>
        <w:t>Х и КФХ</w:t>
      </w:r>
      <w:r w:rsidRPr="00A14BA5">
        <w:rPr>
          <w:rFonts w:ascii="Times New Roman" w:hAnsi="Times New Roman"/>
          <w:sz w:val="28"/>
          <w:szCs w:val="28"/>
          <w:lang w:eastAsia="ru-RU"/>
        </w:rPr>
        <w:t>;</w:t>
      </w:r>
    </w:p>
    <w:p w14:paraId="39AD023C" w14:textId="27B5CC53" w:rsidR="006D1BDA" w:rsidRPr="00A14BA5" w:rsidRDefault="006D1BDA" w:rsidP="006D1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4BA5">
        <w:rPr>
          <w:rFonts w:ascii="Times New Roman" w:hAnsi="Times New Roman"/>
          <w:sz w:val="28"/>
          <w:szCs w:val="28"/>
          <w:lang w:eastAsia="ru-RU"/>
        </w:rPr>
        <w:t>4. Количество КФХ</w:t>
      </w:r>
      <w:r>
        <w:rPr>
          <w:rFonts w:ascii="Times New Roman" w:hAnsi="Times New Roman"/>
          <w:sz w:val="28"/>
          <w:szCs w:val="28"/>
          <w:lang w:eastAsia="ru-RU"/>
        </w:rPr>
        <w:t xml:space="preserve"> до 2020 года</w:t>
      </w:r>
      <w:r w:rsidR="00E93089">
        <w:rPr>
          <w:rFonts w:ascii="Times New Roman" w:hAnsi="Times New Roman"/>
          <w:sz w:val="28"/>
          <w:szCs w:val="28"/>
          <w:lang w:eastAsia="ru-RU"/>
        </w:rPr>
        <w:t>;</w:t>
      </w:r>
    </w:p>
    <w:p w14:paraId="3D3B9947" w14:textId="77777777" w:rsidR="006D1BDA" w:rsidRPr="00A14BA5" w:rsidRDefault="006D1BDA" w:rsidP="006D1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4BA5">
        <w:rPr>
          <w:rFonts w:ascii="Times New Roman" w:hAnsi="Times New Roman"/>
          <w:sz w:val="28"/>
          <w:szCs w:val="28"/>
          <w:lang w:eastAsia="ru-RU"/>
        </w:rPr>
        <w:t>5. Ввод в эксплуатацию сельскохозяйственного рынка – 1 объект;</w:t>
      </w:r>
    </w:p>
    <w:p w14:paraId="32741EB2" w14:textId="77777777" w:rsidR="006D1BDA" w:rsidRDefault="006D1BDA" w:rsidP="006D1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4BA5">
        <w:rPr>
          <w:rFonts w:ascii="Times New Roman" w:hAnsi="Times New Roman"/>
          <w:sz w:val="28"/>
          <w:szCs w:val="28"/>
          <w:lang w:eastAsia="ru-RU"/>
        </w:rPr>
        <w:t>6. Количество поставленного дотационного комбикорма и фураж</w:t>
      </w:r>
      <w:r>
        <w:rPr>
          <w:rFonts w:ascii="Times New Roman" w:hAnsi="Times New Roman"/>
          <w:sz w:val="28"/>
          <w:szCs w:val="28"/>
          <w:lang w:eastAsia="ru-RU"/>
        </w:rPr>
        <w:t>но</w:t>
      </w:r>
      <w:r w:rsidRPr="00A14BA5">
        <w:rPr>
          <w:rFonts w:ascii="Times New Roman" w:hAnsi="Times New Roman"/>
          <w:sz w:val="28"/>
          <w:szCs w:val="28"/>
          <w:lang w:eastAsia="ru-RU"/>
        </w:rPr>
        <w:t>го зерна для сельскохозяйственных жив</w:t>
      </w:r>
      <w:r>
        <w:rPr>
          <w:rFonts w:ascii="Times New Roman" w:hAnsi="Times New Roman"/>
          <w:sz w:val="28"/>
          <w:szCs w:val="28"/>
          <w:lang w:eastAsia="ru-RU"/>
        </w:rPr>
        <w:t>отных и птицы в населенные пунк</w:t>
      </w:r>
      <w:r w:rsidRPr="00A14BA5">
        <w:rPr>
          <w:rFonts w:ascii="Times New Roman" w:hAnsi="Times New Roman"/>
          <w:sz w:val="28"/>
          <w:szCs w:val="28"/>
          <w:lang w:eastAsia="ru-RU"/>
        </w:rPr>
        <w:t>ты для ЛПХ</w:t>
      </w:r>
      <w:r>
        <w:rPr>
          <w:rFonts w:ascii="Times New Roman" w:hAnsi="Times New Roman"/>
          <w:sz w:val="28"/>
          <w:szCs w:val="28"/>
          <w:lang w:eastAsia="ru-RU"/>
        </w:rPr>
        <w:t>, начиная с 2021 года»</w:t>
      </w:r>
      <w:r w:rsidRPr="00A14BA5">
        <w:rPr>
          <w:rFonts w:ascii="Times New Roman" w:hAnsi="Times New Roman"/>
          <w:sz w:val="28"/>
          <w:szCs w:val="28"/>
          <w:lang w:eastAsia="ru-RU"/>
        </w:rPr>
        <w:t>.</w:t>
      </w:r>
    </w:p>
    <w:p w14:paraId="2BCA6DB4" w14:textId="77777777" w:rsidR="006D1BDA" w:rsidRDefault="006D1BDA" w:rsidP="006D1BD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1.7.3. В разделе 6 «</w:t>
      </w:r>
      <w:r w:rsidRPr="00C661F2">
        <w:rPr>
          <w:rFonts w:ascii="Times New Roman" w:hAnsi="Times New Roman"/>
          <w:sz w:val="28"/>
          <w:szCs w:val="28"/>
          <w:shd w:val="clear" w:color="auto" w:fill="FFFFFF"/>
        </w:rPr>
        <w:t>Перечень мероприятий подпрограммы</w:t>
      </w:r>
      <w:r>
        <w:rPr>
          <w:rFonts w:ascii="Times New Roman" w:hAnsi="Times New Roman"/>
          <w:sz w:val="28"/>
          <w:szCs w:val="28"/>
          <w:shd w:val="clear" w:color="auto" w:fill="FFFFFF"/>
        </w:rPr>
        <w:t>»:</w:t>
      </w:r>
    </w:p>
    <w:p w14:paraId="0FDF6078" w14:textId="77777777" w:rsidR="006D1BDA" w:rsidRDefault="006D1BDA" w:rsidP="006D1BD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1.7.3.1. В абзаце 4 подпункта 6.1.2 пункта 6.1, в абзаце 6 подпункта 6.2.1, в абзаце 7 подпункта 6.2.2, в абзаце 5 подпункта 6.2.3 пункта 6.2 слова «</w:t>
      </w:r>
      <w:r w:rsidRPr="00C661F2">
        <w:rPr>
          <w:rFonts w:ascii="Times New Roman" w:hAnsi="Times New Roman"/>
          <w:sz w:val="28"/>
          <w:szCs w:val="28"/>
          <w:shd w:val="clear" w:color="auto" w:fill="FFFFFF"/>
        </w:rPr>
        <w:t xml:space="preserve">Государственной программой </w:t>
      </w:r>
      <w:r>
        <w:rPr>
          <w:rFonts w:ascii="Times New Roman" w:hAnsi="Times New Roman"/>
          <w:sz w:val="28"/>
          <w:szCs w:val="28"/>
          <w:shd w:val="clear" w:color="auto" w:fill="FFFFFF"/>
        </w:rPr>
        <w:t>Сахалинской области «Развитие в Сахалинской обла</w:t>
      </w:r>
      <w:r w:rsidRPr="00C661F2">
        <w:rPr>
          <w:rFonts w:ascii="Times New Roman" w:hAnsi="Times New Roman"/>
          <w:sz w:val="28"/>
          <w:szCs w:val="28"/>
          <w:shd w:val="clear" w:color="auto" w:fill="FFFFFF"/>
        </w:rPr>
        <w:t xml:space="preserve">сти сельского хозяйства и регулирование рынков </w:t>
      </w:r>
      <w:r w:rsidRPr="00C661F2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сельскохозяйственной продукции, сырья и продовольствия на 2014 - 2020 годы»</w:t>
      </w:r>
      <w:r>
        <w:rPr>
          <w:rFonts w:ascii="Times New Roman" w:hAnsi="Times New Roman"/>
          <w:sz w:val="28"/>
          <w:szCs w:val="28"/>
          <w:shd w:val="clear" w:color="auto" w:fill="FFFFFF"/>
        </w:rPr>
        <w:t>» заменить на «</w:t>
      </w:r>
      <w:r w:rsidRPr="00C661F2">
        <w:rPr>
          <w:rFonts w:ascii="Times New Roman" w:hAnsi="Times New Roman"/>
          <w:sz w:val="28"/>
          <w:szCs w:val="28"/>
          <w:shd w:val="clear" w:color="auto" w:fill="FFFFFF"/>
        </w:rPr>
        <w:t>Государственной программой Сахалинс</w:t>
      </w:r>
      <w:r>
        <w:rPr>
          <w:rFonts w:ascii="Times New Roman" w:hAnsi="Times New Roman"/>
          <w:sz w:val="28"/>
          <w:szCs w:val="28"/>
          <w:shd w:val="clear" w:color="auto" w:fill="FFFFFF"/>
        </w:rPr>
        <w:t>кой области "Развитие в Сахалин</w:t>
      </w:r>
      <w:r w:rsidRPr="00C661F2">
        <w:rPr>
          <w:rFonts w:ascii="Times New Roman" w:hAnsi="Times New Roman"/>
          <w:sz w:val="28"/>
          <w:szCs w:val="28"/>
          <w:shd w:val="clear" w:color="auto" w:fill="FFFFFF"/>
        </w:rPr>
        <w:t>ской области сельского хозяйства и ре</w:t>
      </w:r>
      <w:r>
        <w:rPr>
          <w:rFonts w:ascii="Times New Roman" w:hAnsi="Times New Roman"/>
          <w:sz w:val="28"/>
          <w:szCs w:val="28"/>
          <w:shd w:val="clear" w:color="auto" w:fill="FFFFFF"/>
        </w:rPr>
        <w:t>гулирование рынков сельскохозяй</w:t>
      </w:r>
      <w:r w:rsidRPr="00C661F2">
        <w:rPr>
          <w:rFonts w:ascii="Times New Roman" w:hAnsi="Times New Roman"/>
          <w:sz w:val="28"/>
          <w:szCs w:val="28"/>
          <w:shd w:val="clear" w:color="auto" w:fill="FFFFFF"/>
        </w:rPr>
        <w:t>ственной продукции, сырья и продовольствия»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14:paraId="0784996A" w14:textId="77777777" w:rsidR="006D1BDA" w:rsidRDefault="006D1BDA" w:rsidP="006D1BD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1.7.3.2. В абзаце 7 пункта 6.4 слова «приведен в приложении 4 к Программе» заменить на «приведен в приложениях 4.1 и 4.2 к Программе».</w:t>
      </w:r>
    </w:p>
    <w:p w14:paraId="04FE255E" w14:textId="77777777" w:rsidR="006D1BDA" w:rsidRDefault="006D1BDA" w:rsidP="006D1BD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1.7.4. Раздел 8 «Основные конечные результаты реализации подпрограммы» изложить в новой редакции:</w:t>
      </w:r>
    </w:p>
    <w:p w14:paraId="24EC40EC" w14:textId="77777777" w:rsidR="006D1BDA" w:rsidRDefault="006D1BDA" w:rsidP="006D1BDA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0FD2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Pr="006B0FD2">
        <w:rPr>
          <w:rFonts w:ascii="Times New Roman" w:eastAsia="Times New Roman" w:hAnsi="Times New Roman"/>
          <w:sz w:val="28"/>
          <w:szCs w:val="28"/>
          <w:lang w:eastAsia="ru-RU"/>
        </w:rPr>
        <w:t>8. Основные конечные результаты реализации подпрограммы</w:t>
      </w:r>
    </w:p>
    <w:p w14:paraId="168352F0" w14:textId="23BC036D" w:rsidR="006D1BDA" w:rsidRDefault="006D1BDA" w:rsidP="006D1BDA">
      <w:pPr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 w:rsidRPr="00A24DB8">
        <w:rPr>
          <w:rFonts w:ascii="Times New Roman" w:hAnsi="Times New Roman"/>
          <w:sz w:val="28"/>
          <w:szCs w:val="28"/>
          <w:shd w:val="clear" w:color="auto" w:fill="FFFFFF"/>
        </w:rPr>
        <w:t>Целевые индикаторы и показатели</w:t>
      </w:r>
      <w:r>
        <w:rPr>
          <w:rFonts w:ascii="Times New Roman" w:hAnsi="Times New Roman"/>
          <w:sz w:val="28"/>
          <w:szCs w:val="28"/>
          <w:shd w:val="clear" w:color="auto" w:fill="FFFFFF"/>
        </w:rPr>
        <w:t>, позволяющие оценивать ход реа</w:t>
      </w:r>
      <w:r w:rsidRPr="00A24DB8">
        <w:rPr>
          <w:rFonts w:ascii="Times New Roman" w:hAnsi="Times New Roman"/>
          <w:sz w:val="28"/>
          <w:szCs w:val="28"/>
          <w:shd w:val="clear" w:color="auto" w:fill="FFFFFF"/>
        </w:rPr>
        <w:t>лизации подпрограммы по годам, приведены в пр</w:t>
      </w:r>
      <w:r w:rsidR="00E93089">
        <w:rPr>
          <w:rFonts w:ascii="Times New Roman" w:hAnsi="Times New Roman"/>
          <w:sz w:val="28"/>
          <w:szCs w:val="28"/>
          <w:shd w:val="clear" w:color="auto" w:fill="FFFFFF"/>
        </w:rPr>
        <w:t>иложениях 3.1 и 3.2 к Программе</w:t>
      </w:r>
      <w:r>
        <w:rPr>
          <w:rFonts w:ascii="Times New Roman" w:hAnsi="Times New Roman"/>
          <w:sz w:val="28"/>
          <w:szCs w:val="28"/>
          <w:shd w:val="clear" w:color="auto" w:fill="FFFFFF"/>
        </w:rPr>
        <w:t>».</w:t>
      </w:r>
    </w:p>
    <w:p w14:paraId="47117350" w14:textId="77777777" w:rsidR="006D1BDA" w:rsidRPr="00552DD6" w:rsidRDefault="006D1BDA" w:rsidP="006D1BD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1.8. Приложение 3.2</w:t>
      </w:r>
      <w:r w:rsidRPr="00552DD6">
        <w:rPr>
          <w:rFonts w:ascii="Times New Roman" w:hAnsi="Times New Roman"/>
          <w:sz w:val="28"/>
          <w:szCs w:val="28"/>
          <w:shd w:val="clear" w:color="auto" w:fill="FFFFFF"/>
        </w:rPr>
        <w:t xml:space="preserve"> изложить в ново</w:t>
      </w:r>
      <w:r>
        <w:rPr>
          <w:rFonts w:ascii="Times New Roman" w:hAnsi="Times New Roman"/>
          <w:sz w:val="28"/>
          <w:szCs w:val="28"/>
          <w:shd w:val="clear" w:color="auto" w:fill="FFFFFF"/>
        </w:rPr>
        <w:t>й редакции согласно приложению 1</w:t>
      </w:r>
      <w:r w:rsidRPr="00552DD6">
        <w:rPr>
          <w:rFonts w:ascii="Times New Roman" w:hAnsi="Times New Roman"/>
          <w:sz w:val="28"/>
          <w:szCs w:val="28"/>
          <w:shd w:val="clear" w:color="auto" w:fill="FFFFFF"/>
        </w:rPr>
        <w:t xml:space="preserve"> к настоящему постановлению.</w:t>
      </w:r>
    </w:p>
    <w:p w14:paraId="0381B1C3" w14:textId="77777777" w:rsidR="006D1BDA" w:rsidRPr="00552DD6" w:rsidRDefault="006D1BDA" w:rsidP="006D1BD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1.9</w:t>
      </w:r>
      <w:r w:rsidRPr="00552DD6">
        <w:rPr>
          <w:rFonts w:ascii="Times New Roman" w:hAnsi="Times New Roman"/>
          <w:sz w:val="28"/>
          <w:szCs w:val="28"/>
          <w:shd w:val="clear" w:color="auto" w:fill="FFFFFF"/>
        </w:rPr>
        <w:t>. Приложение 4.2 изло</w:t>
      </w:r>
      <w:r>
        <w:rPr>
          <w:rFonts w:ascii="Times New Roman" w:hAnsi="Times New Roman"/>
          <w:sz w:val="28"/>
          <w:szCs w:val="28"/>
          <w:shd w:val="clear" w:color="auto" w:fill="FFFFFF"/>
        </w:rPr>
        <w:t>жить в новой редакции согласно п</w:t>
      </w:r>
      <w:r w:rsidRPr="00552DD6">
        <w:rPr>
          <w:rFonts w:ascii="Times New Roman" w:hAnsi="Times New Roman"/>
          <w:sz w:val="28"/>
          <w:szCs w:val="28"/>
          <w:shd w:val="clear" w:color="auto" w:fill="FFFFFF"/>
        </w:rPr>
        <w:t xml:space="preserve">риложению </w:t>
      </w:r>
      <w:r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Pr="00552DD6">
        <w:rPr>
          <w:rFonts w:ascii="Times New Roman" w:hAnsi="Times New Roman"/>
          <w:sz w:val="28"/>
          <w:szCs w:val="28"/>
          <w:shd w:val="clear" w:color="auto" w:fill="FFFFFF"/>
        </w:rPr>
        <w:t xml:space="preserve"> к настоящему постановлению.</w:t>
      </w:r>
    </w:p>
    <w:p w14:paraId="218D3652" w14:textId="77777777" w:rsidR="006D1BDA" w:rsidRPr="00160B36" w:rsidRDefault="006D1BDA" w:rsidP="006D1BD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1.10</w:t>
      </w:r>
      <w:r w:rsidRPr="00552DD6">
        <w:rPr>
          <w:rFonts w:ascii="Times New Roman" w:hAnsi="Times New Roman"/>
          <w:sz w:val="28"/>
          <w:szCs w:val="28"/>
          <w:shd w:val="clear" w:color="auto" w:fill="FFFFFF"/>
        </w:rPr>
        <w:t xml:space="preserve">. Приложение </w:t>
      </w:r>
      <w:r w:rsidRPr="00160B36">
        <w:rPr>
          <w:rFonts w:ascii="Times New Roman" w:hAnsi="Times New Roman"/>
          <w:sz w:val="28"/>
          <w:szCs w:val="28"/>
          <w:shd w:val="clear" w:color="auto" w:fill="FFFFFF"/>
        </w:rPr>
        <w:t xml:space="preserve">5.2 изложить в новой редакции согласно 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приложению 3</w:t>
      </w:r>
      <w:r w:rsidRPr="00160B36">
        <w:rPr>
          <w:rFonts w:ascii="Times New Roman" w:hAnsi="Times New Roman"/>
          <w:sz w:val="28"/>
          <w:szCs w:val="28"/>
          <w:shd w:val="clear" w:color="auto" w:fill="FFFFFF"/>
        </w:rPr>
        <w:t xml:space="preserve"> к настоящему постановлению.</w:t>
      </w:r>
    </w:p>
    <w:p w14:paraId="0F446C3E" w14:textId="3AD02FB7" w:rsidR="003D541F" w:rsidRPr="00160B36" w:rsidRDefault="006D1BDA" w:rsidP="003D541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0B36">
        <w:rPr>
          <w:rFonts w:ascii="Times New Roman" w:hAnsi="Times New Roman"/>
          <w:sz w:val="28"/>
          <w:szCs w:val="28"/>
          <w:shd w:val="clear" w:color="auto" w:fill="FFFFFF"/>
        </w:rPr>
        <w:t>2.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</w:t>
      </w:r>
      <w:r>
        <w:rPr>
          <w:rFonts w:ascii="Times New Roman" w:hAnsi="Times New Roman"/>
          <w:sz w:val="28"/>
          <w:szCs w:val="28"/>
          <w:shd w:val="clear" w:color="auto" w:fill="FFFFFF"/>
        </w:rPr>
        <w:t>теле</w:t>
      </w:r>
      <w:r w:rsidRPr="00160B36">
        <w:rPr>
          <w:rFonts w:ascii="Times New Roman" w:hAnsi="Times New Roman"/>
          <w:sz w:val="28"/>
          <w:szCs w:val="28"/>
          <w:shd w:val="clear" w:color="auto" w:fill="FFFFFF"/>
        </w:rPr>
        <w:t>коммуникационной сети «Интернет».</w:t>
      </w:r>
    </w:p>
    <w:p w14:paraId="7D50BEE1" w14:textId="77777777" w:rsidR="00DF2C47" w:rsidRPr="00792901" w:rsidRDefault="003D541F" w:rsidP="00DF2C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3. </w:t>
      </w:r>
      <w:r w:rsidR="00DF2C47" w:rsidRPr="00792901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</w:t>
      </w:r>
      <w:r w:rsidR="00DF2C47">
        <w:rPr>
          <w:rFonts w:ascii="Times New Roman" w:hAnsi="Times New Roman"/>
          <w:sz w:val="28"/>
          <w:szCs w:val="28"/>
        </w:rPr>
        <w:t>возложить на первого вице-мэра муниципального образования «Городской округ Ногликский» Гуляева С.С</w:t>
      </w:r>
      <w:r w:rsidR="00DF2C47" w:rsidRPr="00792901">
        <w:rPr>
          <w:rFonts w:ascii="Times New Roman" w:hAnsi="Times New Roman"/>
          <w:sz w:val="28"/>
          <w:szCs w:val="28"/>
        </w:rPr>
        <w:t>.</w:t>
      </w:r>
    </w:p>
    <w:p w14:paraId="3CBA68FE" w14:textId="3794A322" w:rsidR="00E609BC" w:rsidRPr="00D12794" w:rsidRDefault="00E609BC" w:rsidP="00DF2C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CBA6907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CBA6909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CBA690A" w14:textId="7818CB5B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6D1B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E93089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BA6914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3CBA6915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BA6912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3CBA6913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75430873"/>
      <w:docPartObj>
        <w:docPartGallery w:val="Page Numbers (Top of Page)"/>
        <w:docPartUnique/>
      </w:docPartObj>
    </w:sdtPr>
    <w:sdtEndPr/>
    <w:sdtContent>
      <w:p w14:paraId="54B75BE3" w14:textId="3A63368A" w:rsidR="00E93089" w:rsidRDefault="00E9308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1A2F">
          <w:rPr>
            <w:noProof/>
          </w:rPr>
          <w:t>2</w:t>
        </w:r>
        <w:r>
          <w:fldChar w:fldCharType="end"/>
        </w:r>
      </w:p>
    </w:sdtContent>
  </w:sdt>
  <w:p w14:paraId="5247F64C" w14:textId="77777777" w:rsidR="00E93089" w:rsidRDefault="00E9308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452F0"/>
    <w:rsid w:val="00053BD0"/>
    <w:rsid w:val="00185FEC"/>
    <w:rsid w:val="001E1F9F"/>
    <w:rsid w:val="002003DC"/>
    <w:rsid w:val="002B1A2F"/>
    <w:rsid w:val="0033636C"/>
    <w:rsid w:val="003D541F"/>
    <w:rsid w:val="003E4257"/>
    <w:rsid w:val="00421A76"/>
    <w:rsid w:val="00520CBF"/>
    <w:rsid w:val="005F7370"/>
    <w:rsid w:val="006D1BDA"/>
    <w:rsid w:val="008629FA"/>
    <w:rsid w:val="00987DB5"/>
    <w:rsid w:val="00AC72C8"/>
    <w:rsid w:val="00B10ED9"/>
    <w:rsid w:val="00B25688"/>
    <w:rsid w:val="00B34B86"/>
    <w:rsid w:val="00B53E76"/>
    <w:rsid w:val="00C02849"/>
    <w:rsid w:val="00D12794"/>
    <w:rsid w:val="00D67BD8"/>
    <w:rsid w:val="00DF2C47"/>
    <w:rsid w:val="00DF7897"/>
    <w:rsid w:val="00E37B8A"/>
    <w:rsid w:val="00E609BC"/>
    <w:rsid w:val="00E93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A68F5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477AA7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477AA7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77AA7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13</Pages>
  <Words>3281</Words>
  <Characters>18704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dcterms:created xsi:type="dcterms:W3CDTF">2021-05-31T08:20:00Z</dcterms:created>
  <dcterms:modified xsi:type="dcterms:W3CDTF">2021-05-31T08:20:00Z</dcterms:modified>
</cp:coreProperties>
</file>