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AC7E901" w14:textId="77777777" w:rsidTr="00987DB5">
        <w:tc>
          <w:tcPr>
            <w:tcW w:w="9498" w:type="dxa"/>
          </w:tcPr>
          <w:p w14:paraId="5AC7E8F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C7E918" wp14:editId="5AC7E91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F254B7" w14:textId="6C783F6C" w:rsidR="003215B5" w:rsidRPr="00053BD0" w:rsidRDefault="003215B5" w:rsidP="003215B5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АДМИНИСТР</w:t>
            </w:r>
            <w:r w:rsidR="00F92F19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АЦИЯ МУНИЦИПАЛЬНОГО ОБРАЗОВАНИЯ</w:t>
            </w:r>
          </w:p>
          <w:p w14:paraId="40A8DE1A" w14:textId="77777777" w:rsidR="003215B5" w:rsidRDefault="003215B5" w:rsidP="00321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</w:t>
            </w:r>
            <w:bookmarkStart w:id="0" w:name="_GoBack"/>
            <w:bookmarkEnd w:id="0"/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295D5B52" w14:textId="77777777" w:rsidR="003215B5" w:rsidRPr="00053BD0" w:rsidRDefault="003215B5" w:rsidP="003215B5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5AC7E90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AC7E902" w14:textId="731A576C" w:rsidR="0033636C" w:rsidRPr="00BA345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A345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660E2">
            <w:rPr>
              <w:rFonts w:ascii="Times New Roman" w:hAnsi="Times New Roman"/>
              <w:sz w:val="28"/>
              <w:szCs w:val="28"/>
            </w:rPr>
            <w:t>28 января 2025 года</w:t>
          </w:r>
        </w:sdtContent>
      </w:sdt>
      <w:r w:rsidRPr="00BA34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60E2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660E2" w:rsidRPr="005660E2">
            <w:rPr>
              <w:rFonts w:ascii="Times New Roman" w:hAnsi="Times New Roman"/>
              <w:sz w:val="28"/>
              <w:szCs w:val="28"/>
            </w:rPr>
            <w:t>28</w:t>
          </w:r>
        </w:sdtContent>
      </w:sdt>
    </w:p>
    <w:p w14:paraId="5AC7E903" w14:textId="77777777" w:rsidR="0033636C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235EE01" w14:textId="77777777" w:rsidR="00BA345D" w:rsidRDefault="00BA345D" w:rsidP="00BA345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345D">
        <w:rPr>
          <w:rFonts w:ascii="Times New Roman" w:hAnsi="Times New Roman"/>
          <w:b/>
          <w:sz w:val="28"/>
          <w:szCs w:val="28"/>
        </w:rPr>
        <w:t xml:space="preserve">Об утверждении состава комиссии </w:t>
      </w:r>
      <w:r>
        <w:rPr>
          <w:rFonts w:ascii="Times New Roman" w:hAnsi="Times New Roman"/>
          <w:b/>
          <w:sz w:val="28"/>
          <w:szCs w:val="28"/>
        </w:rPr>
        <w:t>по проведению</w:t>
      </w:r>
    </w:p>
    <w:p w14:paraId="2D4710BD" w14:textId="77777777" w:rsidR="00BA345D" w:rsidRDefault="00BA345D" w:rsidP="00BA345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345D">
        <w:rPr>
          <w:rFonts w:ascii="Times New Roman" w:hAnsi="Times New Roman"/>
          <w:b/>
          <w:sz w:val="28"/>
          <w:szCs w:val="28"/>
        </w:rPr>
        <w:t>конкурсного отбора на получени</w:t>
      </w:r>
      <w:r>
        <w:rPr>
          <w:rFonts w:ascii="Times New Roman" w:hAnsi="Times New Roman"/>
          <w:b/>
          <w:sz w:val="28"/>
          <w:szCs w:val="28"/>
        </w:rPr>
        <w:t>е субсидии на возмещение затрат</w:t>
      </w:r>
    </w:p>
    <w:p w14:paraId="254EE938" w14:textId="77777777" w:rsidR="00BA345D" w:rsidRDefault="00BA345D" w:rsidP="00BA345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345D">
        <w:rPr>
          <w:rFonts w:ascii="Times New Roman" w:hAnsi="Times New Roman"/>
          <w:b/>
          <w:sz w:val="28"/>
          <w:szCs w:val="28"/>
        </w:rPr>
        <w:t>на организацию цен</w:t>
      </w:r>
      <w:r>
        <w:rPr>
          <w:rFonts w:ascii="Times New Roman" w:hAnsi="Times New Roman"/>
          <w:b/>
          <w:sz w:val="28"/>
          <w:szCs w:val="28"/>
        </w:rPr>
        <w:t>трализованной поставки для нужд</w:t>
      </w:r>
    </w:p>
    <w:p w14:paraId="774520F1" w14:textId="77777777" w:rsidR="00BA345D" w:rsidRDefault="00BA345D" w:rsidP="00BA345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345D">
        <w:rPr>
          <w:rFonts w:ascii="Times New Roman" w:hAnsi="Times New Roman"/>
          <w:b/>
          <w:sz w:val="28"/>
          <w:szCs w:val="28"/>
        </w:rPr>
        <w:t xml:space="preserve">личных подсобных хозяйств комбикормов </w:t>
      </w:r>
    </w:p>
    <w:p w14:paraId="18860216" w14:textId="77777777" w:rsidR="00BA345D" w:rsidRDefault="00BA345D" w:rsidP="00BA345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345D">
        <w:rPr>
          <w:rFonts w:ascii="Times New Roman" w:hAnsi="Times New Roman"/>
          <w:b/>
          <w:sz w:val="28"/>
          <w:szCs w:val="28"/>
        </w:rPr>
        <w:t>для сельскохозяйст</w:t>
      </w:r>
      <w:r>
        <w:rPr>
          <w:rFonts w:ascii="Times New Roman" w:hAnsi="Times New Roman"/>
          <w:b/>
          <w:sz w:val="28"/>
          <w:szCs w:val="28"/>
        </w:rPr>
        <w:t>венных животных и птицы,</w:t>
      </w:r>
    </w:p>
    <w:p w14:paraId="22E3C064" w14:textId="680ACBD3" w:rsidR="00BA345D" w:rsidRPr="00BA345D" w:rsidRDefault="00BA345D" w:rsidP="00BA345D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A345D">
        <w:rPr>
          <w:rFonts w:ascii="Times New Roman" w:hAnsi="Times New Roman"/>
          <w:b/>
          <w:sz w:val="28"/>
          <w:szCs w:val="28"/>
        </w:rPr>
        <w:t>а также фуражного зерна для птицы</w:t>
      </w:r>
    </w:p>
    <w:p w14:paraId="5AC7E905" w14:textId="77777777" w:rsidR="00185FEC" w:rsidRPr="005E727F" w:rsidRDefault="00185FEC" w:rsidP="00BA34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004BDB" w14:textId="61349407" w:rsidR="00D176EA" w:rsidRPr="005E727F" w:rsidRDefault="00D176EA" w:rsidP="00BA345D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E727F">
        <w:rPr>
          <w:rFonts w:ascii="Times New Roman" w:hAnsi="Times New Roman"/>
          <w:b w:val="0"/>
          <w:sz w:val="28"/>
          <w:szCs w:val="28"/>
        </w:rPr>
        <w:t xml:space="preserve">В соответствии со ст. </w:t>
      </w:r>
      <w:r w:rsidR="002F1722" w:rsidRPr="005E727F">
        <w:rPr>
          <w:rFonts w:ascii="Times New Roman" w:hAnsi="Times New Roman"/>
          <w:b w:val="0"/>
          <w:sz w:val="28"/>
          <w:szCs w:val="28"/>
        </w:rPr>
        <w:t>16</w:t>
      </w:r>
      <w:r w:rsidRPr="005E727F">
        <w:rPr>
          <w:rFonts w:ascii="Times New Roman" w:hAnsi="Times New Roman"/>
          <w:b w:val="0"/>
          <w:sz w:val="28"/>
          <w:szCs w:val="28"/>
        </w:rPr>
        <w:t xml:space="preserve"> </w:t>
      </w:r>
      <w:r w:rsidR="002F1722" w:rsidRPr="005E727F">
        <w:rPr>
          <w:rFonts w:ascii="Times New Roman" w:hAnsi="Times New Roman"/>
          <w:b w:val="0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</w:t>
      </w:r>
      <w:r w:rsidR="00B45FA8" w:rsidRPr="00B45FA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</w:t>
      </w:r>
      <w:r w:rsidR="00B45FA8" w:rsidRPr="00B45FA8">
        <w:rPr>
          <w:rFonts w:ascii="Times New Roman" w:hAnsi="Times New Roman"/>
          <w:b w:val="0"/>
          <w:sz w:val="28"/>
          <w:szCs w:val="28"/>
        </w:rPr>
        <w:t>решением Собрания муниципального образования «Городской округ Ногликский» от 13.12.2024 № 37 «О внесении изменений в Устав муниципального образования «Городской округ Ногликский»</w:t>
      </w:r>
      <w:r w:rsidR="00B45FA8">
        <w:rPr>
          <w:rFonts w:ascii="Times New Roman" w:hAnsi="Times New Roman"/>
          <w:b w:val="0"/>
          <w:sz w:val="28"/>
          <w:szCs w:val="28"/>
        </w:rPr>
        <w:t>,</w:t>
      </w:r>
      <w:r w:rsidR="002F1722" w:rsidRPr="005E727F">
        <w:rPr>
          <w:rFonts w:ascii="Times New Roman" w:hAnsi="Times New Roman"/>
          <w:b w:val="0"/>
          <w:sz w:val="28"/>
          <w:szCs w:val="28"/>
        </w:rPr>
        <w:t xml:space="preserve"> руководствуясь ст. 36 Устава муниципального образования </w:t>
      </w:r>
      <w:r w:rsidR="00B45FA8" w:rsidRPr="00B45FA8">
        <w:rPr>
          <w:rFonts w:ascii="Times New Roman" w:hAnsi="Times New Roman"/>
          <w:b w:val="0"/>
          <w:sz w:val="28"/>
          <w:szCs w:val="28"/>
        </w:rPr>
        <w:t>Ногликский муниципальный округ Сахалинской области</w:t>
      </w:r>
      <w:r w:rsidR="002F1722" w:rsidRPr="005E727F">
        <w:rPr>
          <w:rFonts w:ascii="Times New Roman" w:hAnsi="Times New Roman"/>
          <w:b w:val="0"/>
          <w:sz w:val="28"/>
          <w:szCs w:val="28"/>
        </w:rPr>
        <w:t xml:space="preserve">, </w:t>
      </w:r>
      <w:r w:rsidRPr="005E727F">
        <w:rPr>
          <w:rFonts w:ascii="Times New Roman" w:hAnsi="Times New Roman"/>
          <w:b w:val="0"/>
          <w:sz w:val="28"/>
          <w:szCs w:val="28"/>
        </w:rPr>
        <w:t xml:space="preserve">администрация муниципального образования </w:t>
      </w:r>
      <w:r w:rsidR="00B45FA8" w:rsidRPr="00B45FA8">
        <w:rPr>
          <w:rFonts w:ascii="Times New Roman" w:hAnsi="Times New Roman"/>
          <w:b w:val="0"/>
          <w:sz w:val="28"/>
          <w:szCs w:val="28"/>
        </w:rPr>
        <w:t>Ногликский муниципальный округ Сахалинской области</w:t>
      </w:r>
      <w:r w:rsidR="00B45FA8" w:rsidRPr="00B45FA8">
        <w:rPr>
          <w:rFonts w:ascii="Times New Roman" w:hAnsi="Times New Roman"/>
          <w:sz w:val="28"/>
          <w:szCs w:val="28"/>
        </w:rPr>
        <w:t xml:space="preserve"> </w:t>
      </w:r>
      <w:r w:rsidRPr="005E727F">
        <w:rPr>
          <w:rFonts w:ascii="Times New Roman" w:hAnsi="Times New Roman"/>
          <w:sz w:val="28"/>
          <w:szCs w:val="28"/>
        </w:rPr>
        <w:t>ПОСТАНОВЛЯЕТ:</w:t>
      </w:r>
    </w:p>
    <w:p w14:paraId="68C5EF70" w14:textId="02489DF9" w:rsidR="00155795" w:rsidRDefault="00BA345D" w:rsidP="00BA345D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944D0" w:rsidRPr="006944D0">
        <w:rPr>
          <w:rFonts w:ascii="Times New Roman" w:hAnsi="Times New Roman"/>
          <w:sz w:val="28"/>
          <w:szCs w:val="28"/>
        </w:rPr>
        <w:t xml:space="preserve">Утвердить </w:t>
      </w:r>
      <w:r w:rsidR="006944D0">
        <w:rPr>
          <w:rFonts w:ascii="Times New Roman" w:hAnsi="Times New Roman"/>
          <w:sz w:val="28"/>
          <w:szCs w:val="28"/>
        </w:rPr>
        <w:t>с</w:t>
      </w:r>
      <w:r w:rsidR="00155795" w:rsidRPr="006944D0">
        <w:rPr>
          <w:rFonts w:ascii="Times New Roman" w:hAnsi="Times New Roman"/>
          <w:sz w:val="28"/>
          <w:szCs w:val="28"/>
        </w:rPr>
        <w:t xml:space="preserve">остав комиссии </w:t>
      </w:r>
      <w:r w:rsidR="00970131" w:rsidRPr="00970131">
        <w:rPr>
          <w:rFonts w:ascii="Times New Roman" w:hAnsi="Times New Roman"/>
          <w:sz w:val="28"/>
          <w:szCs w:val="28"/>
        </w:rPr>
        <w:t xml:space="preserve">по проведению конкурсного отбора на получение субсидии на возмещение затрат на организацию централизованной поставки для нужд личных подсобных хозяйств комбикормов для сельскохозяйственных животных и птицы, а также фуражного зерна для птицы </w:t>
      </w:r>
      <w:r w:rsidR="00C768B4">
        <w:rPr>
          <w:rFonts w:ascii="Times New Roman" w:hAnsi="Times New Roman"/>
          <w:sz w:val="28"/>
          <w:szCs w:val="28"/>
        </w:rPr>
        <w:t>(прилагается</w:t>
      </w:r>
      <w:r w:rsidR="00732084">
        <w:rPr>
          <w:rFonts w:ascii="Times New Roman" w:hAnsi="Times New Roman"/>
          <w:sz w:val="28"/>
          <w:szCs w:val="28"/>
        </w:rPr>
        <w:t>).</w:t>
      </w:r>
    </w:p>
    <w:p w14:paraId="7D6A04F6" w14:textId="6B30E79B" w:rsidR="00732084" w:rsidRPr="006944D0" w:rsidRDefault="00BA345D" w:rsidP="00BA345D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32084" w:rsidRPr="00732084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«Городской округ Ногликский» от </w:t>
      </w:r>
      <w:r w:rsidR="00732084">
        <w:rPr>
          <w:rFonts w:ascii="Times New Roman" w:hAnsi="Times New Roman"/>
          <w:sz w:val="28"/>
          <w:szCs w:val="28"/>
        </w:rPr>
        <w:t>18</w:t>
      </w:r>
      <w:r w:rsidR="00732084" w:rsidRPr="00732084">
        <w:rPr>
          <w:rFonts w:ascii="Times New Roman" w:hAnsi="Times New Roman"/>
          <w:sz w:val="28"/>
          <w:szCs w:val="28"/>
        </w:rPr>
        <w:t>.</w:t>
      </w:r>
      <w:r w:rsidR="00732084">
        <w:rPr>
          <w:rFonts w:ascii="Times New Roman" w:hAnsi="Times New Roman"/>
          <w:sz w:val="28"/>
          <w:szCs w:val="28"/>
        </w:rPr>
        <w:t>12</w:t>
      </w:r>
      <w:r w:rsidR="00732084" w:rsidRPr="00732084">
        <w:rPr>
          <w:rFonts w:ascii="Times New Roman" w:hAnsi="Times New Roman"/>
          <w:sz w:val="28"/>
          <w:szCs w:val="28"/>
        </w:rPr>
        <w:t xml:space="preserve">.2024 </w:t>
      </w:r>
      <w:r>
        <w:rPr>
          <w:rFonts w:ascii="Times New Roman" w:hAnsi="Times New Roman"/>
          <w:sz w:val="28"/>
          <w:szCs w:val="28"/>
        </w:rPr>
        <w:br/>
      </w:r>
      <w:r w:rsidR="00732084" w:rsidRPr="00732084">
        <w:rPr>
          <w:rFonts w:ascii="Times New Roman" w:hAnsi="Times New Roman"/>
          <w:sz w:val="28"/>
          <w:szCs w:val="28"/>
        </w:rPr>
        <w:t>№ 810 «Об утверждении состава комиссии по проведению конкурсного отбора на получение субсидии на возмещение затрат на организацию централизованной поставки для нужд личных подсобных хозяйств комбикормов для сельскохозяйственных животных и птицы, а также фуражного зерна для птицы».</w:t>
      </w:r>
    </w:p>
    <w:p w14:paraId="5AC7E908" w14:textId="6BBF49B8" w:rsidR="00E609BC" w:rsidRDefault="00560C20" w:rsidP="00BA345D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B764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178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48CF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="00D73FE7" w:rsidRPr="00792901">
        <w:rPr>
          <w:rFonts w:ascii="Times New Roman" w:hAnsi="Times New Roman"/>
          <w:sz w:val="28"/>
          <w:szCs w:val="28"/>
        </w:rPr>
        <w:t xml:space="preserve">зместить </w:t>
      </w:r>
      <w:r w:rsidR="00C768B4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D73FE7" w:rsidRPr="00792901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</w:t>
      </w:r>
      <w:r w:rsidR="00D73FE7" w:rsidRPr="009477F5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  <w:r w:rsidR="00D73FE7" w:rsidRPr="009477F5">
        <w:rPr>
          <w:rFonts w:ascii="Times New Roman" w:hAnsi="Times New Roman"/>
          <w:sz w:val="28"/>
          <w:szCs w:val="28"/>
        </w:rPr>
        <w:lastRenderedPageBreak/>
        <w:t>Сахалинской области</w:t>
      </w:r>
      <w:r w:rsidR="00D73FE7" w:rsidRPr="009477F5">
        <w:rPr>
          <w:rFonts w:ascii="Times New Roman" w:hAnsi="Times New Roman"/>
          <w:b/>
          <w:sz w:val="28"/>
          <w:szCs w:val="28"/>
        </w:rPr>
        <w:t xml:space="preserve"> </w:t>
      </w:r>
      <w:r w:rsidR="00D73FE7" w:rsidRPr="00792901">
        <w:rPr>
          <w:rFonts w:ascii="Times New Roman" w:hAnsi="Times New Roman"/>
          <w:sz w:val="28"/>
          <w:szCs w:val="28"/>
        </w:rPr>
        <w:t>в информационно-</w:t>
      </w:r>
      <w:r w:rsidR="00D73FE7">
        <w:rPr>
          <w:rFonts w:ascii="Times New Roman" w:hAnsi="Times New Roman"/>
          <w:sz w:val="28"/>
          <w:szCs w:val="28"/>
        </w:rPr>
        <w:t>теле</w:t>
      </w:r>
      <w:r w:rsidR="00D73FE7" w:rsidRPr="00792901">
        <w:rPr>
          <w:rFonts w:ascii="Times New Roman" w:hAnsi="Times New Roman"/>
          <w:sz w:val="28"/>
          <w:szCs w:val="28"/>
        </w:rPr>
        <w:t>коммуникационной сети «Интернет».</w:t>
      </w:r>
    </w:p>
    <w:p w14:paraId="6800C025" w14:textId="09707D1C" w:rsidR="00D73FE7" w:rsidRPr="00C20026" w:rsidRDefault="00F92F19" w:rsidP="00BA34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73FE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D73FE7" w:rsidRPr="007929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D73FE7">
        <w:rPr>
          <w:rFonts w:ascii="Times New Roman" w:hAnsi="Times New Roman"/>
          <w:sz w:val="28"/>
          <w:szCs w:val="28"/>
        </w:rPr>
        <w:t>оставляю за собой.</w:t>
      </w:r>
    </w:p>
    <w:p w14:paraId="142B73C3" w14:textId="0BDAE7F1" w:rsidR="001B615E" w:rsidRDefault="001B615E" w:rsidP="00BA34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422B6C" w14:textId="5A409E94" w:rsidR="00262FD6" w:rsidRDefault="00262FD6" w:rsidP="00BA34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106D14" w14:textId="77777777" w:rsidR="003C6134" w:rsidRPr="00D12794" w:rsidRDefault="003C6134" w:rsidP="00BA34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1B10FA" w14:textId="77777777" w:rsidR="00D73FE7" w:rsidRDefault="00D73FE7" w:rsidP="00BA34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7B4D8C0" w14:textId="0BAE82E5" w:rsidR="00691F99" w:rsidRDefault="00D73FE7" w:rsidP="00BA34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5">
        <w:rPr>
          <w:rFonts w:ascii="Times New Roman" w:hAnsi="Times New Roman"/>
          <w:sz w:val="28"/>
          <w:szCs w:val="28"/>
        </w:rPr>
        <w:t>Ногликский муниципальный</w:t>
      </w:r>
      <w:r w:rsidR="00691F99">
        <w:rPr>
          <w:rFonts w:ascii="Times New Roman" w:hAnsi="Times New Roman"/>
          <w:sz w:val="28"/>
          <w:szCs w:val="28"/>
        </w:rPr>
        <w:t xml:space="preserve"> </w:t>
      </w:r>
      <w:r w:rsidRPr="009477F5">
        <w:rPr>
          <w:rFonts w:ascii="Times New Roman" w:hAnsi="Times New Roman"/>
          <w:sz w:val="28"/>
          <w:szCs w:val="28"/>
        </w:rPr>
        <w:t>округ</w:t>
      </w:r>
    </w:p>
    <w:p w14:paraId="59239EAC" w14:textId="7118AF79" w:rsidR="00D73FE7" w:rsidRPr="008629FA" w:rsidRDefault="00D73FE7" w:rsidP="00BA34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5"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91F99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A345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A34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С.В. Гурьянов</w:t>
      </w:r>
    </w:p>
    <w:sectPr w:rsidR="00D73FE7" w:rsidRPr="008629FA" w:rsidSect="005660E2">
      <w:headerReference w:type="default" r:id="rId8"/>
      <w:pgSz w:w="11906" w:h="16838"/>
      <w:pgMar w:top="851" w:right="851" w:bottom="1134" w:left="1701" w:header="709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7E91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AC7E91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7E91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AC7E91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3723989"/>
      <w:docPartObj>
        <w:docPartGallery w:val="Page Numbers (Top of Page)"/>
        <w:docPartUnique/>
      </w:docPartObj>
    </w:sdtPr>
    <w:sdtEndPr/>
    <w:sdtContent>
      <w:p w14:paraId="2D2E810D" w14:textId="693C8D11" w:rsidR="007D0FA0" w:rsidRDefault="007D0F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0E2">
          <w:rPr>
            <w:noProof/>
          </w:rPr>
          <w:t>2</w:t>
        </w:r>
        <w:r>
          <w:fldChar w:fldCharType="end"/>
        </w:r>
      </w:p>
    </w:sdtContent>
  </w:sdt>
  <w:p w14:paraId="7E5C741C" w14:textId="4DF0E282" w:rsidR="007D0FA0" w:rsidRDefault="007D0FA0" w:rsidP="007D0FA0">
    <w:pPr>
      <w:pStyle w:val="a4"/>
      <w:tabs>
        <w:tab w:val="clear" w:pos="4677"/>
        <w:tab w:val="clear" w:pos="9355"/>
        <w:tab w:val="left" w:pos="3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E0C43"/>
    <w:multiLevelType w:val="multilevel"/>
    <w:tmpl w:val="B8E018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691D5335"/>
    <w:multiLevelType w:val="hybridMultilevel"/>
    <w:tmpl w:val="D72898C4"/>
    <w:lvl w:ilvl="0" w:tplc="B4D02C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12FD"/>
    <w:rsid w:val="000A306B"/>
    <w:rsid w:val="000B3047"/>
    <w:rsid w:val="000C1EBC"/>
    <w:rsid w:val="000E55AA"/>
    <w:rsid w:val="000F1723"/>
    <w:rsid w:val="000F59C9"/>
    <w:rsid w:val="001222C2"/>
    <w:rsid w:val="00155795"/>
    <w:rsid w:val="0017305C"/>
    <w:rsid w:val="00185FEC"/>
    <w:rsid w:val="001B615E"/>
    <w:rsid w:val="001B764F"/>
    <w:rsid w:val="001E1F9F"/>
    <w:rsid w:val="002003DC"/>
    <w:rsid w:val="00216E7D"/>
    <w:rsid w:val="00241CD9"/>
    <w:rsid w:val="00245CB1"/>
    <w:rsid w:val="00262FD6"/>
    <w:rsid w:val="0027751F"/>
    <w:rsid w:val="002C77AC"/>
    <w:rsid w:val="002F1722"/>
    <w:rsid w:val="003057D4"/>
    <w:rsid w:val="003215B5"/>
    <w:rsid w:val="0033636C"/>
    <w:rsid w:val="003816D3"/>
    <w:rsid w:val="003A2FF8"/>
    <w:rsid w:val="003B0EBC"/>
    <w:rsid w:val="003C6134"/>
    <w:rsid w:val="003C77E5"/>
    <w:rsid w:val="003D10B9"/>
    <w:rsid w:val="003D1ADA"/>
    <w:rsid w:val="003E4257"/>
    <w:rsid w:val="00432A74"/>
    <w:rsid w:val="00492BED"/>
    <w:rsid w:val="004B63C2"/>
    <w:rsid w:val="004C2EA6"/>
    <w:rsid w:val="004E5E08"/>
    <w:rsid w:val="00520CBF"/>
    <w:rsid w:val="0053764E"/>
    <w:rsid w:val="00554CCC"/>
    <w:rsid w:val="00560C20"/>
    <w:rsid w:val="005660E2"/>
    <w:rsid w:val="005B2C2E"/>
    <w:rsid w:val="005E10A1"/>
    <w:rsid w:val="005E727F"/>
    <w:rsid w:val="005F4AD0"/>
    <w:rsid w:val="00691F99"/>
    <w:rsid w:val="006944D0"/>
    <w:rsid w:val="006D48CF"/>
    <w:rsid w:val="007142FD"/>
    <w:rsid w:val="00732084"/>
    <w:rsid w:val="007D0FA0"/>
    <w:rsid w:val="007E67AF"/>
    <w:rsid w:val="0082759D"/>
    <w:rsid w:val="008629FA"/>
    <w:rsid w:val="00864CDF"/>
    <w:rsid w:val="008B273F"/>
    <w:rsid w:val="009178E6"/>
    <w:rsid w:val="00970131"/>
    <w:rsid w:val="00987DB5"/>
    <w:rsid w:val="009975B6"/>
    <w:rsid w:val="009B33E1"/>
    <w:rsid w:val="009C2615"/>
    <w:rsid w:val="009E5040"/>
    <w:rsid w:val="00A36171"/>
    <w:rsid w:val="00A5621C"/>
    <w:rsid w:val="00A7554B"/>
    <w:rsid w:val="00A77AAC"/>
    <w:rsid w:val="00AA4D6F"/>
    <w:rsid w:val="00AC72C8"/>
    <w:rsid w:val="00AE06C8"/>
    <w:rsid w:val="00AF0124"/>
    <w:rsid w:val="00B07A39"/>
    <w:rsid w:val="00B10ED9"/>
    <w:rsid w:val="00B25688"/>
    <w:rsid w:val="00B45FA8"/>
    <w:rsid w:val="00B77972"/>
    <w:rsid w:val="00B8489D"/>
    <w:rsid w:val="00BA345D"/>
    <w:rsid w:val="00BD63F3"/>
    <w:rsid w:val="00BF1457"/>
    <w:rsid w:val="00BF6EB5"/>
    <w:rsid w:val="00C02849"/>
    <w:rsid w:val="00C03E53"/>
    <w:rsid w:val="00C12FA9"/>
    <w:rsid w:val="00C618DA"/>
    <w:rsid w:val="00C768B4"/>
    <w:rsid w:val="00CB3C17"/>
    <w:rsid w:val="00CC4197"/>
    <w:rsid w:val="00CD0707"/>
    <w:rsid w:val="00CE700E"/>
    <w:rsid w:val="00D12794"/>
    <w:rsid w:val="00D176EA"/>
    <w:rsid w:val="00D35BC8"/>
    <w:rsid w:val="00D434E4"/>
    <w:rsid w:val="00D5168B"/>
    <w:rsid w:val="00D67BD8"/>
    <w:rsid w:val="00D73FE7"/>
    <w:rsid w:val="00D95D83"/>
    <w:rsid w:val="00DF7897"/>
    <w:rsid w:val="00E01573"/>
    <w:rsid w:val="00E216AB"/>
    <w:rsid w:val="00E37B8A"/>
    <w:rsid w:val="00E464EA"/>
    <w:rsid w:val="00E609BC"/>
    <w:rsid w:val="00E72BE2"/>
    <w:rsid w:val="00E8252D"/>
    <w:rsid w:val="00E85567"/>
    <w:rsid w:val="00E91989"/>
    <w:rsid w:val="00E94FA2"/>
    <w:rsid w:val="00F159D8"/>
    <w:rsid w:val="00F41BF9"/>
    <w:rsid w:val="00F43300"/>
    <w:rsid w:val="00F54EED"/>
    <w:rsid w:val="00F83F2A"/>
    <w:rsid w:val="00F92F19"/>
    <w:rsid w:val="00FC103E"/>
    <w:rsid w:val="00FD7DCA"/>
    <w:rsid w:val="00FE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AC7E8F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D176EA"/>
    <w:pPr>
      <w:widowControl w:val="0"/>
      <w:ind w:right="19772"/>
    </w:pPr>
    <w:rPr>
      <w:rFonts w:ascii="Arial" w:eastAsia="Times New Roman" w:hAnsi="Arial"/>
      <w:b/>
      <w:sz w:val="16"/>
    </w:rPr>
  </w:style>
  <w:style w:type="paragraph" w:styleId="a8">
    <w:name w:val="Balloon Text"/>
    <w:basedOn w:val="a"/>
    <w:link w:val="a9"/>
    <w:uiPriority w:val="99"/>
    <w:semiHidden/>
    <w:unhideWhenUsed/>
    <w:rsid w:val="00A77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7AAC"/>
    <w:rPr>
      <w:rFonts w:ascii="Segoe UI" w:hAnsi="Segoe UI" w:cs="Segoe UI"/>
      <w:sz w:val="18"/>
      <w:szCs w:val="18"/>
      <w:lang w:eastAsia="en-US"/>
    </w:rPr>
  </w:style>
  <w:style w:type="character" w:styleId="aa">
    <w:name w:val="Hyperlink"/>
    <w:basedOn w:val="a0"/>
    <w:uiPriority w:val="99"/>
    <w:unhideWhenUsed/>
    <w:rsid w:val="004E5E08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155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33E6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33E6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B37C5"/>
    <w:rsid w:val="00AF0A2A"/>
    <w:rsid w:val="00B13DA8"/>
    <w:rsid w:val="00B93BD4"/>
    <w:rsid w:val="00C95804"/>
    <w:rsid w:val="00CF735B"/>
    <w:rsid w:val="00E7774E"/>
    <w:rsid w:val="00F3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B37C5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  <w:style w:type="paragraph" w:customStyle="1" w:styleId="218D9E22E5644293AA7C8A27F3A73E74">
    <w:name w:val="218D9E22E5644293AA7C8A27F3A73E74"/>
    <w:rsid w:val="00B93BD4"/>
  </w:style>
  <w:style w:type="paragraph" w:customStyle="1" w:styleId="F4A676C23D5140D2BD410F763549C64D">
    <w:name w:val="F4A676C23D5140D2BD410F763549C64D"/>
    <w:rsid w:val="001B37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770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91</cp:revision>
  <cp:lastPrinted>2025-01-28T08:23:00Z</cp:lastPrinted>
  <dcterms:created xsi:type="dcterms:W3CDTF">2020-04-07T04:52:00Z</dcterms:created>
  <dcterms:modified xsi:type="dcterms:W3CDTF">2025-01-28T08:23:00Z</dcterms:modified>
</cp:coreProperties>
</file>