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CBF56" w14:textId="77777777" w:rsidR="00DF1C70" w:rsidRDefault="00DF1C70"/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0A73AE3" w14:textId="77777777" w:rsidTr="00987DB5">
        <w:tc>
          <w:tcPr>
            <w:tcW w:w="9498" w:type="dxa"/>
          </w:tcPr>
          <w:p w14:paraId="412DDA6B" w14:textId="77777777" w:rsidR="00DF1C70" w:rsidRDefault="00DF1C70" w:rsidP="00DF1C70">
            <w:pPr>
              <w:tabs>
                <w:tab w:val="left" w:pos="4080"/>
                <w:tab w:val="center" w:pos="4641"/>
              </w:tabs>
              <w:spacing w:after="0" w:line="240" w:lineRule="auto"/>
              <w:ind w:left="-56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A73ADF" w14:textId="17212532" w:rsidR="00053BD0" w:rsidRPr="00053BD0" w:rsidRDefault="00DF1C70" w:rsidP="00DF1C70">
            <w:pPr>
              <w:tabs>
                <w:tab w:val="left" w:pos="4080"/>
                <w:tab w:val="center" w:pos="4641"/>
              </w:tabs>
              <w:spacing w:after="0" w:line="240" w:lineRule="auto"/>
              <w:ind w:left="-56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C02849"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A73AFA" wp14:editId="10A73AF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73AE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0A73AE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0A73AE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0A73AE4" w14:textId="367E0CBD" w:rsidR="0033636C" w:rsidRPr="00DF1C7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F1C7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35309">
            <w:rPr>
              <w:rFonts w:ascii="Times New Roman" w:hAnsi="Times New Roman"/>
              <w:sz w:val="28"/>
              <w:szCs w:val="28"/>
            </w:rPr>
            <w:t>06 июня 2022 года</w:t>
          </w:r>
        </w:sdtContent>
      </w:sdt>
      <w:r w:rsidRPr="00DF1C7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335309" w:rsidRPr="00335309">
            <w:rPr>
              <w:rFonts w:ascii="Times New Roman" w:hAnsi="Times New Roman"/>
              <w:sz w:val="28"/>
              <w:szCs w:val="28"/>
            </w:rPr>
            <w:t>292</w:t>
          </w:r>
        </w:sdtContent>
      </w:sdt>
    </w:p>
    <w:p w14:paraId="10A73AE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E7451F2" w14:textId="470AAC3E" w:rsidR="00585D94" w:rsidRDefault="0033636C" w:rsidP="00585D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D94">
        <w:rPr>
          <w:rFonts w:ascii="Times New Roman" w:hAnsi="Times New Roman"/>
          <w:b/>
          <w:sz w:val="28"/>
          <w:szCs w:val="28"/>
        </w:rPr>
        <w:t>Об утвержден</w:t>
      </w:r>
      <w:r w:rsidR="00DF1C70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038EE85E" w14:textId="6B5F77E2" w:rsidR="00585D94" w:rsidRDefault="0033636C" w:rsidP="00585D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D94">
        <w:rPr>
          <w:rFonts w:ascii="Times New Roman" w:hAnsi="Times New Roman"/>
          <w:b/>
          <w:sz w:val="28"/>
          <w:szCs w:val="28"/>
        </w:rPr>
        <w:t>пред</w:t>
      </w:r>
      <w:r w:rsidR="00DF1C70"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14:paraId="10A73AE6" w14:textId="1C750B8F" w:rsidR="0033636C" w:rsidRPr="00585D94" w:rsidRDefault="0033636C" w:rsidP="00585D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D94">
        <w:rPr>
          <w:rFonts w:ascii="Times New Roman" w:hAnsi="Times New Roman"/>
          <w:b/>
          <w:sz w:val="28"/>
          <w:szCs w:val="28"/>
        </w:rPr>
        <w:t>«Выдача разрешений на ввод объектов в эксплуатацию»</w:t>
      </w:r>
    </w:p>
    <w:p w14:paraId="10A73AE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2D76E1" w14:textId="77777777" w:rsidR="00585D94" w:rsidRPr="003770DC" w:rsidRDefault="00585D94" w:rsidP="00585D9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5F364BFC" w14:textId="45860E07" w:rsidR="00585D94" w:rsidRPr="003770DC" w:rsidRDefault="00585D94" w:rsidP="00585D94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770DC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</w:t>
      </w:r>
      <w:r>
        <w:rPr>
          <w:rFonts w:ascii="Times New Roman" w:hAnsi="Times New Roman"/>
          <w:sz w:val="28"/>
          <w:szCs w:val="28"/>
        </w:rPr>
        <w:t>альной услуги «Выдача разрешений на ввод объектов</w:t>
      </w:r>
      <w:r w:rsidRPr="003770DC">
        <w:rPr>
          <w:rFonts w:ascii="Times New Roman" w:hAnsi="Times New Roman"/>
          <w:sz w:val="28"/>
          <w:szCs w:val="28"/>
        </w:rPr>
        <w:t xml:space="preserve"> </w:t>
      </w:r>
      <w:r w:rsidR="00DF1C70">
        <w:rPr>
          <w:rFonts w:ascii="Times New Roman" w:hAnsi="Times New Roman"/>
          <w:sz w:val="28"/>
          <w:szCs w:val="28"/>
        </w:rPr>
        <w:br/>
      </w:r>
      <w:r w:rsidRPr="003770DC">
        <w:rPr>
          <w:rFonts w:ascii="Times New Roman" w:hAnsi="Times New Roman"/>
          <w:sz w:val="28"/>
          <w:szCs w:val="28"/>
        </w:rPr>
        <w:t>в эксплуатац</w:t>
      </w:r>
      <w:r w:rsidR="00DF1C70">
        <w:rPr>
          <w:rFonts w:ascii="Times New Roman" w:hAnsi="Times New Roman"/>
          <w:sz w:val="28"/>
          <w:szCs w:val="28"/>
        </w:rPr>
        <w:t>ию» (прилагается).</w:t>
      </w:r>
    </w:p>
    <w:p w14:paraId="410DEFDE" w14:textId="1707F372" w:rsidR="00585D94" w:rsidRPr="003770DC" w:rsidRDefault="00585D94" w:rsidP="00585D94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</w:t>
      </w:r>
      <w:r w:rsidR="00212FEF">
        <w:rPr>
          <w:rFonts w:ascii="Times New Roman" w:hAnsi="Times New Roman"/>
          <w:sz w:val="28"/>
          <w:szCs w:val="28"/>
        </w:rPr>
        <w:t>ь утратившими силу постановление</w:t>
      </w:r>
      <w:r w:rsidRPr="003770D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 w:rsidR="00212FEF">
        <w:rPr>
          <w:rFonts w:ascii="Times New Roman" w:hAnsi="Times New Roman"/>
          <w:sz w:val="28"/>
          <w:szCs w:val="28"/>
        </w:rPr>
        <w:t>ия «Городской округ Ногликский» от 22</w:t>
      </w:r>
      <w:r w:rsidR="00DF1C70">
        <w:rPr>
          <w:rFonts w:ascii="Times New Roman" w:hAnsi="Times New Roman"/>
          <w:sz w:val="28"/>
          <w:szCs w:val="28"/>
        </w:rPr>
        <w:t xml:space="preserve"> февраля </w:t>
      </w:r>
      <w:r w:rsidR="00212FEF">
        <w:rPr>
          <w:rFonts w:ascii="Times New Roman" w:hAnsi="Times New Roman"/>
          <w:sz w:val="28"/>
          <w:szCs w:val="28"/>
        </w:rPr>
        <w:t xml:space="preserve">2022 </w:t>
      </w:r>
      <w:r w:rsidR="00DF1C70">
        <w:rPr>
          <w:rFonts w:ascii="Times New Roman" w:hAnsi="Times New Roman"/>
          <w:sz w:val="28"/>
          <w:szCs w:val="28"/>
        </w:rPr>
        <w:t xml:space="preserve">года </w:t>
      </w:r>
      <w:r w:rsidR="00212FEF">
        <w:rPr>
          <w:rFonts w:ascii="Times New Roman" w:hAnsi="Times New Roman"/>
          <w:sz w:val="28"/>
          <w:szCs w:val="28"/>
        </w:rPr>
        <w:t>№ 61 «Об утверждении административного регламента предоставления муниципальной услуги «Выдача разрешения на ввод объекта в эксплуатацию»</w:t>
      </w:r>
      <w:r w:rsidR="006E0322">
        <w:rPr>
          <w:rFonts w:ascii="Times New Roman" w:hAnsi="Times New Roman"/>
          <w:sz w:val="28"/>
          <w:szCs w:val="28"/>
        </w:rPr>
        <w:t>, за исключением пункта 2</w:t>
      </w:r>
      <w:r w:rsidR="00212FEF">
        <w:rPr>
          <w:rFonts w:ascii="Times New Roman" w:hAnsi="Times New Roman"/>
          <w:sz w:val="28"/>
          <w:szCs w:val="28"/>
        </w:rPr>
        <w:t>.</w:t>
      </w:r>
    </w:p>
    <w:p w14:paraId="3B2FBB56" w14:textId="67B2946A" w:rsidR="00585D94" w:rsidRPr="003770DC" w:rsidRDefault="00585D94" w:rsidP="00585D9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DF1C70">
        <w:rPr>
          <w:rFonts w:ascii="Times New Roman" w:hAnsi="Times New Roman"/>
          <w:sz w:val="28"/>
          <w:szCs w:val="28"/>
        </w:rPr>
        <w:br/>
      </w:r>
      <w:r w:rsidRPr="003770DC">
        <w:rPr>
          <w:rFonts w:ascii="Times New Roman" w:hAnsi="Times New Roman"/>
          <w:sz w:val="28"/>
          <w:szCs w:val="28"/>
        </w:rPr>
        <w:t xml:space="preserve">и разместить </w:t>
      </w:r>
      <w:r w:rsidRPr="003770DC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1329E5F" w14:textId="48F4A31D" w:rsidR="00585D94" w:rsidRPr="003770DC" w:rsidRDefault="00585D94" w:rsidP="00585D9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 xml:space="preserve">возложить </w:t>
      </w:r>
      <w:r w:rsidR="00DF1C70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10A73AF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0A73AF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0A73AF9" w14:textId="029431A9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212FEF">
        <w:rPr>
          <w:rFonts w:ascii="Times New Roman" w:hAnsi="Times New Roman"/>
          <w:sz w:val="28"/>
          <w:szCs w:val="28"/>
        </w:rPr>
        <w:t>кой округ Ногликский»</w:t>
      </w:r>
      <w:r w:rsidR="00212FEF">
        <w:rPr>
          <w:rFonts w:ascii="Times New Roman" w:hAnsi="Times New Roman"/>
          <w:sz w:val="28"/>
          <w:szCs w:val="28"/>
        </w:rPr>
        <w:tab/>
      </w:r>
      <w:r w:rsidR="00212FEF">
        <w:rPr>
          <w:rFonts w:ascii="Times New Roman" w:hAnsi="Times New Roman"/>
          <w:sz w:val="28"/>
          <w:szCs w:val="28"/>
        </w:rPr>
        <w:tab/>
      </w:r>
      <w:r w:rsidR="00212FEF">
        <w:rPr>
          <w:rFonts w:ascii="Times New Roman" w:hAnsi="Times New Roman"/>
          <w:sz w:val="28"/>
          <w:szCs w:val="28"/>
        </w:rPr>
        <w:tab/>
      </w:r>
      <w:r w:rsidR="00212FEF">
        <w:rPr>
          <w:rFonts w:ascii="Times New Roman" w:hAnsi="Times New Roman"/>
          <w:sz w:val="28"/>
          <w:szCs w:val="28"/>
        </w:rPr>
        <w:tab/>
      </w:r>
      <w:r w:rsidR="00212FEF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12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12FEF">
      <w:pgSz w:w="11906" w:h="16838"/>
      <w:pgMar w:top="0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73AFE" w14:textId="77777777" w:rsidR="00585D94" w:rsidRDefault="00585D94" w:rsidP="0033636C">
      <w:pPr>
        <w:spacing w:after="0" w:line="240" w:lineRule="auto"/>
      </w:pPr>
      <w:r>
        <w:separator/>
      </w:r>
    </w:p>
  </w:endnote>
  <w:endnote w:type="continuationSeparator" w:id="0">
    <w:p w14:paraId="10A73AFF" w14:textId="77777777" w:rsidR="00585D94" w:rsidRDefault="00585D9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73AFC" w14:textId="77777777" w:rsidR="00585D94" w:rsidRDefault="00585D94" w:rsidP="0033636C">
      <w:pPr>
        <w:spacing w:after="0" w:line="240" w:lineRule="auto"/>
      </w:pPr>
      <w:r>
        <w:separator/>
      </w:r>
    </w:p>
  </w:footnote>
  <w:footnote w:type="continuationSeparator" w:id="0">
    <w:p w14:paraId="10A73AFD" w14:textId="77777777" w:rsidR="00585D94" w:rsidRDefault="00585D94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412611C"/>
    <w:multiLevelType w:val="hybridMultilevel"/>
    <w:tmpl w:val="53C66B1A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12FEF"/>
    <w:rsid w:val="00335309"/>
    <w:rsid w:val="0033636C"/>
    <w:rsid w:val="003E4257"/>
    <w:rsid w:val="00520CBF"/>
    <w:rsid w:val="00585D94"/>
    <w:rsid w:val="006E0322"/>
    <w:rsid w:val="008629FA"/>
    <w:rsid w:val="00987DB5"/>
    <w:rsid w:val="00AC72C8"/>
    <w:rsid w:val="00B10ED9"/>
    <w:rsid w:val="00B25688"/>
    <w:rsid w:val="00C02849"/>
    <w:rsid w:val="00D12794"/>
    <w:rsid w:val="00D67BD8"/>
    <w:rsid w:val="00DF1C70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3ADF"/>
  <w15:docId w15:val="{EE8A1676-49FD-4E65-855F-4EF0AB2D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85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D94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585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D515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D515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B13DA8"/>
    <w:rsid w:val="00BD5154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8C26E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6</cp:revision>
  <dcterms:created xsi:type="dcterms:W3CDTF">2020-04-07T04:52:00Z</dcterms:created>
  <dcterms:modified xsi:type="dcterms:W3CDTF">2022-06-06T04:12:00Z</dcterms:modified>
</cp:coreProperties>
</file>