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83919F7" w14:textId="77777777" w:rsidTr="00987DB5">
        <w:tc>
          <w:tcPr>
            <w:tcW w:w="9498" w:type="dxa"/>
          </w:tcPr>
          <w:p w14:paraId="783919F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391A0E" wp14:editId="78391A0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919F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83919F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83919F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83919F8" w14:textId="15DA00DA" w:rsidR="0033636C" w:rsidRPr="005975A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75A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23CD4">
            <w:rPr>
              <w:rFonts w:ascii="Times New Roman" w:hAnsi="Times New Roman"/>
              <w:sz w:val="28"/>
              <w:szCs w:val="28"/>
            </w:rPr>
            <w:t>08 июня 2022 года</w:t>
          </w:r>
        </w:sdtContent>
      </w:sdt>
      <w:r w:rsidRPr="005975A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23CD4" w:rsidRPr="00223CD4">
            <w:rPr>
              <w:rFonts w:ascii="Times New Roman" w:hAnsi="Times New Roman"/>
              <w:sz w:val="28"/>
              <w:szCs w:val="28"/>
            </w:rPr>
            <w:t>300</w:t>
          </w:r>
        </w:sdtContent>
      </w:sdt>
    </w:p>
    <w:p w14:paraId="783919F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5046F24" w14:textId="77777777" w:rsidR="00A974B7" w:rsidRPr="00634E85" w:rsidRDefault="00A974B7" w:rsidP="00A974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«Совершенствование системы муниципального управления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14.09.2016 № 705 </w:t>
      </w:r>
    </w:p>
    <w:p w14:paraId="783919F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6B91C" w14:textId="5D46BF14" w:rsidR="00A974B7" w:rsidRPr="00634E85" w:rsidRDefault="00A974B7" w:rsidP="00A974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«Совершенствование системы муниципального управления </w:t>
      </w:r>
      <w:r w:rsidR="005975A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ликский» в соответствие решению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186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«Городской округ Ногликский»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период 2023 и 2024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CD83E9D" w14:textId="3CB9B31A" w:rsidR="00A974B7" w:rsidRPr="00634E85" w:rsidRDefault="00A974B7" w:rsidP="00A97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муниципального управления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14.09.2016 № 705 (в редакции от 07.09.2017 № 659, от 23.10.2018 № 1033, от 07.03.2019 № 145, от 23.09.2019 № 715, от 23.03.2020 № 139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05.03.2021 № 125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) «Об утверждении муниципальной программы «Совершенствование системы муниципального управления в муниципальном образовании «Городской округ Ногликский», следующие изменения:</w:t>
      </w:r>
    </w:p>
    <w:p w14:paraId="6B93D864" w14:textId="18AFFC77" w:rsidR="003724FD" w:rsidRPr="00634E85" w:rsidRDefault="00A974B7" w:rsidP="00372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программы «Совершенствование системы муниципального управления в муниципальном образовании «Городской округ Ногликский» изложить в новой редакции: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0"/>
        <w:gridCol w:w="2367"/>
        <w:gridCol w:w="6417"/>
        <w:gridCol w:w="426"/>
      </w:tblGrid>
      <w:tr w:rsidR="00A974B7" w:rsidRPr="00634E85" w14:paraId="59E89A81" w14:textId="77777777" w:rsidTr="00CE2149">
        <w:trPr>
          <w:trHeight w:val="1550"/>
        </w:trPr>
        <w:tc>
          <w:tcPr>
            <w:tcW w:w="430" w:type="dxa"/>
          </w:tcPr>
          <w:p w14:paraId="0B0E92BB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D22C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AB56" w14:textId="331215C3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программы составляет 988 712,3</w:t>
            </w:r>
            <w:r w:rsidR="00372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из местного бюджета – 945 374,2</w:t>
            </w:r>
            <w:r w:rsidR="00372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1670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областного бюджета – 41 047,3</w:t>
            </w:r>
            <w:r w:rsidR="00372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из федерального </w:t>
            </w:r>
            <w:r w:rsidR="001670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– 2 290,8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372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78FFBC6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19BACC99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10 753,9 тыс. руб., в том числе из местного бюджета – 7 614,4 тыс. руб., из областного бюджета – 3 139,5 тыс. руб.;</w:t>
            </w:r>
          </w:p>
          <w:p w14:paraId="2E47D21D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13 252,3 тыс. руб., в том числе из местного бюджета – 9 248,7 тыс. руб., из областного бюджета – 3 627,4 тыс. руб., из федерального бюджета – 376,2 тыс. руб.;</w:t>
            </w:r>
          </w:p>
          <w:p w14:paraId="145475C9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12 529,4 тыс. руб., в том числе из местного бюджета – 8 185,1 тыс. руб., из областного бюджета – 4 120,6 тыс. руб., из федерального бюджета – 223,7 тыс. руб.;</w:t>
            </w:r>
          </w:p>
          <w:p w14:paraId="07374BEE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 98 806,9 тыс. руб., в том числе из местного бюджета – 94 590,1 тыс. руб., из областного бюджета – 4 216,8 тыс. руб.;</w:t>
            </w:r>
          </w:p>
          <w:p w14:paraId="6F68ADDE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107 020,7 тыс. руб., в том числе из местного бюджета -  103 720,7 тыс. руб., из областного бюджета – 3 300,0 тыс. руб.;</w:t>
            </w:r>
          </w:p>
          <w:p w14:paraId="1DE317A2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114 467,6 тыс. руб., в том числе из местного бюджета – 111 203,0 тыс. руб., из областного бюджета – 3 264,6 тыс. руб.;</w:t>
            </w:r>
          </w:p>
          <w:p w14:paraId="2C0E709A" w14:textId="545342DC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114 013,3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109 379,8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</w:t>
            </w:r>
            <w:r w:rsidR="001670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бюджета – 2 942,6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 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федерального бюджета – </w:t>
            </w:r>
            <w:r w:rsidR="001670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1 690,9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1029A1D" w14:textId="2823AA62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138 957,3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133 620,9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8B5C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 из областного бюджета – 5 33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6,4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DF2008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146 124,6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140 574,9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5 549,7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9DC900C" w14:textId="77777777" w:rsidR="00A974B7" w:rsidRPr="00634E85" w:rsidRDefault="00A974B7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122 816,5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117 266,8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5 549,7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9C33119" w14:textId="76698914" w:rsidR="00A974B7" w:rsidRPr="003724FD" w:rsidRDefault="00A974B7" w:rsidP="00372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109 969,8 тыс. руб., в том числе из местного бюджета - 109 969,8 тыс. руб., из областного бюджета – 0 тыс. руб.</w:t>
            </w:r>
          </w:p>
        </w:tc>
        <w:tc>
          <w:tcPr>
            <w:tcW w:w="426" w:type="dxa"/>
          </w:tcPr>
          <w:p w14:paraId="71C9C5B6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2D5D2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C1B91F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7C051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9A60B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39378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D2128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9E0611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5B7F2F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B1315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87BA69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072750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7BE161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244B8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311B3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AC51C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08AF25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3EE8A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304A3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5DF9E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C09AB9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FC7B75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18FF96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11ED4A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C91AE2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191244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E7D16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71B2A6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DF6C3C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482325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92B1E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77EE4C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DAFA1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77B0C" w14:textId="77777777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34B703" w14:textId="77777777" w:rsidR="00D616C1" w:rsidRDefault="00D616C1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E8DCBF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37C28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E864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BD23B6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FDFB9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6978C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09972" w14:textId="77777777" w:rsidR="00223CD4" w:rsidRDefault="00223CD4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840BE" w14:textId="577EE0C6" w:rsidR="00A974B7" w:rsidRPr="00634E85" w:rsidRDefault="00A974B7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B7C2CC4" w14:textId="77777777" w:rsidR="00A974B7" w:rsidRPr="00634E85" w:rsidRDefault="00A974B7" w:rsidP="003724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Приложение 3 к муниципальной программе «Ресурсное обеспечение реализации муниципальной программы» изложить в новой редакции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br/>
        <w:t>(прилагается).</w:t>
      </w:r>
    </w:p>
    <w:p w14:paraId="75CE363D" w14:textId="487DC0A7" w:rsidR="00A974B7" w:rsidRPr="00634E85" w:rsidRDefault="00A974B7" w:rsidP="00A974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 Опубликовать настоящее постановление в газете «Знамя труда» </w:t>
      </w:r>
      <w:r w:rsidR="003F50A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0303B69A" w14:textId="5FE2072B" w:rsidR="00A974B7" w:rsidRPr="00634E85" w:rsidRDefault="00A974B7" w:rsidP="00A974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4. Контроль за исполнением настоящего постановления возложить </w:t>
      </w:r>
      <w:r w:rsidR="003F50A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управляющую делами администрации муниципального образования </w:t>
      </w:r>
      <w:r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«Городской округ Ногликский» Фомину А.С.</w:t>
      </w:r>
    </w:p>
    <w:p w14:paraId="78391A06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909ABD1" w14:textId="77777777" w:rsidR="003F50AA" w:rsidRPr="00D12794" w:rsidRDefault="003F50A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8391A0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8391A08" w14:textId="3662104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C5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975AB">
      <w:pgSz w:w="11906" w:h="16838"/>
      <w:pgMar w:top="83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91A1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8391A1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91A1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8391A1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670BA"/>
    <w:rsid w:val="00185FEC"/>
    <w:rsid w:val="001E1F9F"/>
    <w:rsid w:val="002003DC"/>
    <w:rsid w:val="00223CD4"/>
    <w:rsid w:val="0033636C"/>
    <w:rsid w:val="003724FD"/>
    <w:rsid w:val="003E4257"/>
    <w:rsid w:val="003F50AA"/>
    <w:rsid w:val="00503D0C"/>
    <w:rsid w:val="00520CBF"/>
    <w:rsid w:val="005975AB"/>
    <w:rsid w:val="006769EE"/>
    <w:rsid w:val="008629FA"/>
    <w:rsid w:val="008B5C33"/>
    <w:rsid w:val="00966A13"/>
    <w:rsid w:val="00987DB5"/>
    <w:rsid w:val="00A974B7"/>
    <w:rsid w:val="00AC72C8"/>
    <w:rsid w:val="00B10ED9"/>
    <w:rsid w:val="00B25688"/>
    <w:rsid w:val="00BC5805"/>
    <w:rsid w:val="00C02849"/>
    <w:rsid w:val="00D12794"/>
    <w:rsid w:val="00D41448"/>
    <w:rsid w:val="00D54681"/>
    <w:rsid w:val="00D616C1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19F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7532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7532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532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16</cp:revision>
  <dcterms:created xsi:type="dcterms:W3CDTF">2020-04-07T04:52:00Z</dcterms:created>
  <dcterms:modified xsi:type="dcterms:W3CDTF">2022-06-08T06:54:00Z</dcterms:modified>
</cp:coreProperties>
</file>