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498" w:type="dxa"/>
        <w:tblLook w:val="0000" w:firstRow="0" w:lastRow="0" w:firstColumn="0" w:lastColumn="0" w:noHBand="0" w:noVBand="0"/>
      </w:tblPr>
      <w:tblGrid>
        <w:gridCol w:w="9498"/>
      </w:tblGrid>
      <w:tr w:rsidR="00053BD0" w:rsidRPr="00987DB5" w14:paraId="73092E87" w14:textId="77777777" w:rsidTr="00987DB5">
        <w:tc>
          <w:tcPr>
            <w:tcW w:w="9498" w:type="dxa"/>
          </w:tcPr>
          <w:p w14:paraId="73092E83" w14:textId="77777777" w:rsidR="00053BD0" w:rsidRPr="00053BD0" w:rsidRDefault="00C02849" w:rsidP="00053BD0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7DB5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73092E9E" wp14:editId="73092E9F">
                  <wp:extent cx="514350" cy="6477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3092E84" w14:textId="77777777" w:rsidR="00053BD0" w:rsidRPr="00053BD0" w:rsidRDefault="00053BD0" w:rsidP="00053BD0">
            <w:pPr>
              <w:spacing w:before="180"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АДМИНИСТРАЦИЯ МУНИЦИПАЛЬНОГО ОБРАЗОВАНИЯ </w:t>
            </w:r>
          </w:p>
          <w:p w14:paraId="73092E85" w14:textId="77777777" w:rsidR="00053BD0" w:rsidRPr="00053BD0" w:rsidRDefault="00053BD0" w:rsidP="00053BD0">
            <w:pPr>
              <w:spacing w:after="0" w:line="240" w:lineRule="auto"/>
              <w:ind w:left="-567" w:right="-249" w:firstLine="567"/>
              <w:jc w:val="center"/>
              <w:rPr>
                <w:rFonts w:ascii="Times New Roman" w:eastAsia="Times New Roman" w:hAnsi="Times New Roman"/>
                <w:b/>
                <w:sz w:val="34"/>
                <w:szCs w:val="34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«ГОРОДСКОЙ ОКРУГ НОГЛИКСКИЙ»</w:t>
            </w:r>
          </w:p>
          <w:p w14:paraId="73092E86" w14:textId="77777777" w:rsidR="00053BD0" w:rsidRPr="00053BD0" w:rsidRDefault="00053BD0" w:rsidP="00053BD0">
            <w:pPr>
              <w:keepNext/>
              <w:spacing w:before="180" w:after="0" w:line="240" w:lineRule="auto"/>
              <w:ind w:left="-567" w:firstLine="567"/>
              <w:jc w:val="center"/>
              <w:outlineLvl w:val="0"/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  <w:t>П О С Т А Н О В Л Е Н И Е</w:t>
            </w:r>
          </w:p>
        </w:tc>
      </w:tr>
    </w:tbl>
    <w:p w14:paraId="73092E88" w14:textId="73BEC05D" w:rsidR="0033636C" w:rsidRPr="009F735C" w:rsidRDefault="0033636C" w:rsidP="0033636C">
      <w:pPr>
        <w:tabs>
          <w:tab w:val="left" w:pos="2127"/>
        </w:tabs>
        <w:spacing w:before="480" w:after="480" w:line="240" w:lineRule="auto"/>
        <w:jc w:val="center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  <w:r w:rsidRPr="009F735C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sdt>
        <w:sdtPr>
          <w:rPr>
            <w:rFonts w:ascii="Times New Roman" w:hAnsi="Times New Roman"/>
            <w:sz w:val="28"/>
            <w:szCs w:val="28"/>
          </w:rPr>
          <w:alias w:val="{RegDate}"/>
          <w:tag w:val="{RegDate}"/>
          <w:id w:val="849304441"/>
          <w:placeholder>
            <w:docPart w:val="0445E480E9434377A004F62490172D9E"/>
          </w:placeholder>
        </w:sdtPr>
        <w:sdtEndPr/>
        <w:sdtContent>
          <w:r w:rsidR="00616B8A">
            <w:rPr>
              <w:rFonts w:ascii="Times New Roman" w:hAnsi="Times New Roman"/>
              <w:sz w:val="28"/>
              <w:szCs w:val="28"/>
            </w:rPr>
            <w:t>10 июня 2022 года</w:t>
          </w:r>
        </w:sdtContent>
      </w:sdt>
      <w:r w:rsidRPr="009F735C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sdt>
        <w:sdtPr>
          <w:rPr>
            <w:rFonts w:ascii="Times New Roman" w:hAnsi="Times New Roman"/>
            <w:sz w:val="28"/>
            <w:szCs w:val="28"/>
            <w:u w:val="single"/>
            <w:lang w:val="en-US"/>
          </w:rPr>
          <w:alias w:val="{RegNumber}"/>
          <w:tag w:val="{RegNumber}"/>
          <w:id w:val="1461379670"/>
          <w:placeholder>
            <w:docPart w:val="749329A3B9FA497A94C0130B9B8D47CB"/>
          </w:placeholder>
        </w:sdtPr>
        <w:sdtEndPr/>
        <w:sdtContent>
          <w:r w:rsidR="00616B8A" w:rsidRPr="00616B8A">
            <w:rPr>
              <w:rFonts w:ascii="Times New Roman" w:hAnsi="Times New Roman"/>
              <w:sz w:val="28"/>
              <w:szCs w:val="28"/>
            </w:rPr>
            <w:t>303</w:t>
          </w:r>
        </w:sdtContent>
      </w:sdt>
    </w:p>
    <w:p w14:paraId="73092E89" w14:textId="77777777" w:rsidR="0033636C" w:rsidRPr="00053BD0" w:rsidRDefault="0033636C" w:rsidP="0033636C">
      <w:pPr>
        <w:tabs>
          <w:tab w:val="left" w:pos="2835"/>
        </w:tabs>
        <w:spacing w:before="480" w:after="60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пгт. Ноглики</w:t>
      </w:r>
    </w:p>
    <w:p w14:paraId="510A2806" w14:textId="3918A462" w:rsidR="004A7C7C" w:rsidRPr="00BA3433" w:rsidRDefault="004A7C7C" w:rsidP="004A7C7C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BA3433">
        <w:rPr>
          <w:rFonts w:ascii="Times New Roman" w:hAnsi="Times New Roman"/>
          <w:b/>
          <w:sz w:val="28"/>
          <w:szCs w:val="28"/>
        </w:rPr>
        <w:t xml:space="preserve">О внесении изменений в муниципальную программу </w:t>
      </w:r>
      <w:r>
        <w:rPr>
          <w:rFonts w:ascii="Times New Roman" w:hAnsi="Times New Roman"/>
          <w:b/>
          <w:sz w:val="28"/>
          <w:szCs w:val="28"/>
        </w:rPr>
        <w:br/>
        <w:t>«</w:t>
      </w:r>
      <w:r w:rsidRPr="00BA3433">
        <w:rPr>
          <w:rFonts w:ascii="Times New Roman" w:hAnsi="Times New Roman"/>
          <w:b/>
          <w:sz w:val="28"/>
          <w:szCs w:val="28"/>
        </w:rPr>
        <w:t xml:space="preserve">Развитие инфраструктуры и благоустройство населенных пунктов муниципального образования «Городской округ Ногликский», утвержденную постановлением администрации </w:t>
      </w:r>
      <w:r>
        <w:rPr>
          <w:rFonts w:ascii="Times New Roman" w:hAnsi="Times New Roman"/>
          <w:b/>
          <w:sz w:val="28"/>
          <w:szCs w:val="28"/>
        </w:rPr>
        <w:br/>
      </w:r>
      <w:r w:rsidRPr="00BA3433">
        <w:rPr>
          <w:rFonts w:ascii="Times New Roman" w:hAnsi="Times New Roman"/>
          <w:b/>
          <w:sz w:val="28"/>
          <w:szCs w:val="28"/>
        </w:rPr>
        <w:t xml:space="preserve">муниципального образования </w:t>
      </w:r>
      <w:r w:rsidR="00A1707A">
        <w:rPr>
          <w:rFonts w:ascii="Times New Roman" w:hAnsi="Times New Roman"/>
          <w:b/>
          <w:sz w:val="28"/>
          <w:szCs w:val="28"/>
        </w:rPr>
        <w:t>«</w:t>
      </w:r>
      <w:r w:rsidRPr="00BA3433">
        <w:rPr>
          <w:rFonts w:ascii="Times New Roman" w:hAnsi="Times New Roman"/>
          <w:b/>
          <w:sz w:val="28"/>
          <w:szCs w:val="28"/>
        </w:rPr>
        <w:t xml:space="preserve">Городской округ Ногликский» </w:t>
      </w:r>
      <w:r>
        <w:rPr>
          <w:rFonts w:ascii="Times New Roman" w:hAnsi="Times New Roman"/>
          <w:b/>
          <w:sz w:val="28"/>
          <w:szCs w:val="28"/>
        </w:rPr>
        <w:br/>
      </w:r>
      <w:r w:rsidRPr="00BA3433">
        <w:rPr>
          <w:rFonts w:ascii="Times New Roman" w:hAnsi="Times New Roman"/>
          <w:b/>
          <w:sz w:val="28"/>
          <w:szCs w:val="28"/>
        </w:rPr>
        <w:t>от 10.08.2015 № 565</w:t>
      </w:r>
    </w:p>
    <w:p w14:paraId="73092E8B" w14:textId="77777777" w:rsidR="00185FEC" w:rsidRDefault="00185FEC" w:rsidP="00185FEC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79D4FC98" w14:textId="534B5B37" w:rsidR="004A7C7C" w:rsidRPr="00E03279" w:rsidRDefault="004A7C7C" w:rsidP="004A7C7C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E03279">
        <w:rPr>
          <w:rFonts w:ascii="Times New Roman" w:hAnsi="Times New Roman"/>
          <w:sz w:val="28"/>
          <w:szCs w:val="28"/>
        </w:rPr>
        <w:t>В целях приведения ресурсного обеспечения муниципальной программы «Развитие инфраструктуры и благоустройство населенных пунктов муниципального образования «Г</w:t>
      </w:r>
      <w:bookmarkStart w:id="0" w:name="_GoBack"/>
      <w:bookmarkEnd w:id="0"/>
      <w:r w:rsidRPr="00E03279">
        <w:rPr>
          <w:rFonts w:ascii="Times New Roman" w:hAnsi="Times New Roman"/>
          <w:sz w:val="28"/>
          <w:szCs w:val="28"/>
        </w:rPr>
        <w:t xml:space="preserve">ородской округ Ногликский» </w:t>
      </w:r>
      <w:r w:rsidR="009F735C">
        <w:rPr>
          <w:rFonts w:ascii="Times New Roman" w:hAnsi="Times New Roman"/>
          <w:sz w:val="28"/>
          <w:szCs w:val="28"/>
        </w:rPr>
        <w:br/>
      </w:r>
      <w:r w:rsidRPr="00E03279">
        <w:rPr>
          <w:rFonts w:ascii="Times New Roman" w:hAnsi="Times New Roman"/>
          <w:sz w:val="28"/>
          <w:szCs w:val="28"/>
        </w:rPr>
        <w:t xml:space="preserve">в соответствие с уточненными бюджетными показателями по состоянию </w:t>
      </w:r>
      <w:r w:rsidR="009F735C">
        <w:rPr>
          <w:rFonts w:ascii="Times New Roman" w:hAnsi="Times New Roman"/>
          <w:sz w:val="28"/>
          <w:szCs w:val="28"/>
        </w:rPr>
        <w:br/>
      </w:r>
      <w:r w:rsidRPr="00E03279">
        <w:rPr>
          <w:rFonts w:ascii="Times New Roman" w:hAnsi="Times New Roman"/>
          <w:sz w:val="28"/>
          <w:szCs w:val="28"/>
        </w:rPr>
        <w:t>на 31.12.2021</w:t>
      </w:r>
      <w:r w:rsidR="00310509">
        <w:rPr>
          <w:rFonts w:ascii="Times New Roman" w:hAnsi="Times New Roman"/>
          <w:sz w:val="28"/>
          <w:szCs w:val="28"/>
        </w:rPr>
        <w:t xml:space="preserve"> года</w:t>
      </w:r>
      <w:r w:rsidRPr="00E03279">
        <w:rPr>
          <w:rFonts w:ascii="Times New Roman" w:hAnsi="Times New Roman"/>
          <w:sz w:val="28"/>
          <w:szCs w:val="28"/>
        </w:rPr>
        <w:t>,</w:t>
      </w:r>
      <w:r w:rsidR="00C51B8C" w:rsidRPr="00C51B8C">
        <w:rPr>
          <w:rFonts w:ascii="Times New Roman" w:hAnsi="Times New Roman"/>
          <w:sz w:val="28"/>
          <w:szCs w:val="28"/>
        </w:rPr>
        <w:t xml:space="preserve"> </w:t>
      </w:r>
      <w:r w:rsidR="005E6725">
        <w:rPr>
          <w:rFonts w:ascii="Times New Roman" w:hAnsi="Times New Roman"/>
          <w:sz w:val="28"/>
          <w:szCs w:val="28"/>
        </w:rPr>
        <w:t>решением</w:t>
      </w:r>
      <w:r w:rsidR="00C51B8C">
        <w:rPr>
          <w:rFonts w:ascii="Times New Roman" w:hAnsi="Times New Roman"/>
          <w:sz w:val="28"/>
          <w:szCs w:val="28"/>
        </w:rPr>
        <w:t xml:space="preserve"> Собрания муниципального образования «Городской округ Ногликский» от 09.12.2021 № 186 «О бюджете муниципального образования «Городской округ Ногликский» на 2022 год </w:t>
      </w:r>
      <w:r w:rsidR="009F735C">
        <w:rPr>
          <w:rFonts w:ascii="Times New Roman" w:hAnsi="Times New Roman"/>
          <w:sz w:val="28"/>
          <w:szCs w:val="28"/>
        </w:rPr>
        <w:br/>
      </w:r>
      <w:r w:rsidR="00C51B8C">
        <w:rPr>
          <w:rFonts w:ascii="Times New Roman" w:hAnsi="Times New Roman"/>
          <w:sz w:val="28"/>
          <w:szCs w:val="28"/>
        </w:rPr>
        <w:t>и на плановый период 2023 и 2024 годов»,</w:t>
      </w:r>
      <w:r w:rsidRPr="00E03279">
        <w:rPr>
          <w:rFonts w:ascii="Times New Roman" w:hAnsi="Times New Roman"/>
          <w:sz w:val="28"/>
          <w:szCs w:val="28"/>
        </w:rPr>
        <w:t xml:space="preserve"> р</w:t>
      </w:r>
      <w:r w:rsidRPr="00E03279">
        <w:rPr>
          <w:rFonts w:ascii="Times New Roman" w:eastAsia="Times New Roman" w:hAnsi="Times New Roman"/>
          <w:sz w:val="28"/>
          <w:szCs w:val="28"/>
          <w:lang w:eastAsia="ru-RU"/>
        </w:rPr>
        <w:t>уководствуясь</w:t>
      </w:r>
      <w:r w:rsidR="00E05CF2">
        <w:rPr>
          <w:rFonts w:ascii="Times New Roman" w:hAnsi="Times New Roman"/>
          <w:sz w:val="28"/>
          <w:szCs w:val="28"/>
        </w:rPr>
        <w:t xml:space="preserve"> </w:t>
      </w:r>
      <w:r w:rsidRPr="00E03279">
        <w:rPr>
          <w:rFonts w:ascii="Times New Roman" w:eastAsia="Times New Roman" w:hAnsi="Times New Roman"/>
          <w:sz w:val="28"/>
          <w:szCs w:val="28"/>
          <w:lang w:eastAsia="ru-RU"/>
        </w:rPr>
        <w:t>п.п. 4.1, 5.3 Порядка разработки, реализации и проведении оценки эффективности муниципальных программ муниципального образования «Городской округ Ногликский», утвержденного постановлением администрации муниципального образования «Городской округ Ногликский» от 28.04.2016 № 344, распоряжением мэра муниципального образования от 17.07.2018 № 53-р «Об утверждении Перечня муниципальных программ муниципального образования «Городской округ Ногликский»,</w:t>
      </w:r>
      <w:r w:rsidRPr="00E03279">
        <w:rPr>
          <w:sz w:val="28"/>
          <w:szCs w:val="28"/>
        </w:rPr>
        <w:t xml:space="preserve"> </w:t>
      </w:r>
      <w:r w:rsidRPr="00E03279">
        <w:rPr>
          <w:rFonts w:ascii="Times New Roman" w:eastAsia="Times New Roman" w:hAnsi="Times New Roman"/>
          <w:sz w:val="28"/>
          <w:szCs w:val="28"/>
          <w:lang w:eastAsia="ru-RU"/>
        </w:rPr>
        <w:t xml:space="preserve">ст. 36 Устава муниципального образования «Городской округ Ногликский», администрация муниципального образования «Городской округ Ногликский» </w:t>
      </w:r>
      <w:r w:rsidRPr="00E03279">
        <w:rPr>
          <w:rFonts w:ascii="Times New Roman" w:eastAsia="Times New Roman" w:hAnsi="Times New Roman"/>
          <w:b/>
          <w:sz w:val="28"/>
          <w:szCs w:val="28"/>
          <w:lang w:eastAsia="ru-RU"/>
        </w:rPr>
        <w:t>ПОСТАНОВЛЯЕТ:</w:t>
      </w:r>
    </w:p>
    <w:p w14:paraId="7AEB5883" w14:textId="7EFE6D06" w:rsidR="004A7C7C" w:rsidRPr="00E03279" w:rsidRDefault="004A7C7C" w:rsidP="004A7C7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03279">
        <w:rPr>
          <w:rFonts w:ascii="Times New Roman" w:eastAsia="Times New Roman" w:hAnsi="Times New Roman"/>
          <w:sz w:val="28"/>
          <w:szCs w:val="28"/>
          <w:lang w:eastAsia="ru-RU"/>
        </w:rPr>
        <w:t xml:space="preserve">1. Внести в муниципальную программу «Развитие инфраструктуры </w:t>
      </w:r>
      <w:r w:rsidR="009F735C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Pr="00E03279">
        <w:rPr>
          <w:rFonts w:ascii="Times New Roman" w:eastAsia="Times New Roman" w:hAnsi="Times New Roman"/>
          <w:sz w:val="28"/>
          <w:szCs w:val="28"/>
          <w:lang w:eastAsia="ru-RU"/>
        </w:rPr>
        <w:t>и благоустройство населенных пунктов муниципального образования «Городской округ Ногликский», утвержденную постановлением администрации муниципального образован</w:t>
      </w:r>
      <w:r w:rsidR="00251878">
        <w:rPr>
          <w:rFonts w:ascii="Times New Roman" w:eastAsia="Times New Roman" w:hAnsi="Times New Roman"/>
          <w:sz w:val="28"/>
          <w:szCs w:val="28"/>
          <w:lang w:eastAsia="ru-RU"/>
        </w:rPr>
        <w:t xml:space="preserve">ия «Городской округ Ногликский» </w:t>
      </w:r>
      <w:r w:rsidRPr="00E03279">
        <w:rPr>
          <w:rFonts w:ascii="Times New Roman" w:eastAsia="Times New Roman" w:hAnsi="Times New Roman"/>
          <w:sz w:val="28"/>
          <w:szCs w:val="28"/>
          <w:lang w:eastAsia="ru-RU"/>
        </w:rPr>
        <w:t xml:space="preserve">от 10.08.2015 № 565 (в редакции от 22.03.2016 № 240, от 25.04.2016 № 329, от </w:t>
      </w:r>
      <w:r w:rsidRPr="00E03279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08.11.2016 № 786, от 16.05.2017 № 320, от 29.05.2017 № 344, от 17.08.2017 № 581, от 11.10.2017 № 765, от 31.10.20</w:t>
      </w:r>
      <w:r w:rsidR="00251878">
        <w:rPr>
          <w:rFonts w:ascii="Times New Roman" w:eastAsia="Times New Roman" w:hAnsi="Times New Roman"/>
          <w:sz w:val="28"/>
          <w:szCs w:val="28"/>
          <w:lang w:eastAsia="ru-RU"/>
        </w:rPr>
        <w:t xml:space="preserve">17 № 846, от 21.11.2017 № 948, </w:t>
      </w:r>
      <w:r w:rsidRPr="00E03279">
        <w:rPr>
          <w:rFonts w:ascii="Times New Roman" w:eastAsia="Times New Roman" w:hAnsi="Times New Roman"/>
          <w:sz w:val="28"/>
          <w:szCs w:val="28"/>
          <w:lang w:eastAsia="ru-RU"/>
        </w:rPr>
        <w:t>от 19.03.2018 № 281, от 14.06.2018 № 557, от 11</w:t>
      </w:r>
      <w:r w:rsidR="00251878">
        <w:rPr>
          <w:rFonts w:ascii="Times New Roman" w:eastAsia="Times New Roman" w:hAnsi="Times New Roman"/>
          <w:sz w:val="28"/>
          <w:szCs w:val="28"/>
          <w:lang w:eastAsia="ru-RU"/>
        </w:rPr>
        <w:t xml:space="preserve">.07.2018 № 670, от 30.04.2019 № </w:t>
      </w:r>
      <w:r w:rsidRPr="00E03279">
        <w:rPr>
          <w:rFonts w:ascii="Times New Roman" w:eastAsia="Times New Roman" w:hAnsi="Times New Roman"/>
          <w:sz w:val="28"/>
          <w:szCs w:val="28"/>
          <w:lang w:eastAsia="ru-RU"/>
        </w:rPr>
        <w:t>292, от 15.05.2019 № 316, от 09.07.20</w:t>
      </w:r>
      <w:r w:rsidR="00251878">
        <w:rPr>
          <w:rFonts w:ascii="Times New Roman" w:eastAsia="Times New Roman" w:hAnsi="Times New Roman"/>
          <w:sz w:val="28"/>
          <w:szCs w:val="28"/>
          <w:lang w:eastAsia="ru-RU"/>
        </w:rPr>
        <w:t xml:space="preserve">19 № 519, от 01.10.2019 № 738, </w:t>
      </w:r>
      <w:r w:rsidRPr="00E03279">
        <w:rPr>
          <w:rFonts w:ascii="Times New Roman" w:eastAsia="Times New Roman" w:hAnsi="Times New Roman"/>
          <w:sz w:val="28"/>
          <w:szCs w:val="28"/>
          <w:lang w:eastAsia="ru-RU"/>
        </w:rPr>
        <w:t>от 19.11.2019 № 847, от 19.03.2020 № 128, от 09.06.2020 № 288, от 06.11.2020 № 544, от 26.02.2021 № 107, от 26.10.2021 № 589) следующие изменения:</w:t>
      </w:r>
    </w:p>
    <w:p w14:paraId="31AF9F30" w14:textId="77777777" w:rsidR="004A7C7C" w:rsidRPr="00E03279" w:rsidRDefault="004A7C7C" w:rsidP="004A7C7C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03279">
        <w:rPr>
          <w:rFonts w:ascii="Times New Roman" w:eastAsia="Times New Roman" w:hAnsi="Times New Roman"/>
          <w:sz w:val="28"/>
          <w:szCs w:val="28"/>
          <w:lang w:eastAsia="ru-RU"/>
        </w:rPr>
        <w:t>1.1. Подразделы «Объемы и источники финансирования Программы», «Ожидаемые результаты муниципальной программы» Паспорта муниципальной программы изложить в следующей редакции:</w:t>
      </w:r>
    </w:p>
    <w:tbl>
      <w:tblPr>
        <w:tblpPr w:leftFromText="180" w:rightFromText="180" w:vertAnchor="text" w:tblpX="-92" w:tblpY="1"/>
        <w:tblOverlap w:val="never"/>
        <w:tblW w:w="101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79"/>
        <w:gridCol w:w="3263"/>
        <w:gridCol w:w="6092"/>
        <w:gridCol w:w="531"/>
      </w:tblGrid>
      <w:tr w:rsidR="004A7C7C" w:rsidRPr="00E03279" w14:paraId="1BE02E30" w14:textId="77777777" w:rsidTr="00384D6D">
        <w:trPr>
          <w:gridAfter w:val="1"/>
          <w:wAfter w:w="531" w:type="dxa"/>
        </w:trPr>
        <w:tc>
          <w:tcPr>
            <w:tcW w:w="279" w:type="dxa"/>
            <w:tcBorders>
              <w:top w:val="nil"/>
              <w:left w:val="nil"/>
              <w:bottom w:val="nil"/>
            </w:tcBorders>
            <w:hideMark/>
          </w:tcPr>
          <w:p w14:paraId="397AC92F" w14:textId="77777777" w:rsidR="004A7C7C" w:rsidRPr="00E03279" w:rsidRDefault="004A7C7C" w:rsidP="00384D6D">
            <w:pPr>
              <w:spacing w:after="0" w:line="252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0327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«</w:t>
            </w:r>
          </w:p>
        </w:tc>
        <w:tc>
          <w:tcPr>
            <w:tcW w:w="3263" w:type="dxa"/>
          </w:tcPr>
          <w:p w14:paraId="3684D443" w14:textId="77777777" w:rsidR="004A7C7C" w:rsidRPr="00E03279" w:rsidRDefault="004A7C7C" w:rsidP="00384D6D">
            <w:pPr>
              <w:spacing w:after="0" w:line="252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0327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Объемы и источники финансирования муниципальной программы</w:t>
            </w:r>
          </w:p>
        </w:tc>
        <w:tc>
          <w:tcPr>
            <w:tcW w:w="6092" w:type="dxa"/>
            <w:hideMark/>
          </w:tcPr>
          <w:p w14:paraId="20CFCD0F" w14:textId="75B35260" w:rsidR="004A7C7C" w:rsidRPr="00E03279" w:rsidRDefault="004A7C7C" w:rsidP="00384D6D">
            <w:pPr>
              <w:spacing w:after="0" w:line="252" w:lineRule="auto"/>
              <w:ind w:left="-32" w:right="33" w:firstLine="283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0327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Общий объем финансирования Программы </w:t>
            </w:r>
            <w:r w:rsidR="009F735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br/>
            </w:r>
            <w:r w:rsidRPr="00E0327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 2015 - 2025 годах составит:</w:t>
            </w:r>
          </w:p>
          <w:p w14:paraId="5EFA6D32" w14:textId="77777777" w:rsidR="004A7C7C" w:rsidRPr="00E03279" w:rsidRDefault="004A7C7C" w:rsidP="00384D6D">
            <w:pPr>
              <w:spacing w:after="0" w:line="252" w:lineRule="auto"/>
              <w:ind w:left="-32" w:right="33" w:firstLine="283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0327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 счет всех источников финансирования – 2 115 935,5 тыс. руб., в том числе:</w:t>
            </w:r>
          </w:p>
          <w:p w14:paraId="483C1292" w14:textId="77777777" w:rsidR="004A7C7C" w:rsidRPr="00E03279" w:rsidRDefault="004A7C7C" w:rsidP="00384D6D">
            <w:pPr>
              <w:spacing w:after="0" w:line="252" w:lineRule="auto"/>
              <w:ind w:left="-32" w:right="33" w:firstLine="283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0327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2015 год – 355 891,6 тыс. руб.;</w:t>
            </w:r>
          </w:p>
          <w:p w14:paraId="43A14B19" w14:textId="77777777" w:rsidR="004A7C7C" w:rsidRPr="00E03279" w:rsidRDefault="004A7C7C" w:rsidP="00384D6D">
            <w:pPr>
              <w:spacing w:after="0" w:line="252" w:lineRule="auto"/>
              <w:ind w:left="-32" w:right="33" w:firstLine="283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0327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2016 год – 299 895,6 тыс. руб.;</w:t>
            </w:r>
          </w:p>
          <w:p w14:paraId="1DCAD2AE" w14:textId="77777777" w:rsidR="004A7C7C" w:rsidRPr="00E03279" w:rsidRDefault="004A7C7C" w:rsidP="00384D6D">
            <w:pPr>
              <w:spacing w:after="0" w:line="252" w:lineRule="auto"/>
              <w:ind w:left="-32" w:right="33" w:firstLine="283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0327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2017 год – 243 976,5 тыс. руб.;</w:t>
            </w:r>
          </w:p>
          <w:p w14:paraId="09011376" w14:textId="77777777" w:rsidR="004A7C7C" w:rsidRPr="00E03279" w:rsidRDefault="004A7C7C" w:rsidP="00384D6D">
            <w:pPr>
              <w:spacing w:after="0" w:line="252" w:lineRule="auto"/>
              <w:ind w:left="-32" w:right="33" w:firstLine="283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0327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2018 год – 140 344,4 тыс. руб.;</w:t>
            </w:r>
          </w:p>
          <w:p w14:paraId="09545CD4" w14:textId="77777777" w:rsidR="004A7C7C" w:rsidRPr="00E03279" w:rsidRDefault="004A7C7C" w:rsidP="00384D6D">
            <w:pPr>
              <w:spacing w:after="0" w:line="252" w:lineRule="auto"/>
              <w:ind w:left="-32" w:right="33" w:firstLine="283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0327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2019 год – 193 118,9 тыс. руб.;</w:t>
            </w:r>
          </w:p>
          <w:p w14:paraId="0479E505" w14:textId="77777777" w:rsidR="004A7C7C" w:rsidRPr="00E03279" w:rsidRDefault="004A7C7C" w:rsidP="00384D6D">
            <w:pPr>
              <w:spacing w:after="0" w:line="252" w:lineRule="auto"/>
              <w:ind w:left="-32" w:right="33" w:firstLine="283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0327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2020 год – 211 497,1 тыс. руб.;</w:t>
            </w:r>
          </w:p>
          <w:p w14:paraId="5353A68A" w14:textId="77777777" w:rsidR="004A7C7C" w:rsidRPr="00E03279" w:rsidRDefault="004A7C7C" w:rsidP="00384D6D">
            <w:pPr>
              <w:spacing w:after="0" w:line="252" w:lineRule="auto"/>
              <w:ind w:left="-32" w:right="33" w:firstLine="283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0327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2021 год – 154 762,6 тыс. руб.;</w:t>
            </w:r>
          </w:p>
          <w:p w14:paraId="4B28DF0A" w14:textId="77777777" w:rsidR="004A7C7C" w:rsidRPr="00E03279" w:rsidRDefault="004A7C7C" w:rsidP="00384D6D">
            <w:pPr>
              <w:spacing w:after="0" w:line="252" w:lineRule="auto"/>
              <w:ind w:left="-32" w:right="33" w:firstLine="283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0327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2022 год – 210 753,0 тыс. руб.;</w:t>
            </w:r>
          </w:p>
          <w:p w14:paraId="7A01537A" w14:textId="77777777" w:rsidR="004A7C7C" w:rsidRPr="00E03279" w:rsidRDefault="004A7C7C" w:rsidP="00384D6D">
            <w:pPr>
              <w:spacing w:after="0" w:line="252" w:lineRule="auto"/>
              <w:ind w:left="-32" w:right="33" w:firstLine="283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0327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2023 год – 106 913,5 тыс. руб.;</w:t>
            </w:r>
          </w:p>
          <w:p w14:paraId="1FEC6F26" w14:textId="77777777" w:rsidR="004A7C7C" w:rsidRPr="00E03279" w:rsidRDefault="004A7C7C" w:rsidP="00384D6D">
            <w:pPr>
              <w:spacing w:after="0" w:line="252" w:lineRule="auto"/>
              <w:ind w:left="-32" w:right="33" w:firstLine="283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0327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2024 год – 104 829,8 тыс. руб.;</w:t>
            </w:r>
          </w:p>
          <w:p w14:paraId="4C70DA26" w14:textId="77777777" w:rsidR="004A7C7C" w:rsidRPr="00E03279" w:rsidRDefault="004A7C7C" w:rsidP="00384D6D">
            <w:pPr>
              <w:spacing w:after="0" w:line="252" w:lineRule="auto"/>
              <w:ind w:left="-32" w:right="33" w:firstLine="283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0327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2025 год – 93 952,5 тыс. руб.</w:t>
            </w:r>
          </w:p>
          <w:p w14:paraId="206DB960" w14:textId="77777777" w:rsidR="004A7C7C" w:rsidRPr="00E03279" w:rsidRDefault="004A7C7C" w:rsidP="00384D6D">
            <w:pPr>
              <w:spacing w:after="0" w:line="252" w:lineRule="auto"/>
              <w:ind w:left="-32" w:right="33" w:firstLine="283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0327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Из него по источникам:</w:t>
            </w:r>
          </w:p>
          <w:p w14:paraId="2C6D5BFD" w14:textId="77777777" w:rsidR="004A7C7C" w:rsidRPr="00E03279" w:rsidRDefault="004A7C7C" w:rsidP="00384D6D">
            <w:pPr>
              <w:spacing w:after="0" w:line="252" w:lineRule="auto"/>
              <w:ind w:left="-32" w:right="33" w:firstLine="283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0327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за счет средств местного бюджета 1 499 261,7 тыс. руб., в том числе:</w:t>
            </w:r>
          </w:p>
          <w:p w14:paraId="7A6EB0A7" w14:textId="77777777" w:rsidR="004A7C7C" w:rsidRPr="00E03279" w:rsidRDefault="004A7C7C" w:rsidP="00384D6D">
            <w:pPr>
              <w:spacing w:after="0" w:line="252" w:lineRule="auto"/>
              <w:ind w:left="-32" w:right="33" w:firstLine="283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0327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2015 год – 355 891,6 тыс. руб.;</w:t>
            </w:r>
          </w:p>
          <w:p w14:paraId="037BFC45" w14:textId="77777777" w:rsidR="004A7C7C" w:rsidRPr="00E03279" w:rsidRDefault="004A7C7C" w:rsidP="00384D6D">
            <w:pPr>
              <w:spacing w:after="0" w:line="252" w:lineRule="auto"/>
              <w:ind w:left="-32" w:right="33" w:firstLine="283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0327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2016 год – 184 782,5 тыс. руб.;</w:t>
            </w:r>
          </w:p>
          <w:p w14:paraId="46899172" w14:textId="77777777" w:rsidR="004A7C7C" w:rsidRPr="00E03279" w:rsidRDefault="004A7C7C" w:rsidP="00384D6D">
            <w:pPr>
              <w:spacing w:after="0" w:line="252" w:lineRule="auto"/>
              <w:ind w:left="-32" w:right="33" w:firstLine="283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0327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2017 год – 162 966,5 тыс. руб.;</w:t>
            </w:r>
          </w:p>
          <w:p w14:paraId="269DACF7" w14:textId="77777777" w:rsidR="004A7C7C" w:rsidRPr="00E03279" w:rsidRDefault="004A7C7C" w:rsidP="00384D6D">
            <w:pPr>
              <w:spacing w:after="0" w:line="252" w:lineRule="auto"/>
              <w:ind w:left="-32" w:right="33" w:firstLine="283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0327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2018 год – 134 509,2 тыс. руб.;</w:t>
            </w:r>
          </w:p>
          <w:p w14:paraId="0A013E73" w14:textId="77777777" w:rsidR="004A7C7C" w:rsidRPr="00E03279" w:rsidRDefault="004A7C7C" w:rsidP="00384D6D">
            <w:pPr>
              <w:spacing w:after="0" w:line="252" w:lineRule="auto"/>
              <w:ind w:left="-32" w:right="33" w:firstLine="283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0327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2019 год – 86 663,4 тыс. руб.;</w:t>
            </w:r>
          </w:p>
          <w:p w14:paraId="6CC57686" w14:textId="77777777" w:rsidR="004A7C7C" w:rsidRPr="00E03279" w:rsidRDefault="004A7C7C" w:rsidP="00384D6D">
            <w:pPr>
              <w:spacing w:after="0" w:line="252" w:lineRule="auto"/>
              <w:ind w:left="-32" w:right="33" w:firstLine="283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0327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2020 год – 111 370,0 тыс. руб.;</w:t>
            </w:r>
          </w:p>
          <w:p w14:paraId="6E60EE16" w14:textId="77777777" w:rsidR="004A7C7C" w:rsidRPr="00E03279" w:rsidRDefault="004A7C7C" w:rsidP="00384D6D">
            <w:pPr>
              <w:spacing w:after="0" w:line="252" w:lineRule="auto"/>
              <w:ind w:left="-32" w:right="33" w:firstLine="283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0327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2021 год – 109 787,2 тыс. руб.;</w:t>
            </w:r>
          </w:p>
          <w:p w14:paraId="179AA221" w14:textId="77777777" w:rsidR="004A7C7C" w:rsidRPr="00E03279" w:rsidRDefault="004A7C7C" w:rsidP="00384D6D">
            <w:pPr>
              <w:spacing w:after="0" w:line="252" w:lineRule="auto"/>
              <w:ind w:left="-32" w:right="33" w:firstLine="283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0327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2022 год – 83 653,8 тыс. руб.;</w:t>
            </w:r>
          </w:p>
          <w:p w14:paraId="224A8144" w14:textId="77777777" w:rsidR="004A7C7C" w:rsidRPr="00E03279" w:rsidRDefault="004A7C7C" w:rsidP="00384D6D">
            <w:pPr>
              <w:spacing w:after="0" w:line="252" w:lineRule="auto"/>
              <w:ind w:left="-32" w:right="33" w:firstLine="283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0327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2023 год – 70 855,2 тыс. руб.;</w:t>
            </w:r>
          </w:p>
          <w:p w14:paraId="1F4DC6CD" w14:textId="77777777" w:rsidR="004A7C7C" w:rsidRPr="00E03279" w:rsidRDefault="004A7C7C" w:rsidP="00384D6D">
            <w:pPr>
              <w:spacing w:after="0" w:line="252" w:lineRule="auto"/>
              <w:ind w:left="-32" w:right="33" w:firstLine="283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0327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2024 год – 104 829,8 тыс. руб.;</w:t>
            </w:r>
          </w:p>
          <w:p w14:paraId="05D069B0" w14:textId="77777777" w:rsidR="004A7C7C" w:rsidRPr="00E03279" w:rsidRDefault="004A7C7C" w:rsidP="00384D6D">
            <w:pPr>
              <w:spacing w:after="0" w:line="252" w:lineRule="auto"/>
              <w:ind w:left="-32" w:right="33" w:firstLine="283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0327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2025 год – 93 952,5 тыс. руб.;</w:t>
            </w:r>
          </w:p>
          <w:p w14:paraId="277335CB" w14:textId="77777777" w:rsidR="004A7C7C" w:rsidRPr="00E03279" w:rsidRDefault="004A7C7C" w:rsidP="00384D6D">
            <w:pPr>
              <w:spacing w:after="0" w:line="252" w:lineRule="auto"/>
              <w:ind w:left="-32" w:right="33" w:firstLine="283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0327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за счет средств областного бюджета 616 329,1 тыс. руб., в том числе:</w:t>
            </w:r>
          </w:p>
          <w:p w14:paraId="09E370B6" w14:textId="77777777" w:rsidR="004A7C7C" w:rsidRPr="00E03279" w:rsidRDefault="004A7C7C" w:rsidP="00384D6D">
            <w:pPr>
              <w:spacing w:after="0" w:line="252" w:lineRule="auto"/>
              <w:ind w:left="-32" w:right="33" w:firstLine="283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0327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2015 год – 0,0 тыс. руб.;</w:t>
            </w:r>
          </w:p>
          <w:p w14:paraId="75679FED" w14:textId="77777777" w:rsidR="004A7C7C" w:rsidRPr="00E03279" w:rsidRDefault="004A7C7C" w:rsidP="00384D6D">
            <w:pPr>
              <w:spacing w:after="0" w:line="252" w:lineRule="auto"/>
              <w:ind w:left="-32" w:right="33" w:firstLine="283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0327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2016 год – 115 113,1 тыс. руб.;</w:t>
            </w:r>
          </w:p>
          <w:p w14:paraId="236F2E93" w14:textId="77777777" w:rsidR="004A7C7C" w:rsidRPr="00E03279" w:rsidRDefault="004A7C7C" w:rsidP="00384D6D">
            <w:pPr>
              <w:spacing w:after="0" w:line="252" w:lineRule="auto"/>
              <w:ind w:left="-32" w:right="33" w:firstLine="283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0327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2017 год – 81 010,0 тыс. руб.;</w:t>
            </w:r>
          </w:p>
          <w:p w14:paraId="7B5A9165" w14:textId="77777777" w:rsidR="004A7C7C" w:rsidRPr="00E03279" w:rsidRDefault="004A7C7C" w:rsidP="00384D6D">
            <w:pPr>
              <w:spacing w:after="0" w:line="252" w:lineRule="auto"/>
              <w:ind w:left="-32" w:right="33" w:firstLine="283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0327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2018 год – 5 835,2 тыс. руб.;</w:t>
            </w:r>
          </w:p>
          <w:p w14:paraId="5C88C148" w14:textId="77777777" w:rsidR="004A7C7C" w:rsidRPr="00E03279" w:rsidRDefault="004A7C7C" w:rsidP="00384D6D">
            <w:pPr>
              <w:spacing w:after="0" w:line="252" w:lineRule="auto"/>
              <w:ind w:left="-32" w:right="33" w:firstLine="283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0327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2019 год – 106 455,5 тыс. руб.;</w:t>
            </w:r>
          </w:p>
          <w:p w14:paraId="056BCF16" w14:textId="77777777" w:rsidR="004A7C7C" w:rsidRPr="00E03279" w:rsidRDefault="004A7C7C" w:rsidP="00384D6D">
            <w:pPr>
              <w:spacing w:after="0" w:line="252" w:lineRule="auto"/>
              <w:ind w:left="-32" w:right="33" w:firstLine="283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0327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2020 год – 100 127,1 тыс. руб.;</w:t>
            </w:r>
          </w:p>
          <w:p w14:paraId="13F43000" w14:textId="77777777" w:rsidR="004A7C7C" w:rsidRPr="00E03279" w:rsidRDefault="004A7C7C" w:rsidP="00384D6D">
            <w:pPr>
              <w:spacing w:after="0" w:line="252" w:lineRule="auto"/>
              <w:ind w:left="-32" w:right="33" w:firstLine="283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0327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2021 год – 44 630,7 тыс. руб.;</w:t>
            </w:r>
          </w:p>
          <w:p w14:paraId="19E21B89" w14:textId="77777777" w:rsidR="004A7C7C" w:rsidRPr="00E03279" w:rsidRDefault="004A7C7C" w:rsidP="00384D6D">
            <w:pPr>
              <w:spacing w:after="0" w:line="252" w:lineRule="auto"/>
              <w:ind w:left="-32" w:right="33" w:firstLine="283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0327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2022 год – 127 099,2 тыс. руб.;</w:t>
            </w:r>
          </w:p>
          <w:p w14:paraId="12471EB4" w14:textId="77777777" w:rsidR="004A7C7C" w:rsidRPr="00E03279" w:rsidRDefault="004A7C7C" w:rsidP="00384D6D">
            <w:pPr>
              <w:spacing w:after="0" w:line="252" w:lineRule="auto"/>
              <w:ind w:left="-32" w:right="33" w:firstLine="283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0327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2023 год - 36 058,3 тыс. руб.;</w:t>
            </w:r>
          </w:p>
          <w:p w14:paraId="4D71A141" w14:textId="77777777" w:rsidR="004A7C7C" w:rsidRPr="00E03279" w:rsidRDefault="004A7C7C" w:rsidP="00384D6D">
            <w:pPr>
              <w:spacing w:after="0" w:line="252" w:lineRule="auto"/>
              <w:ind w:left="-32" w:right="33" w:firstLine="283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0327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2024 год - 0,0 тыс. руб.;</w:t>
            </w:r>
          </w:p>
          <w:p w14:paraId="446D73CF" w14:textId="77777777" w:rsidR="004A7C7C" w:rsidRDefault="004A7C7C" w:rsidP="00384D6D">
            <w:pPr>
              <w:spacing w:after="0" w:line="252" w:lineRule="auto"/>
              <w:ind w:left="-32" w:right="33" w:firstLine="283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0327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2025 год – 0,0 тыс. руб.</w:t>
            </w:r>
            <w:r w:rsidR="003705D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;</w:t>
            </w:r>
          </w:p>
          <w:p w14:paraId="3B5F9FD8" w14:textId="383ADDB4" w:rsidR="003705D8" w:rsidRDefault="003705D8" w:rsidP="003705D8">
            <w:pPr>
              <w:spacing w:after="0" w:line="252" w:lineRule="auto"/>
              <w:ind w:left="-32" w:right="33" w:firstLine="283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за счет средств федерального</w:t>
            </w:r>
            <w:r w:rsidRPr="00E0327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бюджета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344,7</w:t>
            </w:r>
            <w:r w:rsidRPr="00E0327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тыс. руб., в том числе:</w:t>
            </w:r>
          </w:p>
          <w:p w14:paraId="1B44077E" w14:textId="6C4417C1" w:rsidR="003705D8" w:rsidRPr="00E03279" w:rsidRDefault="003705D8" w:rsidP="003705D8">
            <w:pPr>
              <w:spacing w:after="0" w:line="252" w:lineRule="auto"/>
              <w:ind w:left="-32" w:right="33" w:firstLine="283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2021 год - 344,7 тыс. руб. </w:t>
            </w:r>
          </w:p>
        </w:tc>
      </w:tr>
      <w:tr w:rsidR="004A7C7C" w:rsidRPr="00E03279" w14:paraId="1FE94BFE" w14:textId="77777777" w:rsidTr="00384D6D">
        <w:trPr>
          <w:gridBefore w:val="1"/>
          <w:wBefore w:w="279" w:type="dxa"/>
        </w:trPr>
        <w:tc>
          <w:tcPr>
            <w:tcW w:w="3263" w:type="dxa"/>
            <w:hideMark/>
          </w:tcPr>
          <w:p w14:paraId="0258B0DF" w14:textId="77777777" w:rsidR="004A7C7C" w:rsidRPr="00E03279" w:rsidRDefault="004A7C7C" w:rsidP="00384D6D">
            <w:pPr>
              <w:spacing w:after="0" w:line="252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0327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Ожидаемые результаты реализации муниципальной программы</w:t>
            </w:r>
          </w:p>
        </w:tc>
        <w:tc>
          <w:tcPr>
            <w:tcW w:w="6092" w:type="dxa"/>
            <w:hideMark/>
          </w:tcPr>
          <w:p w14:paraId="08567DFF" w14:textId="64A21EB7" w:rsidR="002407A9" w:rsidRPr="00E03279" w:rsidRDefault="004A7C7C" w:rsidP="002407A9">
            <w:pPr>
              <w:tabs>
                <w:tab w:val="left" w:pos="3937"/>
              </w:tabs>
              <w:spacing w:after="0" w:line="252" w:lineRule="auto"/>
              <w:ind w:firstLine="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622E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1. </w:t>
            </w:r>
            <w:r w:rsidR="002407A9" w:rsidRPr="002622E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Доля автомобильных дорог общего пользования местного значения с усовершенствованным покрытием от общей протяженности автомобильным дорог общего пользования местного значени</w:t>
            </w:r>
            <w:r w:rsidR="0025187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я должна составить не менее 38</w:t>
            </w:r>
            <w:r w:rsidR="002407A9" w:rsidRPr="002622E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% к окончанию реализации муниципальной программы.</w:t>
            </w:r>
          </w:p>
          <w:p w14:paraId="74F22290" w14:textId="3A81316A" w:rsidR="004A7C7C" w:rsidRPr="00E03279" w:rsidRDefault="004A7C7C" w:rsidP="00384D6D">
            <w:pPr>
              <w:tabs>
                <w:tab w:val="left" w:pos="314"/>
                <w:tab w:val="left" w:pos="3937"/>
              </w:tabs>
              <w:spacing w:after="0" w:line="252" w:lineRule="auto"/>
              <w:ind w:firstLine="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0327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2. Увеличение доли протяженности автомобильных дорог общего пользования местного значения</w:t>
            </w:r>
            <w:r w:rsidR="0025187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</w:t>
            </w:r>
            <w:r w:rsidRPr="00E0327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отвечающих нормативным требованиям от общей протяженности автомобильным дорогам общего пользования местного значения до 43,1% к окончанию реализации муниципальной программы.</w:t>
            </w:r>
          </w:p>
          <w:p w14:paraId="0824F496" w14:textId="77777777" w:rsidR="004A7C7C" w:rsidRPr="00E03279" w:rsidRDefault="004A7C7C" w:rsidP="00384D6D">
            <w:pPr>
              <w:tabs>
                <w:tab w:val="left" w:pos="3937"/>
              </w:tabs>
              <w:spacing w:after="0" w:line="252" w:lineRule="auto"/>
              <w:ind w:firstLine="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0327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3. Осуществить содержание автомобильных дорог общего пользования местного значения, начиная с 2019 года до 2021 года не менее 82,37 км. ежегодно, с 2022 года по 2025 года не менее 86,23 км. ежегодно. </w:t>
            </w:r>
          </w:p>
          <w:p w14:paraId="0CC7E527" w14:textId="77777777" w:rsidR="004A7C7C" w:rsidRPr="00E03279" w:rsidRDefault="004A7C7C" w:rsidP="00384D6D">
            <w:pPr>
              <w:tabs>
                <w:tab w:val="left" w:pos="3937"/>
              </w:tabs>
              <w:spacing w:after="0" w:line="252" w:lineRule="auto"/>
              <w:ind w:firstLine="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0327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4. Уровень технической готовности участка автомобильной дороги общего пользования местного значения в результате проведения капитального ремонта в 2018 году - 54%.</w:t>
            </w:r>
          </w:p>
          <w:p w14:paraId="6BAEC7A8" w14:textId="77777777" w:rsidR="004A7C7C" w:rsidRPr="00E03279" w:rsidRDefault="004A7C7C" w:rsidP="00384D6D">
            <w:pPr>
              <w:tabs>
                <w:tab w:val="left" w:pos="3937"/>
              </w:tabs>
              <w:spacing w:after="0" w:line="252" w:lineRule="auto"/>
              <w:ind w:firstLine="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0327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Планируется провести капитальный ремонт автомобильной дороги пгт. Ноглики, от </w:t>
            </w:r>
            <w:r w:rsidRPr="00E0327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br/>
              <w:t>ул. Советской до поворота на стадион).</w:t>
            </w:r>
          </w:p>
          <w:p w14:paraId="2B2E649B" w14:textId="669006C2" w:rsidR="004A7C7C" w:rsidRPr="00E03279" w:rsidRDefault="004A7C7C" w:rsidP="00384D6D">
            <w:pPr>
              <w:tabs>
                <w:tab w:val="left" w:pos="3937"/>
              </w:tabs>
              <w:spacing w:after="0" w:line="252" w:lineRule="auto"/>
              <w:ind w:firstLine="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0327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5. Отремонтировать автомобильные дороги общего пользования местного значения в 2017 году - 0,71 км.</w:t>
            </w:r>
            <w:r w:rsidR="0025187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</w:t>
            </w:r>
            <w:r w:rsidRPr="00E0327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в 2019 году</w:t>
            </w:r>
            <w:r w:rsidR="005C340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- 6,6 км.</w:t>
            </w:r>
            <w:r w:rsidR="0025187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</w:t>
            </w:r>
            <w:r w:rsidR="005C340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в 2020 году - 6,2 км.</w:t>
            </w:r>
            <w:r w:rsidRPr="00E0327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 2022 год - 1,3 км.</w:t>
            </w:r>
          </w:p>
          <w:p w14:paraId="2DD6496E" w14:textId="3E6023E8" w:rsidR="004A7C7C" w:rsidRPr="00E03279" w:rsidRDefault="004A7C7C" w:rsidP="00384D6D">
            <w:pPr>
              <w:tabs>
                <w:tab w:val="left" w:pos="3937"/>
              </w:tabs>
              <w:spacing w:after="0" w:line="252" w:lineRule="auto"/>
              <w:ind w:firstLine="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0327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6. Разработать проектную документацию по ремонту автомобильных дорог общего пользования муниципального</w:t>
            </w:r>
            <w:r w:rsidR="005E672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значения в 2019 году - 1 шт.</w:t>
            </w:r>
            <w:r w:rsidR="0025187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</w:t>
            </w:r>
            <w:r w:rsidR="005E672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E0327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 2020 году - 2 шт. Значение показателя «Выполнение инженерных изысканий» будет определено при наличии финансирования.</w:t>
            </w:r>
          </w:p>
          <w:p w14:paraId="10CBC081" w14:textId="77777777" w:rsidR="004A7C7C" w:rsidRPr="00E03279" w:rsidRDefault="004A7C7C" w:rsidP="00384D6D">
            <w:pPr>
              <w:tabs>
                <w:tab w:val="left" w:pos="284"/>
                <w:tab w:val="left" w:pos="3937"/>
              </w:tabs>
              <w:spacing w:after="0" w:line="252" w:lineRule="auto"/>
              <w:ind w:firstLine="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0327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7. Достичь уровня технической готовности автомобильных дорог общего пользования муниципального значения после проведения ремонта в 2019 году - 46%, 2020 году - 100% от планового значения.</w:t>
            </w:r>
          </w:p>
          <w:p w14:paraId="73A4C989" w14:textId="77777777" w:rsidR="004A7C7C" w:rsidRPr="00E03279" w:rsidRDefault="004A7C7C" w:rsidP="00384D6D">
            <w:pPr>
              <w:tabs>
                <w:tab w:val="left" w:pos="3937"/>
              </w:tabs>
              <w:spacing w:after="0" w:line="252" w:lineRule="auto"/>
              <w:ind w:firstLine="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0327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8. В рамках строительства и реконструкции автомобильных дорог общего пользования местного значения и улично-дорожной сети в 2019 году провести 2 инженерных изыскания. </w:t>
            </w:r>
          </w:p>
          <w:p w14:paraId="13D48136" w14:textId="77777777" w:rsidR="004A7C7C" w:rsidRPr="00E03279" w:rsidRDefault="004A7C7C" w:rsidP="00384D6D">
            <w:pPr>
              <w:tabs>
                <w:tab w:val="left" w:pos="3937"/>
              </w:tabs>
              <w:spacing w:after="0" w:line="252" w:lineRule="auto"/>
              <w:ind w:firstLine="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0327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9. Увеличение доли капитально отремонтированных дворовых территорий от общей площади дворовых территорий с 12% до 41,8% к завершению 2018 года.</w:t>
            </w:r>
          </w:p>
          <w:p w14:paraId="5A6DB295" w14:textId="77777777" w:rsidR="004A7C7C" w:rsidRPr="00E03279" w:rsidRDefault="004A7C7C" w:rsidP="00384D6D">
            <w:pPr>
              <w:tabs>
                <w:tab w:val="left" w:pos="3937"/>
              </w:tabs>
              <w:spacing w:after="0" w:line="252" w:lineRule="auto"/>
              <w:ind w:firstLine="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0327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10. Количество дворовых территорий многоквартирных домов не менее 14 к завершению 2018 года.</w:t>
            </w:r>
          </w:p>
          <w:p w14:paraId="3D68E049" w14:textId="126C1110" w:rsidR="004A7C7C" w:rsidRPr="00E03279" w:rsidRDefault="004A7C7C" w:rsidP="00384D6D">
            <w:pPr>
              <w:tabs>
                <w:tab w:val="left" w:pos="3937"/>
              </w:tabs>
              <w:spacing w:after="0" w:line="252" w:lineRule="auto"/>
              <w:ind w:firstLine="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0327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11. Обеспечение на </w:t>
            </w:r>
            <w:r w:rsidR="0025187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уровне 100</w:t>
            </w:r>
            <w:r w:rsidRPr="00E0327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% доли населенных пунктов, в которых выполняются мероприятия по содержанию объектов благоустройства от общего количества населенных пунктов (в год).</w:t>
            </w:r>
          </w:p>
          <w:p w14:paraId="7B712868" w14:textId="77777777" w:rsidR="004A7C7C" w:rsidRPr="00E03279" w:rsidRDefault="004A7C7C" w:rsidP="00384D6D">
            <w:pPr>
              <w:tabs>
                <w:tab w:val="left" w:pos="3937"/>
              </w:tabs>
              <w:spacing w:after="0" w:line="252" w:lineRule="auto"/>
              <w:ind w:firstLine="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0327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12. Трудоустройство безработных и незанятых граждан на оплачиваемые общественные работы не менее 368 человек к завершению 2025 года.</w:t>
            </w:r>
          </w:p>
          <w:p w14:paraId="3F282075" w14:textId="4BA189E6" w:rsidR="004A7C7C" w:rsidRPr="00E03279" w:rsidRDefault="004A7C7C" w:rsidP="00384D6D">
            <w:pPr>
              <w:tabs>
                <w:tab w:val="left" w:pos="3937"/>
              </w:tabs>
              <w:spacing w:after="0" w:line="252" w:lineRule="auto"/>
              <w:ind w:firstLine="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0327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13. Объем внутреннего тури</w:t>
            </w:r>
            <w:r w:rsidR="0025187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стического потока 1,52 тыс. человек (ежегодно в течение 2017 и </w:t>
            </w:r>
            <w:r w:rsidRPr="00E0327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2018 года).</w:t>
            </w:r>
          </w:p>
          <w:p w14:paraId="0171F9F5" w14:textId="17E810D8" w:rsidR="004A7C7C" w:rsidRPr="00E03279" w:rsidRDefault="004A7C7C" w:rsidP="00384D6D">
            <w:pPr>
              <w:tabs>
                <w:tab w:val="left" w:pos="3937"/>
              </w:tabs>
              <w:spacing w:after="0" w:line="252" w:lineRule="auto"/>
              <w:ind w:firstLine="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0327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14. Увеличение количеств</w:t>
            </w:r>
            <w:r w:rsidR="0025187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 посещений туристами в год с 4100 человек в 2019 году до 5</w:t>
            </w:r>
            <w:r w:rsidRPr="00E0327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900 к окончанию реализации муниципальной программы.</w:t>
            </w:r>
          </w:p>
          <w:p w14:paraId="0C8ECA21" w14:textId="6DD5E4E9" w:rsidR="004A7C7C" w:rsidRPr="00E03279" w:rsidRDefault="004A7C7C" w:rsidP="00384D6D">
            <w:pPr>
              <w:tabs>
                <w:tab w:val="left" w:pos="3937"/>
              </w:tabs>
              <w:spacing w:after="0" w:line="252" w:lineRule="auto"/>
              <w:ind w:firstLine="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0327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</w:t>
            </w:r>
            <w:r w:rsidR="0025187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 Приобретение в 2019 году 21</w:t>
            </w:r>
            <w:r w:rsidRPr="00E0327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контейнера, в 2020 году - 70 контейнеров, в 2021 году - 21 контейнер</w:t>
            </w:r>
            <w:r w:rsidR="0025187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</w:t>
            </w:r>
            <w:r w:rsidRPr="00E0327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</w:t>
            </w:r>
          </w:p>
          <w:p w14:paraId="5CED0837" w14:textId="41BB9F3A" w:rsidR="004A7C7C" w:rsidRPr="00E03279" w:rsidRDefault="004A7C7C" w:rsidP="00384D6D">
            <w:pPr>
              <w:tabs>
                <w:tab w:val="left" w:pos="3937"/>
              </w:tabs>
              <w:spacing w:after="0" w:line="252" w:lineRule="auto"/>
              <w:ind w:firstLine="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0327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16. Обустройство (создание) в 2019 году 15 мест (площадок) накопления твердых коммунальных отходов, в 2020 году 68 мест (площадок) накопления твердых коммунальных отходов, в 2021 году 51 мест</w:t>
            </w:r>
            <w:r w:rsidR="0025187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</w:t>
            </w:r>
            <w:r w:rsidRPr="00E0327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(площадок) накопления твердых коммунальных отходов.</w:t>
            </w:r>
          </w:p>
          <w:p w14:paraId="0C60FC1D" w14:textId="77777777" w:rsidR="004A7C7C" w:rsidRPr="00E03279" w:rsidRDefault="004A7C7C" w:rsidP="00384D6D">
            <w:pPr>
              <w:tabs>
                <w:tab w:val="left" w:pos="3937"/>
              </w:tabs>
              <w:spacing w:after="0" w:line="252" w:lineRule="auto"/>
              <w:ind w:firstLine="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0327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17. Реализация в 2022 году 1 проекта.</w:t>
            </w:r>
          </w:p>
          <w:p w14:paraId="2404EF71" w14:textId="77777777" w:rsidR="004A7C7C" w:rsidRDefault="004A7C7C" w:rsidP="00384D6D">
            <w:pPr>
              <w:tabs>
                <w:tab w:val="left" w:pos="3937"/>
              </w:tabs>
              <w:spacing w:after="0" w:line="252" w:lineRule="auto"/>
              <w:ind w:firstLine="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0327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18. Ликвидация в 2020 году 47 свалок, в 2021 году 30 свалок, с 2022 по 2023 год ликвидация по 8 свалок ежегодно.</w:t>
            </w:r>
          </w:p>
          <w:p w14:paraId="7FB4A352" w14:textId="6646060F" w:rsidR="002622E0" w:rsidRPr="00E03279" w:rsidRDefault="002622E0" w:rsidP="00384D6D">
            <w:pPr>
              <w:tabs>
                <w:tab w:val="left" w:pos="3937"/>
              </w:tabs>
              <w:spacing w:after="0" w:line="252" w:lineRule="auto"/>
              <w:ind w:firstLine="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E74F5">
              <w:rPr>
                <w:rFonts w:ascii="Times New Roman" w:hAnsi="Times New Roman"/>
                <w:sz w:val="28"/>
                <w:szCs w:val="28"/>
              </w:rPr>
              <w:t xml:space="preserve">19. Приобретение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в 2022 году 90 </w:t>
            </w:r>
            <w:r w:rsidRPr="00CE74F5">
              <w:rPr>
                <w:rFonts w:ascii="Times New Roman" w:hAnsi="Times New Roman"/>
                <w:sz w:val="28"/>
                <w:szCs w:val="28"/>
              </w:rPr>
              <w:t>контейнеров для раздельного накопления твердых коммунальных отходов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531" w:type="dxa"/>
            <w:tcBorders>
              <w:top w:val="nil"/>
              <w:bottom w:val="nil"/>
              <w:right w:val="nil"/>
            </w:tcBorders>
          </w:tcPr>
          <w:p w14:paraId="4FEA893C" w14:textId="77777777" w:rsidR="004A7C7C" w:rsidRPr="00E03279" w:rsidRDefault="004A7C7C" w:rsidP="00384D6D">
            <w:pPr>
              <w:tabs>
                <w:tab w:val="left" w:pos="3937"/>
              </w:tabs>
              <w:spacing w:after="0" w:line="252" w:lineRule="auto"/>
              <w:ind w:firstLine="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39F93CB" w14:textId="77777777" w:rsidR="004A7C7C" w:rsidRPr="00E03279" w:rsidRDefault="004A7C7C" w:rsidP="00384D6D">
            <w:pPr>
              <w:tabs>
                <w:tab w:val="left" w:pos="3937"/>
              </w:tabs>
              <w:spacing w:after="0" w:line="252" w:lineRule="auto"/>
              <w:ind w:firstLine="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BF5BA26" w14:textId="77777777" w:rsidR="004A7C7C" w:rsidRPr="00E03279" w:rsidRDefault="004A7C7C" w:rsidP="00384D6D">
            <w:pPr>
              <w:tabs>
                <w:tab w:val="left" w:pos="3937"/>
              </w:tabs>
              <w:spacing w:after="0" w:line="252" w:lineRule="auto"/>
              <w:ind w:firstLine="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CF310C2" w14:textId="77777777" w:rsidR="004A7C7C" w:rsidRPr="00E03279" w:rsidRDefault="004A7C7C" w:rsidP="00384D6D">
            <w:pPr>
              <w:tabs>
                <w:tab w:val="left" w:pos="3937"/>
              </w:tabs>
              <w:spacing w:after="0" w:line="252" w:lineRule="auto"/>
              <w:ind w:firstLine="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3D6AADC" w14:textId="77777777" w:rsidR="004A7C7C" w:rsidRPr="00E03279" w:rsidRDefault="004A7C7C" w:rsidP="00384D6D">
            <w:pPr>
              <w:tabs>
                <w:tab w:val="left" w:pos="3937"/>
              </w:tabs>
              <w:spacing w:after="0" w:line="252" w:lineRule="auto"/>
              <w:ind w:firstLine="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D657F3B" w14:textId="77777777" w:rsidR="004A7C7C" w:rsidRPr="00E03279" w:rsidRDefault="004A7C7C" w:rsidP="00384D6D">
            <w:pPr>
              <w:tabs>
                <w:tab w:val="left" w:pos="3937"/>
              </w:tabs>
              <w:spacing w:after="0" w:line="252" w:lineRule="auto"/>
              <w:ind w:firstLine="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9CED4F3" w14:textId="77777777" w:rsidR="004A7C7C" w:rsidRPr="00E03279" w:rsidRDefault="004A7C7C" w:rsidP="00384D6D">
            <w:pPr>
              <w:tabs>
                <w:tab w:val="left" w:pos="3937"/>
              </w:tabs>
              <w:spacing w:after="0" w:line="252" w:lineRule="auto"/>
              <w:ind w:firstLine="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ECC31F0" w14:textId="77777777" w:rsidR="004A7C7C" w:rsidRPr="00E03279" w:rsidRDefault="004A7C7C" w:rsidP="00384D6D">
            <w:pPr>
              <w:tabs>
                <w:tab w:val="left" w:pos="3937"/>
              </w:tabs>
              <w:spacing w:after="0" w:line="252" w:lineRule="auto"/>
              <w:ind w:firstLine="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AA49ED9" w14:textId="77777777" w:rsidR="004A7C7C" w:rsidRPr="00E03279" w:rsidRDefault="004A7C7C" w:rsidP="00384D6D">
            <w:pPr>
              <w:tabs>
                <w:tab w:val="left" w:pos="3937"/>
              </w:tabs>
              <w:spacing w:after="0" w:line="252" w:lineRule="auto"/>
              <w:ind w:firstLine="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86EE2CB" w14:textId="77777777" w:rsidR="004A7C7C" w:rsidRPr="00E03279" w:rsidRDefault="004A7C7C" w:rsidP="00384D6D">
            <w:pPr>
              <w:tabs>
                <w:tab w:val="left" w:pos="3937"/>
              </w:tabs>
              <w:spacing w:after="0" w:line="252" w:lineRule="auto"/>
              <w:ind w:firstLine="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0FF582A" w14:textId="77777777" w:rsidR="004A7C7C" w:rsidRPr="00E03279" w:rsidRDefault="004A7C7C" w:rsidP="00384D6D">
            <w:pPr>
              <w:tabs>
                <w:tab w:val="left" w:pos="3937"/>
              </w:tabs>
              <w:spacing w:after="0" w:line="252" w:lineRule="auto"/>
              <w:ind w:firstLine="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EE63BF8" w14:textId="77777777" w:rsidR="004A7C7C" w:rsidRPr="00E03279" w:rsidRDefault="004A7C7C" w:rsidP="00384D6D">
            <w:pPr>
              <w:tabs>
                <w:tab w:val="left" w:pos="3937"/>
              </w:tabs>
              <w:spacing w:after="0" w:line="252" w:lineRule="auto"/>
              <w:ind w:firstLine="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1976479" w14:textId="77777777" w:rsidR="004A7C7C" w:rsidRPr="00E03279" w:rsidRDefault="004A7C7C" w:rsidP="00384D6D">
            <w:pPr>
              <w:tabs>
                <w:tab w:val="left" w:pos="3937"/>
              </w:tabs>
              <w:spacing w:after="0" w:line="252" w:lineRule="auto"/>
              <w:ind w:firstLine="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7F64575" w14:textId="77777777" w:rsidR="004A7C7C" w:rsidRPr="00E03279" w:rsidRDefault="004A7C7C" w:rsidP="00384D6D">
            <w:pPr>
              <w:tabs>
                <w:tab w:val="left" w:pos="3937"/>
              </w:tabs>
              <w:spacing w:after="0" w:line="252" w:lineRule="auto"/>
              <w:ind w:firstLine="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DD368A1" w14:textId="77777777" w:rsidR="004A7C7C" w:rsidRPr="00E03279" w:rsidRDefault="004A7C7C" w:rsidP="00384D6D">
            <w:pPr>
              <w:tabs>
                <w:tab w:val="left" w:pos="3937"/>
              </w:tabs>
              <w:spacing w:after="0" w:line="252" w:lineRule="auto"/>
              <w:ind w:firstLine="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261BB22" w14:textId="77777777" w:rsidR="004A7C7C" w:rsidRPr="00E03279" w:rsidRDefault="004A7C7C" w:rsidP="00384D6D">
            <w:pPr>
              <w:tabs>
                <w:tab w:val="left" w:pos="3937"/>
              </w:tabs>
              <w:spacing w:after="0" w:line="252" w:lineRule="auto"/>
              <w:ind w:firstLine="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A54EE9A" w14:textId="77777777" w:rsidR="004A7C7C" w:rsidRPr="00E03279" w:rsidRDefault="004A7C7C" w:rsidP="00384D6D">
            <w:pPr>
              <w:tabs>
                <w:tab w:val="left" w:pos="3937"/>
              </w:tabs>
              <w:spacing w:after="0" w:line="252" w:lineRule="auto"/>
              <w:ind w:firstLine="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7526F52" w14:textId="77777777" w:rsidR="004A7C7C" w:rsidRPr="00E03279" w:rsidRDefault="004A7C7C" w:rsidP="00384D6D">
            <w:pPr>
              <w:tabs>
                <w:tab w:val="left" w:pos="3937"/>
              </w:tabs>
              <w:spacing w:after="0" w:line="252" w:lineRule="auto"/>
              <w:ind w:firstLine="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08593C6" w14:textId="77777777" w:rsidR="004A7C7C" w:rsidRPr="00E03279" w:rsidRDefault="004A7C7C" w:rsidP="00384D6D">
            <w:pPr>
              <w:tabs>
                <w:tab w:val="left" w:pos="3937"/>
              </w:tabs>
              <w:spacing w:after="0" w:line="252" w:lineRule="auto"/>
              <w:ind w:firstLine="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F82FDD9" w14:textId="77777777" w:rsidR="004A7C7C" w:rsidRPr="00E03279" w:rsidRDefault="004A7C7C" w:rsidP="00384D6D">
            <w:pPr>
              <w:tabs>
                <w:tab w:val="left" w:pos="3937"/>
              </w:tabs>
              <w:spacing w:after="0" w:line="252" w:lineRule="auto"/>
              <w:ind w:firstLine="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F5175C0" w14:textId="77777777" w:rsidR="004A7C7C" w:rsidRPr="00E03279" w:rsidRDefault="004A7C7C" w:rsidP="00384D6D">
            <w:pPr>
              <w:tabs>
                <w:tab w:val="left" w:pos="3937"/>
              </w:tabs>
              <w:spacing w:after="0" w:line="252" w:lineRule="auto"/>
              <w:ind w:firstLine="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31F33C5" w14:textId="77777777" w:rsidR="004A7C7C" w:rsidRPr="00E03279" w:rsidRDefault="004A7C7C" w:rsidP="00384D6D">
            <w:pPr>
              <w:tabs>
                <w:tab w:val="left" w:pos="3937"/>
              </w:tabs>
              <w:spacing w:after="0" w:line="252" w:lineRule="auto"/>
              <w:ind w:firstLine="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F11F16B" w14:textId="77777777" w:rsidR="004A7C7C" w:rsidRPr="00E03279" w:rsidRDefault="004A7C7C" w:rsidP="00384D6D">
            <w:pPr>
              <w:tabs>
                <w:tab w:val="left" w:pos="3937"/>
              </w:tabs>
              <w:spacing w:after="0" w:line="252" w:lineRule="auto"/>
              <w:ind w:firstLine="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E678272" w14:textId="77777777" w:rsidR="004A7C7C" w:rsidRPr="00E03279" w:rsidRDefault="004A7C7C" w:rsidP="00384D6D">
            <w:pPr>
              <w:tabs>
                <w:tab w:val="left" w:pos="3937"/>
              </w:tabs>
              <w:spacing w:after="0" w:line="252" w:lineRule="auto"/>
              <w:ind w:firstLine="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4040A89" w14:textId="77777777" w:rsidR="004A7C7C" w:rsidRPr="00E03279" w:rsidRDefault="004A7C7C" w:rsidP="00384D6D">
            <w:pPr>
              <w:tabs>
                <w:tab w:val="left" w:pos="3937"/>
              </w:tabs>
              <w:spacing w:after="0" w:line="252" w:lineRule="auto"/>
              <w:ind w:firstLine="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A14E94F" w14:textId="77777777" w:rsidR="004A7C7C" w:rsidRPr="00E03279" w:rsidRDefault="004A7C7C" w:rsidP="00384D6D">
            <w:pPr>
              <w:tabs>
                <w:tab w:val="left" w:pos="3937"/>
              </w:tabs>
              <w:spacing w:after="0" w:line="252" w:lineRule="auto"/>
              <w:ind w:firstLine="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F4756BC" w14:textId="77777777" w:rsidR="004A7C7C" w:rsidRPr="00E03279" w:rsidRDefault="004A7C7C" w:rsidP="00384D6D">
            <w:pPr>
              <w:tabs>
                <w:tab w:val="left" w:pos="3937"/>
              </w:tabs>
              <w:spacing w:after="0" w:line="252" w:lineRule="auto"/>
              <w:ind w:firstLine="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ED75EBC" w14:textId="77777777" w:rsidR="004A7C7C" w:rsidRPr="00E03279" w:rsidRDefault="004A7C7C" w:rsidP="00384D6D">
            <w:pPr>
              <w:tabs>
                <w:tab w:val="left" w:pos="3937"/>
              </w:tabs>
              <w:spacing w:after="0" w:line="252" w:lineRule="auto"/>
              <w:ind w:firstLine="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75A36A0" w14:textId="77777777" w:rsidR="004A7C7C" w:rsidRPr="00E03279" w:rsidRDefault="004A7C7C" w:rsidP="00384D6D">
            <w:pPr>
              <w:tabs>
                <w:tab w:val="left" w:pos="3937"/>
              </w:tabs>
              <w:spacing w:after="0" w:line="252" w:lineRule="auto"/>
              <w:ind w:firstLine="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AEE7A5B" w14:textId="77777777" w:rsidR="004A7C7C" w:rsidRPr="00E03279" w:rsidRDefault="004A7C7C" w:rsidP="00384D6D">
            <w:pPr>
              <w:tabs>
                <w:tab w:val="left" w:pos="3937"/>
              </w:tabs>
              <w:spacing w:after="0" w:line="252" w:lineRule="auto"/>
              <w:ind w:firstLine="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9D8D3EA" w14:textId="77777777" w:rsidR="004A7C7C" w:rsidRPr="00E03279" w:rsidRDefault="004A7C7C" w:rsidP="00384D6D">
            <w:pPr>
              <w:tabs>
                <w:tab w:val="left" w:pos="3937"/>
              </w:tabs>
              <w:spacing w:after="0" w:line="252" w:lineRule="auto"/>
              <w:ind w:firstLine="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E46B690" w14:textId="77777777" w:rsidR="004A7C7C" w:rsidRPr="00E03279" w:rsidRDefault="004A7C7C" w:rsidP="00384D6D">
            <w:pPr>
              <w:tabs>
                <w:tab w:val="left" w:pos="3937"/>
              </w:tabs>
              <w:spacing w:after="0" w:line="252" w:lineRule="auto"/>
              <w:ind w:firstLine="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9D68423" w14:textId="77777777" w:rsidR="004A7C7C" w:rsidRPr="00E03279" w:rsidRDefault="004A7C7C" w:rsidP="00384D6D">
            <w:pPr>
              <w:tabs>
                <w:tab w:val="left" w:pos="3937"/>
              </w:tabs>
              <w:spacing w:after="0" w:line="252" w:lineRule="auto"/>
              <w:ind w:firstLine="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597F3AD" w14:textId="77777777" w:rsidR="004A7C7C" w:rsidRPr="00E03279" w:rsidRDefault="004A7C7C" w:rsidP="00384D6D">
            <w:pPr>
              <w:tabs>
                <w:tab w:val="left" w:pos="3937"/>
              </w:tabs>
              <w:spacing w:after="0" w:line="252" w:lineRule="auto"/>
              <w:ind w:firstLine="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16C2031" w14:textId="77777777" w:rsidR="004A7C7C" w:rsidRPr="00E03279" w:rsidRDefault="004A7C7C" w:rsidP="00384D6D">
            <w:pPr>
              <w:tabs>
                <w:tab w:val="left" w:pos="3937"/>
              </w:tabs>
              <w:spacing w:after="0" w:line="252" w:lineRule="auto"/>
              <w:ind w:firstLine="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C1BEAD2" w14:textId="77777777" w:rsidR="004A7C7C" w:rsidRPr="00E03279" w:rsidRDefault="004A7C7C" w:rsidP="00384D6D">
            <w:pPr>
              <w:tabs>
                <w:tab w:val="left" w:pos="3937"/>
              </w:tabs>
              <w:spacing w:after="0" w:line="252" w:lineRule="auto"/>
              <w:ind w:firstLine="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60C26CC" w14:textId="77777777" w:rsidR="004A7C7C" w:rsidRPr="00E03279" w:rsidRDefault="004A7C7C" w:rsidP="00384D6D">
            <w:pPr>
              <w:tabs>
                <w:tab w:val="left" w:pos="3937"/>
              </w:tabs>
              <w:spacing w:after="0" w:line="252" w:lineRule="auto"/>
              <w:ind w:firstLine="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B3935E7" w14:textId="77777777" w:rsidR="004A7C7C" w:rsidRPr="00E03279" w:rsidRDefault="004A7C7C" w:rsidP="00384D6D">
            <w:pPr>
              <w:tabs>
                <w:tab w:val="left" w:pos="3937"/>
              </w:tabs>
              <w:spacing w:after="0" w:line="252" w:lineRule="auto"/>
              <w:ind w:firstLine="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CD5B7EF" w14:textId="77777777" w:rsidR="004A7C7C" w:rsidRPr="00E03279" w:rsidRDefault="004A7C7C" w:rsidP="00384D6D">
            <w:pPr>
              <w:tabs>
                <w:tab w:val="left" w:pos="3937"/>
              </w:tabs>
              <w:spacing w:after="0" w:line="252" w:lineRule="auto"/>
              <w:ind w:firstLine="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DFE1D92" w14:textId="77777777" w:rsidR="004A7C7C" w:rsidRPr="00E03279" w:rsidRDefault="004A7C7C" w:rsidP="00384D6D">
            <w:pPr>
              <w:tabs>
                <w:tab w:val="left" w:pos="3937"/>
              </w:tabs>
              <w:spacing w:after="0" w:line="252" w:lineRule="auto"/>
              <w:ind w:firstLine="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8C14A66" w14:textId="77777777" w:rsidR="004A7C7C" w:rsidRPr="00E03279" w:rsidRDefault="004A7C7C" w:rsidP="00384D6D">
            <w:pPr>
              <w:tabs>
                <w:tab w:val="left" w:pos="3937"/>
              </w:tabs>
              <w:spacing w:after="0" w:line="252" w:lineRule="auto"/>
              <w:ind w:firstLine="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A4FF529" w14:textId="77777777" w:rsidR="004A7C7C" w:rsidRPr="00E03279" w:rsidRDefault="004A7C7C" w:rsidP="00384D6D">
            <w:pPr>
              <w:tabs>
                <w:tab w:val="left" w:pos="3937"/>
              </w:tabs>
              <w:spacing w:after="0" w:line="252" w:lineRule="auto"/>
              <w:ind w:firstLine="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87CF207" w14:textId="77777777" w:rsidR="004A7C7C" w:rsidRPr="00E03279" w:rsidRDefault="004A7C7C" w:rsidP="00384D6D">
            <w:pPr>
              <w:tabs>
                <w:tab w:val="left" w:pos="3937"/>
              </w:tabs>
              <w:spacing w:after="0" w:line="252" w:lineRule="auto"/>
              <w:ind w:firstLine="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C5D98A3" w14:textId="77777777" w:rsidR="004A7C7C" w:rsidRPr="00E03279" w:rsidRDefault="004A7C7C" w:rsidP="00384D6D">
            <w:pPr>
              <w:tabs>
                <w:tab w:val="left" w:pos="3937"/>
              </w:tabs>
              <w:spacing w:after="0" w:line="252" w:lineRule="auto"/>
              <w:ind w:firstLine="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DB5717D" w14:textId="77777777" w:rsidR="004A7C7C" w:rsidRPr="00E03279" w:rsidRDefault="004A7C7C" w:rsidP="00384D6D">
            <w:pPr>
              <w:tabs>
                <w:tab w:val="left" w:pos="3937"/>
              </w:tabs>
              <w:spacing w:after="0" w:line="252" w:lineRule="auto"/>
              <w:ind w:firstLine="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4CFC52A" w14:textId="77777777" w:rsidR="004A7C7C" w:rsidRPr="00E03279" w:rsidRDefault="004A7C7C" w:rsidP="00384D6D">
            <w:pPr>
              <w:tabs>
                <w:tab w:val="left" w:pos="3937"/>
              </w:tabs>
              <w:spacing w:after="0" w:line="252" w:lineRule="auto"/>
              <w:ind w:firstLine="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1CBC6BC" w14:textId="77777777" w:rsidR="004A7C7C" w:rsidRPr="00E03279" w:rsidRDefault="004A7C7C" w:rsidP="00384D6D">
            <w:pPr>
              <w:tabs>
                <w:tab w:val="left" w:pos="3937"/>
              </w:tabs>
              <w:spacing w:after="0" w:line="252" w:lineRule="auto"/>
              <w:ind w:firstLine="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193D20B" w14:textId="77777777" w:rsidR="004A7C7C" w:rsidRPr="00E03279" w:rsidRDefault="004A7C7C" w:rsidP="00384D6D">
            <w:pPr>
              <w:tabs>
                <w:tab w:val="left" w:pos="3937"/>
              </w:tabs>
              <w:spacing w:after="0" w:line="252" w:lineRule="auto"/>
              <w:ind w:firstLine="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EEDCF3B" w14:textId="77777777" w:rsidR="004A7C7C" w:rsidRPr="00E03279" w:rsidRDefault="004A7C7C" w:rsidP="00384D6D">
            <w:pPr>
              <w:tabs>
                <w:tab w:val="left" w:pos="3937"/>
              </w:tabs>
              <w:spacing w:after="0" w:line="252" w:lineRule="auto"/>
              <w:ind w:firstLine="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433DF1A" w14:textId="77777777" w:rsidR="004A7C7C" w:rsidRPr="00E03279" w:rsidRDefault="004A7C7C" w:rsidP="00384D6D">
            <w:pPr>
              <w:tabs>
                <w:tab w:val="left" w:pos="3937"/>
              </w:tabs>
              <w:spacing w:after="0" w:line="252" w:lineRule="auto"/>
              <w:ind w:firstLine="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502CC07" w14:textId="77777777" w:rsidR="004A7C7C" w:rsidRPr="00E03279" w:rsidRDefault="004A7C7C" w:rsidP="00384D6D">
            <w:pPr>
              <w:tabs>
                <w:tab w:val="left" w:pos="3937"/>
              </w:tabs>
              <w:spacing w:after="0" w:line="252" w:lineRule="auto"/>
              <w:ind w:firstLine="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759EB74" w14:textId="77777777" w:rsidR="004A7C7C" w:rsidRPr="00E03279" w:rsidRDefault="004A7C7C" w:rsidP="00384D6D">
            <w:pPr>
              <w:tabs>
                <w:tab w:val="left" w:pos="3937"/>
              </w:tabs>
              <w:spacing w:after="0" w:line="252" w:lineRule="auto"/>
              <w:ind w:firstLine="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FAAA2D9" w14:textId="77777777" w:rsidR="004A7C7C" w:rsidRPr="00E03279" w:rsidRDefault="004A7C7C" w:rsidP="00384D6D">
            <w:pPr>
              <w:tabs>
                <w:tab w:val="left" w:pos="3937"/>
              </w:tabs>
              <w:spacing w:after="0" w:line="252" w:lineRule="auto"/>
              <w:ind w:firstLine="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0363347" w14:textId="77777777" w:rsidR="004A7C7C" w:rsidRPr="00E03279" w:rsidRDefault="004A7C7C" w:rsidP="00384D6D">
            <w:pPr>
              <w:tabs>
                <w:tab w:val="left" w:pos="3937"/>
              </w:tabs>
              <w:spacing w:after="0" w:line="252" w:lineRule="auto"/>
              <w:ind w:firstLine="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A59F977" w14:textId="77777777" w:rsidR="004A7C7C" w:rsidRPr="00E03279" w:rsidRDefault="004A7C7C" w:rsidP="00384D6D">
            <w:pPr>
              <w:tabs>
                <w:tab w:val="left" w:pos="3937"/>
              </w:tabs>
              <w:spacing w:after="0" w:line="252" w:lineRule="auto"/>
              <w:ind w:firstLine="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8C43FCA" w14:textId="77777777" w:rsidR="004A7C7C" w:rsidRPr="00E03279" w:rsidRDefault="004A7C7C" w:rsidP="00384D6D">
            <w:pPr>
              <w:tabs>
                <w:tab w:val="left" w:pos="3937"/>
              </w:tabs>
              <w:spacing w:after="0" w:line="252" w:lineRule="auto"/>
              <w:ind w:firstLine="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BD0286F" w14:textId="77777777" w:rsidR="004A7C7C" w:rsidRPr="00E03279" w:rsidRDefault="004A7C7C" w:rsidP="00384D6D">
            <w:pPr>
              <w:tabs>
                <w:tab w:val="left" w:pos="3937"/>
              </w:tabs>
              <w:spacing w:after="0" w:line="252" w:lineRule="auto"/>
              <w:ind w:firstLine="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BAC146D" w14:textId="77777777" w:rsidR="004A7C7C" w:rsidRPr="00E03279" w:rsidRDefault="004A7C7C" w:rsidP="00384D6D">
            <w:pPr>
              <w:tabs>
                <w:tab w:val="left" w:pos="3937"/>
              </w:tabs>
              <w:spacing w:after="0" w:line="252" w:lineRule="auto"/>
              <w:ind w:firstLine="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39854DD" w14:textId="77777777" w:rsidR="004A7C7C" w:rsidRPr="00E03279" w:rsidRDefault="004A7C7C" w:rsidP="00384D6D">
            <w:pPr>
              <w:tabs>
                <w:tab w:val="left" w:pos="3937"/>
              </w:tabs>
              <w:spacing w:after="0" w:line="252" w:lineRule="auto"/>
              <w:ind w:firstLine="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5FC961F" w14:textId="77777777" w:rsidR="004A7C7C" w:rsidRPr="00E03279" w:rsidRDefault="004A7C7C" w:rsidP="00384D6D">
            <w:pPr>
              <w:tabs>
                <w:tab w:val="left" w:pos="3937"/>
              </w:tabs>
              <w:spacing w:after="0" w:line="252" w:lineRule="auto"/>
              <w:ind w:firstLine="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6181C6C" w14:textId="77777777" w:rsidR="004A7C7C" w:rsidRPr="00E03279" w:rsidRDefault="004A7C7C" w:rsidP="00384D6D">
            <w:pPr>
              <w:tabs>
                <w:tab w:val="left" w:pos="3937"/>
              </w:tabs>
              <w:spacing w:after="0" w:line="252" w:lineRule="auto"/>
              <w:ind w:firstLine="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6072A10" w14:textId="77777777" w:rsidR="004A7C7C" w:rsidRPr="00E03279" w:rsidRDefault="004A7C7C" w:rsidP="00384D6D">
            <w:pPr>
              <w:tabs>
                <w:tab w:val="left" w:pos="3937"/>
              </w:tabs>
              <w:spacing w:after="0" w:line="252" w:lineRule="auto"/>
              <w:ind w:firstLine="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BE55E95" w14:textId="77777777" w:rsidR="004A7C7C" w:rsidRPr="00E03279" w:rsidRDefault="004A7C7C" w:rsidP="00384D6D">
            <w:pPr>
              <w:tabs>
                <w:tab w:val="left" w:pos="3937"/>
              </w:tabs>
              <w:spacing w:after="0" w:line="252" w:lineRule="auto"/>
              <w:ind w:firstLine="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96A71DE" w14:textId="77777777" w:rsidR="004A7C7C" w:rsidRPr="00E03279" w:rsidRDefault="004A7C7C" w:rsidP="00384D6D">
            <w:pPr>
              <w:tabs>
                <w:tab w:val="left" w:pos="3937"/>
              </w:tabs>
              <w:spacing w:after="0" w:line="252" w:lineRule="auto"/>
              <w:ind w:firstLine="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39F0F2A" w14:textId="77777777" w:rsidR="004A7C7C" w:rsidRPr="00E03279" w:rsidRDefault="004A7C7C" w:rsidP="00384D6D">
            <w:pPr>
              <w:tabs>
                <w:tab w:val="left" w:pos="3937"/>
              </w:tabs>
              <w:spacing w:after="0" w:line="252" w:lineRule="auto"/>
              <w:ind w:firstLine="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8159CF8" w14:textId="77777777" w:rsidR="004A7C7C" w:rsidRPr="00E03279" w:rsidRDefault="004A7C7C" w:rsidP="00384D6D">
            <w:pPr>
              <w:tabs>
                <w:tab w:val="left" w:pos="3937"/>
              </w:tabs>
              <w:spacing w:after="0" w:line="252" w:lineRule="auto"/>
              <w:ind w:firstLine="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033A05A" w14:textId="77777777" w:rsidR="004A7C7C" w:rsidRPr="00E03279" w:rsidRDefault="004A7C7C" w:rsidP="00384D6D">
            <w:pPr>
              <w:tabs>
                <w:tab w:val="left" w:pos="3937"/>
              </w:tabs>
              <w:spacing w:after="0" w:line="252" w:lineRule="auto"/>
              <w:ind w:firstLine="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79B5066" w14:textId="77777777" w:rsidR="004A7C7C" w:rsidRPr="00E03279" w:rsidRDefault="004A7C7C" w:rsidP="00384D6D">
            <w:pPr>
              <w:tabs>
                <w:tab w:val="left" w:pos="3937"/>
              </w:tabs>
              <w:spacing w:after="0" w:line="252" w:lineRule="auto"/>
              <w:ind w:firstLine="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C681946" w14:textId="77777777" w:rsidR="004A7C7C" w:rsidRPr="00E03279" w:rsidRDefault="004A7C7C" w:rsidP="00384D6D">
            <w:pPr>
              <w:tabs>
                <w:tab w:val="left" w:pos="3937"/>
              </w:tabs>
              <w:spacing w:after="0" w:line="252" w:lineRule="auto"/>
              <w:ind w:firstLine="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09E3919" w14:textId="77777777" w:rsidR="004A7C7C" w:rsidRPr="00E03279" w:rsidRDefault="004A7C7C" w:rsidP="00384D6D">
            <w:pPr>
              <w:tabs>
                <w:tab w:val="left" w:pos="3937"/>
              </w:tabs>
              <w:spacing w:after="0" w:line="252" w:lineRule="auto"/>
              <w:ind w:firstLine="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1011D12" w14:textId="77777777" w:rsidR="004A7C7C" w:rsidRPr="00E03279" w:rsidRDefault="004A7C7C" w:rsidP="00384D6D">
            <w:pPr>
              <w:tabs>
                <w:tab w:val="left" w:pos="3937"/>
              </w:tabs>
              <w:spacing w:after="0" w:line="252" w:lineRule="auto"/>
              <w:ind w:firstLine="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2C4FCBA" w14:textId="77777777" w:rsidR="004A7C7C" w:rsidRPr="00E03279" w:rsidRDefault="004A7C7C" w:rsidP="00384D6D">
            <w:pPr>
              <w:tabs>
                <w:tab w:val="left" w:pos="3937"/>
              </w:tabs>
              <w:spacing w:after="0" w:line="252" w:lineRule="auto"/>
              <w:ind w:firstLine="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A204676" w14:textId="77777777" w:rsidR="004A7C7C" w:rsidRPr="00E03279" w:rsidRDefault="004A7C7C" w:rsidP="00384D6D">
            <w:pPr>
              <w:tabs>
                <w:tab w:val="left" w:pos="3937"/>
              </w:tabs>
              <w:spacing w:after="0" w:line="252" w:lineRule="auto"/>
              <w:ind w:firstLine="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33BDD01" w14:textId="77777777" w:rsidR="004A7C7C" w:rsidRPr="00E03279" w:rsidRDefault="004A7C7C" w:rsidP="00384D6D">
            <w:pPr>
              <w:tabs>
                <w:tab w:val="left" w:pos="3937"/>
              </w:tabs>
              <w:spacing w:after="0" w:line="252" w:lineRule="auto"/>
              <w:ind w:firstLine="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A9A5BCA" w14:textId="77777777" w:rsidR="004A7C7C" w:rsidRPr="00E03279" w:rsidRDefault="004A7C7C" w:rsidP="00384D6D">
            <w:pPr>
              <w:tabs>
                <w:tab w:val="left" w:pos="3937"/>
              </w:tabs>
              <w:spacing w:after="0" w:line="252" w:lineRule="auto"/>
              <w:ind w:firstLine="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EC0017D" w14:textId="77777777" w:rsidR="004A7C7C" w:rsidRPr="00E03279" w:rsidRDefault="004A7C7C" w:rsidP="00384D6D">
            <w:pPr>
              <w:tabs>
                <w:tab w:val="left" w:pos="3937"/>
              </w:tabs>
              <w:spacing w:after="0" w:line="252" w:lineRule="auto"/>
              <w:ind w:firstLine="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705FF97" w14:textId="77777777" w:rsidR="004A7C7C" w:rsidRPr="00E03279" w:rsidRDefault="004A7C7C" w:rsidP="00384D6D">
            <w:pPr>
              <w:tabs>
                <w:tab w:val="left" w:pos="3937"/>
              </w:tabs>
              <w:spacing w:after="0" w:line="252" w:lineRule="auto"/>
              <w:ind w:firstLine="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C2AFBE8" w14:textId="77777777" w:rsidR="004A7C7C" w:rsidRPr="00E03279" w:rsidRDefault="004A7C7C" w:rsidP="00384D6D">
            <w:pPr>
              <w:tabs>
                <w:tab w:val="left" w:pos="3937"/>
              </w:tabs>
              <w:spacing w:after="0" w:line="252" w:lineRule="auto"/>
              <w:ind w:firstLine="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80EA1A9" w14:textId="77777777" w:rsidR="004A7C7C" w:rsidRPr="00E03279" w:rsidRDefault="004A7C7C" w:rsidP="00384D6D">
            <w:pPr>
              <w:tabs>
                <w:tab w:val="left" w:pos="3937"/>
              </w:tabs>
              <w:spacing w:after="0" w:line="252" w:lineRule="auto"/>
              <w:ind w:left="-91" w:firstLine="91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45CBAF2" w14:textId="77777777" w:rsidR="004A7C7C" w:rsidRPr="00E03279" w:rsidRDefault="004A7C7C" w:rsidP="00384D6D">
            <w:pPr>
              <w:tabs>
                <w:tab w:val="left" w:pos="3937"/>
              </w:tabs>
              <w:spacing w:after="0" w:line="252" w:lineRule="auto"/>
              <w:ind w:left="-91" w:firstLine="91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47C94A1" w14:textId="77777777" w:rsidR="004A7C7C" w:rsidRPr="00E03279" w:rsidRDefault="004A7C7C" w:rsidP="00384D6D">
            <w:pPr>
              <w:tabs>
                <w:tab w:val="left" w:pos="3937"/>
              </w:tabs>
              <w:spacing w:after="0" w:line="252" w:lineRule="auto"/>
              <w:ind w:left="-91" w:firstLine="91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ADFB27B" w14:textId="77777777" w:rsidR="002622E0" w:rsidRDefault="002622E0" w:rsidP="00384D6D">
            <w:pPr>
              <w:tabs>
                <w:tab w:val="left" w:pos="3937"/>
              </w:tabs>
              <w:spacing w:after="0" w:line="252" w:lineRule="auto"/>
              <w:ind w:left="-91" w:firstLine="91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F4E4295" w14:textId="77777777" w:rsidR="002622E0" w:rsidRDefault="002622E0" w:rsidP="00384D6D">
            <w:pPr>
              <w:tabs>
                <w:tab w:val="left" w:pos="3937"/>
              </w:tabs>
              <w:spacing w:after="0" w:line="252" w:lineRule="auto"/>
              <w:ind w:left="-91" w:firstLine="91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CF73117" w14:textId="260CD6B3" w:rsidR="005E6725" w:rsidRDefault="005E6725" w:rsidP="00384D6D">
            <w:pPr>
              <w:tabs>
                <w:tab w:val="left" w:pos="3937"/>
              </w:tabs>
              <w:spacing w:after="0" w:line="252" w:lineRule="auto"/>
              <w:ind w:left="-91" w:firstLine="91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841F97C" w14:textId="77777777" w:rsidR="005E6725" w:rsidRDefault="005E6725" w:rsidP="00384D6D">
            <w:pPr>
              <w:tabs>
                <w:tab w:val="left" w:pos="3937"/>
              </w:tabs>
              <w:spacing w:after="0" w:line="252" w:lineRule="auto"/>
              <w:ind w:left="-91" w:firstLine="91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A5EBF99" w14:textId="085D32C3" w:rsidR="004A7C7C" w:rsidRPr="00E03279" w:rsidRDefault="004A7C7C" w:rsidP="00384D6D">
            <w:pPr>
              <w:tabs>
                <w:tab w:val="left" w:pos="3937"/>
              </w:tabs>
              <w:spacing w:after="0" w:line="252" w:lineRule="auto"/>
              <w:ind w:left="-91" w:firstLine="91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0327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»</w:t>
            </w:r>
          </w:p>
        </w:tc>
      </w:tr>
    </w:tbl>
    <w:p w14:paraId="7082C122" w14:textId="77777777" w:rsidR="00251878" w:rsidRDefault="00251878" w:rsidP="005E672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5415090B" w14:textId="7CBD7166" w:rsidR="004A7C7C" w:rsidRPr="00E03279" w:rsidRDefault="004A7C7C" w:rsidP="005E672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 w:rsidRPr="00E03279">
        <w:rPr>
          <w:rFonts w:ascii="Times New Roman" w:eastAsia="Times New Roman" w:hAnsi="Times New Roman"/>
          <w:sz w:val="28"/>
          <w:szCs w:val="28"/>
          <w:lang w:eastAsia="ru-RU"/>
        </w:rPr>
        <w:t xml:space="preserve">1.2. Приложение 1 к программе «Развитие инфраструктуры </w:t>
      </w:r>
      <w:r w:rsidR="009F735C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Pr="00E03279">
        <w:rPr>
          <w:rFonts w:ascii="Times New Roman" w:eastAsia="Times New Roman" w:hAnsi="Times New Roman"/>
          <w:sz w:val="28"/>
          <w:szCs w:val="28"/>
          <w:lang w:eastAsia="ru-RU"/>
        </w:rPr>
        <w:t>и благоустройство населенных пунктов муниципального образования «Городской округ Ногликский» изложить в новой редакции согласно приложению 1 к настоящему постановлению.</w:t>
      </w:r>
    </w:p>
    <w:p w14:paraId="4608C68F" w14:textId="5AECECE6" w:rsidR="004A7C7C" w:rsidRPr="00E03279" w:rsidRDefault="004A7C7C" w:rsidP="005E6725">
      <w:pPr>
        <w:tabs>
          <w:tab w:val="left" w:pos="0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03279">
        <w:rPr>
          <w:rFonts w:ascii="Times New Roman" w:eastAsia="Times New Roman" w:hAnsi="Times New Roman"/>
          <w:sz w:val="28"/>
          <w:szCs w:val="28"/>
          <w:lang w:eastAsia="ru-RU"/>
        </w:rPr>
        <w:t xml:space="preserve">1.3. Приложение 2 к программе «Развитие инфраструктуры </w:t>
      </w:r>
      <w:r w:rsidR="009F735C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Pr="00E03279">
        <w:rPr>
          <w:rFonts w:ascii="Times New Roman" w:eastAsia="Times New Roman" w:hAnsi="Times New Roman"/>
          <w:sz w:val="28"/>
          <w:szCs w:val="28"/>
          <w:lang w:eastAsia="ru-RU"/>
        </w:rPr>
        <w:t>и благоустройство населенных пунктов муниципального образования «Городской округ Ногликский» изложить в новой редакции согласно приложению 2 к настоящему постановлению.</w:t>
      </w:r>
    </w:p>
    <w:p w14:paraId="59B63470" w14:textId="15B02227" w:rsidR="004A7C7C" w:rsidRPr="00E03279" w:rsidRDefault="004A7C7C" w:rsidP="005E6725">
      <w:pPr>
        <w:tabs>
          <w:tab w:val="left" w:pos="0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03279">
        <w:rPr>
          <w:rFonts w:ascii="Times New Roman" w:eastAsia="Times New Roman" w:hAnsi="Times New Roman"/>
          <w:sz w:val="28"/>
          <w:szCs w:val="28"/>
          <w:lang w:eastAsia="ru-RU"/>
        </w:rPr>
        <w:t xml:space="preserve">1.4. Приложение 3 к программе «Развитие инфраструктуры </w:t>
      </w:r>
      <w:r w:rsidR="009F735C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Pr="00E03279">
        <w:rPr>
          <w:rFonts w:ascii="Times New Roman" w:eastAsia="Times New Roman" w:hAnsi="Times New Roman"/>
          <w:sz w:val="28"/>
          <w:szCs w:val="28"/>
          <w:lang w:eastAsia="ru-RU"/>
        </w:rPr>
        <w:t>и благоустройство населенных пунктов муниципального образования «Городской округ Ногликский» изложить в новой редакции согласно приложению 3 к настоящему постановлению.</w:t>
      </w:r>
    </w:p>
    <w:p w14:paraId="3E069A62" w14:textId="586A4737" w:rsidR="004A7C7C" w:rsidRPr="00E03279" w:rsidRDefault="004A7C7C" w:rsidP="005E6725">
      <w:pPr>
        <w:tabs>
          <w:tab w:val="left" w:pos="0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03279">
        <w:rPr>
          <w:rFonts w:ascii="Times New Roman" w:eastAsia="Times New Roman" w:hAnsi="Times New Roman"/>
          <w:sz w:val="28"/>
          <w:szCs w:val="28"/>
          <w:lang w:eastAsia="ru-RU"/>
        </w:rPr>
        <w:t xml:space="preserve">2. Опубликовать настоящее постановление в газете «Знамя труда» </w:t>
      </w:r>
      <w:r w:rsidR="009F735C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Pr="00E03279">
        <w:rPr>
          <w:rFonts w:ascii="Times New Roman" w:eastAsia="Times New Roman" w:hAnsi="Times New Roman"/>
          <w:sz w:val="28"/>
          <w:szCs w:val="28"/>
          <w:lang w:eastAsia="ru-RU"/>
        </w:rPr>
        <w:t xml:space="preserve">и разместить на официальном сайте муниципального образования «Городской округ Ногликский» в информационно-телекоммуникационной сети </w:t>
      </w:r>
      <w:r w:rsidRPr="00E03279">
        <w:rPr>
          <w:rFonts w:ascii="Times New Roman" w:eastAsia="Times New Roman" w:hAnsi="Times New Roman"/>
          <w:sz w:val="28"/>
          <w:szCs w:val="28"/>
          <w:lang w:eastAsia="ru-RU"/>
        </w:rPr>
        <w:br/>
        <w:t>«Интернет».</w:t>
      </w:r>
    </w:p>
    <w:p w14:paraId="1E5D7872" w14:textId="285126B5" w:rsidR="004A7C7C" w:rsidRPr="00E03279" w:rsidRDefault="004A7C7C" w:rsidP="005E6725">
      <w:pPr>
        <w:tabs>
          <w:tab w:val="left" w:pos="0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03279">
        <w:rPr>
          <w:rFonts w:ascii="Times New Roman" w:eastAsia="Times New Roman" w:hAnsi="Times New Roman"/>
          <w:sz w:val="28"/>
          <w:szCs w:val="28"/>
          <w:lang w:eastAsia="ru-RU"/>
        </w:rPr>
        <w:t xml:space="preserve">3. Контроль за исполнением настоящего постановления возложить </w:t>
      </w:r>
      <w:r w:rsidR="009F735C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Pr="00E03279">
        <w:rPr>
          <w:rFonts w:ascii="Times New Roman" w:eastAsia="Times New Roman" w:hAnsi="Times New Roman"/>
          <w:sz w:val="28"/>
          <w:szCs w:val="28"/>
          <w:lang w:eastAsia="ru-RU"/>
        </w:rPr>
        <w:t>на первого вице-мэра муниципального образования «Городской округ Ногликский» Гуляева С.С.</w:t>
      </w:r>
    </w:p>
    <w:p w14:paraId="73092E96" w14:textId="77777777" w:rsidR="008629FA" w:rsidRDefault="008629FA" w:rsidP="005E6725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777383F2" w14:textId="77777777" w:rsidR="004A7C7C" w:rsidRPr="00D12794" w:rsidRDefault="004A7C7C" w:rsidP="00E37B8A">
      <w:pPr>
        <w:jc w:val="both"/>
        <w:rPr>
          <w:rFonts w:ascii="Times New Roman" w:hAnsi="Times New Roman"/>
          <w:sz w:val="28"/>
          <w:szCs w:val="28"/>
        </w:rPr>
      </w:pPr>
    </w:p>
    <w:p w14:paraId="73092E97" w14:textId="77777777" w:rsidR="008629FA" w:rsidRDefault="008629FA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Мэр муниципального образования</w:t>
      </w:r>
    </w:p>
    <w:p w14:paraId="73092E98" w14:textId="61D38F64" w:rsidR="008629FA" w:rsidRPr="008629FA" w:rsidRDefault="008629FA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«Городской округ Ногликский»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</w:t>
      </w:r>
      <w:r w:rsidR="00B10ED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С.В.</w:t>
      </w:r>
      <w:r w:rsidR="004A7C7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Камелин</w:t>
      </w:r>
    </w:p>
    <w:sectPr w:rsidR="008629FA" w:rsidRPr="008629FA" w:rsidSect="00790199">
      <w:headerReference w:type="default" r:id="rId7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3092EA2" w14:textId="77777777" w:rsidR="002003DC" w:rsidRDefault="002003DC" w:rsidP="0033636C">
      <w:pPr>
        <w:spacing w:after="0" w:line="240" w:lineRule="auto"/>
      </w:pPr>
      <w:r>
        <w:separator/>
      </w:r>
    </w:p>
  </w:endnote>
  <w:endnote w:type="continuationSeparator" w:id="0">
    <w:p w14:paraId="73092EA3" w14:textId="77777777" w:rsidR="002003DC" w:rsidRDefault="002003DC" w:rsidP="003363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3092EA0" w14:textId="77777777" w:rsidR="002003DC" w:rsidRDefault="002003DC" w:rsidP="0033636C">
      <w:pPr>
        <w:spacing w:after="0" w:line="240" w:lineRule="auto"/>
      </w:pPr>
      <w:r>
        <w:separator/>
      </w:r>
    </w:p>
  </w:footnote>
  <w:footnote w:type="continuationSeparator" w:id="0">
    <w:p w14:paraId="73092EA1" w14:textId="77777777" w:rsidR="002003DC" w:rsidRDefault="002003DC" w:rsidP="003363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436792682"/>
      <w:docPartObj>
        <w:docPartGallery w:val="Page Numbers (Top of Page)"/>
        <w:docPartUnique/>
      </w:docPartObj>
    </w:sdtPr>
    <w:sdtEndPr/>
    <w:sdtContent>
      <w:p w14:paraId="4895BF0D" w14:textId="2C5DF023" w:rsidR="00790199" w:rsidRDefault="00790199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16B8A">
          <w:rPr>
            <w:noProof/>
          </w:rPr>
          <w:t>4</w:t>
        </w:r>
        <w:r>
          <w:fldChar w:fldCharType="end"/>
        </w:r>
      </w:p>
    </w:sdtContent>
  </w:sdt>
  <w:p w14:paraId="150ADBEF" w14:textId="77777777" w:rsidR="00790199" w:rsidRDefault="00790199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849"/>
    <w:rsid w:val="00006513"/>
    <w:rsid w:val="00053BD0"/>
    <w:rsid w:val="00154AC1"/>
    <w:rsid w:val="00185FEC"/>
    <w:rsid w:val="001E1F9F"/>
    <w:rsid w:val="002003DC"/>
    <w:rsid w:val="002407A9"/>
    <w:rsid w:val="00251878"/>
    <w:rsid w:val="002622E0"/>
    <w:rsid w:val="00310509"/>
    <w:rsid w:val="0033636C"/>
    <w:rsid w:val="003705D8"/>
    <w:rsid w:val="003771F7"/>
    <w:rsid w:val="003E4257"/>
    <w:rsid w:val="004A7C7C"/>
    <w:rsid w:val="00520CBF"/>
    <w:rsid w:val="005C3400"/>
    <w:rsid w:val="005E6725"/>
    <w:rsid w:val="00616B8A"/>
    <w:rsid w:val="00790199"/>
    <w:rsid w:val="008629FA"/>
    <w:rsid w:val="00987DB5"/>
    <w:rsid w:val="009F735C"/>
    <w:rsid w:val="00A1707A"/>
    <w:rsid w:val="00AC72C8"/>
    <w:rsid w:val="00B10ED9"/>
    <w:rsid w:val="00B25688"/>
    <w:rsid w:val="00C02849"/>
    <w:rsid w:val="00C51B8C"/>
    <w:rsid w:val="00CE7FEA"/>
    <w:rsid w:val="00D12794"/>
    <w:rsid w:val="00D47C16"/>
    <w:rsid w:val="00D67BD8"/>
    <w:rsid w:val="00DF7897"/>
    <w:rsid w:val="00E05CF2"/>
    <w:rsid w:val="00E37B8A"/>
    <w:rsid w:val="00E609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092E83"/>
  <w15:chartTrackingRefBased/>
  <w15:docId w15:val="{AE18809B-D36C-443B-8EE1-DCA9E2596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67BD8"/>
    <w:rPr>
      <w:color w:val="808080"/>
    </w:rPr>
  </w:style>
  <w:style w:type="paragraph" w:styleId="a4">
    <w:name w:val="header"/>
    <w:basedOn w:val="a"/>
    <w:link w:val="a5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3636C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3636C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glossaryDocument" Target="glossary/document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ndina\Desktop\&#1047;&#1072;&#1103;&#1074;&#1082;&#1072;%20&#1074;%20&#1057;&#1069;&#1044;\&#1055;&#1086;&#1089;&#1090;&#1072;&#1085;&#1086;&#1074;&#1083;&#1077;&#1085;&#1080;&#1077;%20&#1072;&#1076;&#1084;&#1080;&#1085;&#1080;&#1089;&#1090;&#1088;&#1072;&#1094;&#1080;&#1080;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0445E480E9434377A004F62490172D9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2F6A344-737C-4CC7-880D-A3B14FDABA55}"/>
      </w:docPartPr>
      <w:docPartBody>
        <w:p w:rsidR="003B31C9" w:rsidRDefault="00B13DA8" w:rsidP="00B13DA8">
          <w:pPr>
            <w:pStyle w:val="0445E480E9434377A004F62490172D9E1"/>
          </w:pPr>
          <w:r w:rsidRPr="00585DF4">
            <w:rPr>
              <w:sz w:val="26"/>
              <w:szCs w:val="26"/>
            </w:rPr>
            <w:t>_</w:t>
          </w:r>
          <w:r w:rsidRPr="001332E4">
            <w:rPr>
              <w:sz w:val="26"/>
              <w:szCs w:val="26"/>
            </w:rPr>
            <w:t>Дата подписания</w:t>
          </w:r>
          <w:r w:rsidRPr="00585DF4">
            <w:rPr>
              <w:sz w:val="26"/>
              <w:szCs w:val="26"/>
            </w:rPr>
            <w:t>_</w:t>
          </w:r>
        </w:p>
      </w:docPartBody>
    </w:docPart>
    <w:docPart>
      <w:docPartPr>
        <w:name w:val="749329A3B9FA497A94C0130B9B8D47C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E167F50-200F-45B3-A5E3-BD29E4F8CBA5}"/>
      </w:docPartPr>
      <w:docPartBody>
        <w:p w:rsidR="003B31C9" w:rsidRDefault="00B13DA8" w:rsidP="00B13DA8">
          <w:pPr>
            <w:pStyle w:val="749329A3B9FA497A94C0130B9B8D47CB1"/>
          </w:pPr>
          <w:r w:rsidRPr="00A82DB4">
            <w:rPr>
              <w:sz w:val="26"/>
              <w:szCs w:val="26"/>
            </w:rPr>
            <w:t>_</w:t>
          </w:r>
          <w:r>
            <w:rPr>
              <w:sz w:val="26"/>
              <w:szCs w:val="26"/>
            </w:rPr>
            <w:t>Номер документа</w:t>
          </w:r>
          <w:r w:rsidRPr="00A82DB4">
            <w:rPr>
              <w:sz w:val="26"/>
              <w:szCs w:val="26"/>
            </w:rPr>
            <w:t>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804"/>
    <w:rsid w:val="003B31C9"/>
    <w:rsid w:val="00B13DA8"/>
    <w:rsid w:val="00C95804"/>
    <w:rsid w:val="00CF735B"/>
    <w:rsid w:val="00E77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B13DA8"/>
    <w:rPr>
      <w:color w:val="808080"/>
    </w:rPr>
  </w:style>
  <w:style w:type="paragraph" w:customStyle="1" w:styleId="0445E480E9434377A004F62490172D9E">
    <w:name w:val="0445E480E9434377A004F62490172D9E"/>
    <w:rsid w:val="00B13DA8"/>
  </w:style>
  <w:style w:type="paragraph" w:customStyle="1" w:styleId="749329A3B9FA497A94C0130B9B8D47CB">
    <w:name w:val="749329A3B9FA497A94C0130B9B8D47CB"/>
    <w:rsid w:val="00B13DA8"/>
  </w:style>
  <w:style w:type="paragraph" w:customStyle="1" w:styleId="0031C9F32DC7443C9E64ED8B9976AE11">
    <w:name w:val="0031C9F32DC7443C9E64ED8B9976AE11"/>
    <w:rsid w:val="00B13DA8"/>
  </w:style>
  <w:style w:type="paragraph" w:customStyle="1" w:styleId="0445E480E9434377A004F62490172D9E1">
    <w:name w:val="0445E480E9434377A004F62490172D9E1"/>
    <w:rsid w:val="00B13DA8"/>
    <w:rPr>
      <w:rFonts w:ascii="Calibri" w:eastAsia="Calibri" w:hAnsi="Calibri" w:cs="Times New Roman"/>
      <w:lang w:eastAsia="en-US"/>
    </w:rPr>
  </w:style>
  <w:style w:type="paragraph" w:customStyle="1" w:styleId="749329A3B9FA497A94C0130B9B8D47CB1">
    <w:name w:val="749329A3B9FA497A94C0130B9B8D47CB1"/>
    <w:rsid w:val="00B13DA8"/>
    <w:rPr>
      <w:rFonts w:ascii="Calibri" w:eastAsia="Calibri" w:hAnsi="Calibri" w:cs="Times New Roman"/>
      <w:lang w:eastAsia="en-US"/>
    </w:rPr>
  </w:style>
  <w:style w:type="paragraph" w:customStyle="1" w:styleId="168DE0BA6CD344369E0E2D14979B34BC">
    <w:name w:val="168DE0BA6CD344369E0E2D14979B34BC"/>
    <w:rsid w:val="00B13DA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</Template>
  <TotalTime>34</TotalTime>
  <Pages>5</Pages>
  <Words>1254</Words>
  <Characters>7154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8392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С. Дюндина</dc:creator>
  <cp:keywords/>
  <dc:description/>
  <cp:lastModifiedBy>Елена П. Низова</cp:lastModifiedBy>
  <cp:revision>19</cp:revision>
  <dcterms:created xsi:type="dcterms:W3CDTF">2020-04-07T04:52:00Z</dcterms:created>
  <dcterms:modified xsi:type="dcterms:W3CDTF">2022-06-13T23:27:00Z</dcterms:modified>
</cp:coreProperties>
</file>