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1045E6" w14:textId="77777777" w:rsidTr="00987DB5">
        <w:tc>
          <w:tcPr>
            <w:tcW w:w="9498" w:type="dxa"/>
          </w:tcPr>
          <w:p w14:paraId="7A1045E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1045FC" wp14:editId="7A1045F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045E2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1045E3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A1045E4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A1045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1045E7" w14:textId="25FED957" w:rsidR="0033636C" w:rsidRPr="00F93CF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93CF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93CFC" w:rsidRPr="00F93CFC">
            <w:rPr>
              <w:rFonts w:ascii="Times New Roman" w:hAnsi="Times New Roman"/>
              <w:sz w:val="28"/>
              <w:szCs w:val="28"/>
            </w:rPr>
            <w:t>15 мая 2025 года</w:t>
          </w:r>
        </w:sdtContent>
      </w:sdt>
      <w:r w:rsidRPr="00F93C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93CFC" w:rsidRPr="00F93CFC">
            <w:rPr>
              <w:rFonts w:ascii="Times New Roman" w:hAnsi="Times New Roman"/>
              <w:sz w:val="28"/>
              <w:szCs w:val="28"/>
            </w:rPr>
            <w:t>304</w:t>
          </w:r>
        </w:sdtContent>
      </w:sdt>
    </w:p>
    <w:bookmarkEnd w:id="0"/>
    <w:p w14:paraId="7A1045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E3456B1" w14:textId="77777777" w:rsidR="00816F41" w:rsidRDefault="002B5CAC" w:rsidP="00816F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3C92">
        <w:rPr>
          <w:rFonts w:ascii="Times New Roman" w:hAnsi="Times New Roman"/>
          <w:b/>
          <w:sz w:val="28"/>
          <w:szCs w:val="28"/>
        </w:rPr>
        <w:t>Об утверждении</w:t>
      </w:r>
      <w:r w:rsidR="00AB091B">
        <w:rPr>
          <w:rFonts w:ascii="Times New Roman" w:hAnsi="Times New Roman"/>
          <w:b/>
          <w:sz w:val="28"/>
          <w:szCs w:val="28"/>
        </w:rPr>
        <w:t xml:space="preserve"> плана подготовки </w:t>
      </w:r>
    </w:p>
    <w:p w14:paraId="7A1045E9" w14:textId="08EE7562" w:rsidR="0033636C" w:rsidRPr="00333C92" w:rsidRDefault="00AB091B" w:rsidP="00816F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отопительному периоду 2025/2026</w:t>
      </w:r>
      <w:r w:rsidR="00816F41">
        <w:rPr>
          <w:rFonts w:ascii="Times New Roman" w:hAnsi="Times New Roman"/>
          <w:b/>
          <w:sz w:val="28"/>
          <w:szCs w:val="28"/>
        </w:rPr>
        <w:t xml:space="preserve"> года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A1045EA" w14:textId="77777777" w:rsidR="00185FEC" w:rsidRDefault="00185FEC" w:rsidP="00C64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306F59" w14:textId="70527657" w:rsidR="00333C92" w:rsidRDefault="00816F41" w:rsidP="00C64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Министерства энергетики Российской Федерации от 13.11.2024 № 2234 «Об утверждении правил обеспечения готовности </w:t>
      </w:r>
      <w:r w:rsidR="00D3221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>к отопительному периоду и порядка проведения оценки обеспечения готовности к отопительному периоду</w:t>
      </w:r>
      <w:r w:rsidR="00333C9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6048" w:rsidRPr="00F260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333C92">
        <w:rPr>
          <w:rFonts w:ascii="Times New Roman" w:eastAsia="Times New Roman" w:hAnsi="Times New Roman"/>
          <w:sz w:val="28"/>
          <w:szCs w:val="28"/>
          <w:lang w:eastAsia="ru-RU"/>
        </w:rPr>
        <w:t xml:space="preserve"> ст. </w:t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 xml:space="preserve">36 Устава </w:t>
      </w:r>
      <w:bookmarkStart w:id="1" w:name="_Hlk193831917"/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Ногликский муниципальный округ</w:t>
      </w:r>
      <w:bookmarkEnd w:id="1"/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области, администрация </w:t>
      </w:r>
      <w:r w:rsidR="00333C92" w:rsidRPr="009D2E14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 Ногликский муниципальный округ Сахалинской области</w:t>
      </w:r>
      <w:r w:rsidR="00333C92" w:rsidRPr="009D2E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3C92" w:rsidRPr="009D2E1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C2A29D9" w14:textId="0562EF96" w:rsidR="00F47851" w:rsidRDefault="00F47851" w:rsidP="00C64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85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</w:t>
      </w:r>
      <w:r w:rsidR="00816F41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подготовки к отопительному периоду 2025/2026 года мун</w:t>
      </w:r>
      <w:r w:rsidR="008D05FE"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иципального образования Ногликский </w:t>
      </w:r>
      <w:r w:rsidR="00816F41">
        <w:rPr>
          <w:rFonts w:ascii="Times New Roman" w:eastAsia="Times New Roman" w:hAnsi="Times New Roman"/>
          <w:sz w:val="28"/>
          <w:szCs w:val="28"/>
          <w:lang w:eastAsia="ru-RU"/>
        </w:rPr>
        <w:t>муниципа</w:t>
      </w:r>
      <w:r w:rsidR="008D05FE">
        <w:rPr>
          <w:rFonts w:ascii="Times New Roman" w:eastAsia="Times New Roman" w:hAnsi="Times New Roman"/>
          <w:sz w:val="28"/>
          <w:szCs w:val="28"/>
          <w:lang w:eastAsia="ru-RU"/>
        </w:rPr>
        <w:t xml:space="preserve">льный округ Сахалинской области </w:t>
      </w:r>
      <w:r w:rsidR="00F032D7">
        <w:rPr>
          <w:rFonts w:ascii="Times New Roman" w:hAnsi="Times New Roman"/>
          <w:sz w:val="28"/>
          <w:szCs w:val="28"/>
        </w:rPr>
        <w:t>(прилагается</w:t>
      </w:r>
      <w:r w:rsidR="00C64855">
        <w:rPr>
          <w:rFonts w:ascii="Times New Roman" w:hAnsi="Times New Roman"/>
          <w:sz w:val="28"/>
          <w:szCs w:val="28"/>
        </w:rPr>
        <w:t>).</w:t>
      </w:r>
    </w:p>
    <w:p w14:paraId="6B43F731" w14:textId="2AB9B89D" w:rsidR="009F2D59" w:rsidRDefault="008D05FE" w:rsidP="00C64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</w:t>
      </w:r>
      <w:r w:rsidR="00F47851">
        <w:rPr>
          <w:rFonts w:ascii="Times New Roman" w:hAnsi="Times New Roman"/>
          <w:sz w:val="28"/>
          <w:szCs w:val="28"/>
        </w:rPr>
        <w:t xml:space="preserve">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в </w:t>
      </w:r>
      <w:r w:rsidR="00F47851" w:rsidRPr="00F47851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 w:rsidR="009F2D59">
        <w:rPr>
          <w:rFonts w:ascii="Times New Roman" w:hAnsi="Times New Roman"/>
          <w:sz w:val="28"/>
          <w:szCs w:val="28"/>
        </w:rPr>
        <w:t>.</w:t>
      </w:r>
    </w:p>
    <w:p w14:paraId="730004E6" w14:textId="4916172F" w:rsidR="00F47851" w:rsidRPr="00F47851" w:rsidRDefault="008D05FE" w:rsidP="00C64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47851" w:rsidRPr="00F4785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C64855">
        <w:rPr>
          <w:rFonts w:ascii="Times New Roman" w:hAnsi="Times New Roman"/>
          <w:sz w:val="28"/>
          <w:szCs w:val="28"/>
        </w:rPr>
        <w:br/>
      </w:r>
      <w:r w:rsidR="00F47851" w:rsidRPr="00F47851"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 Блидченко</w:t>
      </w:r>
      <w:r w:rsidR="001224B8" w:rsidRPr="001224B8">
        <w:rPr>
          <w:rFonts w:ascii="Times New Roman" w:hAnsi="Times New Roman"/>
          <w:sz w:val="28"/>
          <w:szCs w:val="28"/>
        </w:rPr>
        <w:t xml:space="preserve"> </w:t>
      </w:r>
      <w:r w:rsidR="001224B8" w:rsidRPr="00F47851">
        <w:rPr>
          <w:rFonts w:ascii="Times New Roman" w:hAnsi="Times New Roman"/>
          <w:sz w:val="28"/>
          <w:szCs w:val="28"/>
        </w:rPr>
        <w:t>Л.А.</w:t>
      </w:r>
    </w:p>
    <w:p w14:paraId="7A1045EB" w14:textId="4BC560F9" w:rsidR="00E609BC" w:rsidRDefault="00E609BC" w:rsidP="00C64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5631C3" w14:textId="2E6266F3" w:rsidR="001224B8" w:rsidRDefault="001224B8" w:rsidP="00C64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4E6415" w14:textId="77777777" w:rsidR="001224B8" w:rsidRDefault="001224B8" w:rsidP="00F032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06601F" w14:textId="77777777" w:rsidR="00F47851" w:rsidRPr="00F47851" w:rsidRDefault="00F47851" w:rsidP="00C64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851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1A279D9" w14:textId="77777777" w:rsidR="00F47851" w:rsidRPr="00F47851" w:rsidRDefault="00F47851" w:rsidP="00C64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851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A1045ED" w14:textId="57589226" w:rsidR="00E609BC" w:rsidRPr="00D12794" w:rsidRDefault="00F47851" w:rsidP="00C64855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851">
        <w:rPr>
          <w:rFonts w:ascii="Times New Roman" w:hAnsi="Times New Roman"/>
          <w:sz w:val="28"/>
          <w:szCs w:val="28"/>
        </w:rPr>
        <w:t>Сахалинской области</w:t>
      </w:r>
      <w:r w:rsidRPr="00F47851">
        <w:rPr>
          <w:rFonts w:ascii="Times New Roman" w:hAnsi="Times New Roman"/>
          <w:sz w:val="28"/>
          <w:szCs w:val="28"/>
        </w:rPr>
        <w:tab/>
        <w:t>С.В. Гурьянов</w:t>
      </w:r>
    </w:p>
    <w:sectPr w:rsidR="00E609BC" w:rsidRPr="00D12794" w:rsidSect="001224B8">
      <w:headerReference w:type="default" r:id="rId7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E1E9A" w14:textId="77777777" w:rsidR="000F53B6" w:rsidRDefault="000F53B6" w:rsidP="0033636C">
      <w:pPr>
        <w:spacing w:after="0" w:line="240" w:lineRule="auto"/>
      </w:pPr>
      <w:r>
        <w:separator/>
      </w:r>
    </w:p>
  </w:endnote>
  <w:endnote w:type="continuationSeparator" w:id="0">
    <w:p w14:paraId="74453000" w14:textId="77777777" w:rsidR="000F53B6" w:rsidRDefault="000F53B6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7CC76" w14:textId="77777777" w:rsidR="000F53B6" w:rsidRDefault="000F53B6" w:rsidP="0033636C">
      <w:pPr>
        <w:spacing w:after="0" w:line="240" w:lineRule="auto"/>
      </w:pPr>
      <w:r>
        <w:separator/>
      </w:r>
    </w:p>
  </w:footnote>
  <w:footnote w:type="continuationSeparator" w:id="0">
    <w:p w14:paraId="499501BF" w14:textId="77777777" w:rsidR="000F53B6" w:rsidRDefault="000F53B6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1875429"/>
      <w:docPartObj>
        <w:docPartGallery w:val="Page Numbers (Top of Page)"/>
        <w:docPartUnique/>
      </w:docPartObj>
    </w:sdtPr>
    <w:sdtEndPr/>
    <w:sdtContent>
      <w:p w14:paraId="79126B8D" w14:textId="2ACC98A5" w:rsidR="001224B8" w:rsidRDefault="001224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F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5E59"/>
    <w:rsid w:val="000F53B6"/>
    <w:rsid w:val="00100BBE"/>
    <w:rsid w:val="001224B8"/>
    <w:rsid w:val="00185FEC"/>
    <w:rsid w:val="001E1F9F"/>
    <w:rsid w:val="002003DC"/>
    <w:rsid w:val="002B5CAC"/>
    <w:rsid w:val="00333C92"/>
    <w:rsid w:val="0033636C"/>
    <w:rsid w:val="003E4257"/>
    <w:rsid w:val="00520CBF"/>
    <w:rsid w:val="00816F41"/>
    <w:rsid w:val="008629FA"/>
    <w:rsid w:val="008C001F"/>
    <w:rsid w:val="008D05FE"/>
    <w:rsid w:val="008E446C"/>
    <w:rsid w:val="00915EB8"/>
    <w:rsid w:val="0097557F"/>
    <w:rsid w:val="00987DB5"/>
    <w:rsid w:val="009F2D59"/>
    <w:rsid w:val="00A30AF1"/>
    <w:rsid w:val="00AB091B"/>
    <w:rsid w:val="00AC72C8"/>
    <w:rsid w:val="00B10ED9"/>
    <w:rsid w:val="00B25688"/>
    <w:rsid w:val="00C02849"/>
    <w:rsid w:val="00C64855"/>
    <w:rsid w:val="00D12794"/>
    <w:rsid w:val="00D3221C"/>
    <w:rsid w:val="00D37A59"/>
    <w:rsid w:val="00D67BD8"/>
    <w:rsid w:val="00DF7897"/>
    <w:rsid w:val="00E37B8A"/>
    <w:rsid w:val="00E609BC"/>
    <w:rsid w:val="00F032D7"/>
    <w:rsid w:val="00F26048"/>
    <w:rsid w:val="00F47851"/>
    <w:rsid w:val="00F9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45E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93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3C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F0C9E"/>
    <w:rsid w:val="008E446C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2025-05-16T04:57:00Z</cp:lastPrinted>
  <dcterms:created xsi:type="dcterms:W3CDTF">2020-04-07T04:52:00Z</dcterms:created>
  <dcterms:modified xsi:type="dcterms:W3CDTF">2025-05-16T04:57:00Z</dcterms:modified>
</cp:coreProperties>
</file>