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A503A1" w14:textId="77777777" w:rsidTr="00987DB5">
        <w:tc>
          <w:tcPr>
            <w:tcW w:w="9498" w:type="dxa"/>
          </w:tcPr>
          <w:p w14:paraId="71A5039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A503B8" wp14:editId="71A503B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A5039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A5039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A503A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A503A2" w14:textId="21FA055D" w:rsidR="0033636C" w:rsidRPr="007C3ED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C3ED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A6759">
            <w:rPr>
              <w:rFonts w:ascii="Times New Roman" w:hAnsi="Times New Roman"/>
              <w:sz w:val="28"/>
              <w:szCs w:val="28"/>
            </w:rPr>
            <w:t>08 июня 2021 года</w:t>
          </w:r>
        </w:sdtContent>
      </w:sdt>
      <w:r w:rsidRPr="007C3ED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A6759" w:rsidRPr="00CA6759">
            <w:rPr>
              <w:rFonts w:ascii="Times New Roman" w:hAnsi="Times New Roman"/>
              <w:sz w:val="28"/>
              <w:szCs w:val="28"/>
            </w:rPr>
            <w:t>328</w:t>
          </w:r>
        </w:sdtContent>
      </w:sdt>
    </w:p>
    <w:p w14:paraId="71A503A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1A503A4" w14:textId="41197BC8" w:rsidR="0033636C" w:rsidRPr="00D33825" w:rsidRDefault="0029581B" w:rsidP="003363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="0033636C" w:rsidRPr="00D33825">
        <w:rPr>
          <w:rFonts w:ascii="Times New Roman" w:hAnsi="Times New Roman"/>
          <w:b/>
          <w:sz w:val="28"/>
          <w:szCs w:val="28"/>
        </w:rPr>
        <w:t>орядка предоставления субсидии из бюджета муниципального образования «Городской округ Ногликский» на возмещение недополученных доходов и (или) финансового обеспечения (возмещения) затрат в связи с осуществлением перевозок пассажиров а</w:t>
      </w:r>
      <w:r w:rsidR="00D33825">
        <w:rPr>
          <w:rFonts w:ascii="Times New Roman" w:hAnsi="Times New Roman"/>
          <w:b/>
          <w:sz w:val="28"/>
          <w:szCs w:val="28"/>
        </w:rPr>
        <w:t>втомобильным транспортом общего пользования</w:t>
      </w:r>
    </w:p>
    <w:p w14:paraId="71A503A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6528B8" w14:textId="77777777" w:rsidR="000B32FC" w:rsidRDefault="000B32FC" w:rsidP="007C3ED1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F5EE8">
        <w:rPr>
          <w:rFonts w:ascii="Times New Roman" w:hAnsi="Times New Roman"/>
          <w:b w:val="0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</w:t>
      </w:r>
      <w:r>
        <w:rPr>
          <w:rFonts w:ascii="Times New Roman" w:hAnsi="Times New Roman"/>
          <w:b w:val="0"/>
          <w:sz w:val="28"/>
          <w:szCs w:val="28"/>
        </w:rPr>
        <w:t>ьства Российской Федерации от 18.09.2020 № 1492</w:t>
      </w:r>
      <w:r w:rsidRPr="00CF5EE8">
        <w:rPr>
          <w:rFonts w:ascii="Times New Roman" w:hAnsi="Times New Roman"/>
          <w:b w:val="0"/>
          <w:sz w:val="28"/>
          <w:szCs w:val="28"/>
        </w:rPr>
        <w:t xml:space="preserve"> «Об общих требованиях к нормативным правовым </w:t>
      </w:r>
      <w:bookmarkStart w:id="0" w:name="_GoBack"/>
      <w:bookmarkEnd w:id="0"/>
      <w:r w:rsidRPr="00CF5EE8">
        <w:rPr>
          <w:rFonts w:ascii="Times New Roman" w:hAnsi="Times New Roman"/>
          <w:b w:val="0"/>
          <w:sz w:val="28"/>
          <w:szCs w:val="28"/>
        </w:rPr>
        <w:t>актам, муниципаль</w:t>
      </w:r>
      <w:r>
        <w:rPr>
          <w:rFonts w:ascii="Times New Roman" w:hAnsi="Times New Roman"/>
          <w:b w:val="0"/>
          <w:sz w:val="28"/>
          <w:szCs w:val="28"/>
        </w:rPr>
        <w:t>ным правовым актам, регулирующим</w:t>
      </w:r>
      <w:r w:rsidRPr="00CF5EE8">
        <w:rPr>
          <w:rFonts w:ascii="Times New Roman" w:hAnsi="Times New Roman"/>
          <w:b w:val="0"/>
          <w:sz w:val="28"/>
          <w:szCs w:val="28"/>
        </w:rPr>
        <w:t xml:space="preserve"> предоставление субсидий</w:t>
      </w:r>
      <w:r>
        <w:rPr>
          <w:rFonts w:ascii="Times New Roman" w:hAnsi="Times New Roman"/>
          <w:b w:val="0"/>
          <w:sz w:val="28"/>
          <w:szCs w:val="28"/>
        </w:rPr>
        <w:t>, в том числе грантов в форме субсидий, юридическим лицам</w:t>
      </w:r>
      <w:r w:rsidRPr="00CF5EE8">
        <w:rPr>
          <w:rFonts w:ascii="Times New Roman" w:hAnsi="Times New Roman"/>
          <w:b w:val="0"/>
          <w:sz w:val="28"/>
          <w:szCs w:val="28"/>
        </w:rPr>
        <w:t>, индивидуальным предпринимателям, а также физическим лицам – производителям товаров, работ, услуг</w:t>
      </w:r>
      <w:r>
        <w:rPr>
          <w:rFonts w:ascii="Times New Roman" w:hAnsi="Times New Roman"/>
          <w:b w:val="0"/>
          <w:sz w:val="28"/>
          <w:szCs w:val="28"/>
        </w:rPr>
        <w:t>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CF5EE8">
        <w:rPr>
          <w:rFonts w:ascii="Times New Roman" w:hAnsi="Times New Roman"/>
          <w:b w:val="0"/>
          <w:sz w:val="28"/>
          <w:szCs w:val="28"/>
        </w:rPr>
        <w:t xml:space="preserve">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CF5EE8">
        <w:rPr>
          <w:rFonts w:ascii="Times New Roman" w:hAnsi="Times New Roman"/>
          <w:sz w:val="28"/>
          <w:szCs w:val="28"/>
        </w:rPr>
        <w:t>ПОСТАНОВЛЯЕТ:</w:t>
      </w:r>
    </w:p>
    <w:p w14:paraId="41D7CF5E" w14:textId="77777777" w:rsidR="000B32FC" w:rsidRDefault="000B32FC" w:rsidP="007C3E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п</w:t>
      </w:r>
      <w:r w:rsidRPr="00BD6507">
        <w:rPr>
          <w:rFonts w:ascii="Times New Roman" w:eastAsia="Times New Roman" w:hAnsi="Times New Roman"/>
          <w:sz w:val="28"/>
          <w:szCs w:val="28"/>
          <w:lang w:eastAsia="ru-RU"/>
        </w:rPr>
        <w:t>орядок предоставления субсидии из бюджета муниципального образования «Городской округ Ногликский»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 (прилагается).</w:t>
      </w:r>
    </w:p>
    <w:p w14:paraId="0F3B2FA7" w14:textId="3E121A27" w:rsidR="000B32FC" w:rsidRPr="007D7607" w:rsidRDefault="000B32FC" w:rsidP="007C3E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66E2C">
        <w:rPr>
          <w:rFonts w:ascii="Times New Roman" w:hAnsi="Times New Roman"/>
          <w:sz w:val="28"/>
          <w:szCs w:val="28"/>
        </w:rPr>
        <w:t>Считать утратившим силу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</w:t>
      </w:r>
      <w:r w:rsidR="009167D5">
        <w:rPr>
          <w:rFonts w:ascii="Times New Roman" w:hAnsi="Times New Roman"/>
          <w:sz w:val="28"/>
          <w:szCs w:val="28"/>
        </w:rPr>
        <w:t xml:space="preserve">24 декабря </w:t>
      </w:r>
      <w:r>
        <w:rPr>
          <w:rFonts w:ascii="Times New Roman" w:hAnsi="Times New Roman"/>
          <w:sz w:val="28"/>
          <w:szCs w:val="28"/>
        </w:rPr>
        <w:t xml:space="preserve">2019 </w:t>
      </w:r>
      <w:r w:rsidR="009167D5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№ 912</w:t>
      </w:r>
      <w:r w:rsidRPr="00966E2C"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субсидии из бюджета муниципального образования «Городской округ Ногликский» на </w:t>
      </w:r>
      <w:r w:rsidRPr="00966E2C">
        <w:rPr>
          <w:rFonts w:ascii="Times New Roman" w:hAnsi="Times New Roman"/>
          <w:sz w:val="28"/>
          <w:szCs w:val="28"/>
        </w:rPr>
        <w:lastRenderedPageBreak/>
        <w:t>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пользования», за исключением пункта 2.</w:t>
      </w:r>
    </w:p>
    <w:p w14:paraId="6C9FDFB9" w14:textId="77777777" w:rsidR="000B32FC" w:rsidRDefault="000B32FC" w:rsidP="007C3E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86058A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C56B60A" w14:textId="77777777" w:rsidR="000B32FC" w:rsidRPr="00D12794" w:rsidRDefault="000B32FC" w:rsidP="007C3E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Pr="00792901">
        <w:rPr>
          <w:rFonts w:ascii="Times New Roman" w:hAnsi="Times New Roman"/>
          <w:sz w:val="28"/>
          <w:szCs w:val="28"/>
        </w:rPr>
        <w:t>.</w:t>
      </w:r>
    </w:p>
    <w:p w14:paraId="71A503A7" w14:textId="7C77AE43" w:rsidR="00E609BC" w:rsidRPr="00D12794" w:rsidRDefault="00E609BC" w:rsidP="00D3382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A503A8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A503B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A503B2" w14:textId="16FCF6D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7C3ED1">
        <w:rPr>
          <w:rFonts w:ascii="Times New Roman" w:hAnsi="Times New Roman"/>
          <w:sz w:val="28"/>
          <w:szCs w:val="28"/>
        </w:rPr>
        <w:t xml:space="preserve">й округ </w:t>
      </w:r>
      <w:proofErr w:type="gramStart"/>
      <w:r w:rsidR="007C3ED1">
        <w:rPr>
          <w:rFonts w:ascii="Times New Roman" w:hAnsi="Times New Roman"/>
          <w:sz w:val="28"/>
          <w:szCs w:val="28"/>
        </w:rPr>
        <w:t>Ногликский»</w:t>
      </w:r>
      <w:r w:rsidR="007C3ED1">
        <w:rPr>
          <w:rFonts w:ascii="Times New Roman" w:hAnsi="Times New Roman"/>
          <w:sz w:val="28"/>
          <w:szCs w:val="28"/>
        </w:rPr>
        <w:tab/>
      </w:r>
      <w:proofErr w:type="gramEnd"/>
      <w:r w:rsidR="007C3ED1">
        <w:rPr>
          <w:rFonts w:ascii="Times New Roman" w:hAnsi="Times New Roman"/>
          <w:sz w:val="28"/>
          <w:szCs w:val="28"/>
        </w:rPr>
        <w:tab/>
      </w:r>
      <w:r w:rsidR="007C3ED1">
        <w:rPr>
          <w:rFonts w:ascii="Times New Roman" w:hAnsi="Times New Roman"/>
          <w:sz w:val="28"/>
          <w:szCs w:val="28"/>
        </w:rPr>
        <w:tab/>
      </w:r>
      <w:r w:rsidR="007C3ED1">
        <w:rPr>
          <w:rFonts w:ascii="Times New Roman" w:hAnsi="Times New Roman"/>
          <w:sz w:val="28"/>
          <w:szCs w:val="28"/>
        </w:rPr>
        <w:tab/>
      </w:r>
      <w:r w:rsidR="007C3ED1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C3E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C3ED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503B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1A503B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503B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1A503B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8485801"/>
      <w:docPartObj>
        <w:docPartGallery w:val="Page Numbers (Top of Page)"/>
        <w:docPartUnique/>
      </w:docPartObj>
    </w:sdtPr>
    <w:sdtEndPr/>
    <w:sdtContent>
      <w:p w14:paraId="673132B9" w14:textId="28473792" w:rsidR="007C3ED1" w:rsidRDefault="007C3E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759">
          <w:rPr>
            <w:noProof/>
          </w:rPr>
          <w:t>2</w:t>
        </w:r>
        <w:r>
          <w:fldChar w:fldCharType="end"/>
        </w:r>
      </w:p>
    </w:sdtContent>
  </w:sdt>
  <w:p w14:paraId="26AD305B" w14:textId="77777777" w:rsidR="007C3ED1" w:rsidRDefault="007C3E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32FC"/>
    <w:rsid w:val="00185FEC"/>
    <w:rsid w:val="001E1F9F"/>
    <w:rsid w:val="002003DC"/>
    <w:rsid w:val="0029581B"/>
    <w:rsid w:val="0033636C"/>
    <w:rsid w:val="003E4257"/>
    <w:rsid w:val="0040736B"/>
    <w:rsid w:val="00520CBF"/>
    <w:rsid w:val="00597D0D"/>
    <w:rsid w:val="007C3ED1"/>
    <w:rsid w:val="008629FA"/>
    <w:rsid w:val="009167D5"/>
    <w:rsid w:val="00987DB5"/>
    <w:rsid w:val="00AC72C8"/>
    <w:rsid w:val="00B10ED9"/>
    <w:rsid w:val="00B25688"/>
    <w:rsid w:val="00B45E70"/>
    <w:rsid w:val="00C02849"/>
    <w:rsid w:val="00CA6759"/>
    <w:rsid w:val="00D12794"/>
    <w:rsid w:val="00D33825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039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D33825"/>
    <w:pPr>
      <w:widowControl w:val="0"/>
      <w:ind w:right="19772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D45F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D45F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E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2021-06-07T23:47:00Z</cp:lastPrinted>
  <dcterms:created xsi:type="dcterms:W3CDTF">2021-06-07T23:48:00Z</dcterms:created>
  <dcterms:modified xsi:type="dcterms:W3CDTF">2021-06-07T23:48:00Z</dcterms:modified>
</cp:coreProperties>
</file>