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BE2D41" w14:textId="77777777" w:rsidTr="00987DB5">
        <w:tc>
          <w:tcPr>
            <w:tcW w:w="9498" w:type="dxa"/>
          </w:tcPr>
          <w:p w14:paraId="22BE2D3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BE2D58" wp14:editId="22BE2D5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E2D3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2BE2D3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2BE2D4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BE2D42" w14:textId="240D4B89" w:rsidR="0033636C" w:rsidRPr="009829B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9B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829B4" w:rsidRPr="009829B4">
            <w:rPr>
              <w:rFonts w:ascii="Times New Roman" w:hAnsi="Times New Roman"/>
              <w:sz w:val="28"/>
              <w:szCs w:val="28"/>
            </w:rPr>
            <w:t>30 мая 2023 года</w:t>
          </w:r>
        </w:sdtContent>
      </w:sdt>
      <w:r w:rsidRPr="009829B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829B4" w:rsidRPr="009829B4">
            <w:rPr>
              <w:rFonts w:ascii="Times New Roman" w:hAnsi="Times New Roman"/>
              <w:sz w:val="28"/>
              <w:szCs w:val="28"/>
            </w:rPr>
            <w:t>339</w:t>
          </w:r>
        </w:sdtContent>
      </w:sdt>
    </w:p>
    <w:p w14:paraId="22BE2D4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6D86F6" w14:textId="77777777" w:rsidR="00D30EAC" w:rsidRDefault="0033636C" w:rsidP="00D30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EA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1CFA2C14" w14:textId="3DDF564C" w:rsidR="00D30EAC" w:rsidRDefault="0033636C" w:rsidP="00D30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EAC">
        <w:rPr>
          <w:rFonts w:ascii="Times New Roman" w:hAnsi="Times New Roman"/>
          <w:b/>
          <w:sz w:val="28"/>
          <w:szCs w:val="28"/>
        </w:rPr>
        <w:t>предо</w:t>
      </w:r>
      <w:r w:rsidR="00D30EAC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</w:p>
    <w:p w14:paraId="22BE2D44" w14:textId="4479BDA7" w:rsidR="0033636C" w:rsidRPr="00D30EAC" w:rsidRDefault="00D30EAC" w:rsidP="00D30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D30EAC">
        <w:rPr>
          <w:rFonts w:ascii="Times New Roman" w:hAnsi="Times New Roman"/>
          <w:b/>
          <w:sz w:val="28"/>
          <w:szCs w:val="28"/>
        </w:rPr>
        <w:t>Выдача разрешения</w:t>
      </w:r>
      <w:r>
        <w:rPr>
          <w:rFonts w:ascii="Times New Roman" w:hAnsi="Times New Roman"/>
          <w:b/>
          <w:sz w:val="28"/>
          <w:szCs w:val="28"/>
        </w:rPr>
        <w:t xml:space="preserve"> на ввод объекта в эксплуатацию»</w:t>
      </w:r>
    </w:p>
    <w:p w14:paraId="22BE2D4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52A2C9" w14:textId="13EAA9AC" w:rsidR="00D30EAC" w:rsidRPr="003770DC" w:rsidRDefault="00D30EAC" w:rsidP="00D30EA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ст. 55 Градостроительного кодекса Российской Федерации, </w:t>
      </w:r>
      <w:r w:rsidRPr="003770DC">
        <w:rPr>
          <w:rFonts w:ascii="Times New Roman" w:hAnsi="Times New Roman"/>
          <w:sz w:val="28"/>
          <w:szCs w:val="28"/>
        </w:rPr>
        <w:t>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закона от 27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593BB8A2" w14:textId="77777777" w:rsidR="00D30EAC" w:rsidRPr="003770DC" w:rsidRDefault="00D30EAC" w:rsidP="00D30EA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«Выдача разрешения на ввод объекта в эксплуатацию» (прилагается). </w:t>
      </w:r>
    </w:p>
    <w:p w14:paraId="632700DB" w14:textId="7571627B" w:rsidR="00D30EAC" w:rsidRPr="003770DC" w:rsidRDefault="00D30EAC" w:rsidP="00D30EAC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</w:t>
      </w:r>
      <w:r>
        <w:rPr>
          <w:rFonts w:ascii="Times New Roman" w:hAnsi="Times New Roman"/>
          <w:sz w:val="28"/>
          <w:szCs w:val="28"/>
        </w:rPr>
        <w:t>ь утратившим силу постановление</w:t>
      </w:r>
      <w:r w:rsidRPr="003770D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 от 06.12.2022 № 665 «Об утверждении административного регламента предоставления муниципальной услуги «Выдача разрешения на ввод объекта в эксплуатацию».</w:t>
      </w:r>
    </w:p>
    <w:p w14:paraId="6A58C1E0" w14:textId="77777777" w:rsidR="00D30EAC" w:rsidRPr="003770DC" w:rsidRDefault="00D30EAC" w:rsidP="00D30EAC">
      <w:pPr>
        <w:pStyle w:val="aa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2BE2D47" w14:textId="7EF4603F" w:rsidR="00E609BC" w:rsidRPr="00D12794" w:rsidRDefault="00D30EAC" w:rsidP="00D30EA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 xml:space="preserve">возложить на исполняющего обязанности первого вице-мэра муниципального образования «Городской округ Ногликский» </w:t>
      </w:r>
      <w:r w:rsidR="0006667C">
        <w:rPr>
          <w:rFonts w:ascii="Times New Roman" w:hAnsi="Times New Roman"/>
          <w:bCs/>
          <w:sz w:val="28"/>
          <w:szCs w:val="28"/>
        </w:rPr>
        <w:t>Водолагу О.В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2BE2D5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01DEFF" w14:textId="77777777" w:rsidR="00D1589C" w:rsidRDefault="00D1589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22BE2D51" w14:textId="761E3C72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22BE2D52" w14:textId="1DB2C57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D30EAC">
        <w:rPr>
          <w:rFonts w:ascii="Times New Roman" w:hAnsi="Times New Roman"/>
          <w:sz w:val="28"/>
          <w:szCs w:val="28"/>
        </w:rPr>
        <w:t>ской округ Ногликский»</w:t>
      </w:r>
      <w:r w:rsidR="00D30EAC">
        <w:rPr>
          <w:rFonts w:ascii="Times New Roman" w:hAnsi="Times New Roman"/>
          <w:sz w:val="28"/>
          <w:szCs w:val="28"/>
        </w:rPr>
        <w:tab/>
      </w:r>
      <w:r w:rsidR="00D30EAC">
        <w:rPr>
          <w:rFonts w:ascii="Times New Roman" w:hAnsi="Times New Roman"/>
          <w:sz w:val="28"/>
          <w:szCs w:val="28"/>
        </w:rPr>
        <w:tab/>
      </w:r>
      <w:r w:rsidR="00D30EAC">
        <w:rPr>
          <w:rFonts w:ascii="Times New Roman" w:hAnsi="Times New Roman"/>
          <w:sz w:val="28"/>
          <w:szCs w:val="28"/>
        </w:rPr>
        <w:tab/>
      </w:r>
      <w:r w:rsidR="00D30EAC">
        <w:rPr>
          <w:rFonts w:ascii="Times New Roman" w:hAnsi="Times New Roman"/>
          <w:sz w:val="28"/>
          <w:szCs w:val="28"/>
        </w:rPr>
        <w:tab/>
      </w:r>
      <w:r w:rsidR="00D30EAC">
        <w:rPr>
          <w:rFonts w:ascii="Times New Roman" w:hAnsi="Times New Roman"/>
          <w:sz w:val="28"/>
          <w:szCs w:val="28"/>
        </w:rPr>
        <w:tab/>
        <w:t xml:space="preserve">    </w:t>
      </w:r>
      <w:r w:rsidR="00D1589C"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D1589C">
        <w:rPr>
          <w:rFonts w:ascii="Times New Roman" w:hAnsi="Times New Roman"/>
          <w:sz w:val="28"/>
          <w:szCs w:val="28"/>
        </w:rPr>
        <w:t>О.В. Водолага</w:t>
      </w:r>
    </w:p>
    <w:p w14:paraId="22BE2D5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30EAC">
      <w:footerReference w:type="default" r:id="rId8"/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E2D5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2BE2D5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E2D5E" w14:textId="412DEC2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E2D5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2BE2D5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49"/>
    <w:rsid w:val="00006513"/>
    <w:rsid w:val="00053BD0"/>
    <w:rsid w:val="0006667C"/>
    <w:rsid w:val="00185FEC"/>
    <w:rsid w:val="001E1F9F"/>
    <w:rsid w:val="002003DC"/>
    <w:rsid w:val="0033636C"/>
    <w:rsid w:val="003E4257"/>
    <w:rsid w:val="00520CBF"/>
    <w:rsid w:val="008629FA"/>
    <w:rsid w:val="009829B4"/>
    <w:rsid w:val="00987DB5"/>
    <w:rsid w:val="00AC72C8"/>
    <w:rsid w:val="00B10ED9"/>
    <w:rsid w:val="00B25688"/>
    <w:rsid w:val="00C02849"/>
    <w:rsid w:val="00D12794"/>
    <w:rsid w:val="00D1589C"/>
    <w:rsid w:val="00D30EAC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2D3D"/>
  <w15:docId w15:val="{646EB600-4DAE-43B1-82F2-A6EBAC7F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30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EAC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D30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563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563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7A563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11231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2F2D3-53C7-4693-B81E-A8A833B8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2023-05-31T04:36:00Z</dcterms:modified>
</cp:coreProperties>
</file>