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5C571C0" w14:textId="77777777" w:rsidTr="00987DB5">
        <w:tc>
          <w:tcPr>
            <w:tcW w:w="9498" w:type="dxa"/>
          </w:tcPr>
          <w:p w14:paraId="25C571B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C571D7" wp14:editId="25C571D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C571B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5C571B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5C571B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5C571C1" w14:textId="74DACA39" w:rsidR="0033636C" w:rsidRPr="00EA49C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49C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A49C1" w:rsidRPr="00EA49C1">
            <w:rPr>
              <w:rFonts w:ascii="Times New Roman" w:hAnsi="Times New Roman"/>
              <w:sz w:val="28"/>
              <w:szCs w:val="28"/>
            </w:rPr>
            <w:t>02 июня 2023 года</w:t>
          </w:r>
        </w:sdtContent>
      </w:sdt>
      <w:r w:rsidRPr="00EA49C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A49C1" w:rsidRPr="00EA49C1">
            <w:rPr>
              <w:rFonts w:ascii="Times New Roman" w:hAnsi="Times New Roman"/>
              <w:sz w:val="28"/>
              <w:szCs w:val="28"/>
            </w:rPr>
            <w:t>351</w:t>
          </w:r>
        </w:sdtContent>
      </w:sdt>
    </w:p>
    <w:p w14:paraId="25C571C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C2364B4" w14:textId="5FA9BBF9" w:rsidR="00B47480" w:rsidRPr="00E50D4C" w:rsidRDefault="00B47480" w:rsidP="00B47480">
      <w:pPr>
        <w:jc w:val="center"/>
        <w:rPr>
          <w:rFonts w:ascii="Times New Roman" w:hAnsi="Times New Roman"/>
          <w:b/>
          <w:sz w:val="28"/>
          <w:szCs w:val="28"/>
        </w:rPr>
      </w:pPr>
      <w:r w:rsidRPr="00E50D4C">
        <w:rPr>
          <w:rFonts w:ascii="Times New Roman" w:hAnsi="Times New Roman"/>
          <w:b/>
          <w:sz w:val="28"/>
          <w:szCs w:val="28"/>
        </w:rPr>
        <w:t xml:space="preserve">Об утверждении состава комиссии </w:t>
      </w:r>
      <w:r w:rsidRPr="00B20293">
        <w:rPr>
          <w:rFonts w:ascii="Times New Roman" w:hAnsi="Times New Roman"/>
          <w:b/>
          <w:sz w:val="28"/>
          <w:szCs w:val="28"/>
        </w:rPr>
        <w:t xml:space="preserve">по отбору многоквартирных домов </w:t>
      </w:r>
      <w:r w:rsidR="00FC05E0">
        <w:rPr>
          <w:rFonts w:ascii="Times New Roman" w:hAnsi="Times New Roman"/>
          <w:b/>
          <w:sz w:val="28"/>
          <w:szCs w:val="28"/>
        </w:rPr>
        <w:br/>
      </w:r>
      <w:r w:rsidRPr="00B20293">
        <w:rPr>
          <w:rFonts w:ascii="Times New Roman" w:hAnsi="Times New Roman"/>
          <w:b/>
          <w:sz w:val="28"/>
          <w:szCs w:val="28"/>
        </w:rPr>
        <w:t xml:space="preserve">и предоставлению субсидии на ремонт общего имущества многоквартирных домов муниципального образования </w:t>
      </w:r>
      <w:r w:rsidR="00FC05E0">
        <w:rPr>
          <w:rFonts w:ascii="Times New Roman" w:hAnsi="Times New Roman"/>
          <w:b/>
          <w:sz w:val="28"/>
          <w:szCs w:val="28"/>
        </w:rPr>
        <w:br/>
      </w:r>
      <w:r w:rsidRPr="00B20293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64DB04E9" w14:textId="2C6DE6E3" w:rsidR="00B47480" w:rsidRPr="00E54F4B" w:rsidRDefault="00B47480" w:rsidP="00B47480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эффективного использования бюджетных средств, </w:t>
      </w:r>
      <w:r w:rsidR="00FC05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</w:t>
      </w:r>
      <w:r w:rsidRPr="0060197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постановлением администрации муниципального образования «Го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родской округ Ногликский» о</w:t>
      </w:r>
      <w:bookmarkStart w:id="0" w:name="_GoBack"/>
      <w:bookmarkEnd w:id="0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 15.12.2022</w:t>
      </w:r>
      <w:r w:rsidRPr="0060197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 704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«Об утверждении порядка предоставления субсидии на мероприятия по созданию условий </w:t>
      </w:r>
      <w:r w:rsidR="00FC05E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управления многоквартирными домами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E50D4C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50D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1584F56" w14:textId="77777777" w:rsidR="00B47480" w:rsidRPr="00571F74" w:rsidRDefault="00B47480" w:rsidP="00B47480">
      <w:pPr>
        <w:pStyle w:val="ConsPlusNormal"/>
        <w:ind w:firstLine="709"/>
        <w:jc w:val="both"/>
        <w:rPr>
          <w:sz w:val="28"/>
          <w:szCs w:val="28"/>
        </w:rPr>
      </w:pPr>
      <w:r w:rsidRPr="00D849B3">
        <w:rPr>
          <w:rStyle w:val="1"/>
          <w:color w:val="000000"/>
          <w:sz w:val="28"/>
          <w:szCs w:val="28"/>
        </w:rPr>
        <w:t xml:space="preserve">1. </w:t>
      </w:r>
      <w:r>
        <w:rPr>
          <w:rStyle w:val="1"/>
          <w:color w:val="000000"/>
          <w:sz w:val="28"/>
          <w:szCs w:val="28"/>
        </w:rPr>
        <w:t>Утвердить состав конкурсной комиссии</w:t>
      </w:r>
      <w:r w:rsidRPr="00571F74">
        <w:rPr>
          <w:rStyle w:val="1"/>
          <w:color w:val="000000"/>
          <w:sz w:val="28"/>
          <w:szCs w:val="28"/>
        </w:rPr>
        <w:t xml:space="preserve"> по </w:t>
      </w:r>
      <w:r>
        <w:rPr>
          <w:rStyle w:val="1"/>
          <w:color w:val="000000"/>
          <w:sz w:val="28"/>
          <w:szCs w:val="28"/>
        </w:rPr>
        <w:t>отбору многоквартирных домов и предоставлению субсидии на ремонт общего имущества многоквартирных домов муниципального образования «Городской округ Ногликский» (прилагается)</w:t>
      </w:r>
      <w:r w:rsidRPr="00571F74">
        <w:rPr>
          <w:rStyle w:val="1"/>
          <w:color w:val="000000"/>
          <w:sz w:val="28"/>
          <w:szCs w:val="28"/>
        </w:rPr>
        <w:t>.</w:t>
      </w:r>
    </w:p>
    <w:p w14:paraId="73E87745" w14:textId="0F3F6005" w:rsidR="00B47480" w:rsidRPr="008048DF" w:rsidRDefault="00B47480" w:rsidP="00B4748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2. </w:t>
      </w:r>
      <w:r w:rsidR="00FC05E0">
        <w:rPr>
          <w:rStyle w:val="1"/>
          <w:color w:val="000000"/>
          <w:sz w:val="28"/>
          <w:szCs w:val="28"/>
        </w:rPr>
        <w:t>Разместить н</w:t>
      </w:r>
      <w:r>
        <w:rPr>
          <w:rStyle w:val="1"/>
          <w:color w:val="000000"/>
          <w:sz w:val="28"/>
          <w:szCs w:val="28"/>
        </w:rPr>
        <w:t xml:space="preserve">астоящее постановление </w:t>
      </w:r>
      <w:r w:rsidRPr="001D55AF">
        <w:rPr>
          <w:rStyle w:val="1"/>
          <w:color w:val="000000"/>
          <w:sz w:val="28"/>
          <w:szCs w:val="28"/>
        </w:rPr>
        <w:t>на</w:t>
      </w:r>
      <w:r w:rsidRPr="001D55AF">
        <w:rPr>
          <w:sz w:val="28"/>
          <w:szCs w:val="28"/>
        </w:rPr>
        <w:t xml:space="preserve"> </w:t>
      </w:r>
      <w:r w:rsidRPr="001D55AF">
        <w:rPr>
          <w:rStyle w:val="1"/>
          <w:color w:val="000000"/>
          <w:sz w:val="28"/>
          <w:szCs w:val="28"/>
        </w:rPr>
        <w:t xml:space="preserve">официальном сайте </w:t>
      </w:r>
      <w:r w:rsidRPr="001D55A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FC05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D55AF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38349AE3" w14:textId="0D535338" w:rsidR="00B47480" w:rsidRDefault="00B47480" w:rsidP="00B4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 w:rsidRPr="008048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</w:t>
      </w:r>
      <w:r w:rsidRPr="006E582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FC05E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6E582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на исполняющего обязанности первого вице-мэра муниципального образования «Городской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округ Ногликский» Водолагу О.В.</w:t>
      </w:r>
    </w:p>
    <w:p w14:paraId="5526C404" w14:textId="77777777" w:rsidR="00B47480" w:rsidRPr="004264E5" w:rsidRDefault="00B47480" w:rsidP="00B474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14:paraId="715A3346" w14:textId="77777777" w:rsidR="00FC05E0" w:rsidRDefault="00FC05E0" w:rsidP="00B474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2EC94" w14:textId="3A7D3B56" w:rsidR="00FC05E0" w:rsidRDefault="00FC05E0" w:rsidP="00B474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B47480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B47480">
        <w:rPr>
          <w:rFonts w:ascii="Times New Roman" w:hAnsi="Times New Roman"/>
          <w:sz w:val="28"/>
          <w:szCs w:val="28"/>
        </w:rPr>
        <w:t xml:space="preserve"> </w:t>
      </w:r>
    </w:p>
    <w:p w14:paraId="4B3AA738" w14:textId="38BF92E3" w:rsidR="00B47480" w:rsidRDefault="00B47480" w:rsidP="00B474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5C571D6" w14:textId="03F079DA" w:rsidR="008629FA" w:rsidRPr="008629FA" w:rsidRDefault="00B47480" w:rsidP="00FC05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FC05E0">
        <w:rPr>
          <w:rFonts w:ascii="Times New Roman" w:hAnsi="Times New Roman"/>
          <w:sz w:val="28"/>
          <w:szCs w:val="28"/>
        </w:rPr>
        <w:t>кой округ Ногликский»</w:t>
      </w:r>
      <w:r w:rsidR="00FC05E0">
        <w:rPr>
          <w:rFonts w:ascii="Times New Roman" w:hAnsi="Times New Roman"/>
          <w:sz w:val="28"/>
          <w:szCs w:val="28"/>
        </w:rPr>
        <w:tab/>
      </w:r>
      <w:r w:rsidR="00FC05E0">
        <w:rPr>
          <w:rFonts w:ascii="Times New Roman" w:hAnsi="Times New Roman"/>
          <w:sz w:val="28"/>
          <w:szCs w:val="28"/>
        </w:rPr>
        <w:tab/>
      </w:r>
      <w:r w:rsidR="00FC05E0">
        <w:rPr>
          <w:rFonts w:ascii="Times New Roman" w:hAnsi="Times New Roman"/>
          <w:sz w:val="28"/>
          <w:szCs w:val="28"/>
        </w:rPr>
        <w:tab/>
      </w:r>
      <w:r w:rsidR="00FC05E0">
        <w:rPr>
          <w:rFonts w:ascii="Times New Roman" w:hAnsi="Times New Roman"/>
          <w:sz w:val="28"/>
          <w:szCs w:val="28"/>
        </w:rPr>
        <w:tab/>
      </w:r>
      <w:r w:rsidR="00FC05E0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FC05E0">
        <w:rPr>
          <w:rFonts w:ascii="Times New Roman" w:hAnsi="Times New Roman"/>
          <w:sz w:val="28"/>
          <w:szCs w:val="28"/>
        </w:rPr>
        <w:t>О.В. Водолага</w:t>
      </w:r>
    </w:p>
    <w:sectPr w:rsidR="008629FA" w:rsidRPr="008629FA" w:rsidSect="00FC05E0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571D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5C571D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571DD" w14:textId="7DC2EFF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571D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5C571D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A1E48"/>
    <w:rsid w:val="00520CBF"/>
    <w:rsid w:val="008629FA"/>
    <w:rsid w:val="00987DB5"/>
    <w:rsid w:val="00AC72C8"/>
    <w:rsid w:val="00B10ED9"/>
    <w:rsid w:val="00B25688"/>
    <w:rsid w:val="00B47480"/>
    <w:rsid w:val="00C02849"/>
    <w:rsid w:val="00D12794"/>
    <w:rsid w:val="00D67BD8"/>
    <w:rsid w:val="00D95304"/>
    <w:rsid w:val="00DF7897"/>
    <w:rsid w:val="00E37B8A"/>
    <w:rsid w:val="00E609BC"/>
    <w:rsid w:val="00EA49C1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71B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B474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">
    <w:name w:val="Основной текст Знак1"/>
    <w:basedOn w:val="a0"/>
    <w:link w:val="a8"/>
    <w:uiPriority w:val="99"/>
    <w:rsid w:val="00B47480"/>
    <w:rPr>
      <w:rFonts w:ascii="Times New Roman" w:hAnsi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B47480"/>
    <w:pPr>
      <w:widowControl w:val="0"/>
      <w:shd w:val="clear" w:color="auto" w:fill="FFFFFF"/>
      <w:spacing w:after="0" w:line="240" w:lineRule="atLeast"/>
      <w:ind w:hanging="160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B474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C79D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C79D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C79D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2023-06-02T05:41:00Z</dcterms:modified>
</cp:coreProperties>
</file>