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8272A4" w14:textId="77777777" w:rsidTr="00987DB5">
        <w:tc>
          <w:tcPr>
            <w:tcW w:w="9498" w:type="dxa"/>
          </w:tcPr>
          <w:p w14:paraId="0D8272A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8272BB" wp14:editId="0D8272B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8272A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8272A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D8272A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8272A5" w14:textId="2E5A798F" w:rsidR="0033636C" w:rsidRPr="0024206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4206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E6BB0">
            <w:rPr>
              <w:rFonts w:ascii="Times New Roman" w:hAnsi="Times New Roman"/>
              <w:sz w:val="28"/>
              <w:szCs w:val="28"/>
            </w:rPr>
            <w:t>14 июля 2022 года</w:t>
          </w:r>
        </w:sdtContent>
      </w:sdt>
      <w:r w:rsidRPr="0024206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E6BB0" w:rsidRPr="003E6BB0">
            <w:rPr>
              <w:rFonts w:ascii="Times New Roman" w:hAnsi="Times New Roman"/>
              <w:sz w:val="28"/>
              <w:szCs w:val="28"/>
            </w:rPr>
            <w:t>357</w:t>
          </w:r>
        </w:sdtContent>
      </w:sdt>
    </w:p>
    <w:p w14:paraId="0D8272A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B0A9EF8" w14:textId="7E6E9E9F" w:rsidR="00463842" w:rsidRPr="00463842" w:rsidRDefault="00DD788F" w:rsidP="002420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73690054"/>
      <w:r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463842" w:rsidRPr="00463842">
        <w:rPr>
          <w:rFonts w:ascii="Times New Roman" w:hAnsi="Times New Roman"/>
          <w:b/>
          <w:bCs/>
          <w:sz w:val="28"/>
          <w:szCs w:val="28"/>
        </w:rPr>
        <w:t>Положени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="00463842" w:rsidRPr="00463842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0"/>
      <w:r w:rsidR="00463842" w:rsidRPr="00463842">
        <w:rPr>
          <w:rFonts w:ascii="Times New Roman" w:hAnsi="Times New Roman"/>
          <w:b/>
          <w:bCs/>
          <w:sz w:val="28"/>
          <w:szCs w:val="28"/>
        </w:rPr>
        <w:t xml:space="preserve">о порядке определения объема </w:t>
      </w:r>
      <w:r w:rsidR="00242066">
        <w:rPr>
          <w:rFonts w:ascii="Times New Roman" w:hAnsi="Times New Roman"/>
          <w:b/>
          <w:bCs/>
          <w:sz w:val="28"/>
          <w:szCs w:val="28"/>
        </w:rPr>
        <w:br/>
      </w:r>
      <w:r w:rsidR="00463842" w:rsidRPr="00463842">
        <w:rPr>
          <w:rFonts w:ascii="Times New Roman" w:hAnsi="Times New Roman"/>
          <w:b/>
          <w:bCs/>
          <w:sz w:val="28"/>
          <w:szCs w:val="28"/>
        </w:rPr>
        <w:t xml:space="preserve">и предоставления субсидий некоммерческим организациям, </w:t>
      </w:r>
      <w:r w:rsidR="00242066">
        <w:rPr>
          <w:rFonts w:ascii="Times New Roman" w:hAnsi="Times New Roman"/>
          <w:b/>
          <w:bCs/>
          <w:sz w:val="28"/>
          <w:szCs w:val="28"/>
        </w:rPr>
        <w:br/>
      </w:r>
      <w:r w:rsidR="00463842" w:rsidRPr="00463842">
        <w:rPr>
          <w:rFonts w:ascii="Times New Roman" w:hAnsi="Times New Roman"/>
          <w:b/>
          <w:bCs/>
          <w:sz w:val="28"/>
          <w:szCs w:val="28"/>
        </w:rPr>
        <w:t xml:space="preserve">не являющимся государственными (муниципальными) учреждениями, осуществляющим развитие игровых видов спорта, </w:t>
      </w:r>
      <w:r w:rsidR="00242066">
        <w:rPr>
          <w:rFonts w:ascii="Times New Roman" w:hAnsi="Times New Roman"/>
          <w:b/>
          <w:bCs/>
          <w:sz w:val="28"/>
          <w:szCs w:val="28"/>
        </w:rPr>
        <w:br/>
      </w:r>
      <w:r w:rsidR="00B61C8A" w:rsidRPr="0040312E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финансовое обеспечение</w:t>
      </w:r>
      <w:r w:rsidR="00463842" w:rsidRPr="0040312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463842" w:rsidRPr="00463842">
        <w:rPr>
          <w:rFonts w:ascii="Times New Roman" w:hAnsi="Times New Roman"/>
          <w:b/>
          <w:bCs/>
          <w:sz w:val="28"/>
          <w:szCs w:val="28"/>
        </w:rPr>
        <w:t xml:space="preserve">затрат, связанных с развитием </w:t>
      </w:r>
      <w:r w:rsidR="00242066">
        <w:rPr>
          <w:rFonts w:ascii="Times New Roman" w:hAnsi="Times New Roman"/>
          <w:b/>
          <w:bCs/>
          <w:sz w:val="28"/>
          <w:szCs w:val="28"/>
        </w:rPr>
        <w:br/>
      </w:r>
      <w:r w:rsidR="00463842" w:rsidRPr="00463842">
        <w:rPr>
          <w:rFonts w:ascii="Times New Roman" w:hAnsi="Times New Roman"/>
          <w:b/>
          <w:bCs/>
          <w:sz w:val="28"/>
          <w:szCs w:val="28"/>
        </w:rPr>
        <w:t xml:space="preserve">игровых видов спорта в муниципальном образовании </w:t>
      </w:r>
      <w:r w:rsidR="00242066">
        <w:rPr>
          <w:rFonts w:ascii="Times New Roman" w:hAnsi="Times New Roman"/>
          <w:b/>
          <w:bCs/>
          <w:sz w:val="28"/>
          <w:szCs w:val="28"/>
        </w:rPr>
        <w:br/>
      </w:r>
      <w:r w:rsidR="00463842" w:rsidRPr="00463842">
        <w:rPr>
          <w:rFonts w:ascii="Times New Roman" w:hAnsi="Times New Roman"/>
          <w:b/>
          <w:bCs/>
          <w:sz w:val="28"/>
          <w:szCs w:val="28"/>
        </w:rPr>
        <w:t>«Городской округ Ногликский»</w:t>
      </w:r>
    </w:p>
    <w:p w14:paraId="0D8272A8" w14:textId="118185A9" w:rsidR="00185FEC" w:rsidRDefault="00185FEC" w:rsidP="002420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6EB981" w14:textId="32AF7779" w:rsidR="00347CF0" w:rsidRPr="00E5734D" w:rsidRDefault="00347CF0" w:rsidP="0024206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 w:rsidR="00C45EC5"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 с Федеральным законом от 06.10.2003 № 131-ФЗ </w:t>
      </w:r>
      <w:r w:rsidR="0024206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45EC5"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0F396D"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45EC5"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>ст. 78.1 Бюджетного кодекса Российской Федерации, постановлением Правительства Р</w:t>
      </w:r>
      <w:r w:rsidR="00E5734D" w:rsidRPr="00E5734D">
        <w:rPr>
          <w:rFonts w:ascii="Times New Roman" w:eastAsia="Times New Roman" w:hAnsi="Times New Roman"/>
          <w:sz w:val="28"/>
          <w:szCs w:val="28"/>
          <w:lang w:eastAsia="ru-RU"/>
        </w:rPr>
        <w:t>оссийской Федерации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 от 18.09.2020 </w:t>
      </w:r>
      <w:r w:rsidR="0024206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 1492 </w:t>
      </w:r>
      <w:r w:rsidR="0024206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2420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5734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6428EA9" w14:textId="55B398A4" w:rsidR="00060997" w:rsidRDefault="00060997" w:rsidP="002420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734D">
        <w:rPr>
          <w:rFonts w:ascii="Times New Roman" w:eastAsia="Times New Roman" w:hAnsi="Times New Roman"/>
          <w:sz w:val="28"/>
          <w:szCs w:val="28"/>
        </w:rPr>
        <w:t xml:space="preserve">1. Утвердить Положение о порядке определения объема </w:t>
      </w:r>
      <w:r w:rsidR="00242066">
        <w:rPr>
          <w:rFonts w:ascii="Times New Roman" w:eastAsia="Times New Roman" w:hAnsi="Times New Roman"/>
          <w:sz w:val="28"/>
          <w:szCs w:val="28"/>
        </w:rPr>
        <w:br/>
      </w:r>
      <w:r w:rsidRPr="00E5734D">
        <w:rPr>
          <w:rFonts w:ascii="Times New Roman" w:eastAsia="Times New Roman" w:hAnsi="Times New Roman"/>
          <w:sz w:val="28"/>
          <w:szCs w:val="28"/>
        </w:rPr>
        <w:t xml:space="preserve">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</w:t>
      </w:r>
      <w:r w:rsidRPr="0040312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 </w:t>
      </w:r>
      <w:r w:rsidR="00C202A0" w:rsidRPr="0040312E">
        <w:rPr>
          <w:rFonts w:ascii="Times New Roman" w:eastAsia="Times New Roman" w:hAnsi="Times New Roman"/>
          <w:color w:val="000000" w:themeColor="text1"/>
          <w:sz w:val="28"/>
          <w:szCs w:val="28"/>
        </w:rPr>
        <w:t>финансовое обеспечение</w:t>
      </w:r>
      <w:r w:rsidRPr="0040312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E5734D">
        <w:rPr>
          <w:rFonts w:ascii="Times New Roman" w:eastAsia="Times New Roman" w:hAnsi="Times New Roman"/>
          <w:sz w:val="28"/>
          <w:szCs w:val="28"/>
        </w:rPr>
        <w:t>затрат, связанных с развитием игровых видов спорта в муниципальном образовании «Городской округ Ногликский» (</w:t>
      </w:r>
      <w:r w:rsidR="00242066">
        <w:rPr>
          <w:rFonts w:ascii="Times New Roman" w:eastAsia="Times New Roman" w:hAnsi="Times New Roman"/>
          <w:sz w:val="28"/>
          <w:szCs w:val="28"/>
        </w:rPr>
        <w:t>п</w:t>
      </w:r>
      <w:r w:rsidR="00DE3DF5">
        <w:rPr>
          <w:rFonts w:ascii="Times New Roman" w:eastAsia="Times New Roman" w:hAnsi="Times New Roman"/>
          <w:sz w:val="28"/>
          <w:szCs w:val="28"/>
        </w:rPr>
        <w:t>риложение 1).</w:t>
      </w:r>
    </w:p>
    <w:p w14:paraId="2791EB27" w14:textId="7EF445DB" w:rsidR="00DE3DF5" w:rsidRPr="00873407" w:rsidRDefault="00145017" w:rsidP="002420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 w:rsidR="00242066">
        <w:rPr>
          <w:rFonts w:ascii="Times New Roman" w:eastAsia="Times New Roman" w:hAnsi="Times New Roman"/>
          <w:sz w:val="28"/>
          <w:szCs w:val="28"/>
        </w:rPr>
        <w:t xml:space="preserve"> </w:t>
      </w:r>
      <w:r w:rsidR="00DE3DF5" w:rsidRPr="00DE3DF5">
        <w:rPr>
          <w:rFonts w:ascii="Times New Roman" w:eastAsia="Times New Roman" w:hAnsi="Times New Roman"/>
          <w:sz w:val="28"/>
          <w:szCs w:val="28"/>
        </w:rPr>
        <w:t xml:space="preserve">Утвердить состав </w:t>
      </w:r>
      <w:r w:rsidR="00DE3DF5" w:rsidRPr="00DE3DF5">
        <w:rPr>
          <w:rFonts w:ascii="Times New Roman" w:hAnsi="Times New Roman"/>
          <w:sz w:val="28"/>
          <w:szCs w:val="28"/>
        </w:rPr>
        <w:t xml:space="preserve">Совета по предоставлению субсидий некоммерческим организациям, не являющимся государственными </w:t>
      </w:r>
      <w:r w:rsidR="00DE3DF5" w:rsidRPr="00DE3DF5">
        <w:rPr>
          <w:rFonts w:ascii="Times New Roman" w:hAnsi="Times New Roman"/>
          <w:sz w:val="28"/>
          <w:szCs w:val="28"/>
        </w:rPr>
        <w:lastRenderedPageBreak/>
        <w:t xml:space="preserve">(муниципальными) учреждениями, осуществляющим развитие игровых видов спорта, </w:t>
      </w:r>
      <w:r w:rsidR="00DE3DF5" w:rsidRPr="0040312E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C202A0" w:rsidRPr="0040312E">
        <w:rPr>
          <w:rFonts w:ascii="Times New Roman" w:eastAsia="Times New Roman" w:hAnsi="Times New Roman"/>
          <w:color w:val="000000" w:themeColor="text1"/>
          <w:sz w:val="28"/>
          <w:szCs w:val="28"/>
        </w:rPr>
        <w:t>финансовое обеспечение</w:t>
      </w:r>
      <w:r w:rsidR="00DE3DF5" w:rsidRPr="004031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3DF5" w:rsidRPr="00DE3DF5">
        <w:rPr>
          <w:rFonts w:ascii="Times New Roman" w:hAnsi="Times New Roman"/>
          <w:sz w:val="28"/>
          <w:szCs w:val="28"/>
        </w:rPr>
        <w:t xml:space="preserve">затрат, связанных с развитием игровых видов спорта в муниципальном образовании «Городской округ Ногликский» </w:t>
      </w:r>
      <w:r w:rsidR="00DE3DF5" w:rsidRPr="00DE3DF5">
        <w:rPr>
          <w:rFonts w:ascii="Times New Roman" w:eastAsia="Times New Roman" w:hAnsi="Times New Roman"/>
          <w:sz w:val="28"/>
          <w:szCs w:val="28"/>
        </w:rPr>
        <w:t>(</w:t>
      </w:r>
      <w:r w:rsidR="00242066">
        <w:rPr>
          <w:rFonts w:ascii="Times New Roman" w:eastAsia="Times New Roman" w:hAnsi="Times New Roman"/>
          <w:sz w:val="28"/>
          <w:szCs w:val="28"/>
        </w:rPr>
        <w:t>приложение</w:t>
      </w:r>
      <w:r w:rsidR="00C202A0">
        <w:rPr>
          <w:rFonts w:ascii="Times New Roman" w:eastAsia="Times New Roman" w:hAnsi="Times New Roman"/>
          <w:sz w:val="28"/>
          <w:szCs w:val="28"/>
        </w:rPr>
        <w:t xml:space="preserve"> </w:t>
      </w:r>
      <w:r w:rsidR="00DE3DF5" w:rsidRPr="00DE3DF5">
        <w:rPr>
          <w:rFonts w:ascii="Times New Roman" w:eastAsia="Times New Roman" w:hAnsi="Times New Roman"/>
          <w:sz w:val="28"/>
          <w:szCs w:val="28"/>
        </w:rPr>
        <w:t>2).</w:t>
      </w:r>
    </w:p>
    <w:p w14:paraId="4FFF8731" w14:textId="6DC61E04" w:rsidR="00C12B23" w:rsidRDefault="00873407" w:rsidP="003C42C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347CF0" w:rsidRPr="00E5734D">
        <w:rPr>
          <w:rFonts w:ascii="Times New Roman" w:eastAsia="Times New Roman" w:hAnsi="Times New Roman"/>
          <w:sz w:val="28"/>
          <w:szCs w:val="28"/>
        </w:rPr>
        <w:t>.</w:t>
      </w:r>
      <w:r w:rsidR="004E2750" w:rsidRPr="00E5734D">
        <w:rPr>
          <w:rFonts w:ascii="Times New Roman" w:eastAsia="Times New Roman" w:hAnsi="Times New Roman"/>
          <w:sz w:val="28"/>
          <w:szCs w:val="28"/>
        </w:rPr>
        <w:t xml:space="preserve"> </w:t>
      </w:r>
      <w:r w:rsidR="00060997" w:rsidRPr="00E5734D">
        <w:rPr>
          <w:rFonts w:ascii="Times New Roman" w:eastAsia="Times New Roman" w:hAnsi="Times New Roman"/>
          <w:sz w:val="28"/>
          <w:szCs w:val="28"/>
        </w:rPr>
        <w:t>Считать утратившим</w:t>
      </w:r>
      <w:r w:rsidR="002B6FDC">
        <w:rPr>
          <w:rFonts w:ascii="Times New Roman" w:eastAsia="Times New Roman" w:hAnsi="Times New Roman"/>
          <w:sz w:val="28"/>
          <w:szCs w:val="28"/>
        </w:rPr>
        <w:t>и</w:t>
      </w:r>
      <w:r w:rsidR="00060997" w:rsidRPr="00E5734D">
        <w:rPr>
          <w:rFonts w:ascii="Times New Roman" w:eastAsia="Times New Roman" w:hAnsi="Times New Roman"/>
          <w:sz w:val="28"/>
          <w:szCs w:val="28"/>
        </w:rPr>
        <w:t xml:space="preserve"> силу </w:t>
      </w:r>
      <w:r w:rsidR="002B6FDC">
        <w:rPr>
          <w:rFonts w:ascii="Times New Roman" w:eastAsia="Times New Roman" w:hAnsi="Times New Roman"/>
          <w:sz w:val="28"/>
          <w:szCs w:val="28"/>
        </w:rPr>
        <w:t>постановления</w:t>
      </w:r>
      <w:r w:rsidR="00C45EC5" w:rsidRPr="00E5734D">
        <w:rPr>
          <w:rFonts w:ascii="Times New Roman" w:eastAsia="Times New Roman" w:hAnsi="Times New Roman"/>
          <w:sz w:val="28"/>
          <w:szCs w:val="28"/>
        </w:rPr>
        <w:t xml:space="preserve"> администрации муниципального образования</w:t>
      </w:r>
      <w:r w:rsidR="00C45EC5" w:rsidRPr="000F396D">
        <w:rPr>
          <w:rFonts w:ascii="Times New Roman" w:eastAsia="Times New Roman" w:hAnsi="Times New Roman"/>
          <w:sz w:val="28"/>
          <w:szCs w:val="28"/>
        </w:rPr>
        <w:t xml:space="preserve"> «Городской округ Ногликский»</w:t>
      </w:r>
      <w:r w:rsidR="00C12B23">
        <w:rPr>
          <w:rFonts w:ascii="Times New Roman" w:eastAsia="Times New Roman" w:hAnsi="Times New Roman"/>
          <w:sz w:val="28"/>
          <w:szCs w:val="28"/>
        </w:rPr>
        <w:t>:</w:t>
      </w:r>
    </w:p>
    <w:p w14:paraId="3BCF5AC9" w14:textId="44DD1522" w:rsidR="00347CF0" w:rsidRDefault="00C12B23" w:rsidP="003C42C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C45EC5" w:rsidRPr="000F396D">
        <w:rPr>
          <w:rFonts w:ascii="Times New Roman" w:eastAsia="Times New Roman" w:hAnsi="Times New Roman"/>
          <w:sz w:val="28"/>
          <w:szCs w:val="28"/>
        </w:rPr>
        <w:t xml:space="preserve"> от 08.08.2013 № 494</w:t>
      </w:r>
      <w:r w:rsidR="00347CF0" w:rsidRPr="00347CF0">
        <w:rPr>
          <w:rFonts w:ascii="Times New Roman" w:eastAsia="Times New Roman" w:hAnsi="Times New Roman"/>
          <w:sz w:val="28"/>
          <w:szCs w:val="28"/>
        </w:rPr>
        <w:t xml:space="preserve"> </w:t>
      </w:r>
      <w:r w:rsidR="00C45EC5">
        <w:rPr>
          <w:rFonts w:ascii="Times New Roman" w:eastAsia="Times New Roman" w:hAnsi="Times New Roman"/>
          <w:sz w:val="28"/>
          <w:szCs w:val="28"/>
        </w:rPr>
        <w:t>«</w:t>
      </w:r>
      <w:r w:rsidR="00C45EC5" w:rsidRPr="00347CF0">
        <w:rPr>
          <w:rFonts w:ascii="Times New Roman" w:eastAsia="Times New Roman" w:hAnsi="Times New Roman"/>
          <w:sz w:val="28"/>
          <w:szCs w:val="28"/>
        </w:rPr>
        <w:t>О поддержке некоммерческих организаций (за исключением государственных (муниципальных) учреждений), осуществляющих развитие игровых видов спорта в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3450D510" w14:textId="77777777" w:rsidR="00C12B23" w:rsidRDefault="00C12B23" w:rsidP="003C42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от 25.03.2019 № 187 «</w:t>
      </w:r>
      <w:r w:rsidRPr="00C12B23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от 08.08.2013 № 494»;</w:t>
      </w:r>
    </w:p>
    <w:p w14:paraId="7651693E" w14:textId="77777777" w:rsidR="00C50798" w:rsidRPr="00C50798" w:rsidRDefault="00C12B23" w:rsidP="003C42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30.04.2019 № 296 «</w:t>
      </w:r>
      <w:r w:rsidRPr="00C50798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="00C50798" w:rsidRPr="00C50798">
        <w:rPr>
          <w:rFonts w:ascii="Times New Roman" w:hAnsi="Times New Roman"/>
          <w:sz w:val="28"/>
          <w:szCs w:val="28"/>
        </w:rPr>
        <w:t>08.08.2013 № 494»;</w:t>
      </w:r>
    </w:p>
    <w:p w14:paraId="530FAE9A" w14:textId="1955EAD6" w:rsidR="00C50798" w:rsidRDefault="00C50798" w:rsidP="003C42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5079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13.04.2020 № 18</w:t>
      </w:r>
      <w:r w:rsidR="000B4047">
        <w:rPr>
          <w:rFonts w:ascii="Times New Roman" w:hAnsi="Times New Roman"/>
          <w:sz w:val="28"/>
          <w:szCs w:val="28"/>
        </w:rPr>
        <w:t>3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«</w:t>
      </w:r>
      <w:r w:rsidRPr="00C50798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08.08.2013 № 494»;</w:t>
      </w:r>
    </w:p>
    <w:p w14:paraId="4316E820" w14:textId="77777777" w:rsidR="00C50798" w:rsidRDefault="00C50798" w:rsidP="003C42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28.04.2021 № 233 «</w:t>
      </w:r>
      <w:r w:rsidRPr="00C50798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08.08.2013 № 494</w:t>
      </w:r>
      <w:r>
        <w:rPr>
          <w:rFonts w:ascii="Times New Roman" w:hAnsi="Times New Roman"/>
          <w:sz w:val="28"/>
          <w:szCs w:val="28"/>
        </w:rPr>
        <w:t>»;</w:t>
      </w:r>
    </w:p>
    <w:p w14:paraId="3D39DA4C" w14:textId="2DA0EEA3" w:rsidR="00FA7947" w:rsidRDefault="00C50798" w:rsidP="003C42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13.05.2022 № 235 </w:t>
      </w:r>
      <w:r w:rsidRPr="00C5079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08.08.2013 № 494»</w:t>
      </w:r>
      <w:r w:rsidR="00E5749A">
        <w:rPr>
          <w:rFonts w:ascii="Times New Roman" w:hAnsi="Times New Roman"/>
          <w:sz w:val="28"/>
          <w:szCs w:val="28"/>
        </w:rPr>
        <w:t>.</w:t>
      </w:r>
    </w:p>
    <w:p w14:paraId="3BF63C23" w14:textId="095D4761" w:rsidR="00666989" w:rsidRPr="00666989" w:rsidRDefault="00FA7947" w:rsidP="003C42C8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6989">
        <w:rPr>
          <w:rFonts w:ascii="Times New Roman" w:hAnsi="Times New Roman" w:cs="Times New Roman"/>
          <w:sz w:val="28"/>
          <w:szCs w:val="28"/>
        </w:rPr>
        <w:t xml:space="preserve">4. </w:t>
      </w:r>
      <w:r w:rsidR="00666989"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>Положени</w:t>
      </w:r>
      <w:r w:rsidR="003C42C8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66989"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78">
        <w:r w:rsidR="00666989" w:rsidRPr="00666989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абзацев 1</w:t>
        </w:r>
      </w:hyperlink>
      <w:r w:rsidR="00666989"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84">
        <w:r w:rsidR="00666989" w:rsidRPr="00666989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="00666989"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93">
        <w:r w:rsidR="00666989" w:rsidRPr="00666989">
          <w:rPr>
            <w:rFonts w:ascii="Times New Roman" w:hAnsi="Times New Roman" w:cs="Times New Roman"/>
            <w:color w:val="000000" w:themeColor="text1"/>
            <w:sz w:val="28"/>
            <w:szCs w:val="28"/>
          </w:rPr>
          <w:t>14 пункта 2.4</w:t>
        </w:r>
      </w:hyperlink>
      <w:r w:rsidR="00666989"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149">
        <w:r w:rsidR="00666989" w:rsidRPr="00666989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абзаца 1 пункта 2.16 раздела 2</w:t>
        </w:r>
      </w:hyperlink>
      <w:r w:rsidR="00666989"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в части размещения информации на едином портале бюджетной системы Российской Федерации в информационно-телекоммуникационной сети </w:t>
      </w:r>
      <w:r w:rsidR="003C42C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66989"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 w:rsidR="003C42C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66989"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государственной интегрированной информационной системе управления общественными финансами </w:t>
      </w:r>
      <w:r w:rsidR="0024206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66989"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бюджет</w:t>
      </w:r>
      <w:r w:rsidR="0024206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66989"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применяются начиная с </w:t>
      </w:r>
      <w:r w:rsidR="00242066">
        <w:rPr>
          <w:rFonts w:ascii="Times New Roman" w:hAnsi="Times New Roman" w:cs="Times New Roman"/>
          <w:color w:val="000000" w:themeColor="text1"/>
          <w:sz w:val="28"/>
          <w:szCs w:val="28"/>
        </w:rPr>
        <w:t>01.01.</w:t>
      </w:r>
      <w:r w:rsidR="00666989"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>2025 года.</w:t>
      </w:r>
    </w:p>
    <w:p w14:paraId="706DE60D" w14:textId="38CC638E" w:rsidR="00666989" w:rsidRPr="00666989" w:rsidRDefault="00666989" w:rsidP="003C42C8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27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Pr="00666989">
        <w:rPr>
          <w:rFonts w:ascii="Times New Roman" w:hAnsi="Times New Roman" w:cs="Times New Roman"/>
          <w:sz w:val="28"/>
          <w:szCs w:val="28"/>
        </w:rPr>
        <w:t xml:space="preserve">. </w:t>
      </w:r>
      <w:r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>Положени</w:t>
      </w:r>
      <w:r w:rsidR="003C42C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208">
        <w:r w:rsidRPr="0066698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5.7 раздела 5</w:t>
        </w:r>
      </w:hyperlink>
      <w:r w:rsidR="003C42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применяе</w:t>
      </w:r>
      <w:r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начиная </w:t>
      </w:r>
      <w:r w:rsidR="003C42C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3C42C8">
        <w:rPr>
          <w:rFonts w:ascii="Times New Roman" w:hAnsi="Times New Roman" w:cs="Times New Roman"/>
          <w:color w:val="000000" w:themeColor="text1"/>
          <w:sz w:val="28"/>
          <w:szCs w:val="28"/>
        </w:rPr>
        <w:t>01.01.</w:t>
      </w:r>
      <w:r w:rsidRPr="00666989">
        <w:rPr>
          <w:rFonts w:ascii="Times New Roman" w:hAnsi="Times New Roman" w:cs="Times New Roman"/>
          <w:color w:val="000000" w:themeColor="text1"/>
          <w:sz w:val="28"/>
          <w:szCs w:val="28"/>
        </w:rPr>
        <w:t>2023 года.</w:t>
      </w:r>
    </w:p>
    <w:p w14:paraId="615621DD" w14:textId="772556E8" w:rsidR="00FF5B55" w:rsidRPr="00F370DB" w:rsidRDefault="00593801" w:rsidP="003C42C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989">
        <w:rPr>
          <w:rFonts w:ascii="Times New Roman" w:eastAsia="Times New Roman" w:hAnsi="Times New Roman"/>
          <w:color w:val="000000" w:themeColor="text1"/>
          <w:sz w:val="28"/>
          <w:szCs w:val="28"/>
        </w:rPr>
        <w:t>6</w:t>
      </w:r>
      <w:r w:rsidR="00347CF0" w:rsidRPr="0066698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</w:t>
      </w:r>
      <w:r w:rsidR="00FF5B55" w:rsidRPr="006669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Опубликовать настоящее </w:t>
      </w:r>
      <w:r w:rsidR="00FF5B55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 газете «Знамя труда» </w:t>
      </w:r>
      <w:r w:rsidR="0024206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F5B55" w:rsidRPr="00F370DB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</w:t>
      </w:r>
      <w:r w:rsidR="00FF5B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5B55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информационно-телекоммуникационной</w:t>
      </w:r>
      <w:r w:rsidR="00FF5B55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  <w:r w:rsidR="00FF5B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5B55" w:rsidRPr="00F370DB">
        <w:rPr>
          <w:rFonts w:ascii="Times New Roman" w:eastAsia="Times New Roman" w:hAnsi="Times New Roman"/>
          <w:sz w:val="28"/>
          <w:szCs w:val="28"/>
          <w:lang w:eastAsia="ru-RU"/>
        </w:rPr>
        <w:t>Действие настоя</w:t>
      </w:r>
      <w:r w:rsidR="00FF5B55">
        <w:rPr>
          <w:rFonts w:ascii="Times New Roman" w:eastAsia="Times New Roman" w:hAnsi="Times New Roman"/>
          <w:sz w:val="28"/>
          <w:szCs w:val="28"/>
          <w:lang w:eastAsia="ru-RU"/>
        </w:rPr>
        <w:t>щего постановления вступает в силу со дня опубликования и распространяе</w:t>
      </w:r>
      <w:r w:rsidR="00FF5B55" w:rsidRPr="00F370DB">
        <w:rPr>
          <w:rFonts w:ascii="Times New Roman" w:eastAsia="Times New Roman" w:hAnsi="Times New Roman"/>
          <w:sz w:val="28"/>
          <w:szCs w:val="28"/>
          <w:lang w:eastAsia="ru-RU"/>
        </w:rPr>
        <w:t>тся на правоотношения</w:t>
      </w:r>
      <w:r w:rsidR="00FF5B55">
        <w:rPr>
          <w:rFonts w:ascii="Times New Roman" w:eastAsia="Times New Roman" w:hAnsi="Times New Roman"/>
          <w:sz w:val="28"/>
          <w:szCs w:val="28"/>
          <w:lang w:eastAsia="ru-RU"/>
        </w:rPr>
        <w:t>, возникшие</w:t>
      </w:r>
      <w:r w:rsidR="00FF5B55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995400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FF5B55" w:rsidRPr="00F370D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99540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F5B55" w:rsidRPr="00F370DB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FF5B55">
        <w:rPr>
          <w:rFonts w:ascii="Times New Roman" w:eastAsia="Times New Roman" w:hAnsi="Times New Roman"/>
          <w:sz w:val="28"/>
          <w:szCs w:val="28"/>
          <w:lang w:eastAsia="ru-RU"/>
        </w:rPr>
        <w:t>2 года</w:t>
      </w:r>
      <w:r w:rsidR="00FF5B55" w:rsidRPr="00F370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8B55B5A" w14:textId="405E0C21" w:rsidR="00347CF0" w:rsidRDefault="00347CF0" w:rsidP="003C42C8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8E86CD4" w14:textId="77777777" w:rsidR="00463842" w:rsidRPr="00347CF0" w:rsidRDefault="00463842" w:rsidP="00347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A6258C7" w14:textId="77777777" w:rsidR="00347CF0" w:rsidRPr="00347CF0" w:rsidRDefault="00347CF0" w:rsidP="00347C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CF0">
        <w:rPr>
          <w:rFonts w:ascii="Times New Roman" w:eastAsia="Times New Roman" w:hAnsi="Times New Roman"/>
          <w:sz w:val="28"/>
          <w:szCs w:val="28"/>
          <w:lang w:eastAsia="ru-RU"/>
        </w:rPr>
        <w:t xml:space="preserve">Мэр муниципального образования </w:t>
      </w:r>
    </w:p>
    <w:p w14:paraId="09F4B273" w14:textId="7A458F15" w:rsidR="00347CF0" w:rsidRPr="00347CF0" w:rsidRDefault="00347CF0" w:rsidP="00347C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CF0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Pr="00347C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47C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47C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47C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47CF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6081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347CF0">
        <w:rPr>
          <w:rFonts w:ascii="Times New Roman" w:eastAsia="Times New Roman" w:hAnsi="Times New Roman"/>
          <w:sz w:val="28"/>
          <w:szCs w:val="28"/>
          <w:lang w:eastAsia="ru-RU"/>
        </w:rPr>
        <w:t>С.В.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7CF0">
        <w:rPr>
          <w:rFonts w:ascii="Times New Roman" w:eastAsia="Times New Roman" w:hAnsi="Times New Roman"/>
          <w:sz w:val="28"/>
          <w:szCs w:val="28"/>
          <w:lang w:eastAsia="ru-RU"/>
        </w:rPr>
        <w:t>Камелин</w:t>
      </w:r>
    </w:p>
    <w:sectPr w:rsidR="00347CF0" w:rsidRPr="00347CF0" w:rsidSect="0024206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C2CF7" w14:textId="77777777" w:rsidR="00705074" w:rsidRDefault="00705074" w:rsidP="0033636C">
      <w:pPr>
        <w:spacing w:after="0" w:line="240" w:lineRule="auto"/>
      </w:pPr>
      <w:r>
        <w:separator/>
      </w:r>
    </w:p>
  </w:endnote>
  <w:endnote w:type="continuationSeparator" w:id="0">
    <w:p w14:paraId="083AA07D" w14:textId="77777777" w:rsidR="00705074" w:rsidRDefault="0070507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069BC" w14:textId="77777777" w:rsidR="00705074" w:rsidRDefault="00705074" w:rsidP="0033636C">
      <w:pPr>
        <w:spacing w:after="0" w:line="240" w:lineRule="auto"/>
      </w:pPr>
      <w:r>
        <w:separator/>
      </w:r>
    </w:p>
  </w:footnote>
  <w:footnote w:type="continuationSeparator" w:id="0">
    <w:p w14:paraId="33D4EFB4" w14:textId="77777777" w:rsidR="00705074" w:rsidRDefault="00705074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2465898"/>
      <w:docPartObj>
        <w:docPartGallery w:val="Page Numbers (Top of Page)"/>
        <w:docPartUnique/>
      </w:docPartObj>
    </w:sdtPr>
    <w:sdtEndPr/>
    <w:sdtContent>
      <w:p w14:paraId="0C9F2F70" w14:textId="57839189" w:rsidR="00242066" w:rsidRDefault="002420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047">
          <w:rPr>
            <w:noProof/>
          </w:rPr>
          <w:t>2</w:t>
        </w:r>
        <w:r>
          <w:fldChar w:fldCharType="end"/>
        </w:r>
      </w:p>
    </w:sdtContent>
  </w:sdt>
  <w:p w14:paraId="304E4C02" w14:textId="77777777" w:rsidR="00242066" w:rsidRDefault="002420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17EB1"/>
    <w:multiLevelType w:val="multilevel"/>
    <w:tmpl w:val="56D0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0997"/>
    <w:rsid w:val="000B4047"/>
    <w:rsid w:val="000F396D"/>
    <w:rsid w:val="00114E73"/>
    <w:rsid w:val="00145017"/>
    <w:rsid w:val="00185FEC"/>
    <w:rsid w:val="001E1F9F"/>
    <w:rsid w:val="002003DC"/>
    <w:rsid w:val="00242066"/>
    <w:rsid w:val="002B6FDC"/>
    <w:rsid w:val="00312880"/>
    <w:rsid w:val="0033636C"/>
    <w:rsid w:val="00347CF0"/>
    <w:rsid w:val="003C42C8"/>
    <w:rsid w:val="003E4257"/>
    <w:rsid w:val="003E6BB0"/>
    <w:rsid w:val="0040312E"/>
    <w:rsid w:val="00430ACA"/>
    <w:rsid w:val="00463842"/>
    <w:rsid w:val="004B2AFE"/>
    <w:rsid w:val="004E2750"/>
    <w:rsid w:val="00511889"/>
    <w:rsid w:val="00520CBF"/>
    <w:rsid w:val="00593801"/>
    <w:rsid w:val="00666989"/>
    <w:rsid w:val="00705074"/>
    <w:rsid w:val="00733EC3"/>
    <w:rsid w:val="0076081C"/>
    <w:rsid w:val="008629FA"/>
    <w:rsid w:val="00873407"/>
    <w:rsid w:val="00894CF8"/>
    <w:rsid w:val="008A5357"/>
    <w:rsid w:val="00987DB5"/>
    <w:rsid w:val="00995400"/>
    <w:rsid w:val="009A1728"/>
    <w:rsid w:val="00A12CB2"/>
    <w:rsid w:val="00A445DB"/>
    <w:rsid w:val="00AC72C8"/>
    <w:rsid w:val="00B10ED9"/>
    <w:rsid w:val="00B25688"/>
    <w:rsid w:val="00B61C8A"/>
    <w:rsid w:val="00C02849"/>
    <w:rsid w:val="00C12B23"/>
    <w:rsid w:val="00C202A0"/>
    <w:rsid w:val="00C45EC5"/>
    <w:rsid w:val="00C50798"/>
    <w:rsid w:val="00D12794"/>
    <w:rsid w:val="00D67BD8"/>
    <w:rsid w:val="00D840FD"/>
    <w:rsid w:val="00DD788F"/>
    <w:rsid w:val="00DE3DF5"/>
    <w:rsid w:val="00DF7897"/>
    <w:rsid w:val="00E37B8A"/>
    <w:rsid w:val="00E5734D"/>
    <w:rsid w:val="00E5749A"/>
    <w:rsid w:val="00E609BC"/>
    <w:rsid w:val="00FA7947"/>
    <w:rsid w:val="00FF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72A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14E73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33EC3"/>
    <w:rPr>
      <w:color w:val="0563C1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14501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501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5017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501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5017"/>
    <w:rPr>
      <w:b/>
      <w:bCs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145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5017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FA7947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042D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042D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A3EEC"/>
    <w:rsid w:val="009042D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3BE70-8F45-482E-9498-133AB9C8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228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36</cp:revision>
  <cp:lastPrinted>2022-06-09T05:00:00Z</cp:lastPrinted>
  <dcterms:created xsi:type="dcterms:W3CDTF">2020-04-07T04:52:00Z</dcterms:created>
  <dcterms:modified xsi:type="dcterms:W3CDTF">2022-07-18T01:19:00Z</dcterms:modified>
</cp:coreProperties>
</file>