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375408" w14:paraId="36C2BBB6" w14:textId="77777777" w:rsidTr="00987DB5">
        <w:tc>
          <w:tcPr>
            <w:tcW w:w="9498" w:type="dxa"/>
          </w:tcPr>
          <w:p w14:paraId="36C2BBB2" w14:textId="77777777" w:rsidR="00053BD0" w:rsidRPr="00375408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408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C2BBDD" wp14:editId="36C2BBD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C2BBB3" w14:textId="0A9724BB" w:rsidR="00053BD0" w:rsidRPr="00375408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7540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C2BBB4" w14:textId="38C46939" w:rsidR="00053BD0" w:rsidRDefault="00742308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20590F6" w14:textId="3632FB5A" w:rsidR="00742308" w:rsidRPr="00375408" w:rsidRDefault="00742308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6C2BBB5" w14:textId="77777777" w:rsidR="00053BD0" w:rsidRPr="00375408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375408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C2BBB7" w14:textId="6FECE430" w:rsidR="0033636C" w:rsidRPr="002171E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71E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70AD4">
            <w:rPr>
              <w:rFonts w:ascii="Times New Roman" w:hAnsi="Times New Roman"/>
              <w:sz w:val="28"/>
              <w:szCs w:val="28"/>
            </w:rPr>
            <w:t>30 мая 2025 года</w:t>
          </w:r>
        </w:sdtContent>
      </w:sdt>
      <w:r w:rsidRPr="002171E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70AD4">
            <w:rPr>
              <w:rFonts w:ascii="Times New Roman" w:hAnsi="Times New Roman"/>
              <w:sz w:val="28"/>
              <w:szCs w:val="28"/>
            </w:rPr>
            <w:t>357</w:t>
          </w:r>
          <w:r w:rsidR="00742308">
            <w:rPr>
              <w:rFonts w:ascii="Times New Roman" w:hAnsi="Times New Roman"/>
              <w:sz w:val="28"/>
              <w:szCs w:val="28"/>
            </w:rPr>
            <w:t xml:space="preserve"> </w:t>
          </w:r>
          <w:bookmarkStart w:id="0" w:name="_GoBack"/>
          <w:bookmarkEnd w:id="0"/>
        </w:sdtContent>
      </w:sdt>
    </w:p>
    <w:p w14:paraId="36C2BBB8" w14:textId="77777777" w:rsidR="0033636C" w:rsidRPr="00375408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75408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375408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F4F6CFC" w14:textId="77777777" w:rsidR="00E72B6E" w:rsidRDefault="0033636C" w:rsidP="002546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1" w:name="_Hlk169745477"/>
      <w:r w:rsidRPr="00375408">
        <w:rPr>
          <w:rFonts w:ascii="Times New Roman" w:hAnsi="Times New Roman"/>
          <w:b/>
          <w:sz w:val="28"/>
          <w:szCs w:val="28"/>
        </w:rPr>
        <w:t xml:space="preserve">О подготовке основных систем жизнеобеспечения </w:t>
      </w:r>
    </w:p>
    <w:p w14:paraId="36C2BBB9" w14:textId="20B7B101" w:rsidR="00185FEC" w:rsidRDefault="0033636C" w:rsidP="00E72B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75408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742308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 Сахалинской области </w:t>
      </w:r>
      <w:r w:rsidR="00C02179" w:rsidRPr="00375408">
        <w:rPr>
          <w:rFonts w:ascii="Times New Roman" w:hAnsi="Times New Roman"/>
          <w:b/>
          <w:sz w:val="28"/>
          <w:szCs w:val="28"/>
        </w:rPr>
        <w:t xml:space="preserve">к </w:t>
      </w:r>
      <w:r w:rsidR="00742308">
        <w:rPr>
          <w:rFonts w:ascii="Times New Roman" w:hAnsi="Times New Roman"/>
          <w:b/>
          <w:sz w:val="28"/>
          <w:szCs w:val="28"/>
        </w:rPr>
        <w:t>осенне-зимнему периоду 2025/2026</w:t>
      </w:r>
      <w:r w:rsidRPr="00375408">
        <w:rPr>
          <w:rFonts w:ascii="Times New Roman" w:hAnsi="Times New Roman"/>
          <w:b/>
          <w:sz w:val="28"/>
          <w:szCs w:val="28"/>
        </w:rPr>
        <w:t xml:space="preserve"> года</w:t>
      </w:r>
      <w:bookmarkEnd w:id="1"/>
    </w:p>
    <w:p w14:paraId="5B76D5AB" w14:textId="77777777" w:rsidR="002546D7" w:rsidRPr="00375408" w:rsidRDefault="002546D7" w:rsidP="002546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6C2BBBA" w14:textId="11943DBA" w:rsidR="00C05774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</w:t>
      </w:r>
      <w:r w:rsidR="001365A2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своевременной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подготовки объектов жизнеобеспечения, жилищного фонда и социально-культурной сферы к ра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боте в осенне-зимний период 2025/2026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года, устойчивого и безаварийного прохождения отопительного периода, </w:t>
      </w:r>
      <w:r w:rsidR="001365A2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приказ</w:t>
      </w:r>
      <w:r w:rsidR="001365A2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 энергетики Российской Федерации от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13.11.2024 № 2234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Правил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обеспечения готовности к отопительному периоду и Порядка проведения оценки обеспечения готовности к отопительному периоду»,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="00B74A6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распоряжением Правительства Сахалинской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от 19.05.2025 № 337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-р </w:t>
      </w:r>
      <w:r w:rsidR="00E72B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B74A6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 подготовке основных систем жизнеобеспечения Сахалинской облас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 </w:t>
      </w:r>
      <w:r w:rsidR="00E72B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осенне-зимнему периоду 2025/26</w:t>
      </w:r>
      <w:r w:rsidR="00B74A6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года»</w:t>
      </w:r>
      <w:r w:rsid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 36 Устава муниципального образования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области,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администрация муниципального образования</w:t>
      </w:r>
      <w:r w:rsidR="007423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14:paraId="36C2BBBB" w14:textId="79D12604" w:rsidR="00C05774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Создать оперативный штаб </w:t>
      </w:r>
      <w:bookmarkStart w:id="2" w:name="_Hlk169734895"/>
      <w:r w:rsidR="00A8307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4B0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="00A8307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подготовке и прохож</w:t>
      </w:r>
      <w:r w:rsidR="004B0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дению отопительного периода 2025</w:t>
      </w:r>
      <w:r w:rsidR="00A8307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4B0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 w:rsidR="00A8307A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bookmarkEnd w:id="2"/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7F943AD" w14:textId="77777777" w:rsidR="00407969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Утвердить</w:t>
      </w:r>
      <w:r w:rsidR="00407969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7B3BF0CC" w14:textId="3E5DE5C5" w:rsidR="00407969" w:rsidRPr="00375408" w:rsidRDefault="00407969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</w:t>
      </w:r>
      <w:r w:rsidR="00217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 оперативного штаба муниципального образования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подготовке и прохож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дению отопительного периода 2025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(приложение 1).</w:t>
      </w:r>
    </w:p>
    <w:p w14:paraId="36C2BBBC" w14:textId="572BBD8A" w:rsidR="00C05774" w:rsidRPr="00375408" w:rsidRDefault="00407969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</w:t>
      </w:r>
      <w:r w:rsidR="00C0577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Положение об оперативном штабе муниципального образования 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="00C0577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подготовке и прохож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дению отопительного периода 2025/2026</w:t>
      </w:r>
      <w:r w:rsidR="00C0577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0577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2).</w:t>
      </w:r>
    </w:p>
    <w:p w14:paraId="0420EBB0" w14:textId="1CEAE1CF" w:rsidR="00407969" w:rsidRPr="00375408" w:rsidRDefault="00407969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2.3. </w:t>
      </w:r>
      <w:r w:rsidR="00D644C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 комиссий (приложение 3) по:</w:t>
      </w:r>
    </w:p>
    <w:p w14:paraId="725C0577" w14:textId="6AC163DF" w:rsidR="00D644C4" w:rsidRPr="00375408" w:rsidRDefault="00D644C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2.3.1. </w:t>
      </w:r>
      <w:bookmarkStart w:id="3" w:name="_Hlk169738833"/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Контролю за ходом подгото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вки к отопительному периоду 2025/2026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года, паспортизации теплоснабжающих организаций</w:t>
      </w:r>
      <w:r w:rsidR="009B6B01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многоквартирных жилых домов и прочих потребителей тепловой энергии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расположенных на территории муниципального образования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bookmarkEnd w:id="3"/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11460200" w14:textId="2D36FB6C" w:rsidR="00D644C4" w:rsidRPr="00375408" w:rsidRDefault="00D644C4" w:rsidP="00D644C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</w:t>
      </w:r>
      <w:r w:rsidR="00A656AD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Контролю за ходом подгото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вки к отопительному периоду 2025/2026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паспортизации объектов </w:t>
      </w:r>
      <w:bookmarkStart w:id="4" w:name="_Hlk169739484"/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 учреждений и организаций социально-культурной сферы</w:t>
      </w:r>
      <w:bookmarkEnd w:id="4"/>
      <w:r w:rsidR="003A2C3E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расположенных на территории муниципального образования</w:t>
      </w:r>
      <w:r w:rsidR="0023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области.</w:t>
      </w:r>
    </w:p>
    <w:p w14:paraId="1E55136B" w14:textId="5D322503" w:rsidR="003A2C3E" w:rsidRPr="00375408" w:rsidRDefault="00480A27" w:rsidP="001573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 Положение о комиссии по контролю за ходом подгото</w:t>
      </w:r>
      <w:r w:rsidR="00DF2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вки </w:t>
      </w:r>
      <w:r w:rsidR="00E72B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DF2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отопительному периоду 2025/2026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паспортизации теплоснабжающих организаций, многоквартирных жилых домов и прочих потребителей тепловой энергии, расположенных на территории муниципального образован</w:t>
      </w:r>
      <w:r w:rsidR="00DF2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4).</w:t>
      </w:r>
    </w:p>
    <w:p w14:paraId="483A5B94" w14:textId="23874E81" w:rsidR="00157390" w:rsidRPr="00375408" w:rsidRDefault="00480A27" w:rsidP="001573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2.5. </w:t>
      </w:r>
      <w:r w:rsidR="00157390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о комиссии по контролю за ходом подготовки к</w:t>
      </w:r>
      <w:r w:rsidR="00DF2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отопительному периоду 2025/2026</w:t>
      </w:r>
      <w:r w:rsidR="00157390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паспортизации объектов муниципальных учреждений и организаций социально-культурной сферы, расположенных на территории муниципального образования</w:t>
      </w:r>
      <w:r w:rsidR="00DF2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="00157390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5)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0A0A18E" w14:textId="78BF0A78" w:rsidR="007F4DB3" w:rsidRPr="00375408" w:rsidRDefault="00DF246E" w:rsidP="00DF246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2.6. 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 работы комиссий (приложение 6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по:</w:t>
      </w:r>
    </w:p>
    <w:p w14:paraId="04FE6956" w14:textId="5F8CDA72" w:rsidR="007F4DB3" w:rsidRPr="00375408" w:rsidRDefault="00DF246E" w:rsidP="001573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 Контролю за ходом подготовки к 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опительному периоду 2025/2026 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года, паспортизации теплоснабжающих организаций, многоквартирных жилых домов и прочих потребителей тепловой энергии, расположенных на территории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3371A84A" w14:textId="688B1298" w:rsidR="007F4DB3" w:rsidRPr="00375408" w:rsidRDefault="00DF246E" w:rsidP="007F4D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Контролю за ходом подгото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вки к отопительному периоду 2025/2026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паспортизации объектов муниципальных учреждений социально-культурной сферы, расположенных на территории муниципального образова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Ногликский муниципальный округ Сахалинской области</w:t>
      </w:r>
      <w:r w:rsidR="007F4DB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9A17D77" w14:textId="29211D78" w:rsidR="00224B1C" w:rsidRPr="00375408" w:rsidRDefault="00224B1C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Руководителям отраслевых (функциональных) органов администрации муниципального образования</w:t>
      </w:r>
      <w:r w:rsidR="00FC6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предприятий, учреждений, организаций независимо от формы собственности и ведомственной принадлежности, расположенных на территории муниципальног</w:t>
      </w:r>
      <w:r w:rsidR="00217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образования</w:t>
      </w:r>
      <w:r w:rsidR="00FC6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области:</w:t>
      </w:r>
    </w:p>
    <w:p w14:paraId="6356EB69" w14:textId="25B8C8BA" w:rsidR="00224B1C" w:rsidRPr="00375408" w:rsidRDefault="00224B1C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Осуществить подготовку объектов жилищного фонда и систем жизнеобеспечения к эксплуатации в зимних условиях в соответствии </w:t>
      </w:r>
      <w:r w:rsidR="00E72B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правилами технической эксплуатации и с учетом недостатков, выявле</w:t>
      </w:r>
      <w:r w:rsidR="00FC6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нных </w:t>
      </w:r>
      <w:r w:rsidR="00E72B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C6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осенне-зимний период 2024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FC63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 Обеспечить до </w:t>
      </w:r>
      <w:r w:rsidR="000164D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E04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0164D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выполнение основных мероприятий по подготовке к работе в осенне-зимний период потребителей тепловой энергии, </w:t>
      </w:r>
      <w:proofErr w:type="spellStart"/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теплопотребляющие</w:t>
      </w:r>
      <w:proofErr w:type="spellEnd"/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установки которых подключены к централизованной системе теплоснабжения.</w:t>
      </w:r>
    </w:p>
    <w:p w14:paraId="1892094B" w14:textId="7E2DD338" w:rsidR="00224B1C" w:rsidRPr="00375408" w:rsidRDefault="00224B1C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 Создать ведомственные комиссии по проверке готовности и выдаче паспортов готовн</w:t>
      </w:r>
      <w:r w:rsidR="00E04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ости к отопительному сезону 2025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E04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объектов жизнеобеспечения населения и объектов социально-культурного назначения. Обеспечить выдачу паспортов готовности к работе в зимних условиях потребителей тепловой энергии до </w:t>
      </w:r>
      <w:r w:rsidR="000164D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E04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Информацию о получении паспортов готовности направить в департамент экономического развития, строительства, жилищно-коммунального и дорожного хозяйства администрации муниципального образования</w:t>
      </w:r>
      <w:r w:rsidR="00E04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20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E04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57B362C" w14:textId="53227EB6" w:rsidR="00224B1C" w:rsidRPr="00375408" w:rsidRDefault="00224B1C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3.3. Обеспечить выполнение планов ремонтных работ на объектах </w:t>
      </w:r>
      <w:r w:rsidR="00863F2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жилищно-коммунального хозяйства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63F2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87F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контрольные сроки</w:t>
      </w:r>
      <w:r w:rsidR="00B74A6A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указанные в пункте 7 Плана мероприятий по подготовке объектов электроэнергетики, жилищно-коммунального хозяйства и социальной сфе</w:t>
      </w:r>
      <w:r w:rsidR="005526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 к осенне-зимнему периоду 2025/26</w:t>
      </w:r>
      <w:r w:rsidR="008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B74A6A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утвержденного распоряжением Правите</w:t>
      </w:r>
      <w:r w:rsidR="005526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льства Сахалинской области от 19.05.2025 № 337</w:t>
      </w:r>
      <w:r w:rsidR="00B74A6A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-р:</w:t>
      </w:r>
    </w:p>
    <w:p w14:paraId="52DA0B1A" w14:textId="4AC4D553" w:rsidR="00224B1C" w:rsidRPr="00375408" w:rsidRDefault="00552611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01.07.2025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30%;</w:t>
      </w:r>
    </w:p>
    <w:p w14:paraId="11E8CB7A" w14:textId="63C66F06" w:rsidR="00224B1C" w:rsidRPr="00375408" w:rsidRDefault="00552611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01.08.2025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50%;</w:t>
      </w:r>
    </w:p>
    <w:p w14:paraId="2AD2B16E" w14:textId="6DFDE90E" w:rsidR="00224B1C" w:rsidRPr="00375408" w:rsidRDefault="00552611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01.09.2025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80%;</w:t>
      </w:r>
    </w:p>
    <w:p w14:paraId="6FEDA5F2" w14:textId="1B651740" w:rsidR="00224B1C" w:rsidRPr="00375408" w:rsidRDefault="00552611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01.10.2025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100%.</w:t>
      </w:r>
    </w:p>
    <w:p w14:paraId="0C2F8D67" w14:textId="0B2740B9" w:rsidR="008066A8" w:rsidRPr="00375408" w:rsidRDefault="00863F24" w:rsidP="00806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.4. Обеспечить выполнение контрольных показателей по подготовке</w:t>
      </w:r>
      <w:r w:rsidR="008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объектов электроэнергетики </w:t>
      </w:r>
      <w:r w:rsidR="008066A8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8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контрольные сроки</w:t>
      </w:r>
      <w:r w:rsidR="008066A8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указанные в пункте 7</w:t>
      </w:r>
      <w:r w:rsidR="008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 </w:t>
      </w:r>
      <w:r w:rsidR="008066A8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Плана мероприятий по подготовке объектов электроэнергетики, жилищно-коммунального хозяйства и социальной сфе</w:t>
      </w:r>
      <w:r w:rsidR="008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 к осенне-зимнему периоду 2025/26 года</w:t>
      </w:r>
      <w:r w:rsidR="008066A8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утвержденного распоряжением Правите</w:t>
      </w:r>
      <w:r w:rsidR="008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льства Сахалинской области от 19.05.2025 № 337</w:t>
      </w:r>
      <w:r w:rsidR="008066A8" w:rsidRPr="00B74A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-р:</w:t>
      </w:r>
    </w:p>
    <w:p w14:paraId="17505C0C" w14:textId="77777777" w:rsidR="008066A8" w:rsidRPr="00375408" w:rsidRDefault="008066A8" w:rsidP="00806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01.07.2025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30%;</w:t>
      </w:r>
    </w:p>
    <w:p w14:paraId="00E7F19C" w14:textId="6ED875FD" w:rsidR="008066A8" w:rsidRPr="00375408" w:rsidRDefault="008066A8" w:rsidP="00806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01.09.2025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50%;</w:t>
      </w:r>
    </w:p>
    <w:p w14:paraId="5D2C9874" w14:textId="5A97311A" w:rsidR="008066A8" w:rsidRPr="00375408" w:rsidRDefault="008066A8" w:rsidP="00806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01.10.2025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80%;</w:t>
      </w:r>
    </w:p>
    <w:p w14:paraId="2C5A088F" w14:textId="5B5E81CA" w:rsidR="00224B1C" w:rsidRPr="00375408" w:rsidRDefault="008066A8" w:rsidP="006771A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 31.12.2025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не менее 100%.</w:t>
      </w:r>
    </w:p>
    <w:p w14:paraId="150732DE" w14:textId="434978FE" w:rsidR="00224B1C" w:rsidRPr="00375408" w:rsidRDefault="00863F24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.5. Обеспечить наличие и исправное состояние резервных автономных источников электроснабжения на объектах жизнеобеспечения для их нормального функционирования в условиях чрезвычайных и аварийных ситуаций в срок до 15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7834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0371BC1" w14:textId="480DE703" w:rsidR="00224B1C" w:rsidRPr="00375408" w:rsidRDefault="00863F24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.6. В срок до 01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августа 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7834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016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обеспечить полное погашение задолженности за потребленные энергорес</w:t>
      </w:r>
      <w:r w:rsidR="007834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урсы в отопительном периоде 2024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7834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6ADEDB1" w14:textId="1E04151B" w:rsidR="00863F24" w:rsidRPr="00375408" w:rsidRDefault="00863F24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3.7. Обеспечить заключение контрактов на поставку топлива на объекты жизнеобеспечения с организациями, отобранными в соответствии </w:t>
      </w:r>
      <w:r w:rsidR="001063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действующим законодательством Российской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</w:t>
      </w:r>
      <w:r w:rsidR="00BD47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ерации, в срок до 15</w:t>
      </w:r>
      <w:r w:rsidR="00CE4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августа 2025 года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6D30A249" w14:textId="2C678131" w:rsidR="00224B1C" w:rsidRPr="00375408" w:rsidRDefault="00863F24" w:rsidP="00224B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17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Сформировать необходимый аварийный запас материалов и оборудования в достаточном количестве и номенклатуре для оперативного выполнения аварийно-восстановительных работ в отопительный период 202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цель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 ликвидации аварийных ситуаций 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объектах коммунальной инфраструктуры и электро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энер</w:t>
      </w:r>
      <w:r w:rsidR="00217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гетики в срок до 01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 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4B3AF996" w14:textId="265C89BF" w:rsidR="00224B1C" w:rsidRPr="00375408" w:rsidRDefault="00701A96" w:rsidP="00D228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217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выполнение требований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22823" w:rsidRP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 обеспечения готовности к отопительному периоду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утвержденных приказом 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Министерства энергетики Росси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йской Федерации от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13.11.2024 № 2234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 получение паспорта готовности муниципального образования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отопительному п</w:t>
      </w:r>
      <w:r w:rsidR="00D22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ериоду 2025/2026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24B1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F071213" w14:textId="2371F15E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МУП «</w:t>
      </w:r>
      <w:r w:rsidR="00A3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Ногликский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Водоканал»</w:t>
      </w:r>
      <w:r w:rsidR="00217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(Белозеров А.В.)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7D4D5C82" w14:textId="5B6A0E25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 Обеспечить своевременно</w:t>
      </w:r>
      <w:r w:rsidR="00A3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выполнение требований раздела II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</w:t>
      </w:r>
      <w:r w:rsidR="00A3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обеспечения готовности к отопительному периоду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утвержденных приказом Министерства энергетики Российской Федерации от</w:t>
      </w:r>
      <w:r w:rsidR="00A3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87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13.11.2024 </w:t>
      </w:r>
      <w:r w:rsidR="00987F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87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A36A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2234,</w:t>
      </w:r>
      <w:r w:rsidR="00F31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также требований Правил технической эксплуатации тепловых энергоустановок, утвержденных приказом Министерства энергетики Российской Федерации от 24.03.2003 № 115. Обеспечить выполнение условий для получения актов готовности и паспортов готовности по эксплуатируемым муници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пальным котельным до 20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августа </w:t>
      </w:r>
      <w:r w:rsidR="00883D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546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1BE2DFF0" w14:textId="31CEA509" w:rsidR="00574B9C" w:rsidRPr="00375408" w:rsidRDefault="009B62CB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До 01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 </w:t>
      </w:r>
      <w:r w:rsidR="00FE0E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создать необходимый запас топлива </w:t>
      </w:r>
      <w:r w:rsidR="00987F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объеме</w:t>
      </w:r>
      <w:r w:rsidR="001063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6,09 тонн</w:t>
      </w:r>
      <w:r w:rsidR="00B00E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жидкого топлива для эксплуатируемых муниципальных котельных, </w:t>
      </w:r>
      <w:r w:rsidR="00574B9C" w:rsidRPr="00106382">
        <w:rPr>
          <w:rFonts w:ascii="Times New Roman" w:eastAsia="Times New Roman" w:hAnsi="Times New Roman"/>
          <w:sz w:val="28"/>
          <w:szCs w:val="28"/>
          <w:lang w:eastAsia="ru-RU"/>
        </w:rPr>
        <w:t>для чего</w:t>
      </w:r>
      <w:r w:rsidR="00106382" w:rsidRPr="00106382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</w:t>
      </w:r>
      <w:r w:rsidR="00574B9C" w:rsidRPr="0010638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9B5C5A3" w14:textId="24C6E30F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обеспечить заключение контрактов на поставку топлива на объекты жизнеобеспечения с организациями, отобранными в соответствии </w:t>
      </w:r>
      <w:r w:rsidR="002850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действующим законодательством Российской Федерации (копии договоров оперативно представить в </w:t>
      </w:r>
      <w:bookmarkStart w:id="5" w:name="_Hlk169750403"/>
      <w:r w:rsidR="009B62CB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</w:t>
      </w:r>
      <w:r w:rsidR="00B00E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bookmarkEnd w:id="5"/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14:paraId="7D6BFB0B" w14:textId="5B993445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создать комиссию по проведению инвентаризации остатков топлива </w:t>
      </w:r>
      <w:r w:rsidR="002C6B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складах;</w:t>
      </w:r>
    </w:p>
    <w:p w14:paraId="328AC65D" w14:textId="711A9D1D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срок до </w:t>
      </w:r>
      <w:r w:rsidR="009B62CB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C974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представить акты результатов инструментальной инвентаризации остатков топлива на складах;</w:t>
      </w:r>
    </w:p>
    <w:p w14:paraId="10E8B0E2" w14:textId="01247CBC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течение года, еженедельно по</w:t>
      </w:r>
      <w:r w:rsidR="00C974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вторникам</w:t>
      </w:r>
      <w:r w:rsidR="006B4D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C974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обеспечить предоставление в </w:t>
      </w:r>
      <w:r w:rsidR="009B62CB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="00C974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 по расчетам с поставщиками за поставленное топливо;</w:t>
      </w:r>
    </w:p>
    <w:p w14:paraId="47BC9F57" w14:textId="053AB076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обеспечить организацию системы постоянного входного контроля за качеством и количеством поставляемого жидкого топлива</w:t>
      </w:r>
      <w:r w:rsidR="00287C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089368F9" w14:textId="60EC8593" w:rsidR="00574B9C" w:rsidRPr="00375408" w:rsidRDefault="009B62CB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Обеспечить готовность источников тепла и тепловых сетей </w:t>
      </w:r>
      <w:r w:rsidR="002C6B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заполнению с </w:t>
      </w:r>
      <w:r w:rsidR="00DE2F1B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F13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</w:t>
      </w:r>
      <w:r w:rsidR="00DE2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Обеспечить своевременный пуск объектов </w:t>
      </w:r>
      <w:proofErr w:type="spellStart"/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теплогенерации</w:t>
      </w:r>
      <w:proofErr w:type="spellEnd"/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начало отопительного периода 202</w:t>
      </w:r>
      <w:r w:rsidR="00AC1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AC1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2850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со среднесуточными температурами наружного воздуха.</w:t>
      </w:r>
    </w:p>
    <w:p w14:paraId="1A2ED274" w14:textId="5B616C1A" w:rsidR="00574B9C" w:rsidRPr="00375408" w:rsidRDefault="009B62CB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4.4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При производстве плановых, текущих, аварийных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ремонтов на объектах водоснабжения,</w:t>
      </w:r>
      <w:r w:rsidR="006A5C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водоотведения и теплоснабжения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земляны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выполнять с обязательным восстановлением нарушенного благоустройства.</w:t>
      </w:r>
    </w:p>
    <w:p w14:paraId="114C763F" w14:textId="65C38BD5" w:rsidR="00574B9C" w:rsidRPr="00375408" w:rsidRDefault="009B62CB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4.5.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срок до 01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D76D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представить в Министерство жилищно-коммунального хозяйства Сахалинской области расчетные материалы для утверждения нормативов запаса топлива на 1 октября 202</w:t>
      </w:r>
      <w:r w:rsidR="00D76D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14:paraId="3D611B04" w14:textId="3A1AA667" w:rsidR="00574B9C" w:rsidRPr="00375408" w:rsidRDefault="009B62CB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срок до 15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A22F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обеспечить создание необходимого количества аварийно-восстановительных бригад, укомплектованных квалифицированными специалистами, и предоставить информацию </w:t>
      </w:r>
      <w:r w:rsidR="002850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Министерство жилищно-коммунального хозяйства Сахалинской области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энергетики Сахалинской области</w:t>
      </w:r>
      <w:r w:rsidR="00A22F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</w:t>
      </w:r>
      <w:r w:rsidR="00A22F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области.</w:t>
      </w:r>
    </w:p>
    <w:p w14:paraId="6E7A3008" w14:textId="0517B3E5" w:rsidR="00574B9C" w:rsidRPr="00375408" w:rsidRDefault="00574B9C" w:rsidP="00F32D5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9B62CB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F32D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своевременное представление информации о работах на объектах, включенных в Сводный план подготовки объектов ЖКХ Сахалинской области к работе в осенне-зимний период 202</w:t>
      </w:r>
      <w:r w:rsidR="00F32D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F32D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Для подготовки сводных отчетов в Министерство жилищно-коммунального хозяйства Сахалинской области сведения представлять в натуральных показателях и денежном выражении в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</w:t>
      </w:r>
      <w:r w:rsidR="001430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по формам № 3.1 и № </w:t>
      </w:r>
      <w:r w:rsidR="00987CB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</w:t>
      </w:r>
      <w:r w:rsidR="00987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87CB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утвержденным распоряжением Правительства Сахалинской области от</w:t>
      </w:r>
      <w:r w:rsidR="002C6B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19.05.2025 № 337-р.</w:t>
      </w:r>
    </w:p>
    <w:p w14:paraId="60919DF0" w14:textId="5BF19F32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F32D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Назначить специалиста, ответственного за предоставление указанной информации, сведения о котором направить в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</w:t>
      </w:r>
      <w:r w:rsidR="00E255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области. </w:t>
      </w:r>
    </w:p>
    <w:p w14:paraId="32887F25" w14:textId="4B6A4E92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Отделу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</w:t>
      </w:r>
      <w:r w:rsidR="00E255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(Агиенко А.А.)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своевременно заключить муниципальные контракты по содержанию улично-дорожной сети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значения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</w:t>
      </w:r>
      <w:r w:rsidR="00E255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льного образования Ногликский муниципальный округ Сахалинской области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98280F0" w14:textId="41BD63B0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Организациям, обеспечивающим муниципальные нужды по содержанию улично-дорожной сети 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A676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со</w:t>
      </w:r>
      <w:r w:rsidR="00A676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здание запаса </w:t>
      </w:r>
      <w:proofErr w:type="spellStart"/>
      <w:r w:rsidR="00A676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противогололедных</w:t>
      </w:r>
      <w:proofErr w:type="spellEnd"/>
      <w:r w:rsidR="00A676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реагентов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выполнить подготовку специализированной техники и механизмов, </w:t>
      </w:r>
      <w:r w:rsidRPr="00311FC6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договоров с предприятиями и организациями, имеющими соответствующую технику, на расчистку дорог и тротуаров от снега до установления температуры наружного воздуха на территории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0803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ниже 0 </w:t>
      </w:r>
      <w:r w:rsidR="00F23E64" w:rsidRPr="00F23E64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°C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E995080" w14:textId="5BDFCE5E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Руководителям предприятий и организаций вне зависимости от формы собственности, эксплуатирующих муниципальные объекты ж</w:t>
      </w:r>
      <w:r w:rsidR="00FD2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илищно-коммунального хозяйства,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обеспечить представление в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</w:t>
      </w:r>
      <w:r w:rsidR="00FD2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следующей отчетности о ходе подготовки к работе в осенне-зимний период:</w:t>
      </w:r>
    </w:p>
    <w:p w14:paraId="3AB22C1F" w14:textId="13660608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29 число отчетного месяца - статистическую отчетность по форме 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D2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1-ЖКХ (зима) срочная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60537122" w14:textId="67C36A75" w:rsidR="00574B9C" w:rsidRPr="00375408" w:rsidRDefault="00574B9C" w:rsidP="00987CB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 дн</w:t>
      </w:r>
      <w:r w:rsidR="00FD2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окончания отопительного периода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еженедельно по вторникам оперативную информацию о выполнении сводного плана подготовки объектов жилищно-коммунального хозяйства и электроэнергетики к работе </w:t>
      </w:r>
      <w:r w:rsidR="009D1E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осенне-зимний период 202</w:t>
      </w:r>
      <w:r w:rsidR="00A5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A5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987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987CB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формам № 3.1, </w:t>
      </w:r>
      <w:r w:rsidR="00A5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987CB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</w:t>
      </w:r>
      <w:r w:rsidR="00A5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87CB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предусмотренных распоряжением Правительства Сахалинской области от</w:t>
      </w:r>
      <w:r w:rsidR="00A5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19.05.2025 № 337-р. </w:t>
      </w:r>
    </w:p>
    <w:p w14:paraId="7C281750" w14:textId="146E0B66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Отделу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862E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Ногликский муниципальный округ Сахалинской области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67C34823" w14:textId="3893E651" w:rsidR="00574B9C" w:rsidRPr="00375408" w:rsidRDefault="002B515C" w:rsidP="002B515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8.1.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Организовать работы по ремонту, содержанию улично-дорожной сети и наружному освещению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населенных пункт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муниципального образования</w:t>
      </w:r>
      <w:r w:rsidR="00862E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Финансирование расходов осуществлять в пределах средств, предусмотренных на указанные цели в бюджете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862E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="0002393F" w:rsidRPr="0002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 финансовых планах предприятий на текущий год.</w:t>
      </w:r>
    </w:p>
    <w:p w14:paraId="49B360D9" w14:textId="54DD7363" w:rsidR="00574B9C" w:rsidRPr="00375408" w:rsidRDefault="002B515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8.2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Организовать работу с организациями, осуществляющими управление объектами жилищного фонда на территории </w:t>
      </w:r>
      <w:r w:rsidR="00FF73F3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 w:rsidR="0002393F" w:rsidRPr="0002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2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Ногликский муниципальный округ Сахалинской области (далее – управляющие организации), по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выполнению работ по подготовке обслуживаемого жилищного фонда к осенне-зимнему периоду 202</w:t>
      </w:r>
      <w:r w:rsidR="0002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023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1974186" w14:textId="7F10C9B5" w:rsidR="00574B9C" w:rsidRDefault="002B515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8.3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Представить в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Государственную жилищну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 инспекцию Сахалинской области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оперативную информацию о выполнении плана подготовки многоквартирных домов к работе в осенне-зимний период 202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форме, установленной Государственной жилищной инспекцией Сахалинской области.</w:t>
      </w:r>
    </w:p>
    <w:p w14:paraId="1D9D145F" w14:textId="2FF6E93D" w:rsidR="00987CBC" w:rsidRDefault="00987CB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8.4.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Представить информацию </w:t>
      </w:r>
      <w:r w:rsidR="00EE5862" w:rsidRPr="00EE58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исполнению Плана мероприятий по подготовке объектов электроэнергетики, жилищно-коммунального хозяйства и социальной сфе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 к осенне-зимнему периоду 2025</w:t>
      </w:r>
      <w:r w:rsidR="00EE5862" w:rsidRPr="00EE58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</w:t>
      </w:r>
      <w:r w:rsidR="00EE58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 w:rsidR="00EE5862" w:rsidRPr="00EE58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Министерство жилищно-коммунального хозяйства Сахалинской области, Министерство энергетики Сахалинской области, Государственную жилищную инспекцию Сахалинской области, утвержденного распоряжением Правительства Сахалинской области от</w:t>
      </w:r>
      <w:r w:rsidR="0094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19.05.2025 № 337-р. </w:t>
      </w:r>
    </w:p>
    <w:p w14:paraId="686A40B3" w14:textId="6A2EBD03" w:rsidR="00AE7F21" w:rsidRPr="00375408" w:rsidRDefault="00AE7F21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8.5. Разместить паспорта готовности многоквартирных жилых домов </w:t>
      </w:r>
      <w:r w:rsidR="009D1E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E7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системе ГИС ЖКХ в сроки, установленные приказом Минстроя России от 07.02.2024 № 79/пр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3BA175C5" w14:textId="330E89A6" w:rsidR="00574B9C" w:rsidRPr="00375408" w:rsidRDefault="00723D9E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Муниципальному казенному учреждению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«Служба Г</w:t>
      </w:r>
      <w:r w:rsidR="0056133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ЧС»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(Мошкин К.М.)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C2FC82B" w14:textId="0D574FC5" w:rsidR="00574B9C" w:rsidRPr="00375408" w:rsidRDefault="00723D9E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 С 15 сентября</w:t>
      </w:r>
      <w:r w:rsidR="00775AED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F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обеспечить работу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круглосуточном режиме на отопительный период 202</w:t>
      </w:r>
      <w:r w:rsidR="00F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F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единой диспетчерской службы.</w:t>
      </w:r>
    </w:p>
    <w:p w14:paraId="101EE141" w14:textId="3FDD92E4" w:rsidR="00574B9C" w:rsidRPr="00375408" w:rsidRDefault="00723D9E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В срок до 20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6070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77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2B51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4B9C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учебно-тренировочные занятия по комплексному взаимодействию при ликвидации чрезвычайных ситуаций природного и техногенного характера, аварий на объектах топливно-энергетического комплекса, жилищно-коммунального хозяйства и социальной сферы.</w:t>
      </w:r>
    </w:p>
    <w:p w14:paraId="60C8680D" w14:textId="77777777" w:rsidR="00AA5E05" w:rsidRDefault="00BF29F5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9.3. </w:t>
      </w:r>
      <w:r w:rsidR="00AA5E05" w:rsidRPr="00AA5E05">
        <w:rPr>
          <w:rFonts w:ascii="Times New Roman" w:eastAsia="Times New Roman" w:hAnsi="Times New Roman"/>
          <w:sz w:val="28"/>
          <w:szCs w:val="28"/>
          <w:lang w:eastAsia="ru-RU"/>
        </w:rPr>
        <w:t xml:space="preserve">С 1 сентября 2025 года, далее еженедельно </w:t>
      </w:r>
      <w:r w:rsidR="00AA5E05" w:rsidRPr="00AA5E05">
        <w:rPr>
          <w:rFonts w:ascii="Times New Roman" w:eastAsia="Times New Roman" w:hAnsi="Times New Roman"/>
          <w:sz w:val="28"/>
          <w:szCs w:val="28"/>
          <w:lang w:eastAsia="ru-RU"/>
        </w:rPr>
        <w:t>по вторникам обеспечить мониторинг заполнения тепловых сетей</w:t>
      </w:r>
      <w:r w:rsidR="00AA5E05" w:rsidRPr="00AA5E0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A5E05">
        <w:rPr>
          <w:rFonts w:ascii="Times New Roman" w:eastAsia="Times New Roman" w:hAnsi="Times New Roman"/>
          <w:sz w:val="28"/>
          <w:szCs w:val="28"/>
          <w:lang w:eastAsia="ru-RU"/>
        </w:rPr>
        <w:t>до 100% исполнения.</w:t>
      </w:r>
    </w:p>
    <w:p w14:paraId="6CAEB748" w14:textId="620479FA" w:rsidR="00723D9E" w:rsidRPr="00375408" w:rsidRDefault="00BF29F5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9.4. С 15 сентября 2025</w:t>
      </w:r>
      <w:r w:rsidR="0056133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до полного подключения объектов ежедневно, по состоянию на 8.00 и 17.00 часов, обеспечить мониторинг информации о подаче теплоносителя на объекты социальной сферы и жилищного фонда.</w:t>
      </w:r>
    </w:p>
    <w:p w14:paraId="0BB446F8" w14:textId="27843CF8" w:rsidR="00574B9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723D9E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Упр</w:t>
      </w:r>
      <w:r w:rsidR="00BF2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авляющим организациям</w:t>
      </w:r>
      <w:r w:rsidR="000458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срок до 15 сентября 2025 года обеспечить 100% готовность инженерных систем многоквартирных жилых домов к приему тепловой нагрузки и 100% паспортизацию многоквартирных жилых домов. </w:t>
      </w:r>
    </w:p>
    <w:p w14:paraId="2020D8BC" w14:textId="210992EB" w:rsidR="00224B1C" w:rsidRPr="00375408" w:rsidRDefault="00574B9C" w:rsidP="00574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6133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Организациям жилищно-коммунального хозяйства</w:t>
      </w:r>
      <w:r w:rsidR="004A0908" w:rsidRPr="004A09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A0908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отопительный период 202</w:t>
      </w:r>
      <w:r w:rsidR="004A09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4A0908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4A09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4A0908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4A09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 года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обеспечить работ</w:t>
      </w:r>
      <w:r w:rsidR="00723D9E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4A09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взаимодействие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круглосуточн</w:t>
      </w:r>
      <w:r w:rsidR="004A09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 режиме диспетчерских служб. </w:t>
      </w:r>
    </w:p>
    <w:p w14:paraId="36C2BBCF" w14:textId="41601EFC" w:rsidR="00C05774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D27EE5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отребителям тепловой энергии</w:t>
      </w:r>
      <w:r w:rsidR="00A656AD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всех форм собственности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6C2BBD0" w14:textId="06E8ECF1" w:rsidR="00C05774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 Оформить акты проверки готовности к отопительному периоду 202</w:t>
      </w:r>
      <w:r w:rsidR="00C41B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/202</w:t>
      </w:r>
      <w:r w:rsidR="00C41B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в соответствии с требованиями, установленными Мин</w:t>
      </w:r>
      <w:r w:rsidR="004C64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истерством энергетики Российской Федерации. </w:t>
      </w:r>
    </w:p>
    <w:p w14:paraId="36C2BBD1" w14:textId="264FE4C4" w:rsidR="00C05774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До 1</w:t>
      </w:r>
      <w:r w:rsidR="0056133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C41B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2025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 пред</w:t>
      </w:r>
      <w:r w:rsidR="005E7BBB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ставить оформленные акты проверки готовно</w:t>
      </w:r>
      <w:r w:rsidR="00C41B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2025/2026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в Комиссию</w:t>
      </w:r>
      <w:r w:rsidR="00561334" w:rsidRPr="00375408">
        <w:t xml:space="preserve"> </w:t>
      </w:r>
      <w:r w:rsidR="009D1E88">
        <w:br/>
      </w:r>
      <w:r w:rsidR="0056133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контролю за ходом подгото</w:t>
      </w:r>
      <w:r w:rsidR="00C41B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вки к отопительному периоду 2025/2026</w:t>
      </w:r>
      <w:r w:rsidR="00561334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паспортизации теплоснабжающих организаций, многоквартирных жилых домов и прочих потребителей тепловой энергии, расположенных на территории муниципального образования</w:t>
      </w:r>
      <w:r w:rsidR="00C41B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области. </w:t>
      </w:r>
    </w:p>
    <w:p w14:paraId="36C2BBD2" w14:textId="663793BF" w:rsidR="00C05774" w:rsidRPr="00375408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</w:t>
      </w:r>
      <w:r w:rsidR="00CE6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в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</w:t>
      </w:r>
      <w:r w:rsidR="00CE6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ормационно-телекоммуникационной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сети «Интернет».</w:t>
      </w:r>
    </w:p>
    <w:p w14:paraId="36C2BBD4" w14:textId="45A32888" w:rsidR="008629FA" w:rsidRPr="00375408" w:rsidRDefault="00C05774" w:rsidP="00F23E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F23E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CE6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первого вице-мэра муниципального образования Ногликский муниципальный округ Сахалинской области </w:t>
      </w:r>
      <w:proofErr w:type="spellStart"/>
      <w:r w:rsidR="00CE6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Блидченко</w:t>
      </w:r>
      <w:proofErr w:type="spellEnd"/>
      <w:r w:rsidR="00CE6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Л.А. </w:t>
      </w:r>
    </w:p>
    <w:p w14:paraId="36C2BBD5" w14:textId="41090592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2277660" w14:textId="77777777" w:rsidR="00F23E64" w:rsidRPr="00375408" w:rsidRDefault="00F23E64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6" w14:textId="77777777" w:rsidR="008629FA" w:rsidRPr="00375408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408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A495CD3" w14:textId="77777777" w:rsidR="00CE6D08" w:rsidRDefault="00CE6D0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36C2BBD7" w14:textId="70CA88C1" w:rsidR="008629FA" w:rsidRPr="008629FA" w:rsidRDefault="00CE6D0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 w:rsidRPr="00375408">
        <w:rPr>
          <w:rFonts w:ascii="Times New Roman" w:hAnsi="Times New Roman"/>
          <w:sz w:val="28"/>
          <w:szCs w:val="28"/>
        </w:rPr>
        <w:tab/>
      </w:r>
      <w:r w:rsidR="008629FA" w:rsidRPr="00375408">
        <w:rPr>
          <w:rFonts w:ascii="Times New Roman" w:hAnsi="Times New Roman"/>
          <w:sz w:val="28"/>
          <w:szCs w:val="28"/>
        </w:rPr>
        <w:tab/>
      </w:r>
      <w:r w:rsidR="008629FA" w:rsidRPr="00375408">
        <w:rPr>
          <w:rFonts w:ascii="Times New Roman" w:hAnsi="Times New Roman"/>
          <w:sz w:val="28"/>
          <w:szCs w:val="28"/>
        </w:rPr>
        <w:tab/>
      </w:r>
      <w:r w:rsidR="008629FA" w:rsidRPr="00375408">
        <w:rPr>
          <w:rFonts w:ascii="Times New Roman" w:hAnsi="Times New Roman"/>
          <w:sz w:val="28"/>
          <w:szCs w:val="28"/>
        </w:rPr>
        <w:tab/>
      </w:r>
      <w:r w:rsidR="008629FA" w:rsidRPr="00375408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8629FA" w:rsidRPr="00375408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 </w:t>
      </w:r>
    </w:p>
    <w:sectPr w:rsidR="008629FA" w:rsidRPr="008629FA" w:rsidSect="002171E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91204" w14:textId="77777777" w:rsidR="00BC41F3" w:rsidRDefault="00BC41F3" w:rsidP="0033636C">
      <w:pPr>
        <w:spacing w:after="0" w:line="240" w:lineRule="auto"/>
      </w:pPr>
      <w:r>
        <w:separator/>
      </w:r>
    </w:p>
  </w:endnote>
  <w:endnote w:type="continuationSeparator" w:id="0">
    <w:p w14:paraId="5700BAB5" w14:textId="77777777" w:rsidR="00BC41F3" w:rsidRDefault="00BC41F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E782F" w14:textId="77777777" w:rsidR="00BC41F3" w:rsidRDefault="00BC41F3" w:rsidP="0033636C">
      <w:pPr>
        <w:spacing w:after="0" w:line="240" w:lineRule="auto"/>
      </w:pPr>
      <w:r>
        <w:separator/>
      </w:r>
    </w:p>
  </w:footnote>
  <w:footnote w:type="continuationSeparator" w:id="0">
    <w:p w14:paraId="32731F5D" w14:textId="77777777" w:rsidR="00BC41F3" w:rsidRDefault="00BC41F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4386727"/>
      <w:docPartObj>
        <w:docPartGallery w:val="Page Numbers (Top of Page)"/>
        <w:docPartUnique/>
      </w:docPartObj>
    </w:sdtPr>
    <w:sdtEndPr/>
    <w:sdtContent>
      <w:p w14:paraId="3F951A59" w14:textId="3ABAFA99" w:rsidR="002171EB" w:rsidRDefault="002171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AD4">
          <w:rPr>
            <w:noProof/>
          </w:rPr>
          <w:t>8</w:t>
        </w:r>
        <w:r>
          <w:fldChar w:fldCharType="end"/>
        </w:r>
      </w:p>
    </w:sdtContent>
  </w:sdt>
  <w:p w14:paraId="52AE8C89" w14:textId="77777777" w:rsidR="002171EB" w:rsidRDefault="002171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850"/>
    <w:rsid w:val="00006513"/>
    <w:rsid w:val="000164DC"/>
    <w:rsid w:val="0002393F"/>
    <w:rsid w:val="000458A0"/>
    <w:rsid w:val="00053BD0"/>
    <w:rsid w:val="00062714"/>
    <w:rsid w:val="00080365"/>
    <w:rsid w:val="000F159B"/>
    <w:rsid w:val="00106382"/>
    <w:rsid w:val="001365A2"/>
    <w:rsid w:val="001430F2"/>
    <w:rsid w:val="00157390"/>
    <w:rsid w:val="00181906"/>
    <w:rsid w:val="00185FEC"/>
    <w:rsid w:val="00190CBD"/>
    <w:rsid w:val="001958E3"/>
    <w:rsid w:val="001E1F9F"/>
    <w:rsid w:val="002003DC"/>
    <w:rsid w:val="002171EB"/>
    <w:rsid w:val="00224B1C"/>
    <w:rsid w:val="00231A67"/>
    <w:rsid w:val="00245440"/>
    <w:rsid w:val="002546D7"/>
    <w:rsid w:val="00285002"/>
    <w:rsid w:val="00287C20"/>
    <w:rsid w:val="002A5816"/>
    <w:rsid w:val="002B374E"/>
    <w:rsid w:val="002B515C"/>
    <w:rsid w:val="002C6BD4"/>
    <w:rsid w:val="00311FC6"/>
    <w:rsid w:val="0033636C"/>
    <w:rsid w:val="00370BAD"/>
    <w:rsid w:val="00375408"/>
    <w:rsid w:val="003A2C3E"/>
    <w:rsid w:val="003E4257"/>
    <w:rsid w:val="00407969"/>
    <w:rsid w:val="00480A27"/>
    <w:rsid w:val="004A0908"/>
    <w:rsid w:val="004B0CEB"/>
    <w:rsid w:val="004C3A3D"/>
    <w:rsid w:val="004C6445"/>
    <w:rsid w:val="004C6828"/>
    <w:rsid w:val="004F22A9"/>
    <w:rsid w:val="00520CBF"/>
    <w:rsid w:val="00546425"/>
    <w:rsid w:val="00552611"/>
    <w:rsid w:val="00561334"/>
    <w:rsid w:val="00574B9C"/>
    <w:rsid w:val="005E7BBB"/>
    <w:rsid w:val="0060700F"/>
    <w:rsid w:val="00616DA3"/>
    <w:rsid w:val="0065369C"/>
    <w:rsid w:val="006771A7"/>
    <w:rsid w:val="006A5C3C"/>
    <w:rsid w:val="006B4D62"/>
    <w:rsid w:val="006F3D12"/>
    <w:rsid w:val="00701A96"/>
    <w:rsid w:val="00723D9E"/>
    <w:rsid w:val="00730F0D"/>
    <w:rsid w:val="00742308"/>
    <w:rsid w:val="00775AED"/>
    <w:rsid w:val="0078347C"/>
    <w:rsid w:val="0079187A"/>
    <w:rsid w:val="007F4DB3"/>
    <w:rsid w:val="008066A8"/>
    <w:rsid w:val="008629FA"/>
    <w:rsid w:val="00862EAC"/>
    <w:rsid w:val="00863F24"/>
    <w:rsid w:val="00883D61"/>
    <w:rsid w:val="0088716B"/>
    <w:rsid w:val="00934BA1"/>
    <w:rsid w:val="00946445"/>
    <w:rsid w:val="00970AD4"/>
    <w:rsid w:val="00987CBC"/>
    <w:rsid w:val="00987DB5"/>
    <w:rsid w:val="00987F84"/>
    <w:rsid w:val="009B62CB"/>
    <w:rsid w:val="009B6B01"/>
    <w:rsid w:val="009D1E88"/>
    <w:rsid w:val="00A22FE7"/>
    <w:rsid w:val="00A36A5B"/>
    <w:rsid w:val="00A5149D"/>
    <w:rsid w:val="00A656AD"/>
    <w:rsid w:val="00A676CA"/>
    <w:rsid w:val="00A73957"/>
    <w:rsid w:val="00A8307A"/>
    <w:rsid w:val="00AA5E05"/>
    <w:rsid w:val="00AC1145"/>
    <w:rsid w:val="00AC72C8"/>
    <w:rsid w:val="00AD7361"/>
    <w:rsid w:val="00AE7F21"/>
    <w:rsid w:val="00B00E6A"/>
    <w:rsid w:val="00B10ED9"/>
    <w:rsid w:val="00B25688"/>
    <w:rsid w:val="00B66532"/>
    <w:rsid w:val="00B743BC"/>
    <w:rsid w:val="00B74A6A"/>
    <w:rsid w:val="00BC41F3"/>
    <w:rsid w:val="00BD4749"/>
    <w:rsid w:val="00BF29F5"/>
    <w:rsid w:val="00C02179"/>
    <w:rsid w:val="00C02849"/>
    <w:rsid w:val="00C05774"/>
    <w:rsid w:val="00C41B19"/>
    <w:rsid w:val="00C97448"/>
    <w:rsid w:val="00CE4B3A"/>
    <w:rsid w:val="00CE6D08"/>
    <w:rsid w:val="00D12794"/>
    <w:rsid w:val="00D14A36"/>
    <w:rsid w:val="00D22823"/>
    <w:rsid w:val="00D27EE5"/>
    <w:rsid w:val="00D57F4D"/>
    <w:rsid w:val="00D644C4"/>
    <w:rsid w:val="00D67BD8"/>
    <w:rsid w:val="00D76D02"/>
    <w:rsid w:val="00DE2F1B"/>
    <w:rsid w:val="00DF246E"/>
    <w:rsid w:val="00DF7897"/>
    <w:rsid w:val="00E0458B"/>
    <w:rsid w:val="00E1624E"/>
    <w:rsid w:val="00E25571"/>
    <w:rsid w:val="00E37B8A"/>
    <w:rsid w:val="00E609BC"/>
    <w:rsid w:val="00E72B6E"/>
    <w:rsid w:val="00E83B9C"/>
    <w:rsid w:val="00EE1C5B"/>
    <w:rsid w:val="00EE5862"/>
    <w:rsid w:val="00F0755E"/>
    <w:rsid w:val="00F13949"/>
    <w:rsid w:val="00F23E64"/>
    <w:rsid w:val="00F31516"/>
    <w:rsid w:val="00F32D5D"/>
    <w:rsid w:val="00F5006E"/>
    <w:rsid w:val="00F515C8"/>
    <w:rsid w:val="00F65AC3"/>
    <w:rsid w:val="00F75DA5"/>
    <w:rsid w:val="00FB4939"/>
    <w:rsid w:val="00FC6386"/>
    <w:rsid w:val="00FD28D1"/>
    <w:rsid w:val="00FE0E1E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BBB2"/>
  <w15:docId w15:val="{B533E475-874C-488D-A4F9-749B8D59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D1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5464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90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0C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3352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3352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0605D9"/>
    <w:rsid w:val="00370BAD"/>
    <w:rsid w:val="0073352F"/>
    <w:rsid w:val="00830A91"/>
    <w:rsid w:val="00B13DA8"/>
    <w:rsid w:val="00C95804"/>
    <w:rsid w:val="00CF735B"/>
    <w:rsid w:val="00E7774E"/>
    <w:rsid w:val="00F5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63</TotalTime>
  <Pages>8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4</cp:revision>
  <cp:lastPrinted>2025-06-02T03:09:00Z</cp:lastPrinted>
  <dcterms:created xsi:type="dcterms:W3CDTF">2025-06-02T00:11:00Z</dcterms:created>
  <dcterms:modified xsi:type="dcterms:W3CDTF">2025-06-02T03:09:00Z</dcterms:modified>
</cp:coreProperties>
</file>