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6BAF5DED" w:rsidR="0033636C" w:rsidRPr="00D51A8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51A8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85909">
            <w:rPr>
              <w:rFonts w:ascii="Times New Roman" w:hAnsi="Times New Roman"/>
              <w:sz w:val="28"/>
              <w:szCs w:val="28"/>
            </w:rPr>
            <w:t>05 июня 2025 года</w:t>
          </w:r>
        </w:sdtContent>
      </w:sdt>
      <w:r w:rsidRPr="00D51A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590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85909" w:rsidRPr="00185909">
            <w:rPr>
              <w:rFonts w:ascii="Times New Roman" w:hAnsi="Times New Roman"/>
              <w:sz w:val="28"/>
              <w:szCs w:val="28"/>
            </w:rPr>
            <w:t>370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</w:t>
      </w:r>
      <w:bookmarkStart w:id="0" w:name="_GoBack"/>
      <w:bookmarkEnd w:id="0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лики</w:t>
      </w:r>
    </w:p>
    <w:p w14:paraId="325BEED0" w14:textId="77777777" w:rsidR="00D51A89" w:rsidRDefault="00093B08" w:rsidP="00D51A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1A89">
        <w:rPr>
          <w:rFonts w:ascii="Times New Roman" w:hAnsi="Times New Roman"/>
          <w:b/>
          <w:sz w:val="28"/>
          <w:szCs w:val="28"/>
        </w:rPr>
        <w:t>О внесении изменени</w:t>
      </w:r>
      <w:r w:rsidR="00D51A89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0937FD00" w14:textId="77777777" w:rsidR="00D51A89" w:rsidRDefault="00093B08" w:rsidP="00D51A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1A89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BF7093" w:rsidRPr="00D51A89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6681EE42" w14:textId="77777777" w:rsidR="00D51A89" w:rsidRDefault="00093B08" w:rsidP="00D51A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1A89">
        <w:rPr>
          <w:rFonts w:ascii="Times New Roman" w:hAnsi="Times New Roman"/>
          <w:b/>
          <w:sz w:val="28"/>
          <w:szCs w:val="28"/>
        </w:rPr>
        <w:t>от 26.06.2015 № 430 «Разви</w:t>
      </w:r>
      <w:r w:rsidR="00D51A89">
        <w:rPr>
          <w:rFonts w:ascii="Times New Roman" w:hAnsi="Times New Roman"/>
          <w:b/>
          <w:sz w:val="28"/>
          <w:szCs w:val="28"/>
        </w:rPr>
        <w:t>тие физической культуры, спорта</w:t>
      </w:r>
    </w:p>
    <w:p w14:paraId="152B35BA" w14:textId="77777777" w:rsidR="00D51A89" w:rsidRDefault="00093B08" w:rsidP="00D51A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1A89">
        <w:rPr>
          <w:rFonts w:ascii="Times New Roman" w:hAnsi="Times New Roman"/>
          <w:b/>
          <w:sz w:val="28"/>
          <w:szCs w:val="28"/>
        </w:rPr>
        <w:t>и молодежной полит</w:t>
      </w:r>
      <w:r w:rsidR="00D51A89">
        <w:rPr>
          <w:rFonts w:ascii="Times New Roman" w:hAnsi="Times New Roman"/>
          <w:b/>
          <w:sz w:val="28"/>
          <w:szCs w:val="28"/>
        </w:rPr>
        <w:t>ики в муниципальном образовании</w:t>
      </w:r>
    </w:p>
    <w:p w14:paraId="0DCF5580" w14:textId="35B8E0EF" w:rsidR="0033636C" w:rsidRPr="00D51A89" w:rsidRDefault="00093B08" w:rsidP="00D51A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1A89">
        <w:rPr>
          <w:rFonts w:ascii="Times New Roman" w:hAnsi="Times New Roman"/>
          <w:b/>
          <w:sz w:val="28"/>
          <w:szCs w:val="28"/>
        </w:rPr>
        <w:t xml:space="preserve">Ногликский </w:t>
      </w:r>
      <w:r w:rsidR="00262E46" w:rsidRPr="00D51A89">
        <w:rPr>
          <w:rFonts w:ascii="Times New Roman" w:hAnsi="Times New Roman"/>
          <w:b/>
          <w:sz w:val="28"/>
          <w:szCs w:val="28"/>
        </w:rPr>
        <w:t>муниципальный округ Сахалинской области</w:t>
      </w:r>
      <w:r w:rsidR="00E864D4" w:rsidRPr="00D51A89">
        <w:rPr>
          <w:rFonts w:ascii="Times New Roman" w:hAnsi="Times New Roman"/>
          <w:b/>
          <w:sz w:val="28"/>
          <w:szCs w:val="28"/>
        </w:rPr>
        <w:t>»</w:t>
      </w:r>
    </w:p>
    <w:p w14:paraId="173751C8" w14:textId="77777777" w:rsidR="00262E46" w:rsidRPr="00D51A89" w:rsidRDefault="00262E46" w:rsidP="00D51A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81EAE5E" w14:textId="6771EB6D" w:rsidR="00262E46" w:rsidRDefault="00262E46" w:rsidP="00D51A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физической культуры, спорта и молодежной политики в муниципальном образовании </w:t>
      </w:r>
      <w:r w:rsidR="00BF7093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E864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муниципального образования «Городской округ Ногликский» от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26.06.2015 </w:t>
      </w:r>
      <w:r w:rsidR="00D51A89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№ 430</w:t>
      </w:r>
      <w:r w:rsidR="00D51A8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1A89" w:rsidRPr="00D51A89">
        <w:rPr>
          <w:rFonts w:ascii="Times New Roman" w:hAnsi="Times New Roman"/>
          <w:sz w:val="28"/>
          <w:szCs w:val="28"/>
        </w:rPr>
        <w:t>«Развитие физической культуры, спорта</w:t>
      </w:r>
      <w:r w:rsidR="00D51A89">
        <w:rPr>
          <w:rFonts w:ascii="Times New Roman" w:hAnsi="Times New Roman"/>
          <w:sz w:val="28"/>
          <w:szCs w:val="28"/>
        </w:rPr>
        <w:t xml:space="preserve"> </w:t>
      </w:r>
      <w:r w:rsidR="00D51A89" w:rsidRPr="00D51A89">
        <w:rPr>
          <w:rFonts w:ascii="Times New Roman" w:hAnsi="Times New Roman"/>
          <w:sz w:val="28"/>
          <w:szCs w:val="28"/>
        </w:rPr>
        <w:t xml:space="preserve">и молодежной политики </w:t>
      </w:r>
      <w:r w:rsidR="00D91B8A">
        <w:rPr>
          <w:rFonts w:ascii="Times New Roman" w:hAnsi="Times New Roman"/>
          <w:sz w:val="28"/>
          <w:szCs w:val="28"/>
        </w:rPr>
        <w:br/>
      </w:r>
      <w:r w:rsidR="00D51A89" w:rsidRPr="00D51A89">
        <w:rPr>
          <w:rFonts w:ascii="Times New Roman" w:hAnsi="Times New Roman"/>
          <w:sz w:val="28"/>
          <w:szCs w:val="28"/>
        </w:rPr>
        <w:t>в муниципальном образовании</w:t>
      </w:r>
      <w:r w:rsidR="00D51A89">
        <w:rPr>
          <w:rFonts w:ascii="Times New Roman" w:hAnsi="Times New Roman"/>
          <w:sz w:val="28"/>
          <w:szCs w:val="28"/>
        </w:rPr>
        <w:t xml:space="preserve"> </w:t>
      </w:r>
      <w:r w:rsidR="00D51A89" w:rsidRPr="00D51A89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</w:t>
      </w:r>
      <w:r w:rsidR="00D51A89" w:rsidRPr="0049251A">
        <w:rPr>
          <w:rFonts w:ascii="Times New Roman" w:hAnsi="Times New Roman"/>
          <w:sz w:val="28"/>
          <w:szCs w:val="28"/>
        </w:rPr>
        <w:t>области»</w:t>
      </w:r>
      <w:r w:rsidRPr="004925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соответствие с уточненными бюджетными</w:t>
      </w:r>
      <w:r w:rsidR="00BF7093">
        <w:rPr>
          <w:rFonts w:ascii="Times New Roman" w:hAnsi="Times New Roman"/>
          <w:sz w:val="28"/>
          <w:szCs w:val="28"/>
        </w:rPr>
        <w:t xml:space="preserve"> показателями по состоянию </w:t>
      </w:r>
      <w:r w:rsidR="00BF7093" w:rsidRPr="00D51A89">
        <w:rPr>
          <w:rFonts w:ascii="Times New Roman" w:hAnsi="Times New Roman"/>
          <w:sz w:val="28"/>
          <w:szCs w:val="28"/>
        </w:rPr>
        <w:t xml:space="preserve">на 01 </w:t>
      </w:r>
      <w:r w:rsidR="002D7E77" w:rsidRPr="00D51A89">
        <w:rPr>
          <w:rFonts w:ascii="Times New Roman" w:hAnsi="Times New Roman"/>
          <w:sz w:val="28"/>
          <w:szCs w:val="28"/>
        </w:rPr>
        <w:t>мая</w:t>
      </w:r>
      <w:r w:rsidRPr="00D51A89">
        <w:rPr>
          <w:rFonts w:ascii="Times New Roman" w:hAnsi="Times New Roman"/>
          <w:sz w:val="28"/>
          <w:szCs w:val="28"/>
        </w:rPr>
        <w:t xml:space="preserve"> 202</w:t>
      </w:r>
      <w:r w:rsidR="002D7E77" w:rsidRPr="00D51A89">
        <w:rPr>
          <w:rFonts w:ascii="Times New Roman" w:hAnsi="Times New Roman"/>
          <w:sz w:val="28"/>
          <w:szCs w:val="28"/>
        </w:rPr>
        <w:t>5</w:t>
      </w:r>
      <w:r w:rsidRPr="00D51A89">
        <w:rPr>
          <w:rFonts w:ascii="Times New Roman" w:hAnsi="Times New Roman"/>
          <w:sz w:val="28"/>
          <w:szCs w:val="28"/>
        </w:rPr>
        <w:t xml:space="preserve"> года, </w:t>
      </w:r>
      <w:bookmarkStart w:id="1" w:name="_Hlk30407272"/>
      <w:r w:rsidRPr="00D51A89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</w:t>
      </w:r>
      <w:r w:rsidR="00BF7093" w:rsidRPr="00D51A89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51A89">
        <w:rPr>
          <w:rFonts w:ascii="Times New Roman" w:hAnsi="Times New Roman"/>
          <w:sz w:val="28"/>
          <w:szCs w:val="28"/>
        </w:rPr>
        <w:t xml:space="preserve"> </w:t>
      </w:r>
      <w:r w:rsidR="00AA0EB3" w:rsidRPr="00D51A89">
        <w:rPr>
          <w:rFonts w:ascii="Times New Roman" w:hAnsi="Times New Roman"/>
          <w:sz w:val="28"/>
          <w:szCs w:val="28"/>
        </w:rPr>
        <w:t xml:space="preserve">от </w:t>
      </w:r>
      <w:r w:rsidR="002D7E77" w:rsidRPr="00D51A89">
        <w:rPr>
          <w:rFonts w:ascii="Times New Roman" w:hAnsi="Times New Roman"/>
          <w:sz w:val="28"/>
          <w:szCs w:val="28"/>
        </w:rPr>
        <w:t>13.12.2024</w:t>
      </w:r>
      <w:r w:rsidR="00AA0EB3" w:rsidRPr="00D51A89">
        <w:rPr>
          <w:rFonts w:ascii="Times New Roman" w:hAnsi="Times New Roman"/>
          <w:sz w:val="28"/>
          <w:szCs w:val="28"/>
        </w:rPr>
        <w:t xml:space="preserve"> № </w:t>
      </w:r>
      <w:r w:rsidR="002D7E77" w:rsidRPr="00D51A89">
        <w:rPr>
          <w:rFonts w:ascii="Times New Roman" w:hAnsi="Times New Roman"/>
          <w:sz w:val="28"/>
          <w:szCs w:val="28"/>
        </w:rPr>
        <w:t>36</w:t>
      </w:r>
      <w:r w:rsidRPr="00D51A8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бюджете муниципального образования </w:t>
      </w:r>
      <w:r w:rsidR="00AA0EB3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на 2025 год и на плановый период 2026 и 2027 годов</w:t>
      </w:r>
      <w:bookmarkEnd w:id="1"/>
      <w:r>
        <w:rPr>
          <w:rFonts w:ascii="Times New Roman" w:hAnsi="Times New Roman"/>
          <w:sz w:val="28"/>
          <w:szCs w:val="28"/>
        </w:rPr>
        <w:t xml:space="preserve">», </w:t>
      </w:r>
      <w:r w:rsidR="00CE72BA">
        <w:rPr>
          <w:rFonts w:ascii="Times New Roman" w:hAnsi="Times New Roman"/>
          <w:sz w:val="28"/>
          <w:szCs w:val="28"/>
        </w:rPr>
        <w:t xml:space="preserve">руководствуясь </w:t>
      </w:r>
      <w:r w:rsidRPr="001229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2C142D8F" w14:textId="53F0C967" w:rsidR="00262E46" w:rsidRDefault="00262E46" w:rsidP="00D5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«Городской округ Ногликский» от 26.06.2015 № 430 (в редакции от 30.09.2015 № 692, от 19.10.2015 № 718, от 31.12.2016 № 921, от 10.03.2016 № 208, </w:t>
      </w:r>
      <w:r>
        <w:rPr>
          <w:rFonts w:ascii="Times New Roman" w:hAnsi="Times New Roman"/>
          <w:sz w:val="28"/>
          <w:szCs w:val="28"/>
        </w:rPr>
        <w:br/>
        <w:t xml:space="preserve">от 11.04.2016 № 288, от 30.05.2016 № 433, от 15.06.2016 № 485, от 31.08.2016 № 666, от 07.10.2016 № 739, от 07.02.2017 № 108, от 07.06.2017 № 367, </w:t>
      </w:r>
      <w:r>
        <w:rPr>
          <w:rFonts w:ascii="Times New Roman" w:hAnsi="Times New Roman"/>
          <w:sz w:val="28"/>
          <w:szCs w:val="28"/>
        </w:rPr>
        <w:br/>
        <w:t xml:space="preserve">от 03.08.2017 № 521, от 27.09.2017 № 703, от 27.02.2018 № 191, от 13.04.2018 </w:t>
      </w:r>
      <w:r>
        <w:rPr>
          <w:rFonts w:ascii="Times New Roman" w:hAnsi="Times New Roman"/>
          <w:sz w:val="28"/>
          <w:szCs w:val="28"/>
        </w:rPr>
        <w:lastRenderedPageBreak/>
        <w:t xml:space="preserve">№ 386,от11.07.2018№669, от 19.12.2018 № 1224, от 26.03.2019 № 196, </w:t>
      </w:r>
      <w:r>
        <w:rPr>
          <w:rFonts w:ascii="Times New Roman" w:hAnsi="Times New Roman"/>
          <w:sz w:val="28"/>
          <w:szCs w:val="28"/>
        </w:rPr>
        <w:br/>
        <w:t xml:space="preserve">от 23.05.2019 № 358, от 19.06.2019 № 462, от 02.09.2019 № 665, от 10.03.2020 № 109, от 01.06.2020№270, от 14.07.2020 № 357, от 14.10.2020 № 505, </w:t>
      </w:r>
      <w:r>
        <w:rPr>
          <w:rFonts w:ascii="Times New Roman" w:hAnsi="Times New Roman"/>
          <w:sz w:val="28"/>
          <w:szCs w:val="28"/>
        </w:rPr>
        <w:br/>
        <w:t>от 28.04.2021 № 232, от 22.09.2021 № 521, от 17.06.2022 № 3</w:t>
      </w:r>
      <w:r w:rsidRPr="00412A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1, от 15.11.2022 № 608,от 28.04.2023 № 274, от 24.07.2023 № 470, от 08.04.2024 № 212, </w:t>
      </w:r>
      <w:r>
        <w:rPr>
          <w:rFonts w:ascii="Times New Roman" w:hAnsi="Times New Roman"/>
          <w:sz w:val="28"/>
          <w:szCs w:val="28"/>
        </w:rPr>
        <w:br/>
        <w:t>от 12.02.2025 № 785</w:t>
      </w:r>
      <w:r w:rsidR="005348A4">
        <w:rPr>
          <w:rFonts w:ascii="Times New Roman" w:hAnsi="Times New Roman"/>
          <w:sz w:val="28"/>
          <w:szCs w:val="28"/>
        </w:rPr>
        <w:t>, от 18.03.2025 № 148</w:t>
      </w:r>
      <w:r>
        <w:rPr>
          <w:rFonts w:ascii="Times New Roman" w:hAnsi="Times New Roman"/>
          <w:sz w:val="28"/>
          <w:szCs w:val="28"/>
        </w:rPr>
        <w:t>) «Об утверждении муниципальной программы «Развитие физической культуры, спорта и молодежной политики в муниципальном образовании Ногликский муниципальный округ Сахалинской области</w:t>
      </w:r>
      <w:r w:rsidR="0053178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- Программа), следующие изменения:</w:t>
      </w:r>
    </w:p>
    <w:p w14:paraId="659C8A5A" w14:textId="0A1065B5" w:rsidR="00262E46" w:rsidRDefault="00136575" w:rsidP="002C18A3">
      <w:pPr>
        <w:pStyle w:val="ConsPlusCell"/>
        <w:ind w:firstLine="708"/>
        <w:jc w:val="both"/>
        <w:rPr>
          <w:sz w:val="28"/>
          <w:szCs w:val="28"/>
        </w:rPr>
      </w:pPr>
      <w:r w:rsidRPr="00136575">
        <w:rPr>
          <w:sz w:val="28"/>
          <w:szCs w:val="28"/>
        </w:rPr>
        <w:t xml:space="preserve">1.1. </w:t>
      </w:r>
      <w:r w:rsidR="00262E46">
        <w:rPr>
          <w:sz w:val="28"/>
          <w:szCs w:val="28"/>
        </w:rPr>
        <w:t>Раздел «Объемы и источники финансирования» Паспорта Программы изложить в новой редакции:</w:t>
      </w:r>
    </w:p>
    <w:p w14:paraId="41749319" w14:textId="77777777" w:rsidR="00262E46" w:rsidRDefault="00262E46" w:rsidP="00D51A89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55" w:type="dxa"/>
        <w:tblInd w:w="-28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70"/>
        <w:gridCol w:w="7093"/>
        <w:gridCol w:w="208"/>
      </w:tblGrid>
      <w:tr w:rsidR="00262E46" w14:paraId="559EA820" w14:textId="77777777" w:rsidTr="003B53E6">
        <w:trPr>
          <w:trHeight w:val="40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3BF38F" w14:textId="77777777" w:rsidR="00262E46" w:rsidRDefault="00262E46" w:rsidP="00D51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87C0" w14:textId="77777777" w:rsidR="00262E46" w:rsidRDefault="00262E46" w:rsidP="00D51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7935" w14:textId="64A9DE5B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средств, направляемых на реализацию мероприятий </w:t>
            </w:r>
            <w:r w:rsidR="001229C9">
              <w:rPr>
                <w:sz w:val="28"/>
                <w:szCs w:val="28"/>
              </w:rPr>
              <w:t xml:space="preserve">1 672 </w:t>
            </w:r>
            <w:r w:rsidR="006D72C6">
              <w:rPr>
                <w:sz w:val="28"/>
                <w:szCs w:val="28"/>
              </w:rPr>
              <w:t>685,8</w:t>
            </w:r>
            <w:r>
              <w:rPr>
                <w:sz w:val="28"/>
                <w:szCs w:val="28"/>
              </w:rPr>
              <w:t xml:space="preserve"> тыс. руб., </w:t>
            </w:r>
          </w:p>
          <w:p w14:paraId="069DE9C2" w14:textId="77777777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14:paraId="731D628F" w14:textId="7C0D6314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областной бюджет </w:t>
            </w:r>
            <w:r w:rsidR="001229C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6D72C6">
              <w:rPr>
                <w:sz w:val="28"/>
                <w:szCs w:val="28"/>
              </w:rPr>
              <w:t>451 859,3</w:t>
            </w:r>
            <w:r>
              <w:rPr>
                <w:sz w:val="28"/>
                <w:szCs w:val="28"/>
              </w:rPr>
              <w:t xml:space="preserve"> тыс. руб.;</w:t>
            </w:r>
          </w:p>
          <w:p w14:paraId="495AF2CC" w14:textId="23B22B3B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местный бюджет </w:t>
            </w:r>
            <w:r w:rsidR="001229C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1229C9">
              <w:rPr>
                <w:sz w:val="28"/>
                <w:szCs w:val="28"/>
              </w:rPr>
              <w:t xml:space="preserve">1 200 </w:t>
            </w:r>
            <w:r w:rsidR="006D72C6">
              <w:rPr>
                <w:sz w:val="28"/>
                <w:szCs w:val="28"/>
              </w:rPr>
              <w:t>238,6</w:t>
            </w:r>
            <w:r w:rsidRPr="00841B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руб.;</w:t>
            </w:r>
          </w:p>
          <w:p w14:paraId="412156D9" w14:textId="29A0CDFA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федеральный бюджет </w:t>
            </w:r>
            <w:r w:rsidR="001229C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1229C9">
              <w:rPr>
                <w:sz w:val="28"/>
                <w:szCs w:val="28"/>
              </w:rPr>
              <w:t xml:space="preserve">20 </w:t>
            </w:r>
            <w:r w:rsidR="006D72C6">
              <w:rPr>
                <w:sz w:val="28"/>
                <w:szCs w:val="28"/>
              </w:rPr>
              <w:t>587,9</w:t>
            </w:r>
            <w:r>
              <w:rPr>
                <w:sz w:val="28"/>
                <w:szCs w:val="28"/>
              </w:rPr>
              <w:t xml:space="preserve"> тыс. руб.;</w:t>
            </w:r>
          </w:p>
          <w:p w14:paraId="370D9B66" w14:textId="77777777" w:rsidR="00262E46" w:rsidRDefault="00262E46" w:rsidP="00D51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- 44 374,0 тыс. руб.;</w:t>
            </w:r>
          </w:p>
          <w:p w14:paraId="200F665B" w14:textId="77777777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 - 15 276,3 тыс. руб.;</w:t>
            </w:r>
          </w:p>
          <w:p w14:paraId="09D683C8" w14:textId="77777777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 - 29 097,7 тыс. руб.;</w:t>
            </w:r>
          </w:p>
          <w:p w14:paraId="058A5784" w14:textId="77777777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- 87 323,0 тыс. руб.;</w:t>
            </w:r>
          </w:p>
          <w:p w14:paraId="274C1DD9" w14:textId="77777777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 - 19 069,3 тыс. руб.;</w:t>
            </w:r>
          </w:p>
          <w:p w14:paraId="2E21DED5" w14:textId="77777777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 - 68 253,7 тыс. руб.;</w:t>
            </w:r>
          </w:p>
          <w:p w14:paraId="646E526A" w14:textId="77777777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- 31 518,2 тыс. руб.;</w:t>
            </w:r>
          </w:p>
          <w:p w14:paraId="775C9FD2" w14:textId="77777777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 - 29 454,4 тыс. руб.;</w:t>
            </w:r>
          </w:p>
          <w:p w14:paraId="376C2A09" w14:textId="77777777" w:rsidR="00262E46" w:rsidRDefault="00262E46" w:rsidP="00D51A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 - 2 063,8 тыс. руб.;</w:t>
            </w:r>
          </w:p>
          <w:p w14:paraId="4B9560BA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- 47 532,5 тыс. руб.;</w:t>
            </w:r>
          </w:p>
          <w:p w14:paraId="3CACA805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- 37 053,2 тыс. руб.;</w:t>
            </w:r>
          </w:p>
          <w:p w14:paraId="46B6A999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- 9 379,3 тыс. руб.;</w:t>
            </w:r>
          </w:p>
          <w:p w14:paraId="68952DFE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федеральный бюджет - 1 100,0 тыс. руб.;</w:t>
            </w:r>
          </w:p>
          <w:p w14:paraId="3E125A31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- 69 400,1 тыс. руб.;</w:t>
            </w:r>
          </w:p>
          <w:p w14:paraId="611AD95F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- 37 257,2 тыс. руб.;</w:t>
            </w:r>
          </w:p>
          <w:p w14:paraId="5E120DF7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- 12 655,0 тыс. руб.;</w:t>
            </w:r>
          </w:p>
          <w:p w14:paraId="75AEB19E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федеральный бюджет - 19 487,9 тыс. руб.;</w:t>
            </w:r>
          </w:p>
          <w:p w14:paraId="49E0E206" w14:textId="77777777" w:rsidR="00262E46" w:rsidRDefault="00262E46" w:rsidP="00D51A89">
            <w:pPr>
              <w:tabs>
                <w:tab w:val="left" w:pos="13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- 206 322,6 тыс. руб.;</w:t>
            </w:r>
          </w:p>
          <w:p w14:paraId="534BE21C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- 50 483,3 тыс. руб.;</w:t>
            </w:r>
          </w:p>
          <w:p w14:paraId="212E3586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- 155 839,3 тыс. руб.;</w:t>
            </w:r>
          </w:p>
          <w:p w14:paraId="04C817FF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- 198 240,3 тыс. руб.;</w:t>
            </w:r>
          </w:p>
          <w:p w14:paraId="0B4D3B9A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- 123 265,5 тыс. руб.;</w:t>
            </w:r>
          </w:p>
          <w:p w14:paraId="2CF42BA2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- 74 974,8 тыс. руб.;</w:t>
            </w:r>
          </w:p>
          <w:p w14:paraId="2E3AB188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- 153 207,3 тыс. руб.;</w:t>
            </w:r>
          </w:p>
          <w:p w14:paraId="1CB9736B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- 140 912,7 тыс. руб.;</w:t>
            </w:r>
          </w:p>
          <w:p w14:paraId="118D8E84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- 12 294,6 тыс. руб.;</w:t>
            </w:r>
          </w:p>
          <w:p w14:paraId="7EA10BBB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2023 год - 151 144,2 тыс. руб.;</w:t>
            </w:r>
          </w:p>
          <w:p w14:paraId="034C0477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- 134 000,0 тыс. руб.;</w:t>
            </w:r>
          </w:p>
          <w:p w14:paraId="165402B4" w14:textId="77777777" w:rsidR="00262E46" w:rsidRDefault="00262E46" w:rsidP="00D51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- 17 144,2 тыс. руб.;</w:t>
            </w:r>
          </w:p>
          <w:p w14:paraId="2FF87315" w14:textId="77777777" w:rsidR="00262E46" w:rsidRPr="00327876" w:rsidRDefault="00262E46" w:rsidP="00D51A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180</w:t>
            </w:r>
            <w:r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509,7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63C63E" w14:textId="77777777" w:rsidR="00262E46" w:rsidRPr="00327876" w:rsidRDefault="00262E46" w:rsidP="00D51A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местный бюджет </w:t>
            </w:r>
            <w:r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163</w:t>
            </w:r>
            <w:r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759,9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3B91BA8" w14:textId="77777777" w:rsidR="00262E46" w:rsidRPr="00327876" w:rsidRDefault="00262E46" w:rsidP="00D51A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областной бюджет </w:t>
            </w:r>
            <w:r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</w:t>
            </w:r>
            <w:r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749,8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F66BB6B" w14:textId="229E371B" w:rsidR="00262E46" w:rsidRPr="00327876" w:rsidRDefault="00262E46" w:rsidP="00D51A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188 </w:t>
            </w:r>
            <w:r w:rsidR="00BF70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040,8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330EB57" w14:textId="31D303D8" w:rsidR="00262E46" w:rsidRPr="00327876" w:rsidRDefault="00262E46" w:rsidP="00D51A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местный бюджет 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168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BF70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859,5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6C11890" w14:textId="53927433" w:rsidR="00262E46" w:rsidRPr="00327876" w:rsidRDefault="00262E46" w:rsidP="00D51A89">
            <w:pPr>
              <w:pStyle w:val="ConsPlusCell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областной бюджет </w:t>
            </w:r>
            <w:r w:rsidR="001229C9">
              <w:rPr>
                <w:color w:val="000000" w:themeColor="text1"/>
                <w:sz w:val="28"/>
                <w:szCs w:val="28"/>
              </w:rPr>
              <w:t>-</w:t>
            </w:r>
            <w:r w:rsidR="00BF7093">
              <w:rPr>
                <w:color w:val="000000" w:themeColor="text1"/>
                <w:sz w:val="28"/>
                <w:szCs w:val="28"/>
              </w:rPr>
              <w:t xml:space="preserve"> 19181,3</w:t>
            </w:r>
            <w:r w:rsidRPr="00327876">
              <w:rPr>
                <w:color w:val="000000" w:themeColor="text1"/>
                <w:sz w:val="28"/>
                <w:szCs w:val="28"/>
              </w:rPr>
              <w:t>тыс. руб.</w:t>
            </w:r>
          </w:p>
          <w:p w14:paraId="38D80962" w14:textId="47D333F2" w:rsidR="00262E46" w:rsidRPr="00327876" w:rsidRDefault="00262E46" w:rsidP="00D51A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2026 год 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157 </w:t>
            </w:r>
            <w:r w:rsidR="00BF70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249,5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2ECC07E" w14:textId="361DB41B" w:rsidR="00262E46" w:rsidRPr="00327876" w:rsidRDefault="00262E46" w:rsidP="00D51A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местный бюджет </w:t>
            </w:r>
            <w:r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BF70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140</w:t>
            </w:r>
            <w:r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BF70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136,6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FA192C4" w14:textId="512DE340" w:rsidR="00262E46" w:rsidRPr="00327876" w:rsidRDefault="00262E46" w:rsidP="00D51A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областной бюджет 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17 </w:t>
            </w:r>
            <w:r w:rsidR="00BF70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112,9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4883FBF" w14:textId="1CB00383" w:rsidR="00262E46" w:rsidRPr="00327876" w:rsidRDefault="00262E46" w:rsidP="00D51A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2027 год </w:t>
            </w:r>
            <w:r w:rsidR="00BF70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–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BF70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157 823,6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A02545D" w14:textId="414A2DD5" w:rsidR="00262E46" w:rsidRPr="00327876" w:rsidRDefault="00262E46" w:rsidP="00D51A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местный бюджет 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140 </w:t>
            </w:r>
            <w:r w:rsidR="00BF70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710,7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66B1C53" w14:textId="0EEAD82B" w:rsidR="00262E46" w:rsidRDefault="00262E46" w:rsidP="001229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областной бюджет 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229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17 </w:t>
            </w:r>
            <w:r w:rsidR="00BF70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112,9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  <w:tc>
          <w:tcPr>
            <w:tcW w:w="2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A59E5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C77371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A49A4F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C07D87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9C59B1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29B73E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677421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DEEF14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86AAFB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5A3B6C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A668B8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0BFD16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F90F35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C93268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9F8492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AD7EC6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E55271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986ABB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434BD2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C0807E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0E4D60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BB090F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574C3C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144DB8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F68753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B2622F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6D4F30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839B10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E07840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71F502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D12BB0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85D03B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926AB6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48496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2F385F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927218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2FFDE7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2C5213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555D7E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F0AC9F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1B47B9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9B56A1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5730D6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F94D1E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106DC2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4FA0F7" w14:textId="77777777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DEF661" w14:textId="7BDC839A" w:rsidR="00262E46" w:rsidRDefault="00262E46" w:rsidP="00D51A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2A4B901" w14:textId="2B39C4E2" w:rsidR="00262E46" w:rsidRDefault="00262E46" w:rsidP="00997FF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</w:p>
    <w:p w14:paraId="445A2BFC" w14:textId="556CA819" w:rsidR="00262E46" w:rsidRDefault="00136575" w:rsidP="00D51A8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1.3</w:t>
      </w:r>
      <w:r w:rsidR="00262E4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. Раздел 7 «Ресурсное обеспечение Программы» паспорта Программы изложить в следующей редакции:</w:t>
      </w:r>
    </w:p>
    <w:p w14:paraId="52564D78" w14:textId="77777777" w:rsidR="00262E46" w:rsidRDefault="00262E46" w:rsidP="00D51A8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Программы.</w:t>
      </w:r>
    </w:p>
    <w:p w14:paraId="53E6D626" w14:textId="7021B4FB" w:rsidR="00262E46" w:rsidRDefault="00262E46" w:rsidP="00D51A8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2787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="001229C9">
        <w:rPr>
          <w:rFonts w:ascii="Times New Roman" w:hAnsi="Times New Roman"/>
          <w:sz w:val="28"/>
          <w:szCs w:val="28"/>
        </w:rPr>
        <w:t xml:space="preserve">1 672 </w:t>
      </w:r>
      <w:r w:rsidR="006D72C6">
        <w:rPr>
          <w:rFonts w:ascii="Times New Roman" w:hAnsi="Times New Roman"/>
          <w:sz w:val="28"/>
          <w:szCs w:val="28"/>
        </w:rPr>
        <w:t>685,8</w:t>
      </w:r>
      <w:r>
        <w:rPr>
          <w:sz w:val="28"/>
          <w:szCs w:val="28"/>
        </w:rPr>
        <w:t xml:space="preserve"> 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тыс. рублей, в том числе: средства местного бюджета </w:t>
      </w:r>
      <w:r w:rsidR="001229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229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1 200 </w:t>
      </w:r>
      <w:r w:rsidR="006D72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238,6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тыс. рублей; средства областного бюджета </w:t>
      </w:r>
      <w:r w:rsidR="001229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229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451 </w:t>
      </w:r>
      <w:r w:rsidR="006D72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859,3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тыс. рублей; средства федерального бюджета </w:t>
      </w:r>
      <w:r w:rsidR="001229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229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20 </w:t>
      </w:r>
      <w:r w:rsidR="006D72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587,9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тыс. рублей. Информация об общем объеме финансовых средств отражена в приложении 3 часть 1, часть 2 «Ресурсное обеспечение реализации муниципальной программы «Развитие физической культуры, спорта и молодежной политики в муниципальном образовании Ногликский муниципальный округ Сахалинской области».»</w:t>
      </w:r>
    </w:p>
    <w:p w14:paraId="59B25CAD" w14:textId="0EBD0D50" w:rsidR="00262E46" w:rsidRDefault="00136575" w:rsidP="00D51A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1.4</w:t>
      </w:r>
      <w:r w:rsidR="00262E4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262E46">
        <w:rPr>
          <w:rFonts w:ascii="Times New Roman" w:eastAsia="Times New Roman" w:hAnsi="Times New Roman"/>
          <w:sz w:val="28"/>
          <w:szCs w:val="28"/>
          <w:lang w:eastAsia="ru-RU"/>
        </w:rPr>
        <w:t>Приложение 2 часть 2 к Программе «</w:t>
      </w:r>
      <w:r w:rsidR="00262E46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Перечень мероприятий реализации муниципальной программы </w:t>
      </w:r>
      <w:r w:rsidR="00262E46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физической культуры, спорта и молодежной политики в муниципальном образовании Ногликский муниципальный округ Сахалинской области» </w:t>
      </w:r>
      <w:r w:rsidR="00262E4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редакции, согласно приложению 1 к настоящему постановлению.</w:t>
      </w:r>
    </w:p>
    <w:p w14:paraId="2A9A2FC4" w14:textId="0B5DCE57" w:rsidR="00262E46" w:rsidRDefault="00262E46" w:rsidP="00D51A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3657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Приложение 3 часть 2 к Программе «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физической культуры, спорта и молодежной политики в муниципальном образовании </w:t>
      </w:r>
      <w:r w:rsidRPr="00F51ED2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редакции, согласно приложению 2 к настоящему постановлению.</w:t>
      </w:r>
    </w:p>
    <w:p w14:paraId="782740A6" w14:textId="647BD227" w:rsidR="00262E46" w:rsidRDefault="00262E46" w:rsidP="00D5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</w:t>
      </w:r>
      <w:r w:rsidR="001229C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29398148" w14:textId="58E4AD95" w:rsidR="00262E46" w:rsidRDefault="00262E46" w:rsidP="00D5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 xml:space="preserve">на вице-мэра муниципального образования Ногликский муниципальный округ </w:t>
      </w:r>
      <w:r w:rsidR="00531780">
        <w:rPr>
          <w:rFonts w:ascii="Times New Roman" w:hAnsi="Times New Roman"/>
          <w:sz w:val="28"/>
          <w:szCs w:val="28"/>
        </w:rPr>
        <w:t xml:space="preserve">Сахалинской области </w:t>
      </w:r>
      <w:proofErr w:type="spellStart"/>
      <w:r>
        <w:rPr>
          <w:rFonts w:ascii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Я.С.</w:t>
      </w:r>
    </w:p>
    <w:p w14:paraId="155898FA" w14:textId="3B3F911B" w:rsidR="00D51A89" w:rsidRDefault="00D51A89" w:rsidP="00D5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065D8C" w14:textId="77777777" w:rsidR="00D51A89" w:rsidRDefault="00D51A89" w:rsidP="00D5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D51A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1BE898E7" w:rsidR="008629FA" w:rsidRPr="008629FA" w:rsidRDefault="008629FA" w:rsidP="00D51A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D51A89">
        <w:rPr>
          <w:rFonts w:ascii="Times New Roman" w:hAnsi="Times New Roman"/>
          <w:sz w:val="28"/>
          <w:szCs w:val="28"/>
        </w:rPr>
        <w:t xml:space="preserve"> </w:t>
      </w:r>
    </w:p>
    <w:p w14:paraId="0DCF558E" w14:textId="0CD8E5F8" w:rsidR="008629FA" w:rsidRPr="00D12794" w:rsidRDefault="00093B08" w:rsidP="00D51A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D51A89">
        <w:rPr>
          <w:rFonts w:ascii="Times New Roman" w:hAnsi="Times New Roman"/>
          <w:sz w:val="28"/>
          <w:szCs w:val="28"/>
        </w:rPr>
        <w:tab/>
      </w:r>
      <w:r w:rsidR="00D51A89">
        <w:rPr>
          <w:rFonts w:ascii="Times New Roman" w:hAnsi="Times New Roman"/>
          <w:sz w:val="28"/>
          <w:szCs w:val="28"/>
        </w:rPr>
        <w:tab/>
      </w:r>
      <w:r w:rsidR="00D51A89">
        <w:rPr>
          <w:rFonts w:ascii="Times New Roman" w:hAnsi="Times New Roman"/>
          <w:sz w:val="28"/>
          <w:szCs w:val="28"/>
        </w:rPr>
        <w:tab/>
      </w:r>
      <w:r w:rsidR="00D51A89">
        <w:rPr>
          <w:rFonts w:ascii="Times New Roman" w:hAnsi="Times New Roman"/>
          <w:sz w:val="28"/>
          <w:szCs w:val="28"/>
        </w:rPr>
        <w:tab/>
      </w:r>
      <w:r w:rsidR="00D51A89">
        <w:rPr>
          <w:rFonts w:ascii="Times New Roman" w:hAnsi="Times New Roman"/>
          <w:sz w:val="28"/>
          <w:szCs w:val="28"/>
        </w:rPr>
        <w:tab/>
        <w:t xml:space="preserve">                            С.В. Гурьянов</w:t>
      </w:r>
    </w:p>
    <w:sectPr w:rsidR="008629FA" w:rsidRPr="00D12794" w:rsidSect="00D51A8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9721137"/>
      <w:docPartObj>
        <w:docPartGallery w:val="Page Numbers (Top of Page)"/>
        <w:docPartUnique/>
      </w:docPartObj>
    </w:sdtPr>
    <w:sdtEndPr/>
    <w:sdtContent>
      <w:p w14:paraId="79CD35FF" w14:textId="013804B1" w:rsidR="00D51A89" w:rsidRDefault="00D51A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909">
          <w:rPr>
            <w:noProof/>
          </w:rPr>
          <w:t>4</w:t>
        </w:r>
        <w:r>
          <w:fldChar w:fldCharType="end"/>
        </w:r>
      </w:p>
    </w:sdtContent>
  </w:sdt>
  <w:p w14:paraId="7EC50CA4" w14:textId="77777777" w:rsidR="00D51A89" w:rsidRDefault="00D51A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590A"/>
    <w:rsid w:val="00053BD0"/>
    <w:rsid w:val="0007570D"/>
    <w:rsid w:val="00093B08"/>
    <w:rsid w:val="001229C9"/>
    <w:rsid w:val="00136575"/>
    <w:rsid w:val="00157950"/>
    <w:rsid w:val="00185909"/>
    <w:rsid w:val="00185FEC"/>
    <w:rsid w:val="001E1F9F"/>
    <w:rsid w:val="002003DC"/>
    <w:rsid w:val="00243E75"/>
    <w:rsid w:val="00262E46"/>
    <w:rsid w:val="002B5CAC"/>
    <w:rsid w:val="002C18A3"/>
    <w:rsid w:val="002D7E77"/>
    <w:rsid w:val="00324DFE"/>
    <w:rsid w:val="0033636C"/>
    <w:rsid w:val="003E4257"/>
    <w:rsid w:val="0049251A"/>
    <w:rsid w:val="00520CBF"/>
    <w:rsid w:val="00531780"/>
    <w:rsid w:val="005348A4"/>
    <w:rsid w:val="006D72C6"/>
    <w:rsid w:val="00754B6F"/>
    <w:rsid w:val="008629FA"/>
    <w:rsid w:val="0086337B"/>
    <w:rsid w:val="00987DB5"/>
    <w:rsid w:val="00997FF0"/>
    <w:rsid w:val="00A30AF1"/>
    <w:rsid w:val="00A53B60"/>
    <w:rsid w:val="00AA0EB3"/>
    <w:rsid w:val="00AC72C8"/>
    <w:rsid w:val="00B10ED9"/>
    <w:rsid w:val="00B25688"/>
    <w:rsid w:val="00BC5CE4"/>
    <w:rsid w:val="00BF7093"/>
    <w:rsid w:val="00C02849"/>
    <w:rsid w:val="00CE72BA"/>
    <w:rsid w:val="00CF5E6E"/>
    <w:rsid w:val="00D12794"/>
    <w:rsid w:val="00D51A89"/>
    <w:rsid w:val="00D67BD8"/>
    <w:rsid w:val="00D91B8A"/>
    <w:rsid w:val="00DF7897"/>
    <w:rsid w:val="00E37B8A"/>
    <w:rsid w:val="00E609BC"/>
    <w:rsid w:val="00E864D4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62E46"/>
    <w:pPr>
      <w:spacing w:line="256" w:lineRule="auto"/>
      <w:ind w:left="720"/>
      <w:contextualSpacing/>
    </w:pPr>
  </w:style>
  <w:style w:type="paragraph" w:customStyle="1" w:styleId="ConsPlusCell">
    <w:name w:val="ConsPlusCell"/>
    <w:uiPriority w:val="99"/>
    <w:rsid w:val="00262E4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8590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7570D"/>
    <w:rsid w:val="00754B6F"/>
    <w:rsid w:val="00A53B60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133</TotalTime>
  <Pages>4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cp:lastPrinted>2025-06-06T01:43:00Z</cp:lastPrinted>
  <dcterms:created xsi:type="dcterms:W3CDTF">2025-05-26T22:36:00Z</dcterms:created>
  <dcterms:modified xsi:type="dcterms:W3CDTF">2025-06-06T01:43:00Z</dcterms:modified>
</cp:coreProperties>
</file>