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9783CF0" w14:textId="77777777" w:rsidTr="00987DB5">
        <w:tc>
          <w:tcPr>
            <w:tcW w:w="9498" w:type="dxa"/>
          </w:tcPr>
          <w:p w14:paraId="29783CE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9783D07" wp14:editId="29783D0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783CED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9783CE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9783CE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9783CF1" w14:textId="0813A6D5" w:rsidR="0033636C" w:rsidRPr="008557D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57D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E2D42">
            <w:rPr>
              <w:rFonts w:ascii="Times New Roman" w:hAnsi="Times New Roman"/>
              <w:sz w:val="28"/>
              <w:szCs w:val="28"/>
            </w:rPr>
            <w:t>30 июня 2021 года</w:t>
          </w:r>
        </w:sdtContent>
      </w:sdt>
      <w:r w:rsidRPr="008557D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E2D42" w:rsidRPr="000E2D42">
            <w:rPr>
              <w:rFonts w:ascii="Times New Roman" w:hAnsi="Times New Roman"/>
              <w:sz w:val="28"/>
              <w:szCs w:val="28"/>
            </w:rPr>
            <w:t>373</w:t>
          </w:r>
        </w:sdtContent>
      </w:sdt>
    </w:p>
    <w:p w14:paraId="29783CF2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9783CF3" w14:textId="0C5D14BB" w:rsidR="0033636C" w:rsidRPr="008557DA" w:rsidRDefault="0033636C" w:rsidP="00AA5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57DA">
        <w:rPr>
          <w:rFonts w:ascii="Times New Roman" w:hAnsi="Times New Roman"/>
          <w:b/>
          <w:sz w:val="28"/>
          <w:szCs w:val="28"/>
        </w:rPr>
        <w:t>Об утверждении Порядка пред</w:t>
      </w:r>
      <w:r w:rsidR="008557DA" w:rsidRPr="008557DA">
        <w:rPr>
          <w:rFonts w:ascii="Times New Roman" w:hAnsi="Times New Roman"/>
          <w:b/>
          <w:sz w:val="28"/>
          <w:szCs w:val="28"/>
        </w:rPr>
        <w:t xml:space="preserve">оставления субсидии из бюджета </w:t>
      </w:r>
      <w:r w:rsidRPr="008557DA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</w:t>
      </w:r>
      <w:r w:rsidR="008557DA" w:rsidRPr="008557DA">
        <w:rPr>
          <w:rFonts w:ascii="Times New Roman" w:hAnsi="Times New Roman"/>
          <w:b/>
          <w:sz w:val="28"/>
          <w:szCs w:val="28"/>
        </w:rPr>
        <w:t xml:space="preserve">округ Ногликский» </w:t>
      </w:r>
      <w:r w:rsidR="008557DA">
        <w:rPr>
          <w:rFonts w:ascii="Times New Roman" w:hAnsi="Times New Roman"/>
          <w:b/>
          <w:sz w:val="28"/>
          <w:szCs w:val="28"/>
        </w:rPr>
        <w:br/>
      </w:r>
      <w:r w:rsidRPr="008557DA">
        <w:rPr>
          <w:rFonts w:ascii="Times New Roman" w:hAnsi="Times New Roman"/>
          <w:b/>
          <w:sz w:val="28"/>
          <w:szCs w:val="28"/>
        </w:rPr>
        <w:t>на возмещение части затр</w:t>
      </w:r>
      <w:r w:rsidR="008557DA" w:rsidRPr="008557DA">
        <w:rPr>
          <w:rFonts w:ascii="Times New Roman" w:hAnsi="Times New Roman"/>
          <w:b/>
          <w:sz w:val="28"/>
          <w:szCs w:val="28"/>
        </w:rPr>
        <w:t xml:space="preserve">ат, связанных с осуществлением </w:t>
      </w:r>
      <w:r w:rsidRPr="008557DA">
        <w:rPr>
          <w:rFonts w:ascii="Times New Roman" w:hAnsi="Times New Roman"/>
          <w:b/>
          <w:sz w:val="28"/>
          <w:szCs w:val="28"/>
        </w:rPr>
        <w:t>деятельности социально орие</w:t>
      </w:r>
      <w:r w:rsidR="008557DA" w:rsidRPr="008557DA">
        <w:rPr>
          <w:rFonts w:ascii="Times New Roman" w:hAnsi="Times New Roman"/>
          <w:b/>
          <w:sz w:val="28"/>
          <w:szCs w:val="28"/>
        </w:rPr>
        <w:t xml:space="preserve">нтированных объектов розничной </w:t>
      </w:r>
      <w:r w:rsidRPr="008557DA">
        <w:rPr>
          <w:rFonts w:ascii="Times New Roman" w:hAnsi="Times New Roman"/>
          <w:b/>
          <w:sz w:val="28"/>
          <w:szCs w:val="28"/>
        </w:rPr>
        <w:t>торговли лекарствен</w:t>
      </w:r>
      <w:r w:rsidR="004038E0" w:rsidRPr="008557DA">
        <w:rPr>
          <w:rFonts w:ascii="Times New Roman" w:hAnsi="Times New Roman"/>
          <w:b/>
          <w:sz w:val="28"/>
          <w:szCs w:val="28"/>
        </w:rPr>
        <w:t>ными средствами и изделиями медицинского назначения (социальная аптека)</w:t>
      </w:r>
    </w:p>
    <w:p w14:paraId="29783CF4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068CBD" w14:textId="69F0F40B" w:rsidR="00CB79B9" w:rsidRPr="00CB79B9" w:rsidRDefault="00CB79B9" w:rsidP="00CB79B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B79B9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Pr="00CB79B9">
        <w:rPr>
          <w:rFonts w:ascii="Times New Roman" w:eastAsia="Times New Roman" w:hAnsi="Times New Roman"/>
          <w:sz w:val="28"/>
          <w:szCs w:val="28"/>
        </w:rPr>
        <w:t xml:space="preserve">Федеральным законом от 06.10.2003 № 131-ФЗ </w:t>
      </w:r>
      <w:r w:rsidR="008557DA">
        <w:rPr>
          <w:rFonts w:ascii="Times New Roman" w:eastAsia="Times New Roman" w:hAnsi="Times New Roman"/>
          <w:sz w:val="28"/>
          <w:szCs w:val="28"/>
        </w:rPr>
        <w:br/>
      </w:r>
      <w:r w:rsidRPr="00CB79B9">
        <w:rPr>
          <w:rFonts w:ascii="Times New Roman" w:eastAsia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ст. 78 Бюджетного Кодекса Российской Федерации,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r w:rsidRPr="00CB79B9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программой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16.12.2016 № 876, </w:t>
      </w:r>
      <w:r w:rsidRPr="00CB79B9">
        <w:rPr>
          <w:rFonts w:ascii="Times New Roman" w:eastAsia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Ногликский, администрация муниципального образования «Городской округ Ногликский» </w:t>
      </w:r>
      <w:r w:rsidRPr="00CB79B9">
        <w:rPr>
          <w:rFonts w:ascii="Times New Roman" w:eastAsia="Times New Roman" w:hAnsi="Times New Roman"/>
          <w:b/>
          <w:sz w:val="28"/>
          <w:szCs w:val="28"/>
        </w:rPr>
        <w:t>ПОСТАНОВЛЯЕТ:</w:t>
      </w:r>
    </w:p>
    <w:p w14:paraId="335208BA" w14:textId="77777777" w:rsidR="00CB79B9" w:rsidRPr="00CB79B9" w:rsidRDefault="00CB79B9" w:rsidP="00CB79B9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B79B9">
        <w:rPr>
          <w:rFonts w:ascii="Times New Roman" w:eastAsia="Times New Roman" w:hAnsi="Times New Roman"/>
          <w:sz w:val="28"/>
          <w:szCs w:val="28"/>
        </w:rPr>
        <w:t>1. Утвердить Порядок предоставления субсидии из бюджета муниципального образования «Городской округ Ногликский»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 (прилагается).</w:t>
      </w:r>
    </w:p>
    <w:p w14:paraId="6D2587C8" w14:textId="77401885" w:rsidR="00CB79B9" w:rsidRDefault="00CB79B9" w:rsidP="00CB79B9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B79B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Считать утратившим силу постановление администрации муниципального образования «Городской округ Ногликский» от 22.10.2019 </w:t>
      </w:r>
      <w:r w:rsidR="008557D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B79B9">
        <w:rPr>
          <w:rFonts w:ascii="Times New Roman" w:eastAsia="Times New Roman" w:hAnsi="Times New Roman"/>
          <w:sz w:val="28"/>
          <w:szCs w:val="28"/>
          <w:lang w:eastAsia="ru-RU"/>
        </w:rPr>
        <w:t xml:space="preserve">№ 778 «Об утверждении Порядка </w:t>
      </w:r>
      <w:r w:rsidRPr="00CB79B9">
        <w:rPr>
          <w:rFonts w:ascii="Times New Roman" w:eastAsia="Times New Roman" w:hAnsi="Times New Roman"/>
          <w:sz w:val="28"/>
          <w:szCs w:val="28"/>
        </w:rPr>
        <w:t>предоставления субсидии из бюджета муниципального образования «Городской округ Ногликский»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аптека)».</w:t>
      </w:r>
    </w:p>
    <w:p w14:paraId="5532E157" w14:textId="02E34B99" w:rsidR="00240F1E" w:rsidRPr="00527FF5" w:rsidRDefault="00240F1E" w:rsidP="00240F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Пункт 1.8</w:t>
      </w:r>
      <w:r w:rsidRPr="00691F4B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691F4B">
        <w:rPr>
          <w:rFonts w:ascii="Times New Roman" w:eastAsia="Times New Roman" w:hAnsi="Times New Roman"/>
          <w:sz w:val="28"/>
          <w:szCs w:val="28"/>
          <w:lang w:eastAsia="ru-RU"/>
        </w:rPr>
        <w:t xml:space="preserve">орядка </w:t>
      </w:r>
      <w:r w:rsidRPr="00792901">
        <w:rPr>
          <w:rFonts w:ascii="Times New Roman" w:hAnsi="Times New Roman"/>
          <w:sz w:val="28"/>
          <w:szCs w:val="28"/>
        </w:rPr>
        <w:t xml:space="preserve">предоставления субсидии из бюджета муниципального образования «Городской округ Ногликский» </w:t>
      </w:r>
      <w:r w:rsidRPr="001E179C">
        <w:rPr>
          <w:rFonts w:ascii="Times New Roman" w:hAnsi="Times New Roman"/>
          <w:sz w:val="28"/>
          <w:szCs w:val="28"/>
        </w:rPr>
        <w:t xml:space="preserve">на возмещение </w:t>
      </w:r>
      <w:r w:rsidRPr="00CB79B9">
        <w:rPr>
          <w:rFonts w:ascii="Times New Roman" w:eastAsia="Times New Roman" w:hAnsi="Times New Roman"/>
          <w:sz w:val="28"/>
          <w:szCs w:val="28"/>
        </w:rPr>
        <w:t>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691F4B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утвержденного настоящим постановлением, вступает в силу с 01 июня 2021 года.</w:t>
      </w:r>
    </w:p>
    <w:p w14:paraId="53D6F70C" w14:textId="5E95DED3" w:rsidR="00CB79B9" w:rsidRPr="00CB79B9" w:rsidRDefault="000E2D42" w:rsidP="00CB79B9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="00CB79B9" w:rsidRPr="00CB79B9">
        <w:rPr>
          <w:rFonts w:ascii="Times New Roman" w:eastAsia="Times New Roman" w:hAnsi="Times New Roman"/>
          <w:sz w:val="28"/>
          <w:szCs w:val="28"/>
        </w:rPr>
        <w:t>. Настоящее постановление опубликовать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8D056B5" w14:textId="75EDF37D" w:rsidR="00CB79B9" w:rsidRPr="00CB79B9" w:rsidRDefault="000E2D42" w:rsidP="00CB79B9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="00CB79B9" w:rsidRPr="00CB79B9">
        <w:rPr>
          <w:rFonts w:ascii="Times New Roman" w:eastAsia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14:paraId="6B9B454D" w14:textId="77777777" w:rsidR="00CB79B9" w:rsidRPr="00CB79B9" w:rsidRDefault="00CB79B9" w:rsidP="00CB79B9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29783CF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9783D00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9783D01" w14:textId="7E136E93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</w:t>
      </w:r>
      <w:r w:rsidR="008557DA">
        <w:rPr>
          <w:rFonts w:ascii="Times New Roman" w:hAnsi="Times New Roman"/>
          <w:sz w:val="28"/>
          <w:szCs w:val="28"/>
        </w:rPr>
        <w:t>одской округ Ногликский»</w:t>
      </w:r>
      <w:r w:rsidR="008557DA">
        <w:rPr>
          <w:rFonts w:ascii="Times New Roman" w:hAnsi="Times New Roman"/>
          <w:sz w:val="28"/>
          <w:szCs w:val="28"/>
        </w:rPr>
        <w:tab/>
      </w:r>
      <w:r w:rsidR="008557DA">
        <w:rPr>
          <w:rFonts w:ascii="Times New Roman" w:hAnsi="Times New Roman"/>
          <w:sz w:val="28"/>
          <w:szCs w:val="28"/>
        </w:rPr>
        <w:tab/>
      </w:r>
      <w:r w:rsidR="008557DA">
        <w:rPr>
          <w:rFonts w:ascii="Times New Roman" w:hAnsi="Times New Roman"/>
          <w:sz w:val="28"/>
          <w:szCs w:val="28"/>
        </w:rPr>
        <w:tab/>
      </w:r>
      <w:r w:rsidR="008557DA">
        <w:rPr>
          <w:rFonts w:ascii="Times New Roman" w:hAnsi="Times New Roman"/>
          <w:sz w:val="28"/>
          <w:szCs w:val="28"/>
        </w:rPr>
        <w:tab/>
      </w:r>
      <w:r w:rsidR="008557DA"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8557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74772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783D0B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9783D0C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783D09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9783D0A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4958380"/>
      <w:docPartObj>
        <w:docPartGallery w:val="Page Numbers (Top of Page)"/>
        <w:docPartUnique/>
      </w:docPartObj>
    </w:sdtPr>
    <w:sdtEndPr/>
    <w:sdtContent>
      <w:p w14:paraId="712F2690" w14:textId="1DCFA9BE" w:rsidR="0074772F" w:rsidRDefault="007477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090">
          <w:rPr>
            <w:noProof/>
          </w:rPr>
          <w:t>2</w:t>
        </w:r>
        <w:r>
          <w:fldChar w:fldCharType="end"/>
        </w:r>
      </w:p>
    </w:sdtContent>
  </w:sdt>
  <w:p w14:paraId="5F3F000A" w14:textId="77777777" w:rsidR="0074772F" w:rsidRDefault="007477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E2D42"/>
    <w:rsid w:val="00185FEC"/>
    <w:rsid w:val="001B1090"/>
    <w:rsid w:val="001E1F9F"/>
    <w:rsid w:val="002003DC"/>
    <w:rsid w:val="00240F1E"/>
    <w:rsid w:val="0033636C"/>
    <w:rsid w:val="003E4257"/>
    <w:rsid w:val="004038E0"/>
    <w:rsid w:val="00520CBF"/>
    <w:rsid w:val="0074772F"/>
    <w:rsid w:val="008557DA"/>
    <w:rsid w:val="008629FA"/>
    <w:rsid w:val="00987DB5"/>
    <w:rsid w:val="00AA58C5"/>
    <w:rsid w:val="00AC72C8"/>
    <w:rsid w:val="00B10ED9"/>
    <w:rsid w:val="00B25688"/>
    <w:rsid w:val="00C02849"/>
    <w:rsid w:val="00CB79B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83CE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51CB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51CB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51CB1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2021-06-30T01:25:00Z</dcterms:created>
  <dcterms:modified xsi:type="dcterms:W3CDTF">2021-06-30T01:25:00Z</dcterms:modified>
</cp:coreProperties>
</file>