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031467" w14:textId="77777777" w:rsidTr="00987DB5">
        <w:tc>
          <w:tcPr>
            <w:tcW w:w="9498" w:type="dxa"/>
          </w:tcPr>
          <w:p w14:paraId="0D03146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03147E" wp14:editId="0D03147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30BFC2" w14:textId="04CAFF44" w:rsidR="005F63C3" w:rsidRPr="00053BD0" w:rsidRDefault="005F63C3" w:rsidP="005F63C3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</w:t>
            </w:r>
            <w:r w:rsidR="001C161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АЦИЯ МУНИЦИПАЛЬНОГО ОБРАЗОВАНИЯ</w:t>
            </w:r>
          </w:p>
          <w:p w14:paraId="6E395D2D" w14:textId="77777777" w:rsidR="005F63C3" w:rsidRDefault="005F63C3" w:rsidP="005F6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29B8702D" w14:textId="77777777" w:rsidR="005F63C3" w:rsidRPr="00053BD0" w:rsidRDefault="005F63C3" w:rsidP="005F63C3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03146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D0CC3EE" w14:textId="5B3F7F50" w:rsidR="00545E05" w:rsidRPr="008F7DFC" w:rsidRDefault="00545E05" w:rsidP="00545E05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F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AF33A6A5F61241F6B426B33A40A9FFF0"/>
          </w:placeholder>
        </w:sdtPr>
        <w:sdtEndPr/>
        <w:sdtContent>
          <w:r w:rsidR="008F7DFC" w:rsidRPr="008F7DFC">
            <w:rPr>
              <w:rFonts w:ascii="Times New Roman" w:hAnsi="Times New Roman"/>
              <w:sz w:val="26"/>
              <w:szCs w:val="26"/>
            </w:rPr>
            <w:t>05 февраля 2025 года</w:t>
          </w:r>
        </w:sdtContent>
      </w:sdt>
      <w:r w:rsidRPr="008F7DF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lang w:val="en-US"/>
          </w:rPr>
          <w:alias w:val="{RegNumber}"/>
          <w:tag w:val="{RegNumber}"/>
          <w:id w:val="1461379670"/>
          <w:placeholder>
            <w:docPart w:val="95BB5108C62C437686B84AE8B9245820"/>
          </w:placeholder>
        </w:sdtPr>
        <w:sdtEndPr/>
        <w:sdtContent>
          <w:r w:rsidR="008F7DFC" w:rsidRPr="008F7DFC">
            <w:rPr>
              <w:rFonts w:ascii="Times New Roman" w:hAnsi="Times New Roman"/>
              <w:sz w:val="26"/>
              <w:szCs w:val="26"/>
            </w:rPr>
            <w:t>37</w:t>
          </w:r>
        </w:sdtContent>
      </w:sdt>
    </w:p>
    <w:p w14:paraId="0D031469" w14:textId="0F1CDF71" w:rsidR="0033636C" w:rsidRPr="00053BD0" w:rsidRDefault="00545E05" w:rsidP="00545E05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3636C"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="0033636C"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F846B39" w14:textId="77777777" w:rsidR="00913C57" w:rsidRDefault="00D14F76" w:rsidP="00D14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Pr="00792901">
        <w:rPr>
          <w:rFonts w:ascii="Times New Roman" w:hAnsi="Times New Roman"/>
          <w:b/>
          <w:sz w:val="28"/>
          <w:szCs w:val="28"/>
        </w:rPr>
        <w:t>орядка предоставления субсидии из бюджета</w:t>
      </w:r>
    </w:p>
    <w:p w14:paraId="4348503A" w14:textId="77777777" w:rsidR="007A1546" w:rsidRDefault="00D14F76" w:rsidP="00D14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2901">
        <w:rPr>
          <w:rFonts w:ascii="Times New Roman" w:hAnsi="Times New Roman"/>
          <w:b/>
          <w:sz w:val="28"/>
          <w:szCs w:val="28"/>
        </w:rPr>
        <w:t>муниципального образования Ногликский</w:t>
      </w:r>
      <w:r w:rsidR="007A1546">
        <w:rPr>
          <w:rFonts w:ascii="Times New Roman" w:hAnsi="Times New Roman"/>
          <w:b/>
          <w:sz w:val="28"/>
          <w:szCs w:val="28"/>
        </w:rPr>
        <w:t xml:space="preserve"> муниципальный округ</w:t>
      </w:r>
    </w:p>
    <w:p w14:paraId="6CD2D655" w14:textId="77777777" w:rsidR="007A1546" w:rsidRDefault="00913C57" w:rsidP="00D14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Сахалинской области </w:t>
      </w:r>
      <w:r w:rsidR="00D14F76" w:rsidRPr="00FD0EFA">
        <w:rPr>
          <w:rFonts w:ascii="Times New Roman" w:hAnsi="Times New Roman"/>
          <w:b/>
          <w:sz w:val="28"/>
          <w:szCs w:val="28"/>
        </w:rPr>
        <w:t>на возмещение затр</w:t>
      </w:r>
      <w:r w:rsidR="007A1546">
        <w:rPr>
          <w:rFonts w:ascii="Times New Roman" w:hAnsi="Times New Roman"/>
          <w:b/>
          <w:sz w:val="28"/>
          <w:szCs w:val="28"/>
        </w:rPr>
        <w:t>ат гражданам,</w:t>
      </w:r>
    </w:p>
    <w:p w14:paraId="401F617C" w14:textId="77777777" w:rsidR="007A1546" w:rsidRDefault="00D14F76" w:rsidP="00D14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ведущим личные под</w:t>
      </w:r>
      <w:r w:rsidR="007A1546">
        <w:rPr>
          <w:rFonts w:ascii="Times New Roman" w:hAnsi="Times New Roman"/>
          <w:b/>
          <w:sz w:val="28"/>
          <w:szCs w:val="28"/>
        </w:rPr>
        <w:t>собные хозяйства, на содержание</w:t>
      </w:r>
    </w:p>
    <w:p w14:paraId="49736ABF" w14:textId="0EEB9928" w:rsidR="00D14F76" w:rsidRDefault="00D14F76" w:rsidP="00D14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коров и северных оленей</w:t>
      </w:r>
    </w:p>
    <w:p w14:paraId="6BD30D95" w14:textId="77777777" w:rsidR="00D14F76" w:rsidRPr="00792901" w:rsidRDefault="00D14F76" w:rsidP="00D14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53084C" w14:textId="56A39C6A" w:rsidR="00CD1761" w:rsidRDefault="00C22E2B" w:rsidP="00CD176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</w:t>
      </w:r>
      <w:r>
        <w:rPr>
          <w:rFonts w:ascii="Times New Roman" w:hAnsi="Times New Roman"/>
          <w:sz w:val="28"/>
          <w:szCs w:val="28"/>
        </w:rPr>
        <w:t>ьства Российской Федерации от 25.10.2023 № 1782</w:t>
      </w:r>
      <w:r w:rsidRPr="00792901">
        <w:rPr>
          <w:rFonts w:ascii="Times New Roman" w:hAnsi="Times New Roman"/>
          <w:sz w:val="28"/>
          <w:szCs w:val="28"/>
        </w:rPr>
        <w:t xml:space="preserve"> «Об</w:t>
      </w:r>
      <w:r>
        <w:rPr>
          <w:rFonts w:ascii="Times New Roman" w:hAnsi="Times New Roman"/>
          <w:sz w:val="28"/>
          <w:szCs w:val="28"/>
        </w:rPr>
        <w:t xml:space="preserve">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7A15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</w:t>
      </w:r>
      <w:r w:rsidRPr="00FA0EAC">
        <w:rPr>
          <w:rFonts w:ascii="Times New Roman" w:hAnsi="Times New Roman"/>
          <w:sz w:val="28"/>
          <w:szCs w:val="28"/>
        </w:rPr>
        <w:t>решением Собрания муниципального образования «Городской округ Ногликский» от 13.12.2024 № 37 «О внесении изменений в Устав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901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</w:t>
      </w:r>
      <w:r w:rsidRPr="00A641E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области, администрация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D1761" w:rsidRPr="00792901">
        <w:rPr>
          <w:rFonts w:ascii="Times New Roman" w:hAnsi="Times New Roman"/>
          <w:b/>
          <w:sz w:val="28"/>
          <w:szCs w:val="28"/>
        </w:rPr>
        <w:t>ПОСТАНОВЛЯЕТ:</w:t>
      </w:r>
    </w:p>
    <w:p w14:paraId="7BAFC84C" w14:textId="2E6B984B" w:rsidR="00913C57" w:rsidRDefault="00CD1761" w:rsidP="00EE7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13C57" w:rsidRPr="00792901">
        <w:rPr>
          <w:rFonts w:ascii="Times New Roman" w:hAnsi="Times New Roman"/>
          <w:sz w:val="28"/>
          <w:szCs w:val="28"/>
        </w:rPr>
        <w:t>Утв</w:t>
      </w:r>
      <w:r w:rsidR="00913C57">
        <w:rPr>
          <w:rFonts w:ascii="Times New Roman" w:hAnsi="Times New Roman"/>
          <w:sz w:val="28"/>
          <w:szCs w:val="28"/>
        </w:rPr>
        <w:t>ердить п</w:t>
      </w:r>
      <w:r w:rsidR="00913C57" w:rsidRPr="00792901">
        <w:rPr>
          <w:rFonts w:ascii="Times New Roman" w:hAnsi="Times New Roman"/>
          <w:sz w:val="28"/>
          <w:szCs w:val="28"/>
        </w:rPr>
        <w:t>орядок предоставления субсидии из бюджета муниципального образования</w:t>
      </w:r>
      <w:r w:rsidR="00913C57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="00913C57" w:rsidRPr="00792901">
        <w:rPr>
          <w:rFonts w:ascii="Times New Roman" w:hAnsi="Times New Roman"/>
          <w:sz w:val="28"/>
          <w:szCs w:val="28"/>
        </w:rPr>
        <w:t xml:space="preserve"> </w:t>
      </w:r>
      <w:r w:rsidR="00913C57" w:rsidRPr="001E179C">
        <w:rPr>
          <w:rFonts w:ascii="Times New Roman" w:hAnsi="Times New Roman"/>
          <w:sz w:val="28"/>
          <w:szCs w:val="28"/>
        </w:rPr>
        <w:t>на возмещение затрат</w:t>
      </w:r>
      <w:r w:rsidR="00913C57">
        <w:rPr>
          <w:rFonts w:ascii="Times New Roman" w:hAnsi="Times New Roman"/>
          <w:sz w:val="28"/>
          <w:szCs w:val="28"/>
        </w:rPr>
        <w:t xml:space="preserve"> </w:t>
      </w:r>
      <w:r w:rsidR="00913C57" w:rsidRPr="006672C7">
        <w:rPr>
          <w:rFonts w:ascii="Times New Roman" w:hAnsi="Times New Roman"/>
          <w:sz w:val="28"/>
          <w:szCs w:val="28"/>
        </w:rPr>
        <w:t>гражданам, ведущим личные подсобные хозяйства, на содержание коров и северных оленей</w:t>
      </w:r>
      <w:r w:rsidR="00913C57">
        <w:rPr>
          <w:rFonts w:ascii="Times New Roman" w:hAnsi="Times New Roman"/>
          <w:sz w:val="28"/>
          <w:szCs w:val="28"/>
        </w:rPr>
        <w:t xml:space="preserve"> (прилагается</w:t>
      </w:r>
      <w:r w:rsidR="00913C57" w:rsidRPr="00792901">
        <w:rPr>
          <w:rFonts w:ascii="Times New Roman" w:hAnsi="Times New Roman"/>
          <w:sz w:val="28"/>
          <w:szCs w:val="28"/>
        </w:rPr>
        <w:t>).</w:t>
      </w:r>
    </w:p>
    <w:p w14:paraId="1EAC7A15" w14:textId="77777777" w:rsidR="0065309A" w:rsidRPr="0065309A" w:rsidRDefault="00CD1761" w:rsidP="00653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5309A" w:rsidRPr="0065309A">
        <w:rPr>
          <w:rFonts w:ascii="Times New Roman" w:hAnsi="Times New Roman"/>
          <w:sz w:val="28"/>
          <w:szCs w:val="28"/>
        </w:rPr>
        <w:t>Признать утратившим силу:</w:t>
      </w:r>
    </w:p>
    <w:p w14:paraId="78E735CD" w14:textId="58DAF4B8" w:rsidR="0065309A" w:rsidRDefault="0065309A" w:rsidP="00653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9A">
        <w:rPr>
          <w:rFonts w:ascii="Times New Roman" w:hAnsi="Times New Roman"/>
          <w:sz w:val="28"/>
          <w:szCs w:val="28"/>
        </w:rPr>
        <w:lastRenderedPageBreak/>
        <w:t xml:space="preserve">- постановление администрации муниципального образования «Городской округ Ногликский» от </w:t>
      </w:r>
      <w:r w:rsidR="00D2559D">
        <w:rPr>
          <w:rFonts w:ascii="Times New Roman" w:hAnsi="Times New Roman"/>
          <w:sz w:val="28"/>
          <w:szCs w:val="28"/>
        </w:rPr>
        <w:t>03.09.2024</w:t>
      </w:r>
      <w:r w:rsidRPr="0065309A">
        <w:rPr>
          <w:rFonts w:ascii="Times New Roman" w:hAnsi="Times New Roman"/>
          <w:sz w:val="28"/>
          <w:szCs w:val="28"/>
        </w:rPr>
        <w:t xml:space="preserve"> № 5</w:t>
      </w:r>
      <w:r w:rsidR="00D2559D">
        <w:rPr>
          <w:rFonts w:ascii="Times New Roman" w:hAnsi="Times New Roman"/>
          <w:sz w:val="28"/>
          <w:szCs w:val="28"/>
        </w:rPr>
        <w:t>1</w:t>
      </w:r>
      <w:r w:rsidRPr="0065309A">
        <w:rPr>
          <w:rFonts w:ascii="Times New Roman" w:hAnsi="Times New Roman"/>
          <w:sz w:val="28"/>
          <w:szCs w:val="28"/>
        </w:rPr>
        <w:t>6 «Об утверждении порядка предоставления субсидии из бюджета муниципального образования «Городской округ Ногликский» на возмещение затрат гражданам, ведущим личные подсобные хозяйства, на содержание коров и северных оленей»</w:t>
      </w:r>
      <w:r w:rsidR="00D2559D">
        <w:rPr>
          <w:rFonts w:ascii="Times New Roman" w:hAnsi="Times New Roman"/>
          <w:sz w:val="28"/>
          <w:szCs w:val="28"/>
        </w:rPr>
        <w:t>;</w:t>
      </w:r>
    </w:p>
    <w:p w14:paraId="22C4301A" w14:textId="77777777" w:rsidR="00C46DC1" w:rsidRDefault="00D2559D" w:rsidP="00CD1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2559D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 xml:space="preserve">01.11.2024 № 666 </w:t>
      </w:r>
      <w:r w:rsidRPr="00D2559D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от </w:t>
      </w:r>
      <w:r w:rsidR="00C46DC1">
        <w:rPr>
          <w:rFonts w:ascii="Times New Roman" w:hAnsi="Times New Roman"/>
          <w:sz w:val="28"/>
          <w:szCs w:val="28"/>
        </w:rPr>
        <w:t>03.09.2024</w:t>
      </w:r>
      <w:r w:rsidRPr="00D2559D">
        <w:rPr>
          <w:rFonts w:ascii="Times New Roman" w:hAnsi="Times New Roman"/>
          <w:sz w:val="28"/>
          <w:szCs w:val="28"/>
        </w:rPr>
        <w:t xml:space="preserve"> № 5</w:t>
      </w:r>
      <w:r w:rsidR="00C46DC1">
        <w:rPr>
          <w:rFonts w:ascii="Times New Roman" w:hAnsi="Times New Roman"/>
          <w:sz w:val="28"/>
          <w:szCs w:val="28"/>
        </w:rPr>
        <w:t>1</w:t>
      </w:r>
      <w:r w:rsidRPr="00D2559D">
        <w:rPr>
          <w:rFonts w:ascii="Times New Roman" w:hAnsi="Times New Roman"/>
          <w:sz w:val="28"/>
          <w:szCs w:val="28"/>
        </w:rPr>
        <w:t>6»</w:t>
      </w:r>
      <w:r w:rsidR="00C46DC1">
        <w:rPr>
          <w:rFonts w:ascii="Times New Roman" w:hAnsi="Times New Roman"/>
          <w:sz w:val="28"/>
          <w:szCs w:val="28"/>
        </w:rPr>
        <w:t>.</w:t>
      </w:r>
    </w:p>
    <w:p w14:paraId="592CCCDD" w14:textId="63C84720" w:rsidR="00CD1761" w:rsidRDefault="00C46DC1" w:rsidP="007A6B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D1761" w:rsidRPr="0079290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CD1761">
        <w:rPr>
          <w:rFonts w:ascii="Times New Roman" w:hAnsi="Times New Roman"/>
          <w:sz w:val="28"/>
          <w:szCs w:val="28"/>
        </w:rPr>
        <w:br/>
      </w:r>
      <w:r w:rsidR="00CD1761" w:rsidRPr="00792901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7A6BF6" w:rsidRPr="007A6BF6">
        <w:rPr>
          <w:rFonts w:ascii="Times New Roman" w:hAnsi="Times New Roman"/>
          <w:sz w:val="28"/>
          <w:szCs w:val="28"/>
        </w:rPr>
        <w:t>Ногликский муниципальный округ</w:t>
      </w:r>
      <w:r w:rsidR="007A6BF6">
        <w:rPr>
          <w:rFonts w:ascii="Times New Roman" w:hAnsi="Times New Roman"/>
          <w:sz w:val="28"/>
          <w:szCs w:val="28"/>
        </w:rPr>
        <w:t xml:space="preserve"> </w:t>
      </w:r>
      <w:r w:rsidR="007A6BF6" w:rsidRPr="007A6BF6">
        <w:rPr>
          <w:rFonts w:ascii="Times New Roman" w:hAnsi="Times New Roman"/>
          <w:sz w:val="28"/>
          <w:szCs w:val="28"/>
        </w:rPr>
        <w:t xml:space="preserve">Сахалинской области </w:t>
      </w:r>
      <w:r w:rsidR="00CD1761" w:rsidRPr="00792901">
        <w:rPr>
          <w:rFonts w:ascii="Times New Roman" w:hAnsi="Times New Roman"/>
          <w:sz w:val="28"/>
          <w:szCs w:val="28"/>
        </w:rPr>
        <w:t>в информационно-</w:t>
      </w:r>
      <w:r w:rsidR="00CD1761">
        <w:rPr>
          <w:rFonts w:ascii="Times New Roman" w:hAnsi="Times New Roman"/>
          <w:sz w:val="28"/>
          <w:szCs w:val="28"/>
        </w:rPr>
        <w:t>теле</w:t>
      </w:r>
      <w:r w:rsidR="00CD1761"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26BC237D" w14:textId="76A6C9F1" w:rsidR="00CD1761" w:rsidRDefault="00C46DC1" w:rsidP="00CD1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D1761" w:rsidRPr="00792901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A2798A">
        <w:rPr>
          <w:rFonts w:ascii="Times New Roman" w:hAnsi="Times New Roman"/>
          <w:sz w:val="28"/>
          <w:szCs w:val="28"/>
        </w:rPr>
        <w:t>оставляю за собой</w:t>
      </w:r>
      <w:r w:rsidR="00CD1761" w:rsidRPr="00792901">
        <w:rPr>
          <w:rFonts w:ascii="Times New Roman" w:hAnsi="Times New Roman"/>
          <w:sz w:val="28"/>
          <w:szCs w:val="28"/>
        </w:rPr>
        <w:t>.</w:t>
      </w:r>
    </w:p>
    <w:p w14:paraId="169C9ECD" w14:textId="77777777" w:rsidR="008C041C" w:rsidRDefault="008C041C" w:rsidP="007A1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84EEB9" w14:textId="77777777" w:rsidR="008C041C" w:rsidRDefault="008C041C" w:rsidP="007A1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F927DE" w14:textId="77777777" w:rsidR="001E450A" w:rsidRDefault="001E450A" w:rsidP="007A1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031477" w14:textId="2E1B0D30" w:rsidR="008629FA" w:rsidRDefault="000F382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8F4F4A2" w14:textId="77777777" w:rsidR="00C46DC1" w:rsidRDefault="00C46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0D03147D" w14:textId="396574B0" w:rsidR="008629FA" w:rsidRPr="008629FA" w:rsidRDefault="00C46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0F3826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="007A1546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0F3826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8629FA" w:rsidSect="007A1546">
      <w:headerReference w:type="default" r:id="rId7"/>
      <w:footerReference w:type="default" r:id="rId8"/>
      <w:pgSz w:w="11906" w:h="16838"/>
      <w:pgMar w:top="1134" w:right="851" w:bottom="1134" w:left="1701" w:header="709" w:footer="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3148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D03148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31484" w14:textId="72E465C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3148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D03148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573267"/>
      <w:docPartObj>
        <w:docPartGallery w:val="Page Numbers (Top of Page)"/>
        <w:docPartUnique/>
      </w:docPartObj>
    </w:sdtPr>
    <w:sdtEndPr/>
    <w:sdtContent>
      <w:p w14:paraId="78617434" w14:textId="113A9A94" w:rsidR="00AD5F61" w:rsidRDefault="00AD5F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826">
          <w:rPr>
            <w:noProof/>
          </w:rPr>
          <w:t>2</w:t>
        </w:r>
        <w:r>
          <w:fldChar w:fldCharType="end"/>
        </w:r>
      </w:p>
    </w:sdtContent>
  </w:sdt>
  <w:p w14:paraId="26266265" w14:textId="77777777" w:rsidR="00AD5F61" w:rsidRDefault="00AD5F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0C69"/>
    <w:rsid w:val="00003524"/>
    <w:rsid w:val="00006513"/>
    <w:rsid w:val="0001550F"/>
    <w:rsid w:val="00053BD0"/>
    <w:rsid w:val="000A1EAD"/>
    <w:rsid w:val="000B0C80"/>
    <w:rsid w:val="000B76D4"/>
    <w:rsid w:val="000C5937"/>
    <w:rsid w:val="000D6046"/>
    <w:rsid w:val="000E22BF"/>
    <w:rsid w:val="000F3826"/>
    <w:rsid w:val="000F42A5"/>
    <w:rsid w:val="001119C2"/>
    <w:rsid w:val="001266C7"/>
    <w:rsid w:val="00141769"/>
    <w:rsid w:val="001649A2"/>
    <w:rsid w:val="0017611A"/>
    <w:rsid w:val="00185FEC"/>
    <w:rsid w:val="001C161D"/>
    <w:rsid w:val="001D769C"/>
    <w:rsid w:val="001E1F9F"/>
    <w:rsid w:val="001E450A"/>
    <w:rsid w:val="002003DC"/>
    <w:rsid w:val="00206346"/>
    <w:rsid w:val="00236575"/>
    <w:rsid w:val="002375B2"/>
    <w:rsid w:val="00244ECA"/>
    <w:rsid w:val="00321D2A"/>
    <w:rsid w:val="0033636C"/>
    <w:rsid w:val="0035165C"/>
    <w:rsid w:val="00367947"/>
    <w:rsid w:val="0037378E"/>
    <w:rsid w:val="00394E10"/>
    <w:rsid w:val="003A37A7"/>
    <w:rsid w:val="003E4257"/>
    <w:rsid w:val="003F734C"/>
    <w:rsid w:val="00440C37"/>
    <w:rsid w:val="0047256E"/>
    <w:rsid w:val="00475E94"/>
    <w:rsid w:val="00520CBF"/>
    <w:rsid w:val="00522C7E"/>
    <w:rsid w:val="00527AA8"/>
    <w:rsid w:val="00545E05"/>
    <w:rsid w:val="005475D8"/>
    <w:rsid w:val="00576D95"/>
    <w:rsid w:val="005846B6"/>
    <w:rsid w:val="005A686A"/>
    <w:rsid w:val="005C1272"/>
    <w:rsid w:val="005D0918"/>
    <w:rsid w:val="005F2CCB"/>
    <w:rsid w:val="005F2FCC"/>
    <w:rsid w:val="005F63C3"/>
    <w:rsid w:val="0060379E"/>
    <w:rsid w:val="00610342"/>
    <w:rsid w:val="00610CE3"/>
    <w:rsid w:val="0063207F"/>
    <w:rsid w:val="00636AD9"/>
    <w:rsid w:val="00636BC9"/>
    <w:rsid w:val="0065309A"/>
    <w:rsid w:val="00664CB6"/>
    <w:rsid w:val="0067630E"/>
    <w:rsid w:val="007042E4"/>
    <w:rsid w:val="00752454"/>
    <w:rsid w:val="007A1546"/>
    <w:rsid w:val="007A401D"/>
    <w:rsid w:val="007A5476"/>
    <w:rsid w:val="007A6BF6"/>
    <w:rsid w:val="007E40D9"/>
    <w:rsid w:val="00823A50"/>
    <w:rsid w:val="008629FA"/>
    <w:rsid w:val="008C041C"/>
    <w:rsid w:val="008E4670"/>
    <w:rsid w:val="008E6876"/>
    <w:rsid w:val="008F7DFC"/>
    <w:rsid w:val="009100ED"/>
    <w:rsid w:val="00913C57"/>
    <w:rsid w:val="0095517C"/>
    <w:rsid w:val="0097195E"/>
    <w:rsid w:val="00984A5A"/>
    <w:rsid w:val="00987DB5"/>
    <w:rsid w:val="0099462E"/>
    <w:rsid w:val="009B051E"/>
    <w:rsid w:val="009E02E4"/>
    <w:rsid w:val="009F7EC1"/>
    <w:rsid w:val="00A11588"/>
    <w:rsid w:val="00A2798A"/>
    <w:rsid w:val="00A31BA8"/>
    <w:rsid w:val="00A45452"/>
    <w:rsid w:val="00A47549"/>
    <w:rsid w:val="00A52D6D"/>
    <w:rsid w:val="00AA2870"/>
    <w:rsid w:val="00AC72C8"/>
    <w:rsid w:val="00AD5EFB"/>
    <w:rsid w:val="00AD5F61"/>
    <w:rsid w:val="00B10ED9"/>
    <w:rsid w:val="00B23373"/>
    <w:rsid w:val="00B25688"/>
    <w:rsid w:val="00B55D04"/>
    <w:rsid w:val="00B86F01"/>
    <w:rsid w:val="00BB265D"/>
    <w:rsid w:val="00BB69AB"/>
    <w:rsid w:val="00BD35AA"/>
    <w:rsid w:val="00C02849"/>
    <w:rsid w:val="00C22C67"/>
    <w:rsid w:val="00C22E2B"/>
    <w:rsid w:val="00C27FCF"/>
    <w:rsid w:val="00C46DC1"/>
    <w:rsid w:val="00C64429"/>
    <w:rsid w:val="00C72769"/>
    <w:rsid w:val="00CB1B57"/>
    <w:rsid w:val="00CC796B"/>
    <w:rsid w:val="00CD1761"/>
    <w:rsid w:val="00CD51E4"/>
    <w:rsid w:val="00CE710E"/>
    <w:rsid w:val="00CF17EE"/>
    <w:rsid w:val="00CF7D6A"/>
    <w:rsid w:val="00D12794"/>
    <w:rsid w:val="00D14F76"/>
    <w:rsid w:val="00D2559D"/>
    <w:rsid w:val="00D37A54"/>
    <w:rsid w:val="00D639BD"/>
    <w:rsid w:val="00D67BD8"/>
    <w:rsid w:val="00DF7897"/>
    <w:rsid w:val="00E37B8A"/>
    <w:rsid w:val="00E40512"/>
    <w:rsid w:val="00E516C8"/>
    <w:rsid w:val="00E56374"/>
    <w:rsid w:val="00E609BC"/>
    <w:rsid w:val="00E613E1"/>
    <w:rsid w:val="00E8184D"/>
    <w:rsid w:val="00EE7C4F"/>
    <w:rsid w:val="00F4726E"/>
    <w:rsid w:val="00F57C5D"/>
    <w:rsid w:val="00F9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D03146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8E687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F3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382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F33A6A5F61241F6B426B33A40A9FF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47945F-8983-40F2-95E9-AE33C69C103E}"/>
      </w:docPartPr>
      <w:docPartBody>
        <w:p w:rsidR="00A02546" w:rsidRDefault="004A17C5" w:rsidP="004A17C5">
          <w:pPr>
            <w:pStyle w:val="AF33A6A5F61241F6B426B33A40A9FFF0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95BB5108C62C437686B84AE8B92458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59F055-5C44-4F26-8830-E5915277E93F}"/>
      </w:docPartPr>
      <w:docPartBody>
        <w:p w:rsidR="00A02546" w:rsidRDefault="004A17C5" w:rsidP="004A17C5">
          <w:pPr>
            <w:pStyle w:val="95BB5108C62C437686B84AE8B9245820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A17C5"/>
    <w:rsid w:val="00784846"/>
    <w:rsid w:val="00A02546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AF33A6A5F61241F6B426B33A40A9FFF0">
    <w:name w:val="AF33A6A5F61241F6B426B33A40A9FFF0"/>
    <w:rsid w:val="004A17C5"/>
  </w:style>
  <w:style w:type="paragraph" w:customStyle="1" w:styleId="95BB5108C62C437686B84AE8B9245820">
    <w:name w:val="95BB5108C62C437686B84AE8B9245820"/>
    <w:rsid w:val="004A17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644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91</cp:revision>
  <cp:lastPrinted>2025-02-05T01:51:00Z</cp:lastPrinted>
  <dcterms:created xsi:type="dcterms:W3CDTF">2022-03-01T01:39:00Z</dcterms:created>
  <dcterms:modified xsi:type="dcterms:W3CDTF">2025-02-05T02:27:00Z</dcterms:modified>
</cp:coreProperties>
</file>