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854651" w14:textId="77777777" w:rsidTr="00987DB5">
        <w:tc>
          <w:tcPr>
            <w:tcW w:w="9498" w:type="dxa"/>
          </w:tcPr>
          <w:p w14:paraId="1D85464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854668" wp14:editId="1D85466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85464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85464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85465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854652" w14:textId="483A5D9F" w:rsidR="0033636C" w:rsidRPr="00F8276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827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51454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F8276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51454" w:rsidRPr="00351454">
            <w:rPr>
              <w:rFonts w:ascii="Times New Roman" w:hAnsi="Times New Roman"/>
              <w:sz w:val="28"/>
              <w:szCs w:val="28"/>
            </w:rPr>
            <w:t>390</w:t>
          </w:r>
        </w:sdtContent>
      </w:sdt>
    </w:p>
    <w:p w14:paraId="1D854653" w14:textId="77777777" w:rsidR="0033636C" w:rsidRPr="00053BD0" w:rsidRDefault="0033636C" w:rsidP="00F82763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854654" w14:textId="2DDE670F" w:rsidR="0033636C" w:rsidRPr="00C50C21" w:rsidRDefault="0033636C" w:rsidP="00F82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C2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 xml:space="preserve">«Предоставление информации об очередности предоставления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>жилых помещений на условиях социального найма»</w:t>
      </w:r>
    </w:p>
    <w:p w14:paraId="1D854655" w14:textId="77777777" w:rsidR="00185FEC" w:rsidRDefault="00185FEC" w:rsidP="00F82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FFF29E" w14:textId="2D57B3E3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35145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827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D0B4FF9" w14:textId="19703A02" w:rsidR="00C50C21" w:rsidRPr="0054790D" w:rsidRDefault="00C50C21" w:rsidP="005B6D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32972">
        <w:rPr>
          <w:rFonts w:ascii="Times New Roman" w:hAnsi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0607BC42" w14:textId="4578A3C3" w:rsidR="00C50C21" w:rsidRPr="0054790D" w:rsidRDefault="00C50C21" w:rsidP="00F82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01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 w:rsidR="00F82763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174</w:t>
      </w:r>
      <w:r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532972">
        <w:rPr>
          <w:rFonts w:ascii="Times New Roman" w:hAnsi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Pr="0054790D">
        <w:rPr>
          <w:rFonts w:ascii="Times New Roman" w:hAnsi="Times New Roman"/>
          <w:sz w:val="28"/>
          <w:szCs w:val="28"/>
        </w:rPr>
        <w:t xml:space="preserve">», </w:t>
      </w:r>
      <w:r w:rsidR="00F82763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>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71CDD750" w14:textId="402F5093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F827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0C9FFC4" w14:textId="7232DDFB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F827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065C4AA" w14:textId="5478E070" w:rsidR="00C50C21" w:rsidRPr="0054790D" w:rsidRDefault="00F82763" w:rsidP="00F82763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50C21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1D85466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854662" w14:textId="13B87E7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C50C21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50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8276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5466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D85466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5466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D85466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51454"/>
    <w:rsid w:val="003E4257"/>
    <w:rsid w:val="004574D1"/>
    <w:rsid w:val="00520CBF"/>
    <w:rsid w:val="005B6D52"/>
    <w:rsid w:val="008629FA"/>
    <w:rsid w:val="00987DB5"/>
    <w:rsid w:val="00AC72C8"/>
    <w:rsid w:val="00B10ED9"/>
    <w:rsid w:val="00B25688"/>
    <w:rsid w:val="00C02849"/>
    <w:rsid w:val="00C50C21"/>
    <w:rsid w:val="00D12794"/>
    <w:rsid w:val="00D67BD8"/>
    <w:rsid w:val="00DF7897"/>
    <w:rsid w:val="00E37B8A"/>
    <w:rsid w:val="00E609BC"/>
    <w:rsid w:val="00F8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464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0C2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50C2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3528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3528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528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7</cp:revision>
  <dcterms:created xsi:type="dcterms:W3CDTF">2020-04-07T04:52:00Z</dcterms:created>
  <dcterms:modified xsi:type="dcterms:W3CDTF">2022-07-29T01:31:00Z</dcterms:modified>
</cp:coreProperties>
</file>