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0275C5" w14:textId="77777777" w:rsidTr="00987DB5">
        <w:tc>
          <w:tcPr>
            <w:tcW w:w="9498" w:type="dxa"/>
          </w:tcPr>
          <w:p w14:paraId="710275C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0275DC" wp14:editId="710275D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0275C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0275C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0275C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0275C6" w14:textId="15959982" w:rsidR="0033636C" w:rsidRPr="0052033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2033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933CC">
            <w:rPr>
              <w:rFonts w:ascii="Times New Roman" w:hAnsi="Times New Roman"/>
              <w:sz w:val="28"/>
              <w:szCs w:val="28"/>
            </w:rPr>
            <w:t>28 июля 2022 года</w:t>
          </w:r>
        </w:sdtContent>
      </w:sdt>
      <w:r w:rsidRPr="005203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933CC" w:rsidRPr="002933CC">
            <w:rPr>
              <w:rFonts w:ascii="Times New Roman" w:hAnsi="Times New Roman"/>
              <w:sz w:val="28"/>
              <w:szCs w:val="28"/>
            </w:rPr>
            <w:t>391</w:t>
          </w:r>
        </w:sdtContent>
      </w:sdt>
    </w:p>
    <w:p w14:paraId="710275C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5CEB195" w14:textId="28A4D6D4" w:rsidR="00240726" w:rsidRDefault="00240726" w:rsidP="0052033A">
      <w:pPr>
        <w:suppressAutoHyphens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  <w:r w:rsidRPr="0054790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52033A">
        <w:rPr>
          <w:rFonts w:ascii="Times New Roman" w:hAnsi="Times New Roman"/>
          <w:b/>
          <w:sz w:val="28"/>
          <w:szCs w:val="28"/>
        </w:rPr>
        <w:br/>
      </w:r>
      <w:r w:rsidRPr="0054790D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52033A">
        <w:rPr>
          <w:rFonts w:ascii="Times New Roman" w:hAnsi="Times New Roman"/>
          <w:b/>
          <w:sz w:val="28"/>
          <w:szCs w:val="28"/>
        </w:rPr>
        <w:br/>
      </w:r>
      <w:r w:rsidRPr="00F34901">
        <w:rPr>
          <w:rFonts w:ascii="Times New Roman" w:hAnsi="Times New Roman"/>
          <w:b/>
          <w:sz w:val="28"/>
          <w:szCs w:val="28"/>
        </w:rPr>
        <w:t>«Предоставление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F34901">
        <w:rPr>
          <w:rFonts w:ascii="Times New Roman" w:hAnsi="Times New Roman"/>
          <w:b/>
        </w:rPr>
        <w:t xml:space="preserve"> </w:t>
      </w:r>
      <w:r w:rsidRPr="00F34901">
        <w:rPr>
          <w:rFonts w:ascii="Times New Roman" w:hAnsi="Times New Roman"/>
          <w:b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</w:t>
      </w:r>
      <w:r w:rsidR="00E87BA1">
        <w:rPr>
          <w:rFonts w:ascii="Times New Roman" w:hAnsi="Times New Roman"/>
          <w:b/>
          <w:sz w:val="28"/>
          <w:szCs w:val="28"/>
        </w:rPr>
        <w:t>ей, и достигли возраста 23 лет»</w:t>
      </w:r>
    </w:p>
    <w:p w14:paraId="710275C9" w14:textId="77777777" w:rsidR="00185FEC" w:rsidRDefault="00185FEC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9625D6" w14:textId="4E71DAF3" w:rsidR="00240726" w:rsidRPr="0052033A" w:rsidRDefault="00240726" w:rsidP="0052033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52033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52033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136479A" w14:textId="00E96A35" w:rsidR="00240726" w:rsidRPr="00F34901" w:rsidRDefault="00240726" w:rsidP="002933CC">
      <w:p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</w:t>
      </w:r>
      <w:bookmarkStart w:id="0" w:name="_GoBack"/>
      <w:bookmarkEnd w:id="0"/>
      <w:r w:rsidRPr="0054790D">
        <w:rPr>
          <w:rFonts w:ascii="Times New Roman" w:hAnsi="Times New Roman"/>
          <w:sz w:val="28"/>
          <w:szCs w:val="28"/>
        </w:rPr>
        <w:t>ной услуги «</w:t>
      </w:r>
      <w:r w:rsidRPr="00F34901">
        <w:rPr>
          <w:rFonts w:ascii="Times New Roman" w:hAnsi="Times New Roman"/>
          <w:sz w:val="28"/>
          <w:szCs w:val="28"/>
        </w:rPr>
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</w:t>
      </w:r>
      <w:r w:rsidRPr="00F34901">
        <w:rPr>
          <w:rFonts w:ascii="Times New Roman" w:hAnsi="Times New Roman"/>
        </w:rPr>
        <w:t xml:space="preserve"> </w:t>
      </w:r>
      <w:r w:rsidRPr="00F34901">
        <w:rPr>
          <w:rFonts w:ascii="Times New Roman" w:hAnsi="Times New Roman"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лет»</w:t>
      </w:r>
      <w:r>
        <w:rPr>
          <w:sz w:val="28"/>
          <w:szCs w:val="28"/>
        </w:rPr>
        <w:t xml:space="preserve"> </w:t>
      </w:r>
      <w:r w:rsidRPr="00F34901">
        <w:rPr>
          <w:rFonts w:ascii="Times New Roman" w:hAnsi="Times New Roman"/>
          <w:sz w:val="28"/>
          <w:szCs w:val="28"/>
        </w:rPr>
        <w:t>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3A65B603" w14:textId="75583572" w:rsidR="00240726" w:rsidRPr="0054790D" w:rsidRDefault="00240726" w:rsidP="00474A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постановления администрации муниципального образования «Городской округ Ногликский»:</w:t>
      </w:r>
    </w:p>
    <w:p w14:paraId="6B046D79" w14:textId="1181D076" w:rsidR="00240726" w:rsidRPr="0054790D" w:rsidRDefault="0052033A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40726" w:rsidRPr="0054790D">
        <w:rPr>
          <w:rFonts w:ascii="Times New Roman" w:hAnsi="Times New Roman"/>
          <w:sz w:val="28"/>
          <w:szCs w:val="28"/>
        </w:rPr>
        <w:t xml:space="preserve">от </w:t>
      </w:r>
      <w:r w:rsidR="00240726">
        <w:rPr>
          <w:rFonts w:ascii="Times New Roman" w:hAnsi="Times New Roman"/>
          <w:sz w:val="28"/>
          <w:szCs w:val="28"/>
        </w:rPr>
        <w:t>27</w:t>
      </w:r>
      <w:r w:rsidR="00240726" w:rsidRPr="0054790D">
        <w:rPr>
          <w:rFonts w:ascii="Times New Roman" w:hAnsi="Times New Roman"/>
          <w:sz w:val="28"/>
          <w:szCs w:val="28"/>
        </w:rPr>
        <w:t>.0</w:t>
      </w:r>
      <w:r w:rsidR="00240726">
        <w:rPr>
          <w:rFonts w:ascii="Times New Roman" w:hAnsi="Times New Roman"/>
          <w:sz w:val="28"/>
          <w:szCs w:val="28"/>
        </w:rPr>
        <w:t>7</w:t>
      </w:r>
      <w:r w:rsidR="00240726" w:rsidRPr="0054790D">
        <w:rPr>
          <w:rFonts w:ascii="Times New Roman" w:hAnsi="Times New Roman"/>
          <w:sz w:val="28"/>
          <w:szCs w:val="28"/>
        </w:rPr>
        <w:t xml:space="preserve">.2018 № </w:t>
      </w:r>
      <w:r w:rsidR="00240726">
        <w:rPr>
          <w:rFonts w:ascii="Times New Roman" w:hAnsi="Times New Roman"/>
          <w:sz w:val="28"/>
          <w:szCs w:val="28"/>
        </w:rPr>
        <w:t>735</w:t>
      </w:r>
      <w:r w:rsidR="00240726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40726">
        <w:rPr>
          <w:rFonts w:ascii="Times New Roman" w:hAnsi="Times New Roman"/>
          <w:sz w:val="28"/>
          <w:szCs w:val="28"/>
        </w:rPr>
        <w:t>Предоставление жилых</w:t>
      </w:r>
      <w:r w:rsidR="00240726" w:rsidRPr="0049160F">
        <w:rPr>
          <w:rFonts w:ascii="Times New Roman" w:hAnsi="Times New Roman"/>
          <w:sz w:val="28"/>
          <w:szCs w:val="28"/>
        </w:rPr>
        <w:t xml:space="preserve"> помещени</w:t>
      </w:r>
      <w:r w:rsidR="00240726">
        <w:rPr>
          <w:rFonts w:ascii="Times New Roman" w:hAnsi="Times New Roman"/>
          <w:sz w:val="28"/>
          <w:szCs w:val="28"/>
        </w:rPr>
        <w:t>й муниципального специализированного фонда (служебные жилые помещения, жилые помещения в общежитиях, жилые помещения маневренного фонда)</w:t>
      </w:r>
      <w:r w:rsidR="00240726" w:rsidRPr="0054790D">
        <w:rPr>
          <w:rFonts w:ascii="Times New Roman" w:hAnsi="Times New Roman"/>
          <w:sz w:val="28"/>
          <w:szCs w:val="28"/>
        </w:rPr>
        <w:t>», за исключением п</w:t>
      </w:r>
      <w:r w:rsidR="00474AA9">
        <w:rPr>
          <w:rFonts w:ascii="Times New Roman" w:hAnsi="Times New Roman"/>
          <w:sz w:val="28"/>
          <w:szCs w:val="28"/>
        </w:rPr>
        <w:t>.</w:t>
      </w:r>
      <w:r w:rsidR="00240726" w:rsidRPr="0054790D">
        <w:rPr>
          <w:rFonts w:ascii="Times New Roman" w:hAnsi="Times New Roman"/>
          <w:sz w:val="28"/>
          <w:szCs w:val="28"/>
        </w:rPr>
        <w:t xml:space="preserve"> 2;</w:t>
      </w:r>
    </w:p>
    <w:p w14:paraId="23E8B9BD" w14:textId="268E2722" w:rsidR="00240726" w:rsidRDefault="00240726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lastRenderedPageBreak/>
        <w:t>- от 2</w:t>
      </w:r>
      <w:r>
        <w:rPr>
          <w:rFonts w:ascii="Times New Roman" w:hAnsi="Times New Roman"/>
          <w:sz w:val="28"/>
          <w:szCs w:val="28"/>
        </w:rPr>
        <w:t>6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5479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912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735</w:t>
      </w:r>
      <w:r w:rsidR="00474A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22A4806" w14:textId="29A993AE" w:rsidR="00240726" w:rsidRDefault="00240726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08.</w:t>
      </w:r>
      <w:r w:rsidRPr="005479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638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735</w:t>
      </w:r>
      <w:r w:rsidR="00474A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B19E925" w14:textId="286EC64B" w:rsidR="00240726" w:rsidRPr="0054790D" w:rsidRDefault="00240726" w:rsidP="005203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03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60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27.07.2018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735</w:t>
      </w:r>
      <w:r w:rsidR="00474AA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C11F78C" w14:textId="3268F414" w:rsidR="00240726" w:rsidRPr="0054790D" w:rsidRDefault="00240726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</w:t>
      </w:r>
      <w:r w:rsidR="0052033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11E9EBA" w14:textId="77777777" w:rsidR="00474AA9" w:rsidRDefault="00474AA9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529E28" w14:textId="55E4E4A9" w:rsidR="00240726" w:rsidRDefault="00474AA9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40726"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52033A">
        <w:rPr>
          <w:rFonts w:ascii="Times New Roman" w:hAnsi="Times New Roman" w:cs="Times New Roman"/>
          <w:sz w:val="28"/>
          <w:szCs w:val="28"/>
        </w:rPr>
        <w:br/>
      </w:r>
      <w:r w:rsidR="00240726"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7D234114" w14:textId="77777777" w:rsidR="00F01FE9" w:rsidRPr="0054790D" w:rsidRDefault="00F01FE9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8A5EBD" w14:textId="60593AD1" w:rsidR="00240726" w:rsidRDefault="00240726" w:rsidP="00520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4A89F2" w14:textId="77777777" w:rsidR="0052033A" w:rsidRDefault="0052033A" w:rsidP="0024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28515A" w14:textId="77777777" w:rsidR="0052033A" w:rsidRPr="0054790D" w:rsidRDefault="0052033A" w:rsidP="002407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0275D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0275D6" w14:textId="3C1C886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240726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</w:r>
      <w:r w:rsidR="0024072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407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2033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275E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10275E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275D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10275D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2219385"/>
      <w:docPartObj>
        <w:docPartGallery w:val="Page Numbers (Top of Page)"/>
        <w:docPartUnique/>
      </w:docPartObj>
    </w:sdtPr>
    <w:sdtEndPr/>
    <w:sdtContent>
      <w:p w14:paraId="7AC1E2C0" w14:textId="4E1E2314" w:rsidR="0052033A" w:rsidRDefault="005203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3CC">
          <w:rPr>
            <w:noProof/>
          </w:rPr>
          <w:t>2</w:t>
        </w:r>
        <w:r>
          <w:fldChar w:fldCharType="end"/>
        </w:r>
      </w:p>
    </w:sdtContent>
  </w:sdt>
  <w:p w14:paraId="48912382" w14:textId="77777777" w:rsidR="0052033A" w:rsidRDefault="005203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0726"/>
    <w:rsid w:val="002933CC"/>
    <w:rsid w:val="0033636C"/>
    <w:rsid w:val="003E4257"/>
    <w:rsid w:val="00474AA9"/>
    <w:rsid w:val="0052033A"/>
    <w:rsid w:val="00520CBF"/>
    <w:rsid w:val="008629FA"/>
    <w:rsid w:val="00987DB5"/>
    <w:rsid w:val="00AC72C8"/>
    <w:rsid w:val="00B10ED9"/>
    <w:rsid w:val="00B25688"/>
    <w:rsid w:val="00C02849"/>
    <w:rsid w:val="00C4385D"/>
    <w:rsid w:val="00D12794"/>
    <w:rsid w:val="00D67BD8"/>
    <w:rsid w:val="00DF7897"/>
    <w:rsid w:val="00E37B8A"/>
    <w:rsid w:val="00E609BC"/>
    <w:rsid w:val="00E87BA1"/>
    <w:rsid w:val="00F0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275C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4072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40726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B20D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B20D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B20D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9</cp:revision>
  <dcterms:created xsi:type="dcterms:W3CDTF">2020-04-07T04:52:00Z</dcterms:created>
  <dcterms:modified xsi:type="dcterms:W3CDTF">2022-07-29T01:50:00Z</dcterms:modified>
</cp:coreProperties>
</file>