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8967E5E" w14:textId="77777777" w:rsidTr="00987DB5">
        <w:tc>
          <w:tcPr>
            <w:tcW w:w="9498" w:type="dxa"/>
          </w:tcPr>
          <w:p w14:paraId="28967E5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8967E75" wp14:editId="28967E7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967E5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8967E5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8967E5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8967E5F" w14:textId="5E9B5106" w:rsidR="0033636C" w:rsidRPr="00146D1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46D1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46D1A" w:rsidRPr="00146D1A">
            <w:rPr>
              <w:rFonts w:ascii="Times New Roman" w:hAnsi="Times New Roman"/>
              <w:sz w:val="28"/>
              <w:szCs w:val="28"/>
            </w:rPr>
            <w:t>12 января 2022 года</w:t>
          </w:r>
        </w:sdtContent>
      </w:sdt>
      <w:r w:rsidRPr="00146D1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46D1A" w:rsidRPr="00146D1A">
            <w:rPr>
              <w:rFonts w:ascii="Times New Roman" w:hAnsi="Times New Roman"/>
              <w:sz w:val="28"/>
              <w:szCs w:val="28"/>
            </w:rPr>
            <w:t>3</w:t>
          </w:r>
        </w:sdtContent>
      </w:sdt>
    </w:p>
    <w:p w14:paraId="28967E60" w14:textId="77777777" w:rsidR="0033636C" w:rsidRPr="003F309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2587D01" w14:textId="77777777" w:rsidR="003F309C" w:rsidRPr="003F309C" w:rsidRDefault="0033636C" w:rsidP="003F3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09C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</w:p>
    <w:p w14:paraId="2989AEB8" w14:textId="77777777" w:rsidR="003F309C" w:rsidRPr="003F309C" w:rsidRDefault="0033636C" w:rsidP="003F3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09C">
        <w:rPr>
          <w:rFonts w:ascii="Times New Roman" w:hAnsi="Times New Roman"/>
          <w:b/>
          <w:sz w:val="28"/>
          <w:szCs w:val="28"/>
        </w:rPr>
        <w:t xml:space="preserve"> </w:t>
      </w:r>
      <w:r w:rsidR="003F309C" w:rsidRPr="003F309C">
        <w:rPr>
          <w:rFonts w:ascii="Times New Roman" w:hAnsi="Times New Roman"/>
          <w:b/>
          <w:sz w:val="28"/>
          <w:szCs w:val="28"/>
        </w:rPr>
        <w:t>«</w:t>
      </w:r>
      <w:r w:rsidRPr="003F309C">
        <w:rPr>
          <w:rFonts w:ascii="Times New Roman" w:hAnsi="Times New Roman"/>
          <w:b/>
          <w:sz w:val="28"/>
          <w:szCs w:val="28"/>
        </w:rPr>
        <w:t>Управление муниципальными финансами муниципального</w:t>
      </w:r>
    </w:p>
    <w:p w14:paraId="3FC0F153" w14:textId="2200A29C" w:rsidR="003F309C" w:rsidRPr="003F309C" w:rsidRDefault="0033636C" w:rsidP="003F3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09C">
        <w:rPr>
          <w:rFonts w:ascii="Times New Roman" w:hAnsi="Times New Roman"/>
          <w:b/>
          <w:sz w:val="28"/>
          <w:szCs w:val="28"/>
        </w:rPr>
        <w:t xml:space="preserve"> образования </w:t>
      </w:r>
      <w:r w:rsidR="003F309C" w:rsidRPr="003F309C">
        <w:rPr>
          <w:rFonts w:ascii="Times New Roman" w:hAnsi="Times New Roman"/>
          <w:b/>
          <w:sz w:val="28"/>
          <w:szCs w:val="28"/>
        </w:rPr>
        <w:t>«</w:t>
      </w:r>
      <w:r w:rsidRPr="003F309C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3F309C" w:rsidRPr="003F309C">
        <w:rPr>
          <w:rFonts w:ascii="Times New Roman" w:hAnsi="Times New Roman"/>
          <w:b/>
          <w:sz w:val="28"/>
          <w:szCs w:val="28"/>
        </w:rPr>
        <w:t>»</w:t>
      </w:r>
      <w:r w:rsidRPr="003F309C">
        <w:rPr>
          <w:rFonts w:ascii="Times New Roman" w:hAnsi="Times New Roman"/>
          <w:b/>
          <w:sz w:val="28"/>
          <w:szCs w:val="28"/>
        </w:rPr>
        <w:t>, утвержденную постановлением администра</w:t>
      </w:r>
      <w:r w:rsidR="003F309C" w:rsidRPr="003F309C">
        <w:rPr>
          <w:rFonts w:ascii="Times New Roman" w:hAnsi="Times New Roman"/>
          <w:b/>
          <w:sz w:val="28"/>
          <w:szCs w:val="28"/>
        </w:rPr>
        <w:t>ции муниципального образования</w:t>
      </w:r>
    </w:p>
    <w:p w14:paraId="0D6B0561" w14:textId="77777777" w:rsidR="003F309C" w:rsidRPr="003F309C" w:rsidRDefault="003F309C" w:rsidP="003F3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09C">
        <w:rPr>
          <w:rFonts w:ascii="Times New Roman" w:hAnsi="Times New Roman"/>
          <w:b/>
          <w:sz w:val="28"/>
          <w:szCs w:val="28"/>
        </w:rPr>
        <w:t xml:space="preserve"> «</w:t>
      </w:r>
      <w:r w:rsidR="0033636C" w:rsidRPr="003F309C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Pr="003F309C">
        <w:rPr>
          <w:rFonts w:ascii="Times New Roman" w:hAnsi="Times New Roman"/>
          <w:b/>
          <w:sz w:val="28"/>
          <w:szCs w:val="28"/>
        </w:rPr>
        <w:t>»</w:t>
      </w:r>
    </w:p>
    <w:p w14:paraId="28967E61" w14:textId="5DBA1162" w:rsidR="0033636C" w:rsidRPr="003F309C" w:rsidRDefault="0033636C" w:rsidP="003F3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09C">
        <w:rPr>
          <w:rFonts w:ascii="Times New Roman" w:hAnsi="Times New Roman"/>
          <w:b/>
          <w:sz w:val="28"/>
          <w:szCs w:val="28"/>
        </w:rPr>
        <w:t xml:space="preserve"> от 30.07.20</w:t>
      </w:r>
      <w:r w:rsidR="003F309C" w:rsidRPr="003F309C">
        <w:rPr>
          <w:rFonts w:ascii="Times New Roman" w:hAnsi="Times New Roman"/>
          <w:b/>
          <w:sz w:val="28"/>
          <w:szCs w:val="28"/>
        </w:rPr>
        <w:t>14 № 501</w:t>
      </w:r>
    </w:p>
    <w:p w14:paraId="28967E62" w14:textId="77777777" w:rsidR="00185FEC" w:rsidRDefault="00185FEC" w:rsidP="003F30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BFD516" w14:textId="6DB76758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«Управление муниципальными финансами муниципального образования «Городской округ Ногликский» в соответствие с решениями Собрания муниципального образования «Городской округ Ногликский» 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09C">
        <w:rPr>
          <w:rFonts w:ascii="Times New Roman" w:hAnsi="Times New Roman"/>
          <w:sz w:val="28"/>
          <w:szCs w:val="28"/>
        </w:rPr>
        <w:t>от 15.12.2020 № 98 «О бюджете муниципального образования «Городской округ Ногликский» на 2021 год и на плановый период 2022 и 2023 годов»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12B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(в редакции от 16.12.2021 № 190)</w:t>
      </w:r>
      <w:r w:rsidRPr="003F309C">
        <w:rPr>
          <w:rFonts w:ascii="Times New Roman" w:hAnsi="Times New Roman"/>
          <w:sz w:val="28"/>
          <w:szCs w:val="28"/>
        </w:rPr>
        <w:t xml:space="preserve">, от 09.12.2021 № 186 «О бюджете муниципального образования «Городской округ Ногликский» на 2022 год и на плановый период 2023 и 2024 годов», 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F309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225E9E70" w14:textId="520F86D0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«Управление муниципальными финансами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№ 501 «Об утверждении муниципальной программы «Управление муниципальными финансами муниципального образования «Городской округ Ногликский» (в редакции от 26.01.2016 № 59, от 18.04.2017 № 238, от 27.02.2018 № 204, от 16.11.2018 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1110, от 20.12.2018 № 1239, от 24.01.2019 № 38, от 22.07.2019 № 548, 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03.12.2019 № 872, от 30.12.2019 № 926, от 28.01.2020 № 44, от 11.02.2021 </w:t>
      </w:r>
      <w:r w:rsidR="009324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№ 71) (далее – муниципальная программа) следующие изменения:</w:t>
      </w:r>
    </w:p>
    <w:p w14:paraId="22F0E251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 часть «Объемы и источники финансирования муниципальной программы» изложить в следующей редакции:</w:t>
      </w:r>
    </w:p>
    <w:tbl>
      <w:tblPr>
        <w:tblW w:w="100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"/>
        <w:gridCol w:w="2442"/>
        <w:gridCol w:w="6493"/>
        <w:gridCol w:w="709"/>
      </w:tblGrid>
      <w:tr w:rsidR="003F309C" w:rsidRPr="003F309C" w14:paraId="5E71884B" w14:textId="77777777" w:rsidTr="003A35E3">
        <w:trPr>
          <w:trHeight w:val="4648"/>
        </w:trPr>
        <w:tc>
          <w:tcPr>
            <w:tcW w:w="421" w:type="dxa"/>
            <w:tcBorders>
              <w:top w:val="nil"/>
              <w:bottom w:val="nil"/>
              <w:right w:val="single" w:sz="4" w:space="0" w:color="auto"/>
            </w:tcBorders>
          </w:tcPr>
          <w:p w14:paraId="07D1F5A3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16D4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87B9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составляет 186 247,6 тыс. рублей за счет средств местного бюджета, в том числе по годам:</w:t>
            </w:r>
          </w:p>
          <w:p w14:paraId="0FCCB3B4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рублей;</w:t>
            </w:r>
          </w:p>
          <w:p w14:paraId="3B16BEA8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рублей;</w:t>
            </w:r>
          </w:p>
          <w:p w14:paraId="729D0AB2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рублей;</w:t>
            </w:r>
          </w:p>
          <w:p w14:paraId="0DB03C70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3D0B4C36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75777DF1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04278DF3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23 210,0 тыс. рублей;</w:t>
            </w:r>
          </w:p>
          <w:p w14:paraId="7C7D5F71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24 198,7 тыс. рублей;</w:t>
            </w:r>
          </w:p>
          <w:p w14:paraId="70C36CC8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25 229,7 тыс. рублей;</w:t>
            </w:r>
          </w:p>
          <w:p w14:paraId="143122E1" w14:textId="77777777" w:rsidR="003F309C" w:rsidRPr="003F309C" w:rsidRDefault="003F309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25 960,8 тыс. рублей;</w:t>
            </w:r>
          </w:p>
          <w:p w14:paraId="3C13CCB5" w14:textId="6188AE81" w:rsidR="003F309C" w:rsidRPr="003F309C" w:rsidRDefault="00C023DC" w:rsidP="003F309C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</w:t>
            </w:r>
            <w:bookmarkStart w:id="0" w:name="_GoBack"/>
            <w:bookmarkEnd w:id="0"/>
            <w:r w:rsidR="003F309C"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26 997,2 тыс. рублей.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113B8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7E5D1F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C761F3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059280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D20F91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AC0A0F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0AE03B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48F7CD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572812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92801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70BD07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108964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737E9F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CD6391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F309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</w:tr>
    </w:tbl>
    <w:p w14:paraId="44867E30" w14:textId="77777777" w:rsidR="003F309C" w:rsidRPr="003F309C" w:rsidRDefault="003F309C" w:rsidP="003F309C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bCs/>
          <w:sz w:val="28"/>
          <w:szCs w:val="28"/>
          <w:lang w:eastAsia="ru-RU"/>
        </w:rPr>
        <w:t>1.2. В разделе 6 «Ресурсное обеспечение муниципальной программы»:</w:t>
      </w:r>
    </w:p>
    <w:p w14:paraId="76A3C237" w14:textId="77777777" w:rsidR="003F309C" w:rsidRPr="003F309C" w:rsidRDefault="003F309C" w:rsidP="003F309C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 абзацы первый-четвертый изложить в следующей редакции:</w:t>
      </w:r>
    </w:p>
    <w:p w14:paraId="035E9C77" w14:textId="77777777" w:rsidR="003F309C" w:rsidRPr="003F309C" w:rsidRDefault="003F309C" w:rsidP="003F309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309C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F309C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за весь период ее реализации </w:t>
      </w:r>
      <w:r w:rsidRPr="003F309C">
        <w:rPr>
          <w:rFonts w:ascii="Times New Roman" w:hAnsi="Times New Roman"/>
          <w:sz w:val="28"/>
          <w:szCs w:val="28"/>
        </w:rPr>
        <w:t>составляет 186 247,6 тыс. рублей, в том числе по подпрограммам:</w:t>
      </w:r>
    </w:p>
    <w:p w14:paraId="5FA524AC" w14:textId="77777777" w:rsidR="003F309C" w:rsidRPr="003F309C" w:rsidRDefault="003F309C" w:rsidP="003F309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1 «Долгосрочное финансовое планирование» - 0,0 тыс. рублей;</w:t>
      </w:r>
    </w:p>
    <w:p w14:paraId="5D7CB11A" w14:textId="77777777" w:rsidR="003F309C" w:rsidRPr="003F309C" w:rsidRDefault="003F309C" w:rsidP="003F309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2 «Нормативно-методическое обеспечение и организация бюджетного процесса» 185 951,6 тыс. рублей;</w:t>
      </w:r>
    </w:p>
    <w:p w14:paraId="13A30B63" w14:textId="77777777" w:rsidR="003F309C" w:rsidRPr="003F309C" w:rsidRDefault="003F309C" w:rsidP="003F309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3 «Управление муниципальным долгом муниципального образования «Городской округ Ногликский» – 296,0 тыс. рублей.»;</w:t>
      </w:r>
    </w:p>
    <w:p w14:paraId="70F89FBE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- абзацы тринадцатый-семнадцатый изложить в следующей редакции:</w:t>
      </w:r>
    </w:p>
    <w:p w14:paraId="0D152081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«2021 год – 23 210,0 тыс. рублей;</w:t>
      </w:r>
    </w:p>
    <w:p w14:paraId="7E8CBEAA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2022 год – 24 198,7 тыс. рублей;</w:t>
      </w:r>
    </w:p>
    <w:p w14:paraId="787B7CBC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2023 год – 25 229,7 тыс. рублей;</w:t>
      </w:r>
    </w:p>
    <w:p w14:paraId="346D379A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2024 год – 25 960,8 тыс. рублей;</w:t>
      </w:r>
    </w:p>
    <w:p w14:paraId="5CFAD9CC" w14:textId="20A2868F" w:rsidR="003F309C" w:rsidRPr="005903AD" w:rsidRDefault="00C023D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309C" w:rsidRPr="003F309C">
        <w:rPr>
          <w:rFonts w:ascii="Times New Roman" w:eastAsia="Times New Roman" w:hAnsi="Times New Roman"/>
          <w:sz w:val="28"/>
          <w:szCs w:val="28"/>
          <w:lang w:eastAsia="ru-RU"/>
        </w:rPr>
        <w:t>26 997,2</w:t>
      </w:r>
      <w:r w:rsid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рублей.»</w:t>
      </w:r>
      <w:r w:rsidR="003F309C" w:rsidRPr="005903A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E82528F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1.3. В Паспорте </w:t>
      </w:r>
      <w:r w:rsidRPr="003F309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подпрограммы № 2 «Нормативно-методическое обеспечение и организация бюджетного процесса» ч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асть «Объемы и источники финансирования подпрограммы № 2» </w:t>
      </w:r>
      <w:r w:rsidRPr="003F309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p w14:paraId="08A5FD90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660"/>
        <w:gridCol w:w="6129"/>
        <w:gridCol w:w="566"/>
        <w:gridCol w:w="284"/>
      </w:tblGrid>
      <w:tr w:rsidR="003F309C" w:rsidRPr="003F309C" w14:paraId="26D3A969" w14:textId="77777777" w:rsidTr="003A35E3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D26F9" w14:textId="77777777" w:rsidR="003F309C" w:rsidRPr="003F309C" w:rsidRDefault="003F309C" w:rsidP="003F309C">
            <w:pPr>
              <w:tabs>
                <w:tab w:val="right" w:pos="351"/>
                <w:tab w:val="center" w:pos="53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60" w:type="dxa"/>
            <w:tcBorders>
              <w:left w:val="single" w:sz="4" w:space="0" w:color="auto"/>
            </w:tcBorders>
          </w:tcPr>
          <w:p w14:paraId="24CCF800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2</w:t>
            </w:r>
          </w:p>
        </w:tc>
        <w:tc>
          <w:tcPr>
            <w:tcW w:w="6129" w:type="dxa"/>
            <w:tcBorders>
              <w:right w:val="single" w:sz="4" w:space="0" w:color="auto"/>
            </w:tcBorders>
          </w:tcPr>
          <w:p w14:paraId="6652CDCC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составляет 185 951,6 тыс. рублей за счет средств местного бюджета, в том числе по годам:</w:t>
            </w:r>
          </w:p>
          <w:p w14:paraId="11ADF4FC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рублей;</w:t>
            </w:r>
          </w:p>
          <w:p w14:paraId="599C3446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рублей;</w:t>
            </w:r>
          </w:p>
          <w:p w14:paraId="588E3B44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рублей;</w:t>
            </w:r>
          </w:p>
          <w:p w14:paraId="638497BD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70BE070C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45214BF3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296B7508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23 210,0 тыс. рублей;</w:t>
            </w:r>
          </w:p>
          <w:p w14:paraId="1A757FE3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 год – 24 048,7 тыс. рублей;</w:t>
            </w:r>
          </w:p>
          <w:p w14:paraId="28B7E1FC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25 183,7 тыс. рублей;</w:t>
            </w:r>
          </w:p>
          <w:p w14:paraId="31655511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25 910,8 тыс. рублей;</w:t>
            </w:r>
          </w:p>
          <w:p w14:paraId="177D42D2" w14:textId="77777777" w:rsidR="003F309C" w:rsidRPr="003F309C" w:rsidRDefault="003F309C" w:rsidP="003F30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 26 947,2 тыс. рублей.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3B793D5E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341923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B53353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7EC84E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700F3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4C2EFC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B3690B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D18943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8BA701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92BF22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BB592A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58639F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F2898D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93C84D" w14:textId="77777777" w:rsidR="003F309C" w:rsidRPr="003F309C" w:rsidRDefault="003F309C" w:rsidP="003F3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3F309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782943" w14:textId="77777777" w:rsidR="003F309C" w:rsidRPr="003F309C" w:rsidRDefault="003F309C" w:rsidP="003F309C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</w:tc>
      </w:tr>
    </w:tbl>
    <w:p w14:paraId="2116F238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1.4. В р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азделе 6 «Ресурсное обеспечение подпрограммы № 2»:</w:t>
      </w:r>
    </w:p>
    <w:p w14:paraId="0857165B" w14:textId="77777777" w:rsidR="003F309C" w:rsidRPr="003F309C" w:rsidRDefault="003F309C" w:rsidP="003F309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- абзац второй изложить в следующей редакции: </w:t>
      </w:r>
    </w:p>
    <w:p w14:paraId="10014387" w14:textId="77777777" w:rsidR="003F309C" w:rsidRPr="003F309C" w:rsidRDefault="003F309C" w:rsidP="003F309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F309C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подпрограммы составит 185 951,6 тыс. рублей, в том числе по годам реализации:»;</w:t>
      </w:r>
    </w:p>
    <w:p w14:paraId="1B885ACD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- абзацы девятый-тринадцатый изложить в следующей редакции: </w:t>
      </w:r>
    </w:p>
    <w:p w14:paraId="59102C42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«2021 год – 23 210,0 тыс. рублей;</w:t>
      </w:r>
    </w:p>
    <w:p w14:paraId="5C7ECC3F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2022 год – 24 048,7 тыс. рублей;</w:t>
      </w:r>
    </w:p>
    <w:p w14:paraId="076E78CA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2023 год – 25 183,7 тыс. рублей;</w:t>
      </w:r>
    </w:p>
    <w:p w14:paraId="341C8013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2024 год – 25 910,8 тыс. рублей;</w:t>
      </w:r>
    </w:p>
    <w:p w14:paraId="446A3690" w14:textId="5E78A3F1" w:rsidR="003F309C" w:rsidRPr="003103CE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2025 год – 26 947,2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рублей.»</w:t>
      </w:r>
      <w:r w:rsidRPr="003103C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9BC0E1A" w14:textId="77777777" w:rsidR="003F309C" w:rsidRPr="003F309C" w:rsidRDefault="003F309C" w:rsidP="003F309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1.5. В Паспорте </w:t>
      </w:r>
      <w:r w:rsidRPr="003F309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подпрограммы № 3 «Управление муниципальным долгом муниципального образования «Городской округ Ногликский» ч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асть «Ресурсное обеспечение подпрограммы № 3» </w:t>
      </w:r>
      <w:r w:rsidRPr="003F309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tbl>
      <w:tblPr>
        <w:tblW w:w="10619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234"/>
        <w:gridCol w:w="6981"/>
        <w:gridCol w:w="695"/>
      </w:tblGrid>
      <w:tr w:rsidR="003F309C" w:rsidRPr="003F309C" w14:paraId="09BC5332" w14:textId="77777777" w:rsidTr="003A35E3">
        <w:trPr>
          <w:trHeight w:val="4404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75C279" w14:textId="77777777" w:rsidR="003F309C" w:rsidRPr="003F309C" w:rsidRDefault="003F309C" w:rsidP="003F309C">
            <w:pPr>
              <w:tabs>
                <w:tab w:val="right" w:pos="68"/>
                <w:tab w:val="center" w:pos="38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«</w:t>
            </w:r>
          </w:p>
        </w:tc>
        <w:tc>
          <w:tcPr>
            <w:tcW w:w="2234" w:type="dxa"/>
            <w:tcBorders>
              <w:left w:val="single" w:sz="4" w:space="0" w:color="auto"/>
            </w:tcBorders>
          </w:tcPr>
          <w:p w14:paraId="06B2A3A8" w14:textId="77777777" w:rsidR="003F309C" w:rsidRPr="003F309C" w:rsidRDefault="003F309C" w:rsidP="003F309C">
            <w:pPr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3</w:t>
            </w:r>
          </w:p>
        </w:tc>
        <w:tc>
          <w:tcPr>
            <w:tcW w:w="6981" w:type="dxa"/>
            <w:tcBorders>
              <w:right w:val="single" w:sz="4" w:space="0" w:color="auto"/>
            </w:tcBorders>
          </w:tcPr>
          <w:p w14:paraId="0E3D15B6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составляет 296,0 тыс. рублей за счет средств местного бюджета, в том числе по годам:</w:t>
            </w:r>
          </w:p>
          <w:p w14:paraId="5876AB00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рублей;</w:t>
            </w:r>
          </w:p>
          <w:p w14:paraId="5B8B0E91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рублей;</w:t>
            </w:r>
          </w:p>
          <w:p w14:paraId="00BABC47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 тыс. рублей;</w:t>
            </w:r>
          </w:p>
          <w:p w14:paraId="16D59CFA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0,0 тыс. рублей;</w:t>
            </w:r>
          </w:p>
          <w:p w14:paraId="1BF3EA9B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 тыс. рублей;</w:t>
            </w:r>
          </w:p>
          <w:p w14:paraId="777BFBBB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0,0 тыс. рублей;</w:t>
            </w:r>
          </w:p>
          <w:p w14:paraId="6A753F10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0,0 тыс. рублей;</w:t>
            </w:r>
          </w:p>
          <w:p w14:paraId="2F01304A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150,0 тыс. рублей;</w:t>
            </w:r>
          </w:p>
          <w:p w14:paraId="5BA65ACD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46,0 тыс. рублей;</w:t>
            </w:r>
          </w:p>
          <w:p w14:paraId="17F65519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50,0 тыс. рублей;</w:t>
            </w:r>
          </w:p>
          <w:p w14:paraId="602B65C4" w14:textId="77777777" w:rsidR="003F309C" w:rsidRPr="003F309C" w:rsidRDefault="003F309C" w:rsidP="003F30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50,0 тыс. рублей.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BE731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13E96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9AB6AA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5E7E1B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18D6A9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FC6D1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AB2D53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F6841E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37713B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FFA15B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DDC705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290D08" w14:textId="77777777" w:rsidR="003F309C" w:rsidRPr="003F309C" w:rsidRDefault="003F309C" w:rsidP="003F30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E5F387" w14:textId="77777777" w:rsidR="003F309C" w:rsidRPr="003F309C" w:rsidRDefault="003F309C" w:rsidP="003F309C">
            <w:pPr>
              <w:spacing w:after="0" w:line="240" w:lineRule="auto"/>
              <w:ind w:left="-6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3F30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»»</w:t>
            </w:r>
            <w:r w:rsidRPr="003F309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</w:tr>
    </w:tbl>
    <w:p w14:paraId="18D04DC7" w14:textId="77777777" w:rsidR="003F309C" w:rsidRPr="003F309C" w:rsidRDefault="003F309C" w:rsidP="003F309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</w:rPr>
        <w:t>1.6. В р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азделе 6 «Ресурсное обеспечение подпрограммы № 3»:</w:t>
      </w:r>
    </w:p>
    <w:p w14:paraId="0A449001" w14:textId="77777777" w:rsidR="003F309C" w:rsidRPr="003F309C" w:rsidRDefault="003F309C" w:rsidP="003F309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F309C">
        <w:rPr>
          <w:rFonts w:ascii="Times New Roman" w:eastAsia="Times New Roman" w:hAnsi="Times New Roman"/>
          <w:sz w:val="28"/>
          <w:szCs w:val="28"/>
        </w:rPr>
        <w:t xml:space="preserve">- абзац второй изложить в следующей редакции: </w:t>
      </w:r>
    </w:p>
    <w:p w14:paraId="03553F7F" w14:textId="29C3FEF1" w:rsidR="003F309C" w:rsidRPr="003F309C" w:rsidRDefault="003F309C" w:rsidP="003F309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</w:rPr>
        <w:lastRenderedPageBreak/>
        <w:t xml:space="preserve">«Общий объем финансирования </w:t>
      </w:r>
      <w:r w:rsidR="005903AD">
        <w:rPr>
          <w:rFonts w:ascii="Times New Roman" w:eastAsia="Times New Roman" w:hAnsi="Times New Roman"/>
          <w:sz w:val="28"/>
          <w:szCs w:val="28"/>
          <w:lang w:eastAsia="ru-RU"/>
        </w:rPr>
        <w:t>подпрограммы составит 29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6,0 тыс. рублей, в том числе по годам реализации:»;</w:t>
      </w:r>
    </w:p>
    <w:p w14:paraId="7871A966" w14:textId="5273B884" w:rsidR="003F309C" w:rsidRPr="003F309C" w:rsidRDefault="003F309C" w:rsidP="003F309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F309C">
        <w:rPr>
          <w:rFonts w:ascii="Times New Roman" w:eastAsia="Times New Roman" w:hAnsi="Times New Roman"/>
          <w:sz w:val="28"/>
          <w:szCs w:val="28"/>
        </w:rPr>
        <w:t>- абзац девятый изложить в следующей редакции:</w:t>
      </w:r>
    </w:p>
    <w:p w14:paraId="3B7CAC16" w14:textId="2C6056EA" w:rsidR="003F309C" w:rsidRPr="003F309C" w:rsidRDefault="003F309C" w:rsidP="003F30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«2021 год – 0,0 тыс. рублей;</w:t>
      </w:r>
      <w:r w:rsidR="005903A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903AD" w:rsidRPr="005903A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88B499E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1.7. Приложение 3 «</w:t>
      </w:r>
      <w:r w:rsidRPr="003F309C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Ресурсное обеспечение реализации муниципальной программы «Управление муниципальными финансами муниципального образования «Городской округ Ногликский» к муниципальной программе</w:t>
      </w: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согласно приложению к настоящему постановлению.</w:t>
      </w:r>
    </w:p>
    <w:p w14:paraId="12942724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58AE438D" w14:textId="77777777" w:rsidR="003F309C" w:rsidRPr="003F309C" w:rsidRDefault="003F309C" w:rsidP="003F30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09C">
        <w:rPr>
          <w:rFonts w:ascii="Times New Roman" w:eastAsia="Times New Roman" w:hAnsi="Times New Roman"/>
          <w:sz w:val="28"/>
          <w:szCs w:val="28"/>
          <w:lang w:eastAsia="ru-RU"/>
        </w:rPr>
        <w:t>3. Контроль исполнения настоящего постановления возложить на начальника финансового управления муниципального образования «Городской округ Ногликский» Петрушенко Е.В.</w:t>
      </w:r>
    </w:p>
    <w:p w14:paraId="30627042" w14:textId="77777777" w:rsidR="003F309C" w:rsidRPr="003F309C" w:rsidRDefault="003F309C" w:rsidP="003F3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796D5E" w14:textId="77777777" w:rsidR="003F309C" w:rsidRPr="003F309C" w:rsidRDefault="003F309C" w:rsidP="003F309C">
      <w:pPr>
        <w:jc w:val="both"/>
        <w:rPr>
          <w:rFonts w:ascii="Times New Roman" w:hAnsi="Times New Roman"/>
          <w:sz w:val="28"/>
          <w:szCs w:val="28"/>
        </w:rPr>
      </w:pPr>
    </w:p>
    <w:p w14:paraId="036318C5" w14:textId="77777777" w:rsidR="00932425" w:rsidRDefault="00932425" w:rsidP="003F3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0C657D61" w14:textId="794F6E6C" w:rsidR="003F309C" w:rsidRPr="003F309C" w:rsidRDefault="003F309C" w:rsidP="003F3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309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C8797A1" w14:textId="3AE4AEB3" w:rsidR="003F309C" w:rsidRPr="003F309C" w:rsidRDefault="003F309C" w:rsidP="003F30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309C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3F309C">
        <w:rPr>
          <w:rFonts w:ascii="Times New Roman" w:hAnsi="Times New Roman"/>
          <w:sz w:val="28"/>
          <w:szCs w:val="28"/>
        </w:rPr>
        <w:tab/>
      </w:r>
      <w:r w:rsidRPr="003F309C">
        <w:rPr>
          <w:rFonts w:ascii="Times New Roman" w:hAnsi="Times New Roman"/>
          <w:sz w:val="28"/>
          <w:szCs w:val="28"/>
        </w:rPr>
        <w:tab/>
      </w:r>
      <w:r w:rsidRPr="003F309C">
        <w:rPr>
          <w:rFonts w:ascii="Times New Roman" w:hAnsi="Times New Roman"/>
          <w:sz w:val="28"/>
          <w:szCs w:val="28"/>
        </w:rPr>
        <w:tab/>
      </w:r>
      <w:r w:rsidRPr="003F309C">
        <w:rPr>
          <w:rFonts w:ascii="Times New Roman" w:hAnsi="Times New Roman"/>
          <w:sz w:val="28"/>
          <w:szCs w:val="28"/>
        </w:rPr>
        <w:tab/>
      </w:r>
      <w:r w:rsidRPr="003F309C">
        <w:rPr>
          <w:rFonts w:ascii="Times New Roman" w:hAnsi="Times New Roman"/>
          <w:sz w:val="28"/>
          <w:szCs w:val="28"/>
        </w:rPr>
        <w:tab/>
        <w:t xml:space="preserve">         </w:t>
      </w:r>
      <w:r w:rsidR="00932425">
        <w:rPr>
          <w:rFonts w:ascii="Times New Roman" w:hAnsi="Times New Roman"/>
          <w:sz w:val="28"/>
          <w:szCs w:val="28"/>
        </w:rPr>
        <w:t>С.С. Гуляев</w:t>
      </w:r>
    </w:p>
    <w:p w14:paraId="28967E64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967E65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967E66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967E67" w14:textId="77777777" w:rsidR="00E609BC" w:rsidRPr="00D12794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8967E6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8967E6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8967E6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8967E6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8967E6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8967E7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8967E7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8967E7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C023DC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67E7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8967E7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67E7B" w14:textId="66B453C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67E7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8967E7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7353219"/>
      <w:docPartObj>
        <w:docPartGallery w:val="Page Numbers (Top of Page)"/>
        <w:docPartUnique/>
      </w:docPartObj>
    </w:sdtPr>
    <w:sdtContent>
      <w:p w14:paraId="308CFF5D" w14:textId="628557A3" w:rsidR="00C023DC" w:rsidRDefault="00C023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A6">
          <w:rPr>
            <w:noProof/>
          </w:rPr>
          <w:t>4</w:t>
        </w:r>
        <w:r>
          <w:fldChar w:fldCharType="end"/>
        </w:r>
      </w:p>
    </w:sdtContent>
  </w:sdt>
  <w:p w14:paraId="4C3C0DF6" w14:textId="77777777" w:rsidR="00C023DC" w:rsidRDefault="00C023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64A6"/>
    <w:rsid w:val="00053BD0"/>
    <w:rsid w:val="001165A4"/>
    <w:rsid w:val="00146D1A"/>
    <w:rsid w:val="00185FEC"/>
    <w:rsid w:val="001E1F9F"/>
    <w:rsid w:val="002003DC"/>
    <w:rsid w:val="002412B5"/>
    <w:rsid w:val="003103CE"/>
    <w:rsid w:val="0033636C"/>
    <w:rsid w:val="003E4257"/>
    <w:rsid w:val="003F309C"/>
    <w:rsid w:val="00520CBF"/>
    <w:rsid w:val="005903AD"/>
    <w:rsid w:val="008629FA"/>
    <w:rsid w:val="00932425"/>
    <w:rsid w:val="00987DB5"/>
    <w:rsid w:val="00AC72C8"/>
    <w:rsid w:val="00B10ED9"/>
    <w:rsid w:val="00B25688"/>
    <w:rsid w:val="00C023DC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7E5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F3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309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F6FC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F6FC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F6FC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68</TotalTime>
  <Pages>4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cp:lastPrinted>2021-12-23T04:40:00Z</cp:lastPrinted>
  <dcterms:created xsi:type="dcterms:W3CDTF">2020-04-07T04:52:00Z</dcterms:created>
  <dcterms:modified xsi:type="dcterms:W3CDTF">2022-01-12T04:05:00Z</dcterms:modified>
</cp:coreProperties>
</file>