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A3F60A6" w14:textId="77777777" w:rsidTr="00987DB5">
        <w:tc>
          <w:tcPr>
            <w:tcW w:w="9498" w:type="dxa"/>
          </w:tcPr>
          <w:p w14:paraId="4A3F60A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3F60BD" wp14:editId="4A3F60B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F60A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A3F60A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A3F60A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A3F60A7" w14:textId="138BC0CA" w:rsidR="0033636C" w:rsidRPr="0066048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604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30C59">
            <w:rPr>
              <w:rFonts w:ascii="Times New Roman" w:hAnsi="Times New Roman"/>
              <w:sz w:val="28"/>
              <w:szCs w:val="28"/>
            </w:rPr>
            <w:t>03 августа 2022 года</w:t>
          </w:r>
        </w:sdtContent>
      </w:sdt>
      <w:r w:rsidRPr="006604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30C59" w:rsidRPr="00D30C59">
            <w:rPr>
              <w:rFonts w:ascii="Times New Roman" w:hAnsi="Times New Roman"/>
              <w:sz w:val="28"/>
              <w:szCs w:val="28"/>
            </w:rPr>
            <w:t>404</w:t>
          </w:r>
        </w:sdtContent>
      </w:sdt>
    </w:p>
    <w:p w14:paraId="4A3F60A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4FF8CD" w14:textId="5D42F2C7" w:rsidR="00254A8B" w:rsidRPr="00254A8B" w:rsidRDefault="00254A8B" w:rsidP="00660486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A8B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660486">
        <w:rPr>
          <w:rFonts w:ascii="Times New Roman" w:hAnsi="Times New Roman"/>
          <w:b/>
          <w:sz w:val="28"/>
          <w:szCs w:val="28"/>
        </w:rPr>
        <w:br/>
      </w:r>
      <w:r w:rsidRPr="00254A8B">
        <w:rPr>
          <w:rFonts w:ascii="Times New Roman" w:hAnsi="Times New Roman"/>
          <w:b/>
          <w:sz w:val="28"/>
          <w:szCs w:val="28"/>
        </w:rPr>
        <w:t xml:space="preserve">по предоставлению государственной услуги </w:t>
      </w:r>
      <w:bookmarkStart w:id="0" w:name="ТекстовоеПоле1"/>
      <w:bookmarkEnd w:id="0"/>
      <w:r w:rsidR="00660486">
        <w:rPr>
          <w:rFonts w:ascii="Times New Roman" w:hAnsi="Times New Roman"/>
          <w:b/>
          <w:sz w:val="28"/>
          <w:szCs w:val="28"/>
        </w:rPr>
        <w:br/>
      </w:r>
      <w:r w:rsidRPr="00254A8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CE44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Установление факта невозможности проживания детей - сирот </w:t>
      </w:r>
      <w:r w:rsidR="006604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CE44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детей, оста</w:t>
      </w:r>
      <w:bookmarkStart w:id="1" w:name="_GoBack"/>
      <w:bookmarkEnd w:id="1"/>
      <w:r w:rsidRPr="00CE44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вшихся без попечения родителей, лиц из числа </w:t>
      </w:r>
      <w:r w:rsidR="006604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CE44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детей - сирот и детей, оставшихся без попечения родителей, </w:t>
      </w:r>
      <w:r w:rsidR="006604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CE44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ранее занимаемых жилых помещениях, нанимателями </w:t>
      </w:r>
      <w:r w:rsidR="006604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CE44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или членами семей нанимателей по договорам социального найма </w:t>
      </w:r>
      <w:r w:rsidR="006604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CE44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либо собственниками которых они являются</w:t>
      </w:r>
      <w:r w:rsidRPr="00254A8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7508CFB3" w14:textId="77777777" w:rsidR="00254A8B" w:rsidRPr="00254A8B" w:rsidRDefault="00254A8B" w:rsidP="006604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14F059" w14:textId="40416208" w:rsidR="00254A8B" w:rsidRPr="00254A8B" w:rsidRDefault="00254A8B" w:rsidP="00254A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16 Федерального закона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54A8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34557CF2" w14:textId="7E9ABCB2" w:rsidR="00254A8B" w:rsidRPr="00254A8B" w:rsidRDefault="00254A8B" w:rsidP="00254A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>1. Утвердить административный регламент по предоставлению государственной услуги «</w:t>
      </w:r>
      <w:r w:rsidRPr="00254A8B">
        <w:rPr>
          <w:rFonts w:ascii="Times New Roman" w:eastAsia="Times New Roman" w:hAnsi="Times New Roman"/>
          <w:bCs/>
          <w:sz w:val="28"/>
          <w:szCs w:val="28"/>
          <w:lang w:eastAsia="ru-RU"/>
        </w:rPr>
        <w:t>Установление факта невозможности проживания детей - сирот и детей, оставшихся без попечения родителей, лиц из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 w:rsidR="00B6451E">
        <w:rPr>
          <w:rFonts w:ascii="Times New Roman" w:eastAsia="Times New Roman" w:hAnsi="Times New Roman"/>
          <w:sz w:val="28"/>
          <w:szCs w:val="28"/>
          <w:lang w:eastAsia="ru-RU"/>
        </w:rPr>
        <w:t>» (прилагается).</w:t>
      </w:r>
    </w:p>
    <w:p w14:paraId="73BAA0EE" w14:textId="1145FA5E" w:rsidR="00254A8B" w:rsidRDefault="00254A8B" w:rsidP="00254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>2. Призна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 утратившим</w:t>
      </w:r>
      <w:r w:rsidR="00B6451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Ногликский»:</w:t>
      </w:r>
    </w:p>
    <w:p w14:paraId="4EA71812" w14:textId="7B4C94C5" w:rsidR="00254A8B" w:rsidRDefault="00254A8B" w:rsidP="00254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20.11.2017 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946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административного 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регламента по предоставлению государственной услуги </w:t>
      </w:r>
      <w:r w:rsidRPr="00254A8B">
        <w:rPr>
          <w:rFonts w:ascii="Times New Roman" w:eastAsia="Times New Roman" w:hAnsi="Times New Roman"/>
          <w:bCs/>
          <w:sz w:val="28"/>
          <w:szCs w:val="28"/>
          <w:lang w:eastAsia="ru-RU"/>
        </w:rPr>
        <w:t>«Установление факта невозможности проживания детей - сирот и детей, оставшихся без попечения родителей, лиц из числа детей - 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за исключениями п. 2;</w:t>
      </w:r>
    </w:p>
    <w:p w14:paraId="4FD1B4D7" w14:textId="75360587" w:rsidR="00254A8B" w:rsidRDefault="00254A8B" w:rsidP="00254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11.04.2018 № 373 «О внесении изменений в постановление администрации муниципального образования «Городской округ Ногликский» от 20.11.2017 № 946»;</w:t>
      </w:r>
    </w:p>
    <w:p w14:paraId="3EDFDB95" w14:textId="761B01E6" w:rsidR="00254A8B" w:rsidRDefault="00254A8B" w:rsidP="00254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E448E">
        <w:rPr>
          <w:rFonts w:ascii="Times New Roman" w:eastAsia="Times New Roman" w:hAnsi="Times New Roman"/>
          <w:sz w:val="28"/>
          <w:szCs w:val="28"/>
          <w:lang w:eastAsia="ru-RU"/>
        </w:rPr>
        <w:t>от 26.09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.2018 № </w:t>
      </w:r>
      <w:r w:rsidR="00CE448E">
        <w:rPr>
          <w:rFonts w:ascii="Times New Roman" w:eastAsia="Times New Roman" w:hAnsi="Times New Roman"/>
          <w:sz w:val="28"/>
          <w:szCs w:val="28"/>
          <w:lang w:eastAsia="ru-RU"/>
        </w:rPr>
        <w:t>894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«Городской округ Ногликский» от 20.11.2017 № 946»;</w:t>
      </w:r>
    </w:p>
    <w:p w14:paraId="0524BC99" w14:textId="7C60747D" w:rsidR="00CE448E" w:rsidRDefault="00CE448E" w:rsidP="00254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26.09.2018 № 906 «О внесении изменений в постановление администрации муниципального образования «Городской округ Ногликский» от 20.11.2017 № 946»;</w:t>
      </w:r>
    </w:p>
    <w:p w14:paraId="423DB7F4" w14:textId="0099E47C" w:rsidR="00CE448E" w:rsidRPr="00254A8B" w:rsidRDefault="00CE448E" w:rsidP="00254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25.02.2020 № 91 «О внесении изменений в постановление администрации муниципального образования «Городской округ Ногликский» от 20.11.2017 № 946».</w:t>
      </w:r>
    </w:p>
    <w:p w14:paraId="7B53414D" w14:textId="77777777" w:rsidR="00254A8B" w:rsidRPr="00254A8B" w:rsidRDefault="00254A8B" w:rsidP="00254A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разместить на официальном сайте муниципального образования 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br/>
        <w:t>«Городской округ Ногликский» в информационно-телекоммуникационной сети «Интернет».</w:t>
      </w:r>
    </w:p>
    <w:p w14:paraId="4A3F60B3" w14:textId="395BE2F4" w:rsidR="008629FA" w:rsidRDefault="00254A8B" w:rsidP="00CE44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 w:rsidRPr="00254A8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вице-мэра муниципального образования «Городской </w:t>
      </w:r>
      <w:r w:rsidR="00CE448E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 Ногликский» </w:t>
      </w:r>
      <w:r w:rsidR="00CE448E">
        <w:rPr>
          <w:rFonts w:ascii="Times New Roman" w:eastAsia="Times New Roman" w:hAnsi="Times New Roman"/>
          <w:sz w:val="28"/>
          <w:szCs w:val="28"/>
          <w:lang w:eastAsia="ru-RU"/>
        </w:rPr>
        <w:br/>
        <w:t>Русанова Я.С.</w:t>
      </w:r>
    </w:p>
    <w:p w14:paraId="2A0E65E9" w14:textId="77777777" w:rsidR="004403FC" w:rsidRDefault="004403FC" w:rsidP="00CE44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BBCBB6" w14:textId="2E16EFAD" w:rsidR="00660486" w:rsidRDefault="00660486" w:rsidP="00CE44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CDA3F0" w14:textId="77777777" w:rsidR="00660486" w:rsidRPr="00CE448E" w:rsidRDefault="00660486" w:rsidP="00CE448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3F60B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A3F60B7" w14:textId="088F293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CE44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6048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F60C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A3F60C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F60B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A3F60C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660716"/>
      <w:docPartObj>
        <w:docPartGallery w:val="Page Numbers (Top of Page)"/>
        <w:docPartUnique/>
      </w:docPartObj>
    </w:sdtPr>
    <w:sdtEndPr/>
    <w:sdtContent>
      <w:p w14:paraId="18CBF111" w14:textId="35093C24" w:rsidR="00660486" w:rsidRDefault="006604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C59">
          <w:rPr>
            <w:noProof/>
          </w:rPr>
          <w:t>2</w:t>
        </w:r>
        <w:r>
          <w:fldChar w:fldCharType="end"/>
        </w:r>
      </w:p>
    </w:sdtContent>
  </w:sdt>
  <w:p w14:paraId="14C2D22E" w14:textId="77777777" w:rsidR="00660486" w:rsidRDefault="006604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54A8B"/>
    <w:rsid w:val="002A5DE8"/>
    <w:rsid w:val="0033636C"/>
    <w:rsid w:val="003E4257"/>
    <w:rsid w:val="004403FC"/>
    <w:rsid w:val="00520CBF"/>
    <w:rsid w:val="00660486"/>
    <w:rsid w:val="0080213C"/>
    <w:rsid w:val="008629FA"/>
    <w:rsid w:val="00987DB5"/>
    <w:rsid w:val="00AC72C8"/>
    <w:rsid w:val="00B10ED9"/>
    <w:rsid w:val="00B25688"/>
    <w:rsid w:val="00B6451E"/>
    <w:rsid w:val="00C02849"/>
    <w:rsid w:val="00CE448E"/>
    <w:rsid w:val="00D12794"/>
    <w:rsid w:val="00D30C59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60A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0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800D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800D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8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2022-08-03T06:11:00Z</dcterms:modified>
</cp:coreProperties>
</file>