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82C20D5" w14:textId="77777777" w:rsidTr="00987DB5">
        <w:tc>
          <w:tcPr>
            <w:tcW w:w="9498" w:type="dxa"/>
          </w:tcPr>
          <w:p w14:paraId="482C20D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82C20E8" wp14:editId="482C20E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2C20D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82C20D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82C20D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82C20D6" w14:textId="467A4149" w:rsidR="0033636C" w:rsidRPr="0097257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257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7257A" w:rsidRPr="0097257A">
            <w:rPr>
              <w:rFonts w:ascii="Times New Roman" w:hAnsi="Times New Roman"/>
              <w:sz w:val="28"/>
              <w:szCs w:val="28"/>
            </w:rPr>
            <w:t>23 июня 2023 года</w:t>
          </w:r>
        </w:sdtContent>
      </w:sdt>
      <w:r w:rsidRPr="0097257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7257A" w:rsidRPr="0097257A">
            <w:rPr>
              <w:rFonts w:ascii="Times New Roman" w:hAnsi="Times New Roman"/>
              <w:sz w:val="28"/>
              <w:szCs w:val="28"/>
            </w:rPr>
            <w:t>405</w:t>
          </w:r>
        </w:sdtContent>
      </w:sdt>
    </w:p>
    <w:p w14:paraId="482C20D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82C20D8" w14:textId="717A5F3A" w:rsidR="0033636C" w:rsidRPr="00E36CC9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E36CC9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4C0B1E">
        <w:rPr>
          <w:rFonts w:ascii="Times New Roman" w:hAnsi="Times New Roman"/>
          <w:b/>
          <w:sz w:val="28"/>
          <w:szCs w:val="28"/>
        </w:rPr>
        <w:t>«</w:t>
      </w:r>
      <w:r w:rsidRPr="00E36CC9">
        <w:rPr>
          <w:rFonts w:ascii="Times New Roman" w:hAnsi="Times New Roman"/>
          <w:b/>
          <w:sz w:val="28"/>
          <w:szCs w:val="28"/>
        </w:rPr>
        <w:t>Запись на обучение по дополнительной образовательной программе</w:t>
      </w:r>
      <w:r w:rsidR="004C0B1E">
        <w:rPr>
          <w:rFonts w:ascii="Times New Roman" w:hAnsi="Times New Roman"/>
          <w:b/>
          <w:sz w:val="28"/>
          <w:szCs w:val="28"/>
        </w:rPr>
        <w:t>»</w:t>
      </w:r>
    </w:p>
    <w:p w14:paraId="482C20D9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2C20DA" w14:textId="3CA6128A" w:rsidR="00E609BC" w:rsidRDefault="008312F9" w:rsidP="000570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27.07.2010 № 210-ФЗ </w:t>
      </w:r>
      <w:r w:rsidR="000570B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«Об организации предоставления государственных и муниципальных услуг», распоряжения Правительства Сахалинской области от 07.12.2020 № 756-р </w:t>
      </w:r>
      <w:r w:rsidR="000570B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«Об утверждении Перечней государственных и муниципальных услуг, оказываемых органами исполн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и другими организациями, в которых размещается </w:t>
      </w:r>
      <w:r w:rsidR="00CE7279">
        <w:rPr>
          <w:rFonts w:ascii="Times New Roman" w:hAnsi="Times New Roman"/>
          <w:sz w:val="28"/>
          <w:szCs w:val="28"/>
        </w:rPr>
        <w:t xml:space="preserve">государственное задание (заказ)»,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="00CE7279" w:rsidRPr="00CE7279">
        <w:rPr>
          <w:rFonts w:ascii="Times New Roman" w:hAnsi="Times New Roman"/>
          <w:b/>
          <w:sz w:val="28"/>
          <w:szCs w:val="28"/>
        </w:rPr>
        <w:t>ПОСТАНОВЛЯЕТ</w:t>
      </w:r>
      <w:r w:rsidR="00CE7279">
        <w:rPr>
          <w:rFonts w:ascii="Times New Roman" w:hAnsi="Times New Roman"/>
          <w:sz w:val="28"/>
          <w:szCs w:val="28"/>
        </w:rPr>
        <w:t>:</w:t>
      </w:r>
    </w:p>
    <w:p w14:paraId="482C20DB" w14:textId="77777777" w:rsidR="00CE7279" w:rsidRDefault="00CE7279" w:rsidP="000570BE">
      <w:pPr>
        <w:pStyle w:val="a8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«Запись на обучение по дополнительной образовательной программе» (прилагается).</w:t>
      </w:r>
    </w:p>
    <w:p w14:paraId="482C20DC" w14:textId="4A221C3D" w:rsidR="00CE7279" w:rsidRDefault="00CE7279" w:rsidP="000570BE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Считать утратившим силу постановление администрации муниципального образования «Городской округ Ногликский» от 19.10.2022 </w:t>
      </w:r>
      <w:r w:rsidR="000570B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574 «Об утверждении административного регламента предоставления муниципальной услуги «Запись на обучение по дополнительной образовательной программе».</w:t>
      </w:r>
    </w:p>
    <w:p w14:paraId="482C20DD" w14:textId="77777777" w:rsidR="00E36CC9" w:rsidRDefault="00CE7279" w:rsidP="000570BE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</w:t>
      </w:r>
      <w:r w:rsidR="008D2EBE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82C20DE" w14:textId="77777777" w:rsidR="00CE7279" w:rsidRPr="00CE7279" w:rsidRDefault="00E36CC9" w:rsidP="000570BE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Контроль за исполнением настоящего постановления возложить на вице-мэра муниципального образования «Городской округ Ногликский» </w:t>
      </w:r>
      <w:proofErr w:type="spellStart"/>
      <w:r>
        <w:rPr>
          <w:rFonts w:ascii="Times New Roman" w:hAnsi="Times New Roman"/>
          <w:sz w:val="28"/>
          <w:szCs w:val="28"/>
        </w:rPr>
        <w:t>Русанова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Я.С.  </w:t>
      </w:r>
      <w:r w:rsidR="008D2EBE">
        <w:rPr>
          <w:rFonts w:ascii="Times New Roman" w:hAnsi="Times New Roman"/>
          <w:sz w:val="28"/>
          <w:szCs w:val="28"/>
        </w:rPr>
        <w:t xml:space="preserve"> </w:t>
      </w:r>
    </w:p>
    <w:p w14:paraId="482C20DF" w14:textId="77777777" w:rsidR="00E609BC" w:rsidRPr="00D12794" w:rsidRDefault="00E609BC" w:rsidP="000570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2C20E0" w14:textId="77777777" w:rsidR="008629FA" w:rsidRPr="00D12794" w:rsidRDefault="008629FA" w:rsidP="000570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82C20E1" w14:textId="77777777" w:rsidR="008629FA" w:rsidRDefault="008629FA" w:rsidP="000570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82C20E2" w14:textId="7777777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E36C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482C20E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82C20E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82C20E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82C20E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82C20E7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70BE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C20EC" w14:textId="77777777" w:rsidR="00C634A3" w:rsidRDefault="00C634A3" w:rsidP="0033636C">
      <w:pPr>
        <w:spacing w:after="0" w:line="240" w:lineRule="auto"/>
      </w:pPr>
      <w:r>
        <w:separator/>
      </w:r>
    </w:p>
  </w:endnote>
  <w:endnote w:type="continuationSeparator" w:id="0">
    <w:p w14:paraId="482C20ED" w14:textId="77777777" w:rsidR="00C634A3" w:rsidRDefault="00C634A3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C20EE" w14:textId="4949CCB8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2C20EA" w14:textId="77777777" w:rsidR="00C634A3" w:rsidRDefault="00C634A3" w:rsidP="0033636C">
      <w:pPr>
        <w:spacing w:after="0" w:line="240" w:lineRule="auto"/>
      </w:pPr>
      <w:r>
        <w:separator/>
      </w:r>
    </w:p>
  </w:footnote>
  <w:footnote w:type="continuationSeparator" w:id="0">
    <w:p w14:paraId="482C20EB" w14:textId="77777777" w:rsidR="00C634A3" w:rsidRDefault="00C634A3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5097026"/>
      <w:docPartObj>
        <w:docPartGallery w:val="Page Numbers (Top of Page)"/>
        <w:docPartUnique/>
      </w:docPartObj>
    </w:sdtPr>
    <w:sdtEndPr/>
    <w:sdtContent>
      <w:p w14:paraId="0CD88047" w14:textId="04404531" w:rsidR="000570BE" w:rsidRDefault="000570B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57A">
          <w:rPr>
            <w:noProof/>
          </w:rPr>
          <w:t>2</w:t>
        </w:r>
        <w:r>
          <w:fldChar w:fldCharType="end"/>
        </w:r>
      </w:p>
    </w:sdtContent>
  </w:sdt>
  <w:p w14:paraId="30D9939B" w14:textId="77777777" w:rsidR="000570BE" w:rsidRDefault="000570B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97CC2"/>
    <w:multiLevelType w:val="hybridMultilevel"/>
    <w:tmpl w:val="E7F6482E"/>
    <w:lvl w:ilvl="0" w:tplc="671876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570BE"/>
    <w:rsid w:val="00185FEC"/>
    <w:rsid w:val="001E1F9F"/>
    <w:rsid w:val="002003DC"/>
    <w:rsid w:val="0033636C"/>
    <w:rsid w:val="003E4257"/>
    <w:rsid w:val="004C0B1E"/>
    <w:rsid w:val="00520CBF"/>
    <w:rsid w:val="008312F9"/>
    <w:rsid w:val="008629FA"/>
    <w:rsid w:val="008D2EBE"/>
    <w:rsid w:val="0097257A"/>
    <w:rsid w:val="00987DB5"/>
    <w:rsid w:val="00AC72C8"/>
    <w:rsid w:val="00B10ED9"/>
    <w:rsid w:val="00B25688"/>
    <w:rsid w:val="00B91400"/>
    <w:rsid w:val="00C02849"/>
    <w:rsid w:val="00C634A3"/>
    <w:rsid w:val="00CE7279"/>
    <w:rsid w:val="00D12794"/>
    <w:rsid w:val="00D67BD8"/>
    <w:rsid w:val="00DF7897"/>
    <w:rsid w:val="00E36CC9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C20D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E72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35532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35532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55323"/>
    <w:rsid w:val="003D3FB1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40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dcterms:created xsi:type="dcterms:W3CDTF">2020-04-07T04:52:00Z</dcterms:created>
  <dcterms:modified xsi:type="dcterms:W3CDTF">2023-06-23T05:12:00Z</dcterms:modified>
</cp:coreProperties>
</file>