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34D70D4" w14:textId="77777777" w:rsidTr="00987DB5">
        <w:tc>
          <w:tcPr>
            <w:tcW w:w="9498" w:type="dxa"/>
          </w:tcPr>
          <w:p w14:paraId="034D70D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34D70EB" wp14:editId="034D70E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4D70D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34D70D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34D70D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34D70D5" w14:textId="78ABFC8B" w:rsidR="0033636C" w:rsidRPr="00922F03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2F0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22F03" w:rsidRPr="00922F03">
            <w:rPr>
              <w:rFonts w:ascii="Times New Roman" w:hAnsi="Times New Roman"/>
              <w:sz w:val="28"/>
              <w:szCs w:val="28"/>
            </w:rPr>
            <w:t>29 июня 2023 года</w:t>
          </w:r>
        </w:sdtContent>
      </w:sdt>
      <w:r w:rsidRPr="00922F0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22F03" w:rsidRPr="00922F03">
            <w:rPr>
              <w:rFonts w:ascii="Times New Roman" w:hAnsi="Times New Roman"/>
              <w:sz w:val="28"/>
              <w:szCs w:val="28"/>
            </w:rPr>
            <w:t>419</w:t>
          </w:r>
        </w:sdtContent>
      </w:sdt>
    </w:p>
    <w:p w14:paraId="034D70D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34D70D7" w14:textId="7FDB8CD6" w:rsidR="0033636C" w:rsidRPr="0094550F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94550F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 w:rsidR="006B0744">
        <w:rPr>
          <w:rFonts w:ascii="Times New Roman" w:hAnsi="Times New Roman"/>
          <w:b/>
          <w:sz w:val="28"/>
          <w:szCs w:val="28"/>
        </w:rPr>
        <w:br/>
      </w:r>
      <w:r w:rsidRPr="0094550F">
        <w:rPr>
          <w:rFonts w:ascii="Times New Roman" w:hAnsi="Times New Roman"/>
          <w:b/>
          <w:sz w:val="28"/>
          <w:szCs w:val="28"/>
        </w:rPr>
        <w:t xml:space="preserve">«Развитие образования в муниципальном образовании </w:t>
      </w:r>
      <w:r w:rsidR="006B0744">
        <w:rPr>
          <w:rFonts w:ascii="Times New Roman" w:hAnsi="Times New Roman"/>
          <w:b/>
          <w:sz w:val="28"/>
          <w:szCs w:val="28"/>
        </w:rPr>
        <w:br/>
      </w:r>
      <w:r w:rsidR="00A66018" w:rsidRPr="0094550F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034D70D8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A812404" w14:textId="60547887" w:rsidR="00BC3591" w:rsidRPr="008C0F79" w:rsidRDefault="00BC3591" w:rsidP="006B0744">
      <w:pPr>
        <w:spacing w:after="0" w:line="240" w:lineRule="auto"/>
        <w:ind w:right="4" w:firstLine="708"/>
        <w:jc w:val="both"/>
        <w:rPr>
          <w:sz w:val="28"/>
          <w:szCs w:val="28"/>
        </w:rPr>
      </w:pPr>
      <w:r w:rsidRPr="00603694">
        <w:rPr>
          <w:rFonts w:ascii="Times New Roman" w:hAnsi="Times New Roman"/>
          <w:sz w:val="28"/>
          <w:szCs w:val="28"/>
        </w:rPr>
        <w:t>В</w:t>
      </w:r>
      <w:r w:rsidRPr="00DC31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целях продления до 01 января 2028 года муниципальной программы </w:t>
      </w:r>
      <w:r w:rsidRPr="002B63B2">
        <w:rPr>
          <w:rFonts w:ascii="Times New Roman" w:hAnsi="Times New Roman"/>
          <w:sz w:val="28"/>
          <w:szCs w:val="28"/>
        </w:rPr>
        <w:t>«Развитие образования в муниципальном образовании «Городской округ Ногликский»</w:t>
      </w:r>
      <w:r>
        <w:rPr>
          <w:rFonts w:ascii="Times New Roman" w:hAnsi="Times New Roman"/>
          <w:sz w:val="28"/>
          <w:szCs w:val="28"/>
        </w:rPr>
        <w:t>, в соответствии с расп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оряжением мэра муниципального образования «Городской округ Ногликский» от 12 мая 2023 года № 24-р «О продлении срока реализации муниципальных программ»</w:t>
      </w:r>
      <w:r w:rsidRPr="00603694">
        <w:rPr>
          <w:rFonts w:ascii="Times New Roman" w:hAnsi="Times New Roman"/>
          <w:sz w:val="28"/>
          <w:szCs w:val="28"/>
        </w:rPr>
        <w:t xml:space="preserve">, </w:t>
      </w:r>
      <w:r w:rsidRPr="00FA50EA">
        <w:rPr>
          <w:rFonts w:ascii="Times New Roman" w:hAnsi="Times New Roman"/>
          <w:sz w:val="28"/>
          <w:szCs w:val="28"/>
        </w:rPr>
        <w:t>Порядком разработки, реализации и проведения оценки эффективности муниципальных программ муниципального образования «Городской округ Ногликский»,</w:t>
      </w:r>
      <w:r w:rsidR="00A66018" w:rsidRPr="00FA50EA">
        <w:rPr>
          <w:rFonts w:ascii="Times New Roman" w:hAnsi="Times New Roman"/>
          <w:sz w:val="28"/>
          <w:szCs w:val="28"/>
        </w:rPr>
        <w:t xml:space="preserve"> </w:t>
      </w:r>
      <w:r w:rsidR="00FA50EA" w:rsidRPr="00FA50EA">
        <w:rPr>
          <w:rFonts w:ascii="Times New Roman" w:hAnsi="Times New Roman"/>
          <w:sz w:val="28"/>
          <w:szCs w:val="28"/>
        </w:rPr>
        <w:t>утвержденным постановлением администрации муниципального образования «Городской округ Ногликский» от 28.04.2016 № 344,</w:t>
      </w:r>
      <w:r w:rsidR="00A66018" w:rsidRPr="00FA50EA">
        <w:rPr>
          <w:rFonts w:ascii="Times New Roman" w:hAnsi="Times New Roman"/>
          <w:sz w:val="28"/>
          <w:szCs w:val="28"/>
        </w:rPr>
        <w:t xml:space="preserve"> р</w:t>
      </w:r>
      <w:r w:rsidR="00A66018">
        <w:rPr>
          <w:rFonts w:ascii="Times New Roman" w:hAnsi="Times New Roman"/>
          <w:sz w:val="28"/>
          <w:szCs w:val="28"/>
        </w:rPr>
        <w:t>уководствуясь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3694">
        <w:rPr>
          <w:rFonts w:ascii="Times New Roman" w:hAnsi="Times New Roman"/>
          <w:sz w:val="28"/>
          <w:szCs w:val="28"/>
        </w:rPr>
        <w:t>ст. 36 Устава муниципального образования «Городской округ Ногликский», администрация муниципального образования «Городской округ Ногликский»</w:t>
      </w:r>
      <w:r w:rsidRPr="00D01AF5">
        <w:rPr>
          <w:sz w:val="28"/>
          <w:szCs w:val="28"/>
        </w:rPr>
        <w:t xml:space="preserve"> </w:t>
      </w:r>
      <w:r w:rsidRPr="00D01AF5">
        <w:rPr>
          <w:rFonts w:ascii="Times New Roman" w:hAnsi="Times New Roman"/>
          <w:b/>
          <w:sz w:val="28"/>
          <w:szCs w:val="28"/>
        </w:rPr>
        <w:t>ПОСТАНОВЛЯЕТ:</w:t>
      </w:r>
    </w:p>
    <w:p w14:paraId="274FA4BE" w14:textId="22A90E73" w:rsidR="00BC3591" w:rsidRPr="005C53C6" w:rsidRDefault="00BC3591" w:rsidP="006B074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 </w:t>
      </w:r>
      <w:r w:rsidRPr="005C53C6">
        <w:rPr>
          <w:rFonts w:ascii="Times New Roman" w:hAnsi="Times New Roman"/>
          <w:bCs/>
          <w:sz w:val="28"/>
          <w:szCs w:val="28"/>
        </w:rPr>
        <w:t xml:space="preserve">Внести в муниципальную программу «Развитие образования </w:t>
      </w:r>
      <w:r>
        <w:rPr>
          <w:rFonts w:ascii="Times New Roman" w:hAnsi="Times New Roman"/>
          <w:bCs/>
          <w:sz w:val="28"/>
          <w:szCs w:val="28"/>
        </w:rPr>
        <w:br/>
      </w:r>
      <w:r w:rsidRPr="005C53C6">
        <w:rPr>
          <w:rFonts w:ascii="Times New Roman" w:hAnsi="Times New Roman"/>
          <w:bCs/>
          <w:sz w:val="28"/>
          <w:szCs w:val="28"/>
        </w:rPr>
        <w:t xml:space="preserve">в муниципальном образовании «Городской округ Ногликский», утвержденную постановлением </w:t>
      </w:r>
      <w:r w:rsidR="00A66018">
        <w:rPr>
          <w:rFonts w:ascii="Times New Roman" w:hAnsi="Times New Roman"/>
          <w:bCs/>
          <w:sz w:val="28"/>
          <w:szCs w:val="28"/>
        </w:rPr>
        <w:t xml:space="preserve">администрации </w:t>
      </w:r>
      <w:r w:rsidR="00A66018" w:rsidRPr="00A66018">
        <w:rPr>
          <w:rFonts w:ascii="Times New Roman" w:hAnsi="Times New Roman"/>
          <w:bCs/>
          <w:sz w:val="28"/>
          <w:szCs w:val="28"/>
        </w:rPr>
        <w:t>муниципально</w:t>
      </w:r>
      <w:r w:rsidR="00A66018">
        <w:rPr>
          <w:rFonts w:ascii="Times New Roman" w:hAnsi="Times New Roman"/>
          <w:bCs/>
          <w:sz w:val="28"/>
          <w:szCs w:val="28"/>
        </w:rPr>
        <w:t>го образования</w:t>
      </w:r>
      <w:r w:rsidR="00A66018" w:rsidRPr="00A66018">
        <w:rPr>
          <w:rFonts w:ascii="Times New Roman" w:hAnsi="Times New Roman"/>
          <w:bCs/>
          <w:sz w:val="28"/>
          <w:szCs w:val="28"/>
        </w:rPr>
        <w:t xml:space="preserve"> «Городской округ Ногликский»</w:t>
      </w:r>
      <w:r w:rsidR="00A66018">
        <w:rPr>
          <w:rFonts w:ascii="Times New Roman" w:hAnsi="Times New Roman"/>
          <w:bCs/>
          <w:sz w:val="28"/>
          <w:szCs w:val="28"/>
        </w:rPr>
        <w:t xml:space="preserve"> </w:t>
      </w:r>
      <w:r w:rsidRPr="005C53C6">
        <w:rPr>
          <w:rFonts w:ascii="Times New Roman" w:hAnsi="Times New Roman"/>
          <w:bCs/>
          <w:sz w:val="28"/>
          <w:szCs w:val="28"/>
        </w:rPr>
        <w:t xml:space="preserve">от 13.04.2015 № </w:t>
      </w:r>
      <w:r w:rsidRPr="00CF28DC">
        <w:rPr>
          <w:rFonts w:ascii="Times New Roman" w:hAnsi="Times New Roman"/>
          <w:bCs/>
          <w:sz w:val="28"/>
          <w:szCs w:val="28"/>
        </w:rPr>
        <w:t xml:space="preserve">253 </w:t>
      </w:r>
      <w:r w:rsidR="008F3BEB">
        <w:rPr>
          <w:rFonts w:ascii="Times New Roman" w:hAnsi="Times New Roman"/>
          <w:sz w:val="28"/>
          <w:szCs w:val="28"/>
        </w:rPr>
        <w:t xml:space="preserve">(в редакции от 09.07.2015 </w:t>
      </w:r>
      <w:r w:rsidRPr="00CF28DC">
        <w:rPr>
          <w:rFonts w:ascii="Times New Roman" w:hAnsi="Times New Roman"/>
          <w:sz w:val="28"/>
          <w:szCs w:val="28"/>
        </w:rPr>
        <w:t>№ 461, от 27.08.2</w:t>
      </w:r>
      <w:r w:rsidR="006B0744">
        <w:rPr>
          <w:rFonts w:ascii="Times New Roman" w:hAnsi="Times New Roman"/>
          <w:sz w:val="28"/>
          <w:szCs w:val="28"/>
        </w:rPr>
        <w:t xml:space="preserve">015 № 623, от 25.01.2016 № 22, </w:t>
      </w:r>
      <w:r w:rsidRPr="00CF28DC">
        <w:rPr>
          <w:rFonts w:ascii="Times New Roman" w:hAnsi="Times New Roman"/>
          <w:sz w:val="28"/>
          <w:szCs w:val="28"/>
        </w:rPr>
        <w:t xml:space="preserve">от 31.08.2016 № 665, </w:t>
      </w:r>
      <w:r>
        <w:rPr>
          <w:rFonts w:ascii="Times New Roman" w:hAnsi="Times New Roman"/>
          <w:sz w:val="28"/>
          <w:szCs w:val="28"/>
        </w:rPr>
        <w:br/>
      </w:r>
      <w:r w:rsidRPr="00CF28DC">
        <w:rPr>
          <w:rFonts w:ascii="Times New Roman" w:hAnsi="Times New Roman"/>
          <w:sz w:val="28"/>
          <w:szCs w:val="28"/>
        </w:rPr>
        <w:t>от 21.02.2019 № 137, от 27.07.2019 № 494, от 27.09.2017 № 702, от 31.10.2017 № 844, 20.11.201</w:t>
      </w:r>
      <w:r w:rsidR="006B0744">
        <w:rPr>
          <w:rFonts w:ascii="Times New Roman" w:hAnsi="Times New Roman"/>
          <w:sz w:val="28"/>
          <w:szCs w:val="28"/>
        </w:rPr>
        <w:t xml:space="preserve">7 № 941, от 06.12.2017 № 1029, </w:t>
      </w:r>
      <w:r w:rsidRPr="00CF28DC">
        <w:rPr>
          <w:rFonts w:ascii="Times New Roman" w:hAnsi="Times New Roman"/>
          <w:sz w:val="28"/>
          <w:szCs w:val="28"/>
        </w:rPr>
        <w:t xml:space="preserve">от 27.02.2018 № 206, </w:t>
      </w:r>
      <w:r>
        <w:rPr>
          <w:rFonts w:ascii="Times New Roman" w:hAnsi="Times New Roman"/>
          <w:sz w:val="28"/>
          <w:szCs w:val="28"/>
        </w:rPr>
        <w:br/>
      </w:r>
      <w:r w:rsidRPr="00CF28DC">
        <w:rPr>
          <w:rFonts w:ascii="Times New Roman" w:hAnsi="Times New Roman"/>
          <w:sz w:val="28"/>
          <w:szCs w:val="28"/>
        </w:rPr>
        <w:t>от 25.04.2018 № 422, от 23.05.2018 № 486, от 03.07.2018 № 630, от 12.09.2018 № 843, от 22.11.2018</w:t>
      </w:r>
      <w:r w:rsidR="006B0744">
        <w:rPr>
          <w:rFonts w:ascii="Times New Roman" w:hAnsi="Times New Roman"/>
          <w:sz w:val="28"/>
          <w:szCs w:val="28"/>
        </w:rPr>
        <w:t xml:space="preserve"> № 1133, от 25.12.2018 № 1255, </w:t>
      </w:r>
      <w:r w:rsidRPr="00CF28DC">
        <w:rPr>
          <w:rFonts w:ascii="Times New Roman" w:hAnsi="Times New Roman"/>
          <w:sz w:val="28"/>
          <w:szCs w:val="28"/>
        </w:rPr>
        <w:t xml:space="preserve">от 19.04.2019 № 256, </w:t>
      </w:r>
      <w:r>
        <w:rPr>
          <w:rFonts w:ascii="Times New Roman" w:hAnsi="Times New Roman"/>
          <w:sz w:val="28"/>
          <w:szCs w:val="28"/>
        </w:rPr>
        <w:br/>
      </w:r>
      <w:r w:rsidRPr="00CF28DC">
        <w:rPr>
          <w:rFonts w:ascii="Times New Roman" w:hAnsi="Times New Roman"/>
          <w:sz w:val="28"/>
          <w:szCs w:val="28"/>
        </w:rPr>
        <w:t>от 16.05.2019 № 335, от 19.06.2019 № 463, от 11.09.2019 № 691, от 28.11.2019 № 862, от 13.12.2019 № 896, от 11.02.202</w:t>
      </w:r>
      <w:r w:rsidR="006B0744">
        <w:rPr>
          <w:rFonts w:ascii="Times New Roman" w:hAnsi="Times New Roman"/>
          <w:sz w:val="28"/>
          <w:szCs w:val="28"/>
        </w:rPr>
        <w:t xml:space="preserve">0 № 76, </w:t>
      </w:r>
      <w:r w:rsidRPr="00CF28DC">
        <w:rPr>
          <w:rFonts w:ascii="Times New Roman" w:hAnsi="Times New Roman"/>
          <w:sz w:val="28"/>
          <w:szCs w:val="28"/>
        </w:rPr>
        <w:t xml:space="preserve">от 10.03.2020 № 111, </w:t>
      </w:r>
      <w:r>
        <w:rPr>
          <w:rFonts w:ascii="Times New Roman" w:hAnsi="Times New Roman"/>
          <w:sz w:val="28"/>
          <w:szCs w:val="28"/>
        </w:rPr>
        <w:br/>
      </w:r>
      <w:r w:rsidRPr="00CF28DC">
        <w:rPr>
          <w:rFonts w:ascii="Times New Roman" w:hAnsi="Times New Roman"/>
          <w:sz w:val="28"/>
          <w:szCs w:val="28"/>
        </w:rPr>
        <w:t xml:space="preserve">от 27.04.2020 № 207,от 24.09.2020 № 469, от 30.03.2021 № 176, от 09.08.2021 </w:t>
      </w:r>
      <w:r w:rsidRPr="00CF28DC">
        <w:rPr>
          <w:rFonts w:ascii="Times New Roman" w:hAnsi="Times New Roman"/>
          <w:sz w:val="28"/>
          <w:szCs w:val="28"/>
        </w:rPr>
        <w:lastRenderedPageBreak/>
        <w:t>№ 444, от 30.09.2021 № 539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F28DC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06</w:t>
      </w:r>
      <w:r w:rsidRPr="00CF28DC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5</w:t>
      </w:r>
      <w:r w:rsidRPr="00CF28DC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2</w:t>
      </w:r>
      <w:r w:rsidRPr="00CF28DC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212, 05.07.2022 № 339</w:t>
      </w:r>
      <w:r w:rsidRPr="008F1025">
        <w:rPr>
          <w:rFonts w:ascii="Times New Roman" w:hAnsi="Times New Roman"/>
          <w:sz w:val="28"/>
          <w:szCs w:val="28"/>
        </w:rPr>
        <w:t xml:space="preserve">, </w:t>
      </w:r>
      <w:r w:rsidR="006B0744">
        <w:rPr>
          <w:rFonts w:ascii="Times New Roman" w:hAnsi="Times New Roman"/>
          <w:sz w:val="28"/>
          <w:szCs w:val="28"/>
        </w:rPr>
        <w:br/>
      </w:r>
      <w:r w:rsidRPr="008F1025">
        <w:rPr>
          <w:rFonts w:ascii="Times New Roman" w:hAnsi="Times New Roman"/>
          <w:sz w:val="28"/>
          <w:szCs w:val="28"/>
        </w:rPr>
        <w:t>от 26.12.2022 № 740</w:t>
      </w:r>
      <w:r>
        <w:rPr>
          <w:rFonts w:ascii="Times New Roman" w:hAnsi="Times New Roman"/>
          <w:sz w:val="28"/>
          <w:szCs w:val="28"/>
        </w:rPr>
        <w:t>, от 03.04.2023 № 211</w:t>
      </w:r>
      <w:r w:rsidRPr="00CF28DC">
        <w:rPr>
          <w:rFonts w:ascii="Times New Roman" w:hAnsi="Times New Roman"/>
          <w:sz w:val="28"/>
          <w:szCs w:val="28"/>
        </w:rPr>
        <w:t>)</w:t>
      </w:r>
      <w:r w:rsidR="00A66018">
        <w:rPr>
          <w:rFonts w:ascii="Times New Roman" w:hAnsi="Times New Roman"/>
          <w:sz w:val="28"/>
          <w:szCs w:val="28"/>
        </w:rPr>
        <w:t>,</w:t>
      </w:r>
      <w:r w:rsidRPr="005C53C6">
        <w:rPr>
          <w:rFonts w:ascii="Times New Roman" w:hAnsi="Times New Roman"/>
          <w:bCs/>
          <w:sz w:val="28"/>
          <w:szCs w:val="28"/>
        </w:rPr>
        <w:t xml:space="preserve"> </w:t>
      </w:r>
      <w:r w:rsidRPr="005C53C6">
        <w:rPr>
          <w:rFonts w:ascii="Times New Roman" w:hAnsi="Times New Roman"/>
          <w:sz w:val="28"/>
          <w:szCs w:val="28"/>
        </w:rPr>
        <w:t>следующие изменения:</w:t>
      </w:r>
    </w:p>
    <w:p w14:paraId="7A881D43" w14:textId="62044293" w:rsidR="00D23D24" w:rsidRDefault="00BC3591" w:rsidP="006B074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 xml:space="preserve">1.1. </w:t>
      </w:r>
      <w:r w:rsidR="00D23D24">
        <w:rPr>
          <w:rFonts w:ascii="Times New Roman" w:hAnsi="Times New Roman"/>
          <w:sz w:val="28"/>
          <w:szCs w:val="28"/>
        </w:rPr>
        <w:t xml:space="preserve">В </w:t>
      </w:r>
      <w:r w:rsidR="00D23D24" w:rsidRPr="002B63B2">
        <w:rPr>
          <w:rFonts w:ascii="Times New Roman" w:hAnsi="Times New Roman"/>
          <w:sz w:val="28"/>
          <w:szCs w:val="28"/>
        </w:rPr>
        <w:t>Раздел</w:t>
      </w:r>
      <w:r w:rsidR="00D23D24">
        <w:rPr>
          <w:rFonts w:ascii="Times New Roman" w:hAnsi="Times New Roman"/>
          <w:sz w:val="28"/>
          <w:szCs w:val="28"/>
        </w:rPr>
        <w:t>е</w:t>
      </w:r>
      <w:r w:rsidR="00D23D24" w:rsidRPr="002B63B2">
        <w:rPr>
          <w:rFonts w:ascii="Times New Roman" w:hAnsi="Times New Roman"/>
          <w:sz w:val="28"/>
          <w:szCs w:val="28"/>
        </w:rPr>
        <w:t xml:space="preserve"> «</w:t>
      </w:r>
      <w:r w:rsidR="00D23D24">
        <w:rPr>
          <w:rFonts w:ascii="Times New Roman" w:hAnsi="Times New Roman"/>
          <w:sz w:val="28"/>
          <w:szCs w:val="28"/>
        </w:rPr>
        <w:t>Основание для разработки программы</w:t>
      </w:r>
      <w:r w:rsidR="00D23D24" w:rsidRPr="002B63B2">
        <w:rPr>
          <w:rFonts w:ascii="Times New Roman" w:hAnsi="Times New Roman"/>
          <w:sz w:val="28"/>
          <w:szCs w:val="28"/>
        </w:rPr>
        <w:t xml:space="preserve">» Паспорта муниципальной программы «Развитие образования в муниципальном образовании «Городской округ Ногликский» </w:t>
      </w:r>
      <w:r w:rsidR="006B0744">
        <w:rPr>
          <w:rFonts w:ascii="Times New Roman" w:hAnsi="Times New Roman"/>
          <w:sz w:val="28"/>
          <w:szCs w:val="28"/>
        </w:rPr>
        <w:t>абзац четвертый</w:t>
      </w:r>
      <w:r w:rsidR="00D23D24">
        <w:rPr>
          <w:rFonts w:ascii="Times New Roman" w:hAnsi="Times New Roman"/>
          <w:sz w:val="28"/>
          <w:szCs w:val="28"/>
        </w:rPr>
        <w:t xml:space="preserve"> </w:t>
      </w:r>
      <w:r w:rsidR="00D23D24" w:rsidRPr="002B63B2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3BF5183A" w14:textId="11684CBA" w:rsidR="00D23D24" w:rsidRPr="006D2C7B" w:rsidRDefault="00D23D24" w:rsidP="006B074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C7B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- Постановление Правительства Сахалинской области от 28.06.2013 № 331 «Об утверждении </w:t>
      </w:r>
      <w:r w:rsidR="00ED1248">
        <w:rPr>
          <w:rFonts w:ascii="Times New Roman" w:hAnsi="Times New Roman"/>
          <w:sz w:val="28"/>
          <w:szCs w:val="28"/>
        </w:rPr>
        <w:t>Государственной</w:t>
      </w:r>
      <w:r>
        <w:rPr>
          <w:rFonts w:ascii="Times New Roman" w:hAnsi="Times New Roman"/>
          <w:sz w:val="28"/>
          <w:szCs w:val="28"/>
        </w:rPr>
        <w:t xml:space="preserve"> программы Сахалинской области «Развитие системы образования</w:t>
      </w:r>
      <w:r w:rsidR="00ED1248">
        <w:rPr>
          <w:rFonts w:ascii="Times New Roman" w:hAnsi="Times New Roman"/>
          <w:sz w:val="28"/>
          <w:szCs w:val="28"/>
        </w:rPr>
        <w:t xml:space="preserve"> Сахалинской области</w:t>
      </w:r>
      <w:r w:rsidRPr="006D2C7B">
        <w:rPr>
          <w:rFonts w:ascii="Times New Roman" w:hAnsi="Times New Roman"/>
          <w:sz w:val="28"/>
          <w:szCs w:val="28"/>
        </w:rPr>
        <w:t>».</w:t>
      </w:r>
      <w:r w:rsidR="006B0744">
        <w:rPr>
          <w:rFonts w:ascii="Times New Roman" w:hAnsi="Times New Roman"/>
          <w:sz w:val="28"/>
          <w:szCs w:val="28"/>
        </w:rPr>
        <w:t>»;</w:t>
      </w:r>
    </w:p>
    <w:p w14:paraId="2FFEB131" w14:textId="62B99E5A" w:rsidR="00ED1248" w:rsidRDefault="00D23D24" w:rsidP="006B074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ED1248" w:rsidRPr="002B63B2">
        <w:rPr>
          <w:rFonts w:ascii="Times New Roman" w:hAnsi="Times New Roman"/>
          <w:sz w:val="28"/>
          <w:szCs w:val="28"/>
        </w:rPr>
        <w:t>Раздел «</w:t>
      </w:r>
      <w:r w:rsidR="00A26996">
        <w:rPr>
          <w:rFonts w:ascii="Times New Roman" w:hAnsi="Times New Roman"/>
          <w:sz w:val="28"/>
          <w:szCs w:val="28"/>
        </w:rPr>
        <w:t>Соисполнители программы</w:t>
      </w:r>
      <w:r w:rsidR="00ED1248" w:rsidRPr="002B63B2">
        <w:rPr>
          <w:rFonts w:ascii="Times New Roman" w:hAnsi="Times New Roman"/>
          <w:sz w:val="28"/>
          <w:szCs w:val="28"/>
        </w:rPr>
        <w:t>» Паспорта муниципальной программы «Развитие образования в муниципальном образовании «Городской округ Ногликский» изложить в следующей редакции:</w:t>
      </w:r>
    </w:p>
    <w:p w14:paraId="05FCDABC" w14:textId="77777777" w:rsidR="006B0744" w:rsidRDefault="006B0744" w:rsidP="006B074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4"/>
        <w:gridCol w:w="3259"/>
        <w:gridCol w:w="5813"/>
        <w:gridCol w:w="425"/>
      </w:tblGrid>
      <w:tr w:rsidR="00ED1248" w:rsidRPr="002B63B2" w14:paraId="1690B18D" w14:textId="77777777" w:rsidTr="006B0744">
        <w:trPr>
          <w:trHeight w:val="5762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2912AC7" w14:textId="77777777" w:rsidR="00ED1248" w:rsidRPr="002B63B2" w:rsidRDefault="00ED1248" w:rsidP="006B0744">
            <w:pPr>
              <w:spacing w:after="0" w:line="240" w:lineRule="auto"/>
              <w:ind w:left="-10" w:right="-218" w:hanging="6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E1C4" w14:textId="39EC3559" w:rsidR="00ED1248" w:rsidRPr="002B63B2" w:rsidRDefault="00ED1248" w:rsidP="006B0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Соисполнители программы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2B9B" w14:textId="4D4B9EDD" w:rsidR="00ED1248" w:rsidRPr="00ED1248" w:rsidRDefault="00ED1248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24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A26996" w:rsidRPr="00A26996">
              <w:rPr>
                <w:rFonts w:ascii="Times New Roman" w:hAnsi="Times New Roman"/>
                <w:sz w:val="28"/>
                <w:szCs w:val="28"/>
              </w:rPr>
              <w:t xml:space="preserve">отдел культуры, спорта, молодежной и социальной политики, туризма и КМНС </w:t>
            </w:r>
            <w:r w:rsidR="00A26996">
              <w:rPr>
                <w:rFonts w:ascii="Times New Roman" w:hAnsi="Times New Roman"/>
                <w:sz w:val="28"/>
                <w:szCs w:val="28"/>
              </w:rPr>
              <w:t xml:space="preserve">Департамента социальной политики </w:t>
            </w:r>
            <w:r w:rsidR="00A26996" w:rsidRPr="00ED1248">
              <w:rPr>
                <w:rFonts w:ascii="Times New Roman" w:hAnsi="Times New Roman"/>
                <w:sz w:val="28"/>
                <w:szCs w:val="28"/>
              </w:rPr>
              <w:t>муниципального образования «Городской округ Ногликский»;</w:t>
            </w:r>
            <w:r w:rsidRPr="00ED124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2846A7B" w14:textId="73966AC1" w:rsidR="00ED1248" w:rsidRPr="00ED1248" w:rsidRDefault="00A26996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D1248" w:rsidRPr="00ED1248">
              <w:rPr>
                <w:rFonts w:ascii="Times New Roman" w:hAnsi="Times New Roman"/>
                <w:sz w:val="28"/>
                <w:szCs w:val="28"/>
              </w:rPr>
              <w:t xml:space="preserve">отдел строительства и </w:t>
            </w:r>
            <w:r w:rsidRPr="00ED1248">
              <w:rPr>
                <w:rFonts w:ascii="Times New Roman" w:hAnsi="Times New Roman"/>
                <w:sz w:val="28"/>
                <w:szCs w:val="28"/>
              </w:rPr>
              <w:t>архитектуры администрации</w:t>
            </w:r>
            <w:r w:rsidR="00ED1248" w:rsidRPr="00ED1248"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«Городской округ Ногликский»;</w:t>
            </w:r>
          </w:p>
          <w:p w14:paraId="53869BED" w14:textId="6BB73A6B" w:rsidR="001A234F" w:rsidRPr="00ED1248" w:rsidRDefault="00ED1248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248">
              <w:rPr>
                <w:rFonts w:ascii="Times New Roman" w:hAnsi="Times New Roman"/>
                <w:sz w:val="28"/>
                <w:szCs w:val="28"/>
              </w:rPr>
              <w:t>- комиссия по делам несовершеннолетних и защит</w:t>
            </w:r>
            <w:r w:rsidR="00897DBA">
              <w:rPr>
                <w:rFonts w:ascii="Times New Roman" w:hAnsi="Times New Roman"/>
                <w:sz w:val="28"/>
                <w:szCs w:val="28"/>
              </w:rPr>
              <w:t>е</w:t>
            </w:r>
            <w:r w:rsidRPr="00ED1248">
              <w:rPr>
                <w:rFonts w:ascii="Times New Roman" w:hAnsi="Times New Roman"/>
                <w:sz w:val="28"/>
                <w:szCs w:val="28"/>
              </w:rPr>
              <w:t xml:space="preserve"> их прав </w:t>
            </w:r>
            <w:r w:rsidR="00897DBA">
              <w:rPr>
                <w:rFonts w:ascii="Times New Roman" w:hAnsi="Times New Roman"/>
                <w:sz w:val="28"/>
                <w:szCs w:val="28"/>
              </w:rPr>
              <w:t>при администрации</w:t>
            </w:r>
            <w:r w:rsidR="001A23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A234F" w:rsidRPr="00ED1248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«Городской округ Ногликский»; </w:t>
            </w:r>
          </w:p>
          <w:p w14:paraId="12AF4961" w14:textId="6E18C3F0" w:rsidR="00A26996" w:rsidRPr="001A234F" w:rsidRDefault="00A26996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1A234F">
              <w:rPr>
                <w:rFonts w:ascii="Times New Roman" w:hAnsi="Times New Roman"/>
                <w:bCs/>
                <w:iCs/>
                <w:sz w:val="28"/>
                <w:szCs w:val="28"/>
              </w:rPr>
              <w:t>- комитет по управлению муниципальным имуществом (КУМИ) муниципального образования «Городской округ Ногликский»</w:t>
            </w:r>
            <w:r w:rsidR="001A234F">
              <w:rPr>
                <w:rFonts w:ascii="Times New Roman" w:hAnsi="Times New Roman"/>
                <w:bCs/>
                <w:iCs/>
                <w:sz w:val="28"/>
                <w:szCs w:val="28"/>
              </w:rPr>
              <w:t>;</w:t>
            </w:r>
          </w:p>
          <w:p w14:paraId="44586D5E" w14:textId="4B0111CA" w:rsidR="00ED1248" w:rsidRPr="006B0744" w:rsidRDefault="00ED1248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248">
              <w:rPr>
                <w:rFonts w:ascii="Times New Roman" w:hAnsi="Times New Roman"/>
                <w:sz w:val="28"/>
                <w:szCs w:val="28"/>
              </w:rPr>
              <w:t>- образовательные учреждения муниципального образован</w:t>
            </w:r>
            <w:r w:rsidR="006B0744">
              <w:rPr>
                <w:rFonts w:ascii="Times New Roman" w:hAnsi="Times New Roman"/>
                <w:sz w:val="28"/>
                <w:szCs w:val="28"/>
              </w:rPr>
              <w:t>ия «Городской округ Ногликский».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F689834" w14:textId="77777777" w:rsidR="00ED1248" w:rsidRPr="002B63B2" w:rsidRDefault="00ED1248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A3A954" w14:textId="77777777" w:rsidR="00ED1248" w:rsidRPr="002B63B2" w:rsidRDefault="00ED1248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A3DC53" w14:textId="77777777" w:rsidR="00ED1248" w:rsidRPr="002B63B2" w:rsidRDefault="00ED1248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4829B4" w14:textId="77777777" w:rsidR="00ED1248" w:rsidRPr="002B63B2" w:rsidRDefault="00ED1248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74B827" w14:textId="77777777" w:rsidR="00ED1248" w:rsidRPr="002B63B2" w:rsidRDefault="00ED1248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C9A13D" w14:textId="77777777" w:rsidR="00ED1248" w:rsidRPr="002B63B2" w:rsidRDefault="00ED1248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3B584E" w14:textId="77777777" w:rsidR="00ED1248" w:rsidRPr="002B63B2" w:rsidRDefault="00ED1248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B79C8C" w14:textId="77777777" w:rsidR="00ED1248" w:rsidRPr="002B63B2" w:rsidRDefault="00ED1248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FD9C92" w14:textId="77777777" w:rsidR="00ED1248" w:rsidRPr="002B63B2" w:rsidRDefault="00ED1248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6C7497" w14:textId="77777777" w:rsidR="00ED1248" w:rsidRPr="002B63B2" w:rsidRDefault="00ED1248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C19FBF" w14:textId="77777777" w:rsidR="00ED1248" w:rsidRPr="002B63B2" w:rsidRDefault="00ED1248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1A2287" w14:textId="77777777" w:rsidR="00ED1248" w:rsidRPr="002B63B2" w:rsidRDefault="00ED1248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AB5B1B" w14:textId="77777777" w:rsidR="00ED1248" w:rsidRPr="002B63B2" w:rsidRDefault="00ED1248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D2C7EB" w14:textId="77777777" w:rsidR="00ED1248" w:rsidRPr="002B63B2" w:rsidRDefault="00ED1248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4C4330" w14:textId="77777777" w:rsidR="00ED1248" w:rsidRPr="002B63B2" w:rsidRDefault="00ED1248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BA407D" w14:textId="0CBE2A56" w:rsidR="00ED1248" w:rsidRDefault="00ED1248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1A48D2" w14:textId="77777777" w:rsidR="006B0744" w:rsidRDefault="006B0744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1916E9" w14:textId="35FAB49D" w:rsidR="00ED1248" w:rsidRPr="002B63B2" w:rsidRDefault="006B0744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</w:tr>
    </w:tbl>
    <w:p w14:paraId="072FE71A" w14:textId="77777777" w:rsidR="006B0744" w:rsidRDefault="006B0744" w:rsidP="006B074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356FC718" w14:textId="75566BEC" w:rsidR="00BC3591" w:rsidRDefault="00ED1248" w:rsidP="006B074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BC3591" w:rsidRPr="002B63B2">
        <w:rPr>
          <w:rFonts w:ascii="Times New Roman" w:hAnsi="Times New Roman"/>
          <w:sz w:val="28"/>
          <w:szCs w:val="28"/>
        </w:rPr>
        <w:t>Раздел «Объемы и источники финансирования муниципальной программы» Паспорта муниципальной программы «Развитие образования в муниципальном образовании «Городской округ Ногликский» изложить в следующей редакции:</w:t>
      </w:r>
    </w:p>
    <w:p w14:paraId="0F772629" w14:textId="77777777" w:rsidR="006B0744" w:rsidRPr="002B63B2" w:rsidRDefault="006B0744" w:rsidP="006B074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4"/>
        <w:gridCol w:w="3259"/>
        <w:gridCol w:w="5813"/>
        <w:gridCol w:w="425"/>
      </w:tblGrid>
      <w:tr w:rsidR="00BC3591" w:rsidRPr="002B63B2" w14:paraId="4C6961C7" w14:textId="77777777" w:rsidTr="006B0744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C35B4CB" w14:textId="77777777" w:rsidR="00BC3591" w:rsidRPr="002B63B2" w:rsidRDefault="00BC3591" w:rsidP="006B0744">
            <w:pPr>
              <w:spacing w:after="0" w:line="240" w:lineRule="auto"/>
              <w:ind w:left="-10" w:right="-218" w:hanging="6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597C0" w14:textId="77777777" w:rsidR="00BC3591" w:rsidRPr="002B63B2" w:rsidRDefault="00BC3591" w:rsidP="006B07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и источники финансирования программы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8FF1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 финансирования Программы составляет </w:t>
            </w:r>
          </w:p>
          <w:p w14:paraId="4E4DFFAB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11 351 251,0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рублей, в том числе:</w:t>
            </w:r>
          </w:p>
          <w:p w14:paraId="21562B59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годам реализации:</w:t>
            </w:r>
          </w:p>
          <w:p w14:paraId="01C9C236" w14:textId="534738A8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547 369,4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342C5308" w14:textId="3CA13C26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616 058,1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237A2357" w14:textId="6C010F50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680 473,5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1FAA8B63" w14:textId="1C73CD09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780 948,6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6CB21314" w14:textId="11EF1D50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2019 год – 934 672,2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0692D65D" w14:textId="013D5228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1 029 205,0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 </w:t>
            </w:r>
          </w:p>
          <w:p w14:paraId="4A365712" w14:textId="229943A6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085 165,9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21B72A9A" w14:textId="60AC531D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1 656 361,3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0AEA205A" w14:textId="2E815A48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949 954,0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52E7DE55" w14:textId="4516B31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683 377,2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24494137" w14:textId="305A5302" w:rsidR="00BC3591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650 199,2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2957A8C2" w14:textId="13A43C60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– 868 733,3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22F1E2C9" w14:textId="6A02638C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– 868 733,3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3495F75C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783F630E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федерального бюджета:</w:t>
            </w:r>
          </w:p>
          <w:p w14:paraId="32C7F9BC" w14:textId="3658BD4D" w:rsidR="00BC3591" w:rsidRPr="002B63B2" w:rsidRDefault="0072064C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409 134,7</w:t>
            </w:r>
            <w:r w:rsidR="00BC3591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3CC47FA2" w14:textId="6A269A6F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596137A0" w14:textId="37BA212B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019FE3CC" w14:textId="45CD9DEA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0,0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6DF2C772" w14:textId="33EEA890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0,0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15DA656A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0,0</w:t>
            </w:r>
          </w:p>
          <w:p w14:paraId="76716268" w14:textId="09F03751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74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 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088,2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76D913E2" w14:textId="0F79CD20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51 521,7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00DCB8B8" w14:textId="2F890002" w:rsidR="00BC3591" w:rsidRPr="00D40B97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181 415,5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2EA728D0" w14:textId="1316178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B500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18 124,0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5DD56F5B" w14:textId="50ED7084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 w:rsidR="00933A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  <w:r w:rsidR="00184D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33AE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557,9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601DD973" w14:textId="47FE46E8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 w:rsidR="007206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18 872,6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742BFBC6" w14:textId="53AD8A0A" w:rsidR="00BC3591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– 23 277,4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5666C374" w14:textId="391AA629" w:rsidR="00BC3591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– 23 277,4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3F6521F7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D4DEFE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областного бюджета:</w:t>
            </w:r>
          </w:p>
          <w:p w14:paraId="727B7D14" w14:textId="0F5C199C" w:rsidR="00BC3591" w:rsidRPr="002B63B2" w:rsidRDefault="0072064C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7 874 935,1</w:t>
            </w:r>
            <w:r w:rsidR="00BC3591"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067A5B0F" w14:textId="50D23CE1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402 119,8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1F040C6B" w14:textId="3AA82761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450 656,2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795D20A9" w14:textId="14695D7D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453 532,3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04BAF1A7" w14:textId="24313942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sym w:font="Symbol" w:char="F02D"/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528 041,3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12D549B2" w14:textId="46C6EF6B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671 012,1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1B78E3B8" w14:textId="4C6B6329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685 290,5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07C4CA36" w14:textId="431CEA8A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800 955,6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238E2E38" w14:textId="37B85651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1 205 063,3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208FE174" w14:textId="1C228D69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 w:rsidR="00B500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669 312,0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4AC8E114" w14:textId="5D6790AE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Pr="007340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="00924EE3" w:rsidRPr="005634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438 559,5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176F901D" w14:textId="05A5A16E" w:rsidR="00BC3591" w:rsidRPr="00463090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46309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2025 год – </w:t>
            </w:r>
            <w:r w:rsidR="00924EE3" w:rsidRPr="0046309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404 516,7</w:t>
            </w:r>
            <w:r w:rsidR="00165A5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  <w:p w14:paraId="2DF865D4" w14:textId="0A4F5F87" w:rsidR="00BC3591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– 582 937,9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2D673FD2" w14:textId="6C2131FB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– 582 937,9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6D0831E7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местного бюджета:</w:t>
            </w:r>
          </w:p>
          <w:p w14:paraId="6E6F6A38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3 067 181,2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14:paraId="434AD78F" w14:textId="38ADCB58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145 249,6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293C7479" w14:textId="02705B0E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2016 год – 165 401,9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 </w:t>
            </w:r>
          </w:p>
          <w:p w14:paraId="0F4D1289" w14:textId="7F554655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226 941,2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1ACCDDAD" w14:textId="424BBA42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252 907,3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4060E966" w14:textId="110D28CB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263 660,1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60E6C6B1" w14:textId="21B59E55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269 826,3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10616FF0" w14:textId="2FF9F07E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232 688,6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050FF26E" w14:textId="00652445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269 882,5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4FD407D4" w14:textId="4793649C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262 518,0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143D2DC1" w14:textId="1E1735CB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226 259,8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0A110182" w14:textId="174395A3" w:rsidR="00BC3591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226 809,9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49739B23" w14:textId="206DB9DB" w:rsidR="00BC3591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– 262 518,0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73136F6B" w14:textId="2B39BF28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– 262 518,0</w:t>
            </w:r>
            <w:r w:rsidR="00165A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рублей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BA656AE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581FF6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CEF68A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D4BB44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20DCD8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C52CB4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50ADE3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2BB5A7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E4BFDB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A0F586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F7DBAA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B2D544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AC3046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C4CB78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BE8380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C79539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B48FBD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FB0BF2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0604ED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F7D2EA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63142E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09F2E5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B7E7EE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49336F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46F5FA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575632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927A35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670603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5E9B39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75B665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E30E9F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B499A5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77050A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093004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83EC22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06B6A8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9A30DD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513C11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7A3158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C3B649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350CFF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4083DB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0F2DB8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59B86B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04D322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24BFB4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DB3C13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9C7D04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74F3AC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B4D291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FEF0A6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62E067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47AFEC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34EF24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C6FBF6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BCFBF0" w14:textId="77777777" w:rsidR="00BC3591" w:rsidRPr="002B63B2" w:rsidRDefault="00BC3591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DAEF22" w14:textId="77777777" w:rsidR="006B0744" w:rsidRDefault="006B0744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4CDCCB" w14:textId="77777777" w:rsidR="006B0744" w:rsidRDefault="006B0744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295AFF" w14:textId="77777777" w:rsidR="006B0744" w:rsidRDefault="006B0744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CBA020" w14:textId="77777777" w:rsidR="006B0744" w:rsidRDefault="006B0744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8C0EDC" w14:textId="77777777" w:rsidR="006B0744" w:rsidRDefault="006B0744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71F3D6" w14:textId="77777777" w:rsidR="006B0744" w:rsidRDefault="006B0744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19EB6C" w14:textId="1AA63CAA" w:rsidR="00BC3591" w:rsidRPr="002B63B2" w:rsidRDefault="006B0744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</w:tr>
    </w:tbl>
    <w:p w14:paraId="6564077A" w14:textId="77777777" w:rsidR="006B0744" w:rsidRDefault="006B0744" w:rsidP="006B074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7B18D7B2" w14:textId="39DE7DEE" w:rsidR="00A26996" w:rsidRDefault="00A26996" w:rsidP="006B074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Pr="002B63B2">
        <w:rPr>
          <w:rFonts w:ascii="Times New Roman" w:hAnsi="Times New Roman"/>
          <w:sz w:val="28"/>
          <w:szCs w:val="28"/>
        </w:rPr>
        <w:t>Раздел «</w:t>
      </w:r>
      <w:r>
        <w:rPr>
          <w:rFonts w:ascii="Times New Roman" w:hAnsi="Times New Roman"/>
          <w:sz w:val="28"/>
          <w:szCs w:val="28"/>
        </w:rPr>
        <w:t>Сроки и этапы реализации программы</w:t>
      </w:r>
      <w:r w:rsidRPr="002B63B2">
        <w:rPr>
          <w:rFonts w:ascii="Times New Roman" w:hAnsi="Times New Roman"/>
          <w:sz w:val="28"/>
          <w:szCs w:val="28"/>
        </w:rPr>
        <w:t>» Паспорта муниципальной программы «Развитие образования в муниципальном образовании «Городской округ Ногликский» изложить в следующей редакции:</w:t>
      </w:r>
    </w:p>
    <w:p w14:paraId="2791E85B" w14:textId="77777777" w:rsidR="006B0744" w:rsidRDefault="006B0744" w:rsidP="006B074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4"/>
        <w:gridCol w:w="3259"/>
        <w:gridCol w:w="5813"/>
        <w:gridCol w:w="425"/>
      </w:tblGrid>
      <w:tr w:rsidR="00A26996" w:rsidRPr="002B63B2" w14:paraId="7FFCEC1D" w14:textId="77777777" w:rsidTr="006B0744">
        <w:trPr>
          <w:trHeight w:val="1413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0317C1CD" w14:textId="77777777" w:rsidR="00A26996" w:rsidRPr="002B63B2" w:rsidRDefault="00A26996" w:rsidP="006B0744">
            <w:pPr>
              <w:spacing w:after="0" w:line="240" w:lineRule="auto"/>
              <w:ind w:left="-10" w:right="-218" w:hanging="6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28BF2" w14:textId="153E98E2" w:rsidR="00A26996" w:rsidRPr="002B63B2" w:rsidRDefault="00A26996" w:rsidP="006B07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Сроки и этапы реализации программы</w:t>
            </w:r>
            <w:r w:rsidRPr="002B63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B459" w14:textId="2E043FAF" w:rsidR="00A26996" w:rsidRDefault="00A26996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реализации Программы: 2015 – 2027 годы:</w:t>
            </w:r>
          </w:p>
          <w:p w14:paraId="0821A765" w14:textId="1F0FD9BA" w:rsidR="00A26996" w:rsidRDefault="00A26996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этап: 2015 – 2020 годы;</w:t>
            </w:r>
          </w:p>
          <w:p w14:paraId="05ED8E55" w14:textId="6DB87DAC" w:rsidR="00A26996" w:rsidRPr="00ED1248" w:rsidRDefault="00A26996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второй этап: 2021 – 2027 годы.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A6A02DE" w14:textId="3719DCFC" w:rsidR="00A26996" w:rsidRPr="002B63B2" w:rsidRDefault="006B0744" w:rsidP="006B0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</w:tr>
    </w:tbl>
    <w:p w14:paraId="29A88B2F" w14:textId="77777777" w:rsidR="006B0744" w:rsidRDefault="006B0744" w:rsidP="006B074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17F97FA" w14:textId="5FF3DE6B" w:rsidR="006D2C7B" w:rsidRDefault="00BC3591" w:rsidP="006B074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>1.</w:t>
      </w:r>
      <w:r w:rsidR="00A26996">
        <w:rPr>
          <w:rFonts w:ascii="Times New Roman" w:hAnsi="Times New Roman"/>
          <w:sz w:val="28"/>
          <w:szCs w:val="28"/>
        </w:rPr>
        <w:t>5</w:t>
      </w:r>
      <w:r w:rsidRPr="002B63B2">
        <w:rPr>
          <w:rFonts w:ascii="Times New Roman" w:hAnsi="Times New Roman"/>
          <w:sz w:val="28"/>
          <w:szCs w:val="28"/>
        </w:rPr>
        <w:t xml:space="preserve">. </w:t>
      </w:r>
      <w:r w:rsidR="006D2C7B">
        <w:rPr>
          <w:rFonts w:ascii="Times New Roman" w:hAnsi="Times New Roman"/>
          <w:sz w:val="28"/>
          <w:szCs w:val="28"/>
        </w:rPr>
        <w:t>В разделе 5 «Сроки и этапы реализации муниципальной программы»:</w:t>
      </w:r>
    </w:p>
    <w:p w14:paraId="4616B2C6" w14:textId="6B8F020E" w:rsidR="006D2C7B" w:rsidRPr="006D2C7B" w:rsidRDefault="006B0744" w:rsidP="006B07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1.5.1. В</w:t>
      </w:r>
      <w:r w:rsidR="006D2C7B" w:rsidRPr="006D2C7B">
        <w:rPr>
          <w:rFonts w:ascii="Times New Roman" w:hAnsi="Times New Roman"/>
          <w:sz w:val="28"/>
          <w:szCs w:val="28"/>
        </w:rPr>
        <w:t xml:space="preserve"> абзаце </w:t>
      </w:r>
      <w:r>
        <w:rPr>
          <w:rFonts w:ascii="Times New Roman" w:hAnsi="Times New Roman"/>
          <w:sz w:val="28"/>
          <w:szCs w:val="28"/>
        </w:rPr>
        <w:t>втором</w:t>
      </w:r>
      <w:r w:rsidR="006D2C7B" w:rsidRPr="006D2C7B">
        <w:rPr>
          <w:rFonts w:ascii="Times New Roman" w:hAnsi="Times New Roman"/>
          <w:sz w:val="28"/>
          <w:szCs w:val="28"/>
        </w:rPr>
        <w:t xml:space="preserve"> слова «Программа будет реализована в 2015 – 2025 годах в два этапа» заменить словами «Программа будет реализована в</w:t>
      </w:r>
      <w:r>
        <w:rPr>
          <w:rFonts w:ascii="Times New Roman" w:hAnsi="Times New Roman"/>
          <w:sz w:val="28"/>
          <w:szCs w:val="28"/>
        </w:rPr>
        <w:t xml:space="preserve"> 2015 – 2027 годах в два этапа»;</w:t>
      </w:r>
    </w:p>
    <w:p w14:paraId="1B4D66B4" w14:textId="2A99796A" w:rsidR="006D2C7B" w:rsidRPr="006D2C7B" w:rsidRDefault="006B0744" w:rsidP="006B07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1.5.2. В</w:t>
      </w:r>
      <w:r w:rsidR="006D2C7B" w:rsidRPr="006D2C7B">
        <w:rPr>
          <w:rFonts w:ascii="Times New Roman" w:hAnsi="Times New Roman"/>
          <w:sz w:val="28"/>
          <w:szCs w:val="28"/>
        </w:rPr>
        <w:t xml:space="preserve"> абзаце </w:t>
      </w:r>
      <w:r>
        <w:rPr>
          <w:rFonts w:ascii="Times New Roman" w:hAnsi="Times New Roman"/>
          <w:sz w:val="28"/>
          <w:szCs w:val="28"/>
        </w:rPr>
        <w:t>седьмом</w:t>
      </w:r>
      <w:r w:rsidR="006D2C7B" w:rsidRPr="006D2C7B">
        <w:rPr>
          <w:rFonts w:ascii="Times New Roman" w:hAnsi="Times New Roman"/>
          <w:sz w:val="28"/>
          <w:szCs w:val="28"/>
        </w:rPr>
        <w:t xml:space="preserve"> слова «(2021 – 2025 годы)» заменить словами «2021 – 2027</w:t>
      </w:r>
      <w:r>
        <w:rPr>
          <w:rFonts w:ascii="Times New Roman" w:hAnsi="Times New Roman"/>
          <w:sz w:val="28"/>
          <w:szCs w:val="28"/>
        </w:rPr>
        <w:t xml:space="preserve"> годы)»;</w:t>
      </w:r>
    </w:p>
    <w:p w14:paraId="01D8FD71" w14:textId="07985ABD" w:rsidR="00BC3591" w:rsidRPr="002B63B2" w:rsidRDefault="006D2C7B" w:rsidP="006B074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D2C7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A2699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BC3591" w:rsidRPr="002B63B2">
        <w:rPr>
          <w:rFonts w:ascii="Times New Roman" w:hAnsi="Times New Roman"/>
          <w:sz w:val="28"/>
          <w:szCs w:val="28"/>
        </w:rPr>
        <w:t>Раздел 6 «Ресурсное обеспечение муниципальной Программы» изложить в следующей редакции:</w:t>
      </w:r>
    </w:p>
    <w:p w14:paraId="7C7F8BF9" w14:textId="77777777" w:rsidR="00BC3591" w:rsidRPr="002B63B2" w:rsidRDefault="00BC3591" w:rsidP="006B074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3B2">
        <w:rPr>
          <w:rFonts w:ascii="Times New Roman" w:hAnsi="Times New Roman"/>
          <w:sz w:val="28"/>
          <w:szCs w:val="28"/>
        </w:rPr>
        <w:t>«6. Ресурсное обеспечение муниципальной Программы</w:t>
      </w:r>
    </w:p>
    <w:p w14:paraId="4429CAF1" w14:textId="3659DFA2" w:rsidR="00BC3591" w:rsidRPr="002B63B2" w:rsidRDefault="00BC3591" w:rsidP="006B074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63B2">
        <w:rPr>
          <w:rFonts w:ascii="Times New Roman" w:hAnsi="Times New Roman"/>
          <w:sz w:val="28"/>
          <w:szCs w:val="28"/>
          <w:lang w:eastAsia="ru-RU"/>
        </w:rPr>
        <w:t>Финансирование мероприятий Программы планируется осуществлять за счет средств федерального, областного и муниципального бюджетов, участия в приоритетном проекте «Образование», проекте модернизации образования Сахалинск</w:t>
      </w:r>
      <w:r>
        <w:rPr>
          <w:rFonts w:ascii="Times New Roman" w:hAnsi="Times New Roman"/>
          <w:sz w:val="28"/>
          <w:szCs w:val="28"/>
          <w:lang w:eastAsia="ru-RU"/>
        </w:rPr>
        <w:t>ой области и других источников.</w:t>
      </w:r>
    </w:p>
    <w:p w14:paraId="125B574C" w14:textId="77777777" w:rsidR="00BC3591" w:rsidRDefault="00BC3591" w:rsidP="006B074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B63B2">
        <w:rPr>
          <w:rFonts w:ascii="Times New Roman" w:hAnsi="Times New Roman"/>
          <w:color w:val="000000"/>
          <w:sz w:val="28"/>
          <w:szCs w:val="28"/>
          <w:lang w:eastAsia="ru-RU"/>
        </w:rPr>
        <w:t>Объем финансирования мероприятий за счет средств бюджетов всех уровней может ежегодно уточняться в соответствии с бюджетом муниципального образования, утверждаемым на соответствующий финансовый год.</w:t>
      </w:r>
    </w:p>
    <w:p w14:paraId="616723D7" w14:textId="1096D68B" w:rsidR="00165A5C" w:rsidRDefault="00165A5C" w:rsidP="006B074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3B463CCA" w14:textId="77777777" w:rsidR="00165A5C" w:rsidRDefault="00165A5C" w:rsidP="006B074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A661565" w14:textId="77777777" w:rsidR="00165A5C" w:rsidRDefault="00165A5C" w:rsidP="006B0744">
      <w:pPr>
        <w:pStyle w:val="a8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709"/>
        <w:gridCol w:w="1171"/>
        <w:gridCol w:w="1171"/>
        <w:gridCol w:w="1171"/>
        <w:gridCol w:w="1171"/>
        <w:gridCol w:w="1171"/>
        <w:gridCol w:w="1329"/>
      </w:tblGrid>
      <w:tr w:rsidR="00BC3591" w:rsidRPr="007E3974" w14:paraId="62C7F701" w14:textId="77777777" w:rsidTr="006B0744">
        <w:trPr>
          <w:jc w:val="center"/>
        </w:trPr>
        <w:tc>
          <w:tcPr>
            <w:tcW w:w="1413" w:type="dxa"/>
            <w:vMerge w:val="restart"/>
          </w:tcPr>
          <w:p w14:paraId="5530A69F" w14:textId="77777777" w:rsidR="00BC3591" w:rsidRPr="007E3974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lastRenderedPageBreak/>
              <w:t>Источник финансирования</w:t>
            </w:r>
          </w:p>
        </w:tc>
        <w:tc>
          <w:tcPr>
            <w:tcW w:w="709" w:type="dxa"/>
            <w:vMerge w:val="restart"/>
            <w:vAlign w:val="center"/>
          </w:tcPr>
          <w:p w14:paraId="4674FB73" w14:textId="77777777" w:rsidR="00BC3591" w:rsidRPr="007E3974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Ед. изм.</w:t>
            </w:r>
          </w:p>
        </w:tc>
        <w:tc>
          <w:tcPr>
            <w:tcW w:w="7184" w:type="dxa"/>
            <w:gridSpan w:val="6"/>
          </w:tcPr>
          <w:p w14:paraId="10DF54E1" w14:textId="77777777" w:rsidR="00BC3591" w:rsidRPr="007E3974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Объем финансирования</w:t>
            </w:r>
          </w:p>
        </w:tc>
      </w:tr>
      <w:tr w:rsidR="00BC3591" w:rsidRPr="007E3974" w14:paraId="20AEDBFA" w14:textId="77777777" w:rsidTr="006B0744">
        <w:trPr>
          <w:jc w:val="center"/>
        </w:trPr>
        <w:tc>
          <w:tcPr>
            <w:tcW w:w="1413" w:type="dxa"/>
            <w:vMerge/>
          </w:tcPr>
          <w:p w14:paraId="2C5BD534" w14:textId="77777777" w:rsidR="00BC3591" w:rsidRPr="007E3974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/>
          </w:tcPr>
          <w:p w14:paraId="5A0EFEAF" w14:textId="77777777" w:rsidR="00BC3591" w:rsidRPr="007E3974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1" w:type="dxa"/>
            <w:vAlign w:val="center"/>
          </w:tcPr>
          <w:p w14:paraId="0C4D74C4" w14:textId="77777777" w:rsidR="00BC3591" w:rsidRPr="007E3974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2015</w:t>
            </w:r>
          </w:p>
        </w:tc>
        <w:tc>
          <w:tcPr>
            <w:tcW w:w="1171" w:type="dxa"/>
            <w:vAlign w:val="center"/>
          </w:tcPr>
          <w:p w14:paraId="128539FB" w14:textId="77777777" w:rsidR="00BC3591" w:rsidRPr="007E3974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2016</w:t>
            </w:r>
          </w:p>
        </w:tc>
        <w:tc>
          <w:tcPr>
            <w:tcW w:w="1171" w:type="dxa"/>
            <w:vAlign w:val="center"/>
          </w:tcPr>
          <w:p w14:paraId="1C0DFD32" w14:textId="77777777" w:rsidR="00BC3591" w:rsidRPr="007E3974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2017</w:t>
            </w:r>
          </w:p>
        </w:tc>
        <w:tc>
          <w:tcPr>
            <w:tcW w:w="1171" w:type="dxa"/>
            <w:vAlign w:val="center"/>
          </w:tcPr>
          <w:p w14:paraId="5FB724AE" w14:textId="77777777" w:rsidR="00BC3591" w:rsidRPr="007E3974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2018</w:t>
            </w:r>
          </w:p>
        </w:tc>
        <w:tc>
          <w:tcPr>
            <w:tcW w:w="1171" w:type="dxa"/>
            <w:vAlign w:val="center"/>
          </w:tcPr>
          <w:p w14:paraId="100705EC" w14:textId="77777777" w:rsidR="00BC3591" w:rsidRPr="007E3974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2019</w:t>
            </w:r>
          </w:p>
        </w:tc>
        <w:tc>
          <w:tcPr>
            <w:tcW w:w="1329" w:type="dxa"/>
            <w:vAlign w:val="center"/>
          </w:tcPr>
          <w:p w14:paraId="787AF8FC" w14:textId="77777777" w:rsidR="00BC3591" w:rsidRPr="007E3974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2020</w:t>
            </w:r>
          </w:p>
        </w:tc>
      </w:tr>
      <w:tr w:rsidR="00BC3591" w:rsidRPr="007E3974" w14:paraId="4C63C168" w14:textId="77777777" w:rsidTr="006B0744">
        <w:trPr>
          <w:jc w:val="center"/>
        </w:trPr>
        <w:tc>
          <w:tcPr>
            <w:tcW w:w="1413" w:type="dxa"/>
            <w:vAlign w:val="center"/>
          </w:tcPr>
          <w:p w14:paraId="6F39C62E" w14:textId="77777777" w:rsidR="00BC3591" w:rsidRPr="007E3974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Местный бюджет</w:t>
            </w:r>
          </w:p>
        </w:tc>
        <w:tc>
          <w:tcPr>
            <w:tcW w:w="709" w:type="dxa"/>
            <w:vMerge w:val="restart"/>
          </w:tcPr>
          <w:p w14:paraId="1674D40A" w14:textId="77777777" w:rsidR="00BC3591" w:rsidRPr="007E3974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E3974">
              <w:rPr>
                <w:rFonts w:ascii="Times New Roman" w:eastAsia="Times New Roman" w:hAnsi="Times New Roman"/>
              </w:rPr>
              <w:t>тыс.</w:t>
            </w:r>
          </w:p>
          <w:p w14:paraId="1AF74AE4" w14:textId="77777777" w:rsidR="00BC3591" w:rsidRPr="007E3974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руб.</w:t>
            </w:r>
          </w:p>
        </w:tc>
        <w:tc>
          <w:tcPr>
            <w:tcW w:w="1171" w:type="dxa"/>
            <w:vAlign w:val="center"/>
          </w:tcPr>
          <w:p w14:paraId="1C00DCB4" w14:textId="77777777" w:rsidR="00BC3591" w:rsidRPr="007E3974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145 249,6</w:t>
            </w:r>
          </w:p>
        </w:tc>
        <w:tc>
          <w:tcPr>
            <w:tcW w:w="1171" w:type="dxa"/>
            <w:vAlign w:val="center"/>
          </w:tcPr>
          <w:p w14:paraId="681FB0FE" w14:textId="77777777" w:rsidR="00BC3591" w:rsidRPr="007E3974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165 401,9</w:t>
            </w:r>
          </w:p>
        </w:tc>
        <w:tc>
          <w:tcPr>
            <w:tcW w:w="1171" w:type="dxa"/>
            <w:vAlign w:val="center"/>
          </w:tcPr>
          <w:p w14:paraId="22D5E4AE" w14:textId="77777777" w:rsidR="00BC3591" w:rsidRPr="007E3974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226 941,2</w:t>
            </w:r>
          </w:p>
        </w:tc>
        <w:tc>
          <w:tcPr>
            <w:tcW w:w="1171" w:type="dxa"/>
            <w:vAlign w:val="center"/>
          </w:tcPr>
          <w:p w14:paraId="02B2A9FA" w14:textId="77777777" w:rsidR="00BC3591" w:rsidRPr="007E3974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252 907,3</w:t>
            </w:r>
          </w:p>
        </w:tc>
        <w:tc>
          <w:tcPr>
            <w:tcW w:w="1171" w:type="dxa"/>
            <w:vAlign w:val="center"/>
          </w:tcPr>
          <w:p w14:paraId="1B2F893B" w14:textId="77777777" w:rsidR="00BC3591" w:rsidRPr="007E3974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263 660,1</w:t>
            </w:r>
          </w:p>
        </w:tc>
        <w:tc>
          <w:tcPr>
            <w:tcW w:w="1329" w:type="dxa"/>
            <w:vAlign w:val="center"/>
          </w:tcPr>
          <w:p w14:paraId="09B052C3" w14:textId="77777777" w:rsidR="00BC3591" w:rsidRPr="007E3974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269 826,3</w:t>
            </w:r>
          </w:p>
        </w:tc>
      </w:tr>
      <w:tr w:rsidR="00BC3591" w:rsidRPr="007E3974" w14:paraId="0BF448FF" w14:textId="77777777" w:rsidTr="006B0744">
        <w:trPr>
          <w:jc w:val="center"/>
        </w:trPr>
        <w:tc>
          <w:tcPr>
            <w:tcW w:w="1413" w:type="dxa"/>
            <w:vAlign w:val="center"/>
          </w:tcPr>
          <w:p w14:paraId="29FF7FF6" w14:textId="77777777" w:rsidR="00BC3591" w:rsidRPr="007E3974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709" w:type="dxa"/>
            <w:vMerge/>
          </w:tcPr>
          <w:p w14:paraId="49DCB74A" w14:textId="77777777" w:rsidR="00BC3591" w:rsidRPr="007E3974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1" w:type="dxa"/>
            <w:vAlign w:val="center"/>
          </w:tcPr>
          <w:p w14:paraId="33707131" w14:textId="77777777" w:rsidR="00BC3591" w:rsidRPr="007E3974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402 119,8</w:t>
            </w:r>
          </w:p>
        </w:tc>
        <w:tc>
          <w:tcPr>
            <w:tcW w:w="1171" w:type="dxa"/>
            <w:vAlign w:val="center"/>
          </w:tcPr>
          <w:p w14:paraId="7BB3406F" w14:textId="77777777" w:rsidR="00BC3591" w:rsidRPr="007E3974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450 656,2</w:t>
            </w:r>
          </w:p>
        </w:tc>
        <w:tc>
          <w:tcPr>
            <w:tcW w:w="1171" w:type="dxa"/>
            <w:vAlign w:val="center"/>
          </w:tcPr>
          <w:p w14:paraId="26BBE826" w14:textId="77777777" w:rsidR="00BC3591" w:rsidRPr="007E3974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453 532,3</w:t>
            </w:r>
          </w:p>
        </w:tc>
        <w:tc>
          <w:tcPr>
            <w:tcW w:w="1171" w:type="dxa"/>
            <w:vAlign w:val="center"/>
          </w:tcPr>
          <w:p w14:paraId="11C5BD2B" w14:textId="77777777" w:rsidR="00BC3591" w:rsidRPr="007E3974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528 041,3</w:t>
            </w:r>
          </w:p>
        </w:tc>
        <w:tc>
          <w:tcPr>
            <w:tcW w:w="1171" w:type="dxa"/>
            <w:vAlign w:val="center"/>
          </w:tcPr>
          <w:p w14:paraId="69F6D969" w14:textId="77777777" w:rsidR="00BC3591" w:rsidRPr="007E3974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671 012,1</w:t>
            </w:r>
          </w:p>
        </w:tc>
        <w:tc>
          <w:tcPr>
            <w:tcW w:w="1329" w:type="dxa"/>
            <w:vAlign w:val="center"/>
          </w:tcPr>
          <w:p w14:paraId="3DFF733A" w14:textId="77777777" w:rsidR="00BC3591" w:rsidRPr="007E3974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685 290,5</w:t>
            </w:r>
          </w:p>
        </w:tc>
      </w:tr>
      <w:tr w:rsidR="00BC3591" w:rsidRPr="007E3974" w14:paraId="374525B8" w14:textId="77777777" w:rsidTr="006B0744">
        <w:trPr>
          <w:jc w:val="center"/>
        </w:trPr>
        <w:tc>
          <w:tcPr>
            <w:tcW w:w="1413" w:type="dxa"/>
            <w:vAlign w:val="center"/>
          </w:tcPr>
          <w:p w14:paraId="35A118B5" w14:textId="77777777" w:rsidR="00BC3591" w:rsidRPr="007E3974" w:rsidRDefault="00BC3591" w:rsidP="00563260">
            <w:pPr>
              <w:autoSpaceDE w:val="0"/>
              <w:autoSpaceDN w:val="0"/>
              <w:adjustRightInd w:val="0"/>
              <w:spacing w:after="0" w:line="240" w:lineRule="auto"/>
              <w:ind w:right="-113" w:hanging="120"/>
              <w:jc w:val="both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Федеральный бюджет</w:t>
            </w:r>
          </w:p>
        </w:tc>
        <w:tc>
          <w:tcPr>
            <w:tcW w:w="709" w:type="dxa"/>
            <w:vMerge/>
          </w:tcPr>
          <w:p w14:paraId="003DA8D5" w14:textId="77777777" w:rsidR="00BC3591" w:rsidRPr="007E3974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1" w:type="dxa"/>
            <w:vAlign w:val="center"/>
          </w:tcPr>
          <w:p w14:paraId="58829505" w14:textId="77777777" w:rsidR="00BC3591" w:rsidRPr="007E3974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71" w:type="dxa"/>
            <w:vAlign w:val="center"/>
          </w:tcPr>
          <w:p w14:paraId="249BD003" w14:textId="77777777" w:rsidR="00BC3591" w:rsidRPr="007E3974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71" w:type="dxa"/>
            <w:vAlign w:val="center"/>
          </w:tcPr>
          <w:p w14:paraId="0887DA3C" w14:textId="77777777" w:rsidR="00BC3591" w:rsidRPr="007E3974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71" w:type="dxa"/>
            <w:vAlign w:val="center"/>
          </w:tcPr>
          <w:p w14:paraId="5ECBECC9" w14:textId="77777777" w:rsidR="00BC3591" w:rsidRPr="007E3974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171" w:type="dxa"/>
            <w:vAlign w:val="center"/>
          </w:tcPr>
          <w:p w14:paraId="5047D5AD" w14:textId="77777777" w:rsidR="00BC3591" w:rsidRPr="007E3974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0,0</w:t>
            </w:r>
          </w:p>
        </w:tc>
        <w:tc>
          <w:tcPr>
            <w:tcW w:w="1329" w:type="dxa"/>
            <w:vAlign w:val="center"/>
          </w:tcPr>
          <w:p w14:paraId="6EDD34F2" w14:textId="77777777" w:rsidR="00BC3591" w:rsidRPr="007E3974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74 088,2</w:t>
            </w:r>
          </w:p>
        </w:tc>
      </w:tr>
      <w:tr w:rsidR="00BC3591" w:rsidRPr="007E3974" w14:paraId="58D020D3" w14:textId="77777777" w:rsidTr="006B0744">
        <w:trPr>
          <w:jc w:val="center"/>
        </w:trPr>
        <w:tc>
          <w:tcPr>
            <w:tcW w:w="1413" w:type="dxa"/>
          </w:tcPr>
          <w:p w14:paraId="72C4DCC8" w14:textId="77777777" w:rsidR="00BC3591" w:rsidRPr="007E3974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ИТОГО</w:t>
            </w:r>
          </w:p>
        </w:tc>
        <w:tc>
          <w:tcPr>
            <w:tcW w:w="709" w:type="dxa"/>
          </w:tcPr>
          <w:p w14:paraId="0556D5CD" w14:textId="77777777" w:rsidR="00BC3591" w:rsidRPr="007E3974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71" w:type="dxa"/>
            <w:vAlign w:val="center"/>
          </w:tcPr>
          <w:p w14:paraId="6F54D7BC" w14:textId="77777777" w:rsidR="00BC3591" w:rsidRPr="007E3974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547 369,4</w:t>
            </w:r>
          </w:p>
        </w:tc>
        <w:tc>
          <w:tcPr>
            <w:tcW w:w="1171" w:type="dxa"/>
            <w:vAlign w:val="center"/>
          </w:tcPr>
          <w:p w14:paraId="24E54554" w14:textId="77777777" w:rsidR="00BC3591" w:rsidRPr="007E3974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616 058,1</w:t>
            </w:r>
          </w:p>
        </w:tc>
        <w:tc>
          <w:tcPr>
            <w:tcW w:w="1171" w:type="dxa"/>
            <w:vAlign w:val="center"/>
          </w:tcPr>
          <w:p w14:paraId="0AA16F13" w14:textId="77777777" w:rsidR="00BC3591" w:rsidRPr="007E3974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680 473,5</w:t>
            </w:r>
          </w:p>
        </w:tc>
        <w:tc>
          <w:tcPr>
            <w:tcW w:w="1171" w:type="dxa"/>
            <w:vAlign w:val="center"/>
          </w:tcPr>
          <w:p w14:paraId="6E2EF149" w14:textId="77777777" w:rsidR="00BC3591" w:rsidRPr="007E3974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780 948,6</w:t>
            </w:r>
          </w:p>
        </w:tc>
        <w:tc>
          <w:tcPr>
            <w:tcW w:w="1171" w:type="dxa"/>
            <w:vAlign w:val="center"/>
          </w:tcPr>
          <w:p w14:paraId="19EB5F01" w14:textId="77777777" w:rsidR="00BC3591" w:rsidRPr="007E3974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934 672,2</w:t>
            </w:r>
          </w:p>
        </w:tc>
        <w:tc>
          <w:tcPr>
            <w:tcW w:w="1329" w:type="dxa"/>
            <w:vAlign w:val="center"/>
          </w:tcPr>
          <w:p w14:paraId="75A868F9" w14:textId="77777777" w:rsidR="00BC3591" w:rsidRPr="007E3974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7E3974">
              <w:rPr>
                <w:rFonts w:ascii="Times New Roman" w:eastAsia="Times New Roman" w:hAnsi="Times New Roman"/>
              </w:rPr>
              <w:t>1 029 205,0</w:t>
            </w:r>
          </w:p>
        </w:tc>
      </w:tr>
    </w:tbl>
    <w:p w14:paraId="43882EF8" w14:textId="77777777" w:rsidR="00BC3591" w:rsidRDefault="00BC3591" w:rsidP="006B07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a9"/>
        <w:tblW w:w="9918" w:type="dxa"/>
        <w:tblLayout w:type="fixed"/>
        <w:tblLook w:val="04A0" w:firstRow="1" w:lastRow="0" w:firstColumn="1" w:lastColumn="0" w:noHBand="0" w:noVBand="1"/>
      </w:tblPr>
      <w:tblGrid>
        <w:gridCol w:w="1413"/>
        <w:gridCol w:w="709"/>
        <w:gridCol w:w="850"/>
        <w:gridCol w:w="851"/>
        <w:gridCol w:w="992"/>
        <w:gridCol w:w="850"/>
        <w:gridCol w:w="993"/>
        <w:gridCol w:w="850"/>
        <w:gridCol w:w="851"/>
        <w:gridCol w:w="992"/>
        <w:gridCol w:w="567"/>
      </w:tblGrid>
      <w:tr w:rsidR="00BC3591" w:rsidRPr="00C661CE" w14:paraId="4FD191A9" w14:textId="77777777" w:rsidTr="005D4578">
        <w:trPr>
          <w:gridAfter w:val="1"/>
          <w:wAfter w:w="567" w:type="dxa"/>
        </w:trPr>
        <w:tc>
          <w:tcPr>
            <w:tcW w:w="1413" w:type="dxa"/>
            <w:vMerge w:val="restart"/>
          </w:tcPr>
          <w:p w14:paraId="4C4AE501" w14:textId="77777777" w:rsidR="00BC3591" w:rsidRPr="00C661CE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61CE">
              <w:rPr>
                <w:rFonts w:ascii="Times New Roman" w:eastAsia="Times New Roman" w:hAnsi="Times New Roman"/>
              </w:rPr>
              <w:t>Источник финансирования</w:t>
            </w:r>
          </w:p>
        </w:tc>
        <w:tc>
          <w:tcPr>
            <w:tcW w:w="709" w:type="dxa"/>
            <w:vMerge w:val="restart"/>
            <w:vAlign w:val="center"/>
          </w:tcPr>
          <w:p w14:paraId="704022E3" w14:textId="77777777" w:rsidR="00BC3591" w:rsidRPr="00C661CE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61CE">
              <w:rPr>
                <w:rFonts w:ascii="Times New Roman" w:eastAsia="Times New Roman" w:hAnsi="Times New Roman"/>
              </w:rPr>
              <w:t>Ед. изм.</w:t>
            </w:r>
          </w:p>
        </w:tc>
        <w:tc>
          <w:tcPr>
            <w:tcW w:w="7229" w:type="dxa"/>
            <w:gridSpan w:val="8"/>
          </w:tcPr>
          <w:p w14:paraId="67876243" w14:textId="77777777" w:rsidR="00BC3591" w:rsidRPr="00C661CE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661CE">
              <w:rPr>
                <w:rFonts w:ascii="Times New Roman" w:eastAsia="Times New Roman" w:hAnsi="Times New Roman"/>
              </w:rPr>
              <w:t>Объем финансирования</w:t>
            </w:r>
          </w:p>
        </w:tc>
      </w:tr>
      <w:tr w:rsidR="00BC3591" w:rsidRPr="00C661CE" w14:paraId="7088897F" w14:textId="77777777" w:rsidTr="005D4578">
        <w:trPr>
          <w:gridAfter w:val="1"/>
          <w:wAfter w:w="567" w:type="dxa"/>
        </w:trPr>
        <w:tc>
          <w:tcPr>
            <w:tcW w:w="1413" w:type="dxa"/>
            <w:vMerge/>
          </w:tcPr>
          <w:p w14:paraId="35CDDAC2" w14:textId="77777777" w:rsidR="00BC3591" w:rsidRPr="00C661CE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/>
          </w:tcPr>
          <w:p w14:paraId="354E2090" w14:textId="77777777" w:rsidR="00BC3591" w:rsidRPr="00C661CE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14:paraId="11441739" w14:textId="77777777" w:rsidR="00BC3591" w:rsidRPr="00C661CE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61CE">
              <w:rPr>
                <w:rFonts w:ascii="Times New Roman" w:eastAsia="Times New Roman" w:hAnsi="Times New Roman"/>
              </w:rPr>
              <w:t>2021</w:t>
            </w:r>
          </w:p>
        </w:tc>
        <w:tc>
          <w:tcPr>
            <w:tcW w:w="851" w:type="dxa"/>
            <w:vAlign w:val="center"/>
          </w:tcPr>
          <w:p w14:paraId="7C3B9030" w14:textId="77777777" w:rsidR="00BC3591" w:rsidRPr="00C661CE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61CE">
              <w:rPr>
                <w:rFonts w:ascii="Times New Roman" w:eastAsia="Times New Roman" w:hAnsi="Times New Roman"/>
              </w:rPr>
              <w:t>2022</w:t>
            </w:r>
          </w:p>
        </w:tc>
        <w:tc>
          <w:tcPr>
            <w:tcW w:w="992" w:type="dxa"/>
            <w:vAlign w:val="center"/>
          </w:tcPr>
          <w:p w14:paraId="14178145" w14:textId="77777777" w:rsidR="00BC3591" w:rsidRPr="00C661CE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61CE">
              <w:rPr>
                <w:rFonts w:ascii="Times New Roman" w:eastAsia="Times New Roman" w:hAnsi="Times New Roman"/>
              </w:rPr>
              <w:t>2023</w:t>
            </w:r>
          </w:p>
        </w:tc>
        <w:tc>
          <w:tcPr>
            <w:tcW w:w="850" w:type="dxa"/>
            <w:vAlign w:val="center"/>
          </w:tcPr>
          <w:p w14:paraId="64C6E30B" w14:textId="77777777" w:rsidR="00BC3591" w:rsidRPr="00C661CE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61CE">
              <w:rPr>
                <w:rFonts w:ascii="Times New Roman" w:eastAsia="Times New Roman" w:hAnsi="Times New Roman"/>
              </w:rPr>
              <w:t>2024</w:t>
            </w:r>
          </w:p>
        </w:tc>
        <w:tc>
          <w:tcPr>
            <w:tcW w:w="993" w:type="dxa"/>
            <w:vAlign w:val="center"/>
          </w:tcPr>
          <w:p w14:paraId="3D0118EE" w14:textId="77777777" w:rsidR="00BC3591" w:rsidRPr="00C661CE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61CE">
              <w:rPr>
                <w:rFonts w:ascii="Times New Roman" w:eastAsia="Times New Roman" w:hAnsi="Times New Roman"/>
              </w:rPr>
              <w:t>2025</w:t>
            </w:r>
          </w:p>
        </w:tc>
        <w:tc>
          <w:tcPr>
            <w:tcW w:w="850" w:type="dxa"/>
            <w:vAlign w:val="center"/>
          </w:tcPr>
          <w:p w14:paraId="6E262691" w14:textId="77777777" w:rsidR="00BC3591" w:rsidRPr="00C661CE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>2026</w:t>
            </w:r>
          </w:p>
        </w:tc>
        <w:tc>
          <w:tcPr>
            <w:tcW w:w="851" w:type="dxa"/>
            <w:vAlign w:val="center"/>
          </w:tcPr>
          <w:p w14:paraId="1F0DCA0A" w14:textId="77777777" w:rsidR="00BC3591" w:rsidRPr="00C661CE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2027</w:t>
            </w:r>
          </w:p>
        </w:tc>
        <w:tc>
          <w:tcPr>
            <w:tcW w:w="992" w:type="dxa"/>
            <w:vAlign w:val="center"/>
          </w:tcPr>
          <w:p w14:paraId="55BA8B8D" w14:textId="77777777" w:rsidR="00BC3591" w:rsidRPr="00C661CE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Всего</w:t>
            </w:r>
          </w:p>
        </w:tc>
      </w:tr>
      <w:tr w:rsidR="00BC3591" w:rsidRPr="00C661CE" w14:paraId="62677DCB" w14:textId="77777777" w:rsidTr="005D4578">
        <w:trPr>
          <w:gridAfter w:val="1"/>
          <w:wAfter w:w="567" w:type="dxa"/>
        </w:trPr>
        <w:tc>
          <w:tcPr>
            <w:tcW w:w="1413" w:type="dxa"/>
            <w:vAlign w:val="center"/>
          </w:tcPr>
          <w:p w14:paraId="410FAED8" w14:textId="77777777" w:rsidR="00BC3591" w:rsidRPr="00C661CE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61CE">
              <w:rPr>
                <w:rFonts w:ascii="Times New Roman" w:eastAsia="Times New Roman" w:hAnsi="Times New Roman"/>
              </w:rPr>
              <w:t>Местный бюджет*</w:t>
            </w:r>
          </w:p>
        </w:tc>
        <w:tc>
          <w:tcPr>
            <w:tcW w:w="709" w:type="dxa"/>
            <w:vMerge w:val="restart"/>
          </w:tcPr>
          <w:p w14:paraId="11B368EB" w14:textId="77777777" w:rsidR="00BC3591" w:rsidRPr="00C661CE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C661CE">
              <w:rPr>
                <w:rFonts w:ascii="Times New Roman" w:eastAsia="Times New Roman" w:hAnsi="Times New Roman"/>
              </w:rPr>
              <w:t>тыс.</w:t>
            </w:r>
          </w:p>
          <w:p w14:paraId="2ACCA7AF" w14:textId="77777777" w:rsidR="00BC3591" w:rsidRPr="00C661CE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61CE">
              <w:rPr>
                <w:rFonts w:ascii="Times New Roman" w:eastAsia="Times New Roman" w:hAnsi="Times New Roman"/>
              </w:rPr>
              <w:t>руб.</w:t>
            </w:r>
          </w:p>
        </w:tc>
        <w:tc>
          <w:tcPr>
            <w:tcW w:w="850" w:type="dxa"/>
            <w:vAlign w:val="center"/>
          </w:tcPr>
          <w:p w14:paraId="0849B3C7" w14:textId="77777777" w:rsidR="00BC3591" w:rsidRPr="00655F6A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55F6A">
              <w:rPr>
                <w:rFonts w:ascii="Times New Roman" w:hAnsi="Times New Roman"/>
              </w:rPr>
              <w:t>232 688,6</w:t>
            </w:r>
          </w:p>
        </w:tc>
        <w:tc>
          <w:tcPr>
            <w:tcW w:w="851" w:type="dxa"/>
            <w:vAlign w:val="center"/>
          </w:tcPr>
          <w:p w14:paraId="0E828C8C" w14:textId="77777777" w:rsidR="00BC3591" w:rsidRPr="00655F6A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55F6A">
              <w:rPr>
                <w:rFonts w:ascii="Times New Roman" w:hAnsi="Times New Roman"/>
              </w:rPr>
              <w:t>269 882,5</w:t>
            </w:r>
          </w:p>
        </w:tc>
        <w:tc>
          <w:tcPr>
            <w:tcW w:w="992" w:type="dxa"/>
            <w:vAlign w:val="center"/>
          </w:tcPr>
          <w:p w14:paraId="415693A0" w14:textId="3425230A" w:rsidR="00BC3591" w:rsidRPr="00655F6A" w:rsidRDefault="005D4578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262 </w:t>
            </w:r>
            <w:r w:rsidR="00BC3591" w:rsidRPr="00655F6A">
              <w:rPr>
                <w:rFonts w:ascii="Times New Roman" w:hAnsi="Times New Roman"/>
              </w:rPr>
              <w:t>518,0</w:t>
            </w:r>
          </w:p>
        </w:tc>
        <w:tc>
          <w:tcPr>
            <w:tcW w:w="850" w:type="dxa"/>
            <w:vAlign w:val="center"/>
          </w:tcPr>
          <w:p w14:paraId="316A46E1" w14:textId="727D65C7" w:rsidR="00BC3591" w:rsidRPr="00655F6A" w:rsidRDefault="005D4578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226 </w:t>
            </w:r>
            <w:r w:rsidR="00BC3591" w:rsidRPr="00655F6A">
              <w:rPr>
                <w:rFonts w:ascii="Times New Roman" w:hAnsi="Times New Roman"/>
              </w:rPr>
              <w:t>259,8</w:t>
            </w:r>
          </w:p>
        </w:tc>
        <w:tc>
          <w:tcPr>
            <w:tcW w:w="993" w:type="dxa"/>
            <w:vAlign w:val="center"/>
          </w:tcPr>
          <w:p w14:paraId="552DF2D7" w14:textId="15441813" w:rsidR="00BC3591" w:rsidRPr="00655F6A" w:rsidRDefault="005D4578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226 </w:t>
            </w:r>
            <w:r w:rsidR="00BC3591" w:rsidRPr="00655F6A">
              <w:rPr>
                <w:rFonts w:ascii="Times New Roman" w:hAnsi="Times New Roman"/>
              </w:rPr>
              <w:t>809,9</w:t>
            </w:r>
          </w:p>
        </w:tc>
        <w:tc>
          <w:tcPr>
            <w:tcW w:w="850" w:type="dxa"/>
            <w:vAlign w:val="center"/>
          </w:tcPr>
          <w:p w14:paraId="5EC9F86C" w14:textId="77777777" w:rsidR="00BC3591" w:rsidRPr="00655F6A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55F6A">
              <w:rPr>
                <w:rFonts w:ascii="Times New Roman" w:hAnsi="Times New Roman"/>
              </w:rPr>
              <w:t>262 518,0</w:t>
            </w:r>
          </w:p>
        </w:tc>
        <w:tc>
          <w:tcPr>
            <w:tcW w:w="851" w:type="dxa"/>
            <w:vAlign w:val="center"/>
          </w:tcPr>
          <w:p w14:paraId="054C2AAB" w14:textId="2DAF10ED" w:rsidR="00BC3591" w:rsidRPr="00655F6A" w:rsidRDefault="005D4578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262 </w:t>
            </w:r>
            <w:r w:rsidR="00BC3591" w:rsidRPr="00655F6A">
              <w:rPr>
                <w:rFonts w:ascii="Times New Roman" w:hAnsi="Times New Roman"/>
                <w:color w:val="000000"/>
              </w:rPr>
              <w:t>518,0</w:t>
            </w:r>
          </w:p>
        </w:tc>
        <w:tc>
          <w:tcPr>
            <w:tcW w:w="992" w:type="dxa"/>
            <w:vAlign w:val="center"/>
          </w:tcPr>
          <w:p w14:paraId="560D9705" w14:textId="1C39F84A" w:rsidR="00BC3591" w:rsidRPr="00655F6A" w:rsidRDefault="005D4578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3 067 </w:t>
            </w:r>
            <w:r w:rsidR="00BC3591" w:rsidRPr="00655F6A">
              <w:rPr>
                <w:rFonts w:ascii="Times New Roman" w:hAnsi="Times New Roman"/>
                <w:color w:val="000000"/>
              </w:rPr>
              <w:t>181,2</w:t>
            </w:r>
          </w:p>
        </w:tc>
      </w:tr>
      <w:tr w:rsidR="00BC3591" w:rsidRPr="00C661CE" w14:paraId="43CC88BF" w14:textId="77777777" w:rsidTr="005D4578">
        <w:trPr>
          <w:gridAfter w:val="1"/>
          <w:wAfter w:w="567" w:type="dxa"/>
        </w:trPr>
        <w:tc>
          <w:tcPr>
            <w:tcW w:w="1413" w:type="dxa"/>
            <w:vAlign w:val="center"/>
          </w:tcPr>
          <w:p w14:paraId="3751D2ED" w14:textId="77777777" w:rsidR="00BC3591" w:rsidRPr="00C661CE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61CE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709" w:type="dxa"/>
            <w:vMerge/>
          </w:tcPr>
          <w:p w14:paraId="5915A371" w14:textId="77777777" w:rsidR="00BC3591" w:rsidRPr="00C661CE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14:paraId="2E2BFB9F" w14:textId="77777777" w:rsidR="00BC3591" w:rsidRPr="00655F6A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55F6A">
              <w:rPr>
                <w:rFonts w:ascii="Times New Roman" w:hAnsi="Times New Roman"/>
              </w:rPr>
              <w:t>800 955,6</w:t>
            </w:r>
          </w:p>
        </w:tc>
        <w:tc>
          <w:tcPr>
            <w:tcW w:w="851" w:type="dxa"/>
            <w:vAlign w:val="center"/>
          </w:tcPr>
          <w:p w14:paraId="6860C6DF" w14:textId="08235678" w:rsidR="00BC3591" w:rsidRPr="00655F6A" w:rsidRDefault="005D4578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1 </w:t>
            </w:r>
            <w:r w:rsidR="00BC3591" w:rsidRPr="00655F6A">
              <w:rPr>
                <w:rFonts w:ascii="Times New Roman" w:hAnsi="Times New Roman"/>
              </w:rPr>
              <w:t>205 063,3</w:t>
            </w:r>
          </w:p>
        </w:tc>
        <w:tc>
          <w:tcPr>
            <w:tcW w:w="992" w:type="dxa"/>
            <w:vAlign w:val="center"/>
          </w:tcPr>
          <w:p w14:paraId="63BA371F" w14:textId="442EFACE" w:rsidR="00BC3591" w:rsidRPr="00655F6A" w:rsidRDefault="005D4578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669 </w:t>
            </w:r>
            <w:r w:rsidR="00B500B6">
              <w:rPr>
                <w:rFonts w:ascii="Times New Roman" w:hAnsi="Times New Roman"/>
              </w:rPr>
              <w:t>312,0</w:t>
            </w:r>
          </w:p>
        </w:tc>
        <w:tc>
          <w:tcPr>
            <w:tcW w:w="850" w:type="dxa"/>
            <w:vAlign w:val="center"/>
          </w:tcPr>
          <w:p w14:paraId="79E17F7E" w14:textId="6433A554" w:rsidR="00BC3591" w:rsidRPr="00563437" w:rsidRDefault="004246A6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438</w:t>
            </w:r>
            <w:r w:rsidR="00924EE3" w:rsidRPr="0056343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5D457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559,5</w:t>
            </w:r>
          </w:p>
        </w:tc>
        <w:tc>
          <w:tcPr>
            <w:tcW w:w="993" w:type="dxa"/>
            <w:vAlign w:val="center"/>
          </w:tcPr>
          <w:p w14:paraId="5AE4FFCE" w14:textId="4FE4F5E5" w:rsidR="00BC3591" w:rsidRPr="00563437" w:rsidRDefault="005D4578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404 </w:t>
            </w:r>
            <w:r w:rsidR="004246A6">
              <w:rPr>
                <w:rFonts w:ascii="Times New Roman" w:hAnsi="Times New Roman"/>
              </w:rPr>
              <w:t>516,7</w:t>
            </w:r>
          </w:p>
        </w:tc>
        <w:tc>
          <w:tcPr>
            <w:tcW w:w="850" w:type="dxa"/>
            <w:vAlign w:val="center"/>
          </w:tcPr>
          <w:p w14:paraId="1E366591" w14:textId="3345050D" w:rsidR="00BC3591" w:rsidRPr="00563437" w:rsidRDefault="005D4578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582 </w:t>
            </w:r>
            <w:r w:rsidR="00BC3591" w:rsidRPr="00655F6A">
              <w:rPr>
                <w:rFonts w:ascii="Times New Roman" w:hAnsi="Times New Roman"/>
              </w:rPr>
              <w:t>937,9</w:t>
            </w:r>
          </w:p>
        </w:tc>
        <w:tc>
          <w:tcPr>
            <w:tcW w:w="851" w:type="dxa"/>
            <w:vAlign w:val="center"/>
          </w:tcPr>
          <w:p w14:paraId="27E33C73" w14:textId="3218B3A3" w:rsidR="00BC3591" w:rsidRPr="00563437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63437">
              <w:rPr>
                <w:rFonts w:ascii="Times New Roman" w:hAnsi="Times New Roman"/>
              </w:rPr>
              <w:t>582</w:t>
            </w:r>
            <w:r w:rsidR="005D4578">
              <w:rPr>
                <w:rFonts w:ascii="Times New Roman" w:hAnsi="Times New Roman"/>
              </w:rPr>
              <w:t xml:space="preserve"> </w:t>
            </w:r>
            <w:r w:rsidRPr="00563437">
              <w:rPr>
                <w:rFonts w:ascii="Times New Roman" w:hAnsi="Times New Roman"/>
              </w:rPr>
              <w:t>937,9</w:t>
            </w:r>
          </w:p>
        </w:tc>
        <w:tc>
          <w:tcPr>
            <w:tcW w:w="992" w:type="dxa"/>
            <w:vAlign w:val="center"/>
          </w:tcPr>
          <w:p w14:paraId="5392DA46" w14:textId="7DCC8727" w:rsidR="00BC3591" w:rsidRPr="00563437" w:rsidRDefault="005D4578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7 874 </w:t>
            </w:r>
            <w:r w:rsidR="00924EE3" w:rsidRPr="00563437">
              <w:rPr>
                <w:rFonts w:ascii="Times New Roman" w:hAnsi="Times New Roman"/>
              </w:rPr>
              <w:t>935,1</w:t>
            </w:r>
          </w:p>
        </w:tc>
      </w:tr>
      <w:tr w:rsidR="00BC3591" w:rsidRPr="00C661CE" w14:paraId="17918041" w14:textId="77777777" w:rsidTr="005D4578">
        <w:trPr>
          <w:gridAfter w:val="1"/>
          <w:wAfter w:w="567" w:type="dxa"/>
        </w:trPr>
        <w:tc>
          <w:tcPr>
            <w:tcW w:w="1413" w:type="dxa"/>
            <w:vAlign w:val="center"/>
          </w:tcPr>
          <w:p w14:paraId="18A6CEA5" w14:textId="77777777" w:rsidR="00BC3591" w:rsidRPr="00C661CE" w:rsidRDefault="00BC3591" w:rsidP="00563260">
            <w:pPr>
              <w:autoSpaceDE w:val="0"/>
              <w:autoSpaceDN w:val="0"/>
              <w:adjustRightInd w:val="0"/>
              <w:spacing w:after="0" w:line="240" w:lineRule="auto"/>
              <w:ind w:right="-113" w:hanging="120"/>
              <w:jc w:val="center"/>
              <w:rPr>
                <w:rFonts w:ascii="Times New Roman" w:hAnsi="Times New Roman"/>
                <w:color w:val="000000"/>
              </w:rPr>
            </w:pPr>
            <w:r w:rsidRPr="00C661CE">
              <w:rPr>
                <w:rFonts w:ascii="Times New Roman" w:eastAsia="Times New Roman" w:hAnsi="Times New Roman"/>
              </w:rPr>
              <w:t>Федеральный бюджет</w:t>
            </w:r>
          </w:p>
        </w:tc>
        <w:tc>
          <w:tcPr>
            <w:tcW w:w="709" w:type="dxa"/>
            <w:vMerge/>
          </w:tcPr>
          <w:p w14:paraId="52525FD0" w14:textId="77777777" w:rsidR="00BC3591" w:rsidRPr="00C661CE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14:paraId="3D32A087" w14:textId="77777777" w:rsidR="00BC3591" w:rsidRPr="00655F6A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55F6A">
              <w:rPr>
                <w:rFonts w:ascii="Times New Roman" w:hAnsi="Times New Roman"/>
              </w:rPr>
              <w:t>51 521,7</w:t>
            </w:r>
          </w:p>
        </w:tc>
        <w:tc>
          <w:tcPr>
            <w:tcW w:w="851" w:type="dxa"/>
            <w:vAlign w:val="center"/>
          </w:tcPr>
          <w:p w14:paraId="5A453F72" w14:textId="77777777" w:rsidR="00BC3591" w:rsidRPr="00655F6A" w:rsidRDefault="00BC3591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55F6A">
              <w:rPr>
                <w:rFonts w:ascii="Times New Roman" w:hAnsi="Times New Roman"/>
              </w:rPr>
              <w:t>181 415,5</w:t>
            </w:r>
          </w:p>
        </w:tc>
        <w:tc>
          <w:tcPr>
            <w:tcW w:w="992" w:type="dxa"/>
            <w:vAlign w:val="center"/>
          </w:tcPr>
          <w:p w14:paraId="2D9FE18A" w14:textId="055D3271" w:rsidR="00BC3591" w:rsidRPr="00655F6A" w:rsidRDefault="005D4578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18 </w:t>
            </w:r>
            <w:r w:rsidR="00B500B6">
              <w:rPr>
                <w:rFonts w:ascii="Times New Roman" w:hAnsi="Times New Roman"/>
              </w:rPr>
              <w:t>124,0</w:t>
            </w:r>
          </w:p>
        </w:tc>
        <w:tc>
          <w:tcPr>
            <w:tcW w:w="850" w:type="dxa"/>
            <w:vAlign w:val="center"/>
          </w:tcPr>
          <w:p w14:paraId="699C3EE7" w14:textId="51CD3FDE" w:rsidR="00BC3591" w:rsidRPr="00563437" w:rsidRDefault="005D4578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 </w:t>
            </w:r>
            <w:r w:rsidR="004246A6">
              <w:rPr>
                <w:rFonts w:ascii="Times New Roman" w:hAnsi="Times New Roman"/>
              </w:rPr>
              <w:t>557,9</w:t>
            </w:r>
          </w:p>
        </w:tc>
        <w:tc>
          <w:tcPr>
            <w:tcW w:w="993" w:type="dxa"/>
            <w:vAlign w:val="center"/>
          </w:tcPr>
          <w:p w14:paraId="2A26009B" w14:textId="42E984E8" w:rsidR="00BC3591" w:rsidRPr="00563437" w:rsidRDefault="005D4578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18 </w:t>
            </w:r>
            <w:r w:rsidR="004246A6">
              <w:rPr>
                <w:rFonts w:ascii="Times New Roman" w:hAnsi="Times New Roman"/>
              </w:rPr>
              <w:t>872,6</w:t>
            </w:r>
          </w:p>
        </w:tc>
        <w:tc>
          <w:tcPr>
            <w:tcW w:w="850" w:type="dxa"/>
            <w:vAlign w:val="center"/>
          </w:tcPr>
          <w:p w14:paraId="0EF2083D" w14:textId="60E835C4" w:rsidR="00BC3591" w:rsidRPr="00563437" w:rsidRDefault="005D4578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23 </w:t>
            </w:r>
            <w:r w:rsidR="00BC3591" w:rsidRPr="00655F6A">
              <w:rPr>
                <w:rFonts w:ascii="Times New Roman" w:hAnsi="Times New Roman"/>
              </w:rPr>
              <w:t>277,4</w:t>
            </w:r>
          </w:p>
        </w:tc>
        <w:tc>
          <w:tcPr>
            <w:tcW w:w="851" w:type="dxa"/>
            <w:vAlign w:val="center"/>
          </w:tcPr>
          <w:p w14:paraId="7632BC09" w14:textId="7D8899D7" w:rsidR="00BC3591" w:rsidRPr="00563437" w:rsidRDefault="005D4578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23 </w:t>
            </w:r>
            <w:r w:rsidR="00BC3591" w:rsidRPr="00563437">
              <w:rPr>
                <w:rFonts w:ascii="Times New Roman" w:hAnsi="Times New Roman"/>
              </w:rPr>
              <w:t>277,4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364A819" w14:textId="7D60CF63" w:rsidR="00BC3591" w:rsidRPr="00563437" w:rsidRDefault="005D4578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409 </w:t>
            </w:r>
            <w:r w:rsidR="00924EE3" w:rsidRPr="00563437">
              <w:rPr>
                <w:rFonts w:ascii="Times New Roman" w:hAnsi="Times New Roman"/>
              </w:rPr>
              <w:t>134,7</w:t>
            </w:r>
          </w:p>
        </w:tc>
      </w:tr>
      <w:tr w:rsidR="005D4578" w:rsidRPr="00C661CE" w14:paraId="5F265B21" w14:textId="233D8871" w:rsidTr="005D4578">
        <w:tc>
          <w:tcPr>
            <w:tcW w:w="1413" w:type="dxa"/>
          </w:tcPr>
          <w:p w14:paraId="43F207CB" w14:textId="77777777" w:rsidR="00BC3591" w:rsidRPr="00C661CE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661CE">
              <w:rPr>
                <w:rFonts w:ascii="Times New Roman" w:eastAsia="Times New Roman" w:hAnsi="Times New Roman"/>
              </w:rPr>
              <w:t>ИТОГО</w:t>
            </w:r>
          </w:p>
        </w:tc>
        <w:tc>
          <w:tcPr>
            <w:tcW w:w="709" w:type="dxa"/>
          </w:tcPr>
          <w:p w14:paraId="3721C9D8" w14:textId="77777777" w:rsidR="00BC3591" w:rsidRPr="00C661CE" w:rsidRDefault="00BC3591" w:rsidP="006B07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Align w:val="center"/>
          </w:tcPr>
          <w:p w14:paraId="264927CE" w14:textId="47240B3E" w:rsidR="00BC3591" w:rsidRPr="00655F6A" w:rsidRDefault="005D4578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1 085 </w:t>
            </w:r>
            <w:r w:rsidR="00BC3591" w:rsidRPr="00655F6A">
              <w:rPr>
                <w:rFonts w:ascii="Times New Roman" w:hAnsi="Times New Roman"/>
                <w:color w:val="000000"/>
              </w:rPr>
              <w:t>165,9</w:t>
            </w:r>
          </w:p>
        </w:tc>
        <w:tc>
          <w:tcPr>
            <w:tcW w:w="851" w:type="dxa"/>
            <w:vAlign w:val="center"/>
          </w:tcPr>
          <w:p w14:paraId="5F88D67C" w14:textId="15228D8A" w:rsidR="00BC3591" w:rsidRPr="00655F6A" w:rsidRDefault="005D4578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1 </w:t>
            </w:r>
            <w:r w:rsidR="00BC3591" w:rsidRPr="00655F6A">
              <w:rPr>
                <w:rFonts w:ascii="Times New Roman" w:hAnsi="Times New Roman"/>
                <w:color w:val="000000"/>
              </w:rPr>
              <w:t>656 361,3</w:t>
            </w:r>
          </w:p>
        </w:tc>
        <w:tc>
          <w:tcPr>
            <w:tcW w:w="992" w:type="dxa"/>
            <w:vAlign w:val="center"/>
          </w:tcPr>
          <w:p w14:paraId="1F994C48" w14:textId="48594510" w:rsidR="00BC3591" w:rsidRPr="00655F6A" w:rsidRDefault="005D4578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949 </w:t>
            </w:r>
            <w:r w:rsidR="00BC3591" w:rsidRPr="00655F6A">
              <w:rPr>
                <w:rFonts w:ascii="Times New Roman" w:hAnsi="Times New Roman"/>
                <w:color w:val="000000"/>
              </w:rPr>
              <w:t>954,0</w:t>
            </w:r>
          </w:p>
        </w:tc>
        <w:tc>
          <w:tcPr>
            <w:tcW w:w="850" w:type="dxa"/>
            <w:vAlign w:val="center"/>
          </w:tcPr>
          <w:p w14:paraId="57103BF3" w14:textId="0BA2E700" w:rsidR="00BC3591" w:rsidRPr="00655F6A" w:rsidRDefault="00C0400B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463090">
              <w:rPr>
                <w:rFonts w:ascii="Times New Roman" w:hAnsi="Times New Roman"/>
                <w:color w:val="000000"/>
                <w:lang w:val="en-US"/>
              </w:rPr>
              <w:t>8</w:t>
            </w:r>
            <w:r w:rsidR="005D4578">
              <w:rPr>
                <w:rFonts w:ascii="Times New Roman" w:hAnsi="Times New Roman"/>
                <w:color w:val="000000"/>
              </w:rPr>
              <w:t xml:space="preserve">3 </w:t>
            </w:r>
            <w:r>
              <w:rPr>
                <w:rFonts w:ascii="Times New Roman" w:hAnsi="Times New Roman"/>
                <w:color w:val="000000"/>
              </w:rPr>
              <w:t>377,2</w:t>
            </w:r>
            <w:r w:rsidR="00BC3591" w:rsidRPr="00655F6A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24D8B24B" w14:textId="3123F599" w:rsidR="00BC3591" w:rsidRPr="00655F6A" w:rsidRDefault="005D4578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650 </w:t>
            </w:r>
            <w:r w:rsidR="004246A6">
              <w:rPr>
                <w:rFonts w:ascii="Times New Roman" w:hAnsi="Times New Roman"/>
                <w:color w:val="000000"/>
              </w:rPr>
              <w:t>199,2</w:t>
            </w:r>
          </w:p>
        </w:tc>
        <w:tc>
          <w:tcPr>
            <w:tcW w:w="850" w:type="dxa"/>
            <w:vAlign w:val="center"/>
          </w:tcPr>
          <w:p w14:paraId="283CB8FF" w14:textId="6B361C5F" w:rsidR="00BC3591" w:rsidRPr="00655F6A" w:rsidRDefault="005D4578" w:rsidP="005D45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868 </w:t>
            </w:r>
            <w:r w:rsidR="00BC3591" w:rsidRPr="00655F6A">
              <w:rPr>
                <w:rFonts w:ascii="Times New Roman" w:hAnsi="Times New Roman"/>
                <w:color w:val="000000"/>
              </w:rPr>
              <w:t>733,3</w:t>
            </w:r>
          </w:p>
        </w:tc>
        <w:tc>
          <w:tcPr>
            <w:tcW w:w="851" w:type="dxa"/>
            <w:vAlign w:val="center"/>
          </w:tcPr>
          <w:p w14:paraId="3C91C8A2" w14:textId="7E4699BE" w:rsidR="00BC3591" w:rsidRPr="00655F6A" w:rsidRDefault="00BC3591" w:rsidP="005D4578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655F6A">
              <w:rPr>
                <w:rFonts w:ascii="Times New Roman" w:eastAsia="Times New Roman" w:hAnsi="Times New Roman"/>
              </w:rPr>
              <w:t>868</w:t>
            </w:r>
            <w:r w:rsidR="005D4578">
              <w:rPr>
                <w:rFonts w:ascii="Times New Roman" w:eastAsia="Times New Roman" w:hAnsi="Times New Roman"/>
              </w:rPr>
              <w:t xml:space="preserve"> </w:t>
            </w:r>
            <w:r w:rsidRPr="00655F6A">
              <w:rPr>
                <w:rFonts w:ascii="Times New Roman" w:eastAsia="Times New Roman" w:hAnsi="Times New Roman"/>
              </w:rPr>
              <w:t>733,3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FCAB8F5" w14:textId="70AE21B5" w:rsidR="00BC3591" w:rsidRPr="00655F6A" w:rsidRDefault="005D4578" w:rsidP="005D4578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11 351 </w:t>
            </w:r>
            <w:r w:rsidR="00BC3591" w:rsidRPr="00655F6A">
              <w:rPr>
                <w:rFonts w:ascii="Times New Roman" w:eastAsia="Times New Roman" w:hAnsi="Times New Roman"/>
              </w:rPr>
              <w:t>251,0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9B79445" w14:textId="77777777" w:rsidR="005D4578" w:rsidRDefault="005D4578" w:rsidP="005D4578">
            <w:pPr>
              <w:spacing w:after="0" w:line="240" w:lineRule="auto"/>
            </w:pPr>
          </w:p>
          <w:p w14:paraId="0AA809A2" w14:textId="07CB9FA1" w:rsidR="005D4578" w:rsidRPr="00C661CE" w:rsidRDefault="005D4578" w:rsidP="005D4578">
            <w:pPr>
              <w:spacing w:after="0" w:line="240" w:lineRule="auto"/>
            </w:pPr>
            <w:r w:rsidRPr="005D4578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14:paraId="626E1C21" w14:textId="77777777" w:rsidR="005D4578" w:rsidRDefault="005D4578" w:rsidP="006B0744">
      <w:pPr>
        <w:pStyle w:val="a8"/>
        <w:spacing w:after="0" w:line="240" w:lineRule="auto"/>
        <w:ind w:left="0" w:right="-2" w:firstLine="709"/>
        <w:jc w:val="both"/>
        <w:rPr>
          <w:rFonts w:ascii="Times New Roman" w:hAnsi="Times New Roman"/>
          <w:sz w:val="28"/>
          <w:szCs w:val="28"/>
        </w:rPr>
      </w:pPr>
    </w:p>
    <w:p w14:paraId="0BEC0C0F" w14:textId="2EBA263E" w:rsidR="00FA50EA" w:rsidRPr="00D335F4" w:rsidRDefault="0051387D" w:rsidP="006B0744">
      <w:pPr>
        <w:pStyle w:val="a8"/>
        <w:spacing w:after="0" w:line="240" w:lineRule="auto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 w:rsidRPr="0051387D">
        <w:rPr>
          <w:rFonts w:ascii="Times New Roman" w:hAnsi="Times New Roman"/>
          <w:sz w:val="28"/>
          <w:szCs w:val="28"/>
        </w:rPr>
        <w:t>1.</w:t>
      </w:r>
      <w:r w:rsidR="00A26996">
        <w:rPr>
          <w:rFonts w:ascii="Times New Roman" w:hAnsi="Times New Roman"/>
          <w:sz w:val="28"/>
          <w:szCs w:val="28"/>
        </w:rPr>
        <w:t>7</w:t>
      </w:r>
      <w:r w:rsidR="00BC3591">
        <w:rPr>
          <w:rFonts w:ascii="Times New Roman" w:hAnsi="Times New Roman"/>
          <w:sz w:val="28"/>
          <w:szCs w:val="28"/>
        </w:rPr>
        <w:t xml:space="preserve">. </w:t>
      </w:r>
      <w:r w:rsidR="00FA50EA" w:rsidRPr="00CB5CFE">
        <w:rPr>
          <w:rFonts w:ascii="Times New Roman" w:hAnsi="Times New Roman"/>
          <w:sz w:val="28"/>
          <w:szCs w:val="28"/>
        </w:rPr>
        <w:t xml:space="preserve">Приложение </w:t>
      </w:r>
      <w:r w:rsidR="00FA50EA">
        <w:rPr>
          <w:rFonts w:ascii="Times New Roman" w:hAnsi="Times New Roman"/>
          <w:sz w:val="28"/>
          <w:szCs w:val="28"/>
        </w:rPr>
        <w:t>1</w:t>
      </w:r>
      <w:r w:rsidR="00FA50EA" w:rsidRPr="00CB5CFE">
        <w:rPr>
          <w:rFonts w:ascii="Times New Roman" w:hAnsi="Times New Roman"/>
          <w:sz w:val="28"/>
          <w:szCs w:val="28"/>
        </w:rPr>
        <w:t xml:space="preserve"> к муниципальной программе </w:t>
      </w:r>
      <w:r w:rsidR="00FA50EA">
        <w:rPr>
          <w:rFonts w:ascii="Times New Roman" w:hAnsi="Times New Roman"/>
          <w:sz w:val="28"/>
          <w:szCs w:val="28"/>
        </w:rPr>
        <w:t>«</w:t>
      </w:r>
      <w:r w:rsidR="008F3BEB">
        <w:rPr>
          <w:rFonts w:ascii="Times New Roman" w:hAnsi="Times New Roman"/>
          <w:sz w:val="28"/>
          <w:szCs w:val="28"/>
        </w:rPr>
        <w:t xml:space="preserve">Развитие образования </w:t>
      </w:r>
      <w:r w:rsidR="00FA50EA" w:rsidRPr="00CB5CFE">
        <w:rPr>
          <w:rFonts w:ascii="Times New Roman" w:hAnsi="Times New Roman"/>
          <w:sz w:val="28"/>
          <w:szCs w:val="28"/>
        </w:rPr>
        <w:t>в муниципальном образовании</w:t>
      </w:r>
      <w:r w:rsidR="00FA50EA">
        <w:rPr>
          <w:rFonts w:ascii="Times New Roman" w:hAnsi="Times New Roman"/>
          <w:sz w:val="28"/>
          <w:szCs w:val="28"/>
        </w:rPr>
        <w:t xml:space="preserve"> «</w:t>
      </w:r>
      <w:r w:rsidR="00FA50EA" w:rsidRPr="00CB5CFE">
        <w:rPr>
          <w:rFonts w:ascii="Times New Roman" w:hAnsi="Times New Roman"/>
          <w:sz w:val="28"/>
          <w:szCs w:val="28"/>
        </w:rPr>
        <w:t>Городской округ Ногликский</w:t>
      </w:r>
      <w:r w:rsidR="00FA50EA">
        <w:rPr>
          <w:rFonts w:ascii="Times New Roman" w:hAnsi="Times New Roman"/>
          <w:sz w:val="28"/>
          <w:szCs w:val="28"/>
        </w:rPr>
        <w:t>»</w:t>
      </w:r>
      <w:r w:rsidR="00FA50EA" w:rsidRPr="00CB5CFE">
        <w:rPr>
          <w:rFonts w:ascii="Times New Roman" w:hAnsi="Times New Roman"/>
          <w:sz w:val="28"/>
          <w:szCs w:val="28"/>
        </w:rPr>
        <w:t>, утвержденной постановлением администрации</w:t>
      </w:r>
      <w:r w:rsidR="005D4578">
        <w:rPr>
          <w:rFonts w:ascii="Times New Roman" w:hAnsi="Times New Roman"/>
          <w:sz w:val="28"/>
          <w:szCs w:val="28"/>
        </w:rPr>
        <w:t xml:space="preserve"> </w:t>
      </w:r>
      <w:r w:rsidR="005D4578" w:rsidRPr="00A66018">
        <w:rPr>
          <w:rFonts w:ascii="Times New Roman" w:hAnsi="Times New Roman"/>
          <w:bCs/>
          <w:sz w:val="28"/>
          <w:szCs w:val="28"/>
        </w:rPr>
        <w:t>муниципально</w:t>
      </w:r>
      <w:r w:rsidR="005D4578">
        <w:rPr>
          <w:rFonts w:ascii="Times New Roman" w:hAnsi="Times New Roman"/>
          <w:bCs/>
          <w:sz w:val="28"/>
          <w:szCs w:val="28"/>
        </w:rPr>
        <w:t>го образования</w:t>
      </w:r>
      <w:r w:rsidR="005D4578" w:rsidRPr="00A66018">
        <w:rPr>
          <w:rFonts w:ascii="Times New Roman" w:hAnsi="Times New Roman"/>
          <w:bCs/>
          <w:sz w:val="28"/>
          <w:szCs w:val="28"/>
        </w:rPr>
        <w:t xml:space="preserve"> «Городской округ Ногликский»</w:t>
      </w:r>
      <w:r w:rsidR="005D4578">
        <w:rPr>
          <w:rFonts w:ascii="Times New Roman" w:hAnsi="Times New Roman"/>
          <w:bCs/>
          <w:sz w:val="28"/>
          <w:szCs w:val="28"/>
        </w:rPr>
        <w:t xml:space="preserve"> </w:t>
      </w:r>
      <w:r w:rsidR="005D4578">
        <w:rPr>
          <w:rFonts w:ascii="Times New Roman" w:hAnsi="Times New Roman"/>
          <w:sz w:val="28"/>
          <w:szCs w:val="28"/>
        </w:rPr>
        <w:t>от</w:t>
      </w:r>
      <w:r w:rsidR="00FA50EA" w:rsidRPr="00CB5CFE">
        <w:rPr>
          <w:rFonts w:ascii="Times New Roman" w:hAnsi="Times New Roman"/>
          <w:sz w:val="28"/>
          <w:szCs w:val="28"/>
        </w:rPr>
        <w:t xml:space="preserve"> 13.04.2015 № 253</w:t>
      </w:r>
      <w:r w:rsidR="00FA50EA">
        <w:rPr>
          <w:rFonts w:ascii="Times New Roman" w:hAnsi="Times New Roman"/>
          <w:sz w:val="28"/>
          <w:szCs w:val="28"/>
        </w:rPr>
        <w:t>,</w:t>
      </w:r>
      <w:r w:rsidR="00FA50EA" w:rsidRPr="00CB5CFE">
        <w:rPr>
          <w:rFonts w:ascii="Times New Roman" w:hAnsi="Times New Roman"/>
          <w:sz w:val="28"/>
          <w:szCs w:val="28"/>
        </w:rPr>
        <w:t xml:space="preserve"> </w:t>
      </w:r>
      <w:r w:rsidR="00FA50EA">
        <w:rPr>
          <w:rFonts w:ascii="Times New Roman" w:hAnsi="Times New Roman"/>
          <w:sz w:val="28"/>
          <w:szCs w:val="28"/>
        </w:rPr>
        <w:t>изложить в новой редакции согласно приложению 1 к настоящему постановлению</w:t>
      </w:r>
      <w:r w:rsidR="00293848">
        <w:rPr>
          <w:rFonts w:ascii="Times New Roman" w:hAnsi="Times New Roman"/>
          <w:sz w:val="28"/>
          <w:szCs w:val="28"/>
        </w:rPr>
        <w:t>;</w:t>
      </w:r>
    </w:p>
    <w:p w14:paraId="79975584" w14:textId="3C76D6BF" w:rsidR="00FA50EA" w:rsidRPr="00D335F4" w:rsidRDefault="00FA50EA" w:rsidP="006B0744">
      <w:pPr>
        <w:pStyle w:val="a8"/>
        <w:tabs>
          <w:tab w:val="left" w:pos="1276"/>
        </w:tabs>
        <w:suppressAutoHyphens/>
        <w:spacing w:after="0" w:line="240" w:lineRule="auto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2699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B5CFE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2</w:t>
      </w:r>
      <w:r w:rsidRPr="00CB5CFE">
        <w:rPr>
          <w:rFonts w:ascii="Times New Roman" w:hAnsi="Times New Roman"/>
          <w:sz w:val="28"/>
          <w:szCs w:val="28"/>
        </w:rPr>
        <w:t xml:space="preserve"> часть 2 к муниципальной программе </w:t>
      </w:r>
      <w:r>
        <w:rPr>
          <w:rFonts w:ascii="Times New Roman" w:hAnsi="Times New Roman"/>
          <w:sz w:val="28"/>
          <w:szCs w:val="28"/>
        </w:rPr>
        <w:t>«</w:t>
      </w:r>
      <w:r w:rsidRPr="00CB5CFE">
        <w:rPr>
          <w:rFonts w:ascii="Times New Roman" w:hAnsi="Times New Roman"/>
          <w:sz w:val="28"/>
          <w:szCs w:val="28"/>
        </w:rPr>
        <w:t>Развитие образования в муниципальном образовании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B5CFE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Pr="00CB5CFE">
        <w:rPr>
          <w:rFonts w:ascii="Times New Roman" w:hAnsi="Times New Roman"/>
          <w:sz w:val="28"/>
          <w:szCs w:val="28"/>
        </w:rPr>
        <w:t xml:space="preserve">, утвержденной постановлением администрации </w:t>
      </w:r>
      <w:r w:rsidR="005D4578" w:rsidRPr="00A66018">
        <w:rPr>
          <w:rFonts w:ascii="Times New Roman" w:hAnsi="Times New Roman"/>
          <w:bCs/>
          <w:sz w:val="28"/>
          <w:szCs w:val="28"/>
        </w:rPr>
        <w:t>муниципально</w:t>
      </w:r>
      <w:r w:rsidR="005D4578">
        <w:rPr>
          <w:rFonts w:ascii="Times New Roman" w:hAnsi="Times New Roman"/>
          <w:bCs/>
          <w:sz w:val="28"/>
          <w:szCs w:val="28"/>
        </w:rPr>
        <w:t>го образования</w:t>
      </w:r>
      <w:r w:rsidR="005D4578" w:rsidRPr="00A66018">
        <w:rPr>
          <w:rFonts w:ascii="Times New Roman" w:hAnsi="Times New Roman"/>
          <w:bCs/>
          <w:sz w:val="28"/>
          <w:szCs w:val="28"/>
        </w:rPr>
        <w:t xml:space="preserve"> «Городской округ Ногликский»</w:t>
      </w:r>
      <w:r w:rsidR="005D4578">
        <w:rPr>
          <w:rFonts w:ascii="Times New Roman" w:hAnsi="Times New Roman"/>
          <w:bCs/>
          <w:sz w:val="28"/>
          <w:szCs w:val="28"/>
        </w:rPr>
        <w:t xml:space="preserve"> </w:t>
      </w:r>
      <w:r w:rsidR="005D4578">
        <w:rPr>
          <w:rFonts w:ascii="Times New Roman" w:hAnsi="Times New Roman"/>
          <w:sz w:val="28"/>
          <w:szCs w:val="28"/>
        </w:rPr>
        <w:t xml:space="preserve">от </w:t>
      </w:r>
      <w:r w:rsidRPr="00CB5CFE">
        <w:rPr>
          <w:rFonts w:ascii="Times New Roman" w:hAnsi="Times New Roman"/>
          <w:sz w:val="28"/>
          <w:szCs w:val="28"/>
        </w:rPr>
        <w:t>13.04.2015 № 253</w:t>
      </w:r>
      <w:r>
        <w:rPr>
          <w:rFonts w:ascii="Times New Roman" w:hAnsi="Times New Roman"/>
          <w:sz w:val="28"/>
          <w:szCs w:val="28"/>
        </w:rPr>
        <w:t>,</w:t>
      </w:r>
      <w:r w:rsidRPr="00CB5C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2 к настоящему постановлению</w:t>
      </w:r>
      <w:r w:rsidR="00293848">
        <w:rPr>
          <w:rFonts w:ascii="Times New Roman" w:hAnsi="Times New Roman"/>
          <w:sz w:val="28"/>
          <w:szCs w:val="28"/>
        </w:rPr>
        <w:t>;</w:t>
      </w:r>
    </w:p>
    <w:p w14:paraId="3DB8A064" w14:textId="0A2D1E79" w:rsidR="00FA50EA" w:rsidRPr="00D335F4" w:rsidRDefault="00FA50EA" w:rsidP="006B0744">
      <w:pPr>
        <w:pStyle w:val="a8"/>
        <w:tabs>
          <w:tab w:val="left" w:pos="1276"/>
        </w:tabs>
        <w:suppressAutoHyphens/>
        <w:spacing w:after="0" w:line="240" w:lineRule="auto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2699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B5CFE">
        <w:rPr>
          <w:rFonts w:ascii="Times New Roman" w:hAnsi="Times New Roman"/>
          <w:sz w:val="28"/>
          <w:szCs w:val="28"/>
        </w:rPr>
        <w:t xml:space="preserve">Приложение 3 часть 2 к муниципальной программе </w:t>
      </w:r>
      <w:r>
        <w:rPr>
          <w:rFonts w:ascii="Times New Roman" w:hAnsi="Times New Roman"/>
          <w:sz w:val="28"/>
          <w:szCs w:val="28"/>
        </w:rPr>
        <w:t>«</w:t>
      </w:r>
      <w:r w:rsidRPr="00CB5CFE">
        <w:rPr>
          <w:rFonts w:ascii="Times New Roman" w:hAnsi="Times New Roman"/>
          <w:sz w:val="28"/>
          <w:szCs w:val="28"/>
        </w:rPr>
        <w:t>Развитие образования в муниципальном образовании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B5CFE">
        <w:rPr>
          <w:rFonts w:ascii="Times New Roman" w:hAnsi="Times New Roman"/>
          <w:sz w:val="28"/>
          <w:szCs w:val="28"/>
        </w:rPr>
        <w:t>Городской округ Ногликский</w:t>
      </w:r>
      <w:r>
        <w:rPr>
          <w:rFonts w:ascii="Times New Roman" w:hAnsi="Times New Roman"/>
          <w:sz w:val="28"/>
          <w:szCs w:val="28"/>
        </w:rPr>
        <w:t>»</w:t>
      </w:r>
      <w:r w:rsidRPr="00CB5CFE">
        <w:rPr>
          <w:rFonts w:ascii="Times New Roman" w:hAnsi="Times New Roman"/>
          <w:sz w:val="28"/>
          <w:szCs w:val="28"/>
        </w:rPr>
        <w:t xml:space="preserve">, утвержденной постановлением администрации </w:t>
      </w:r>
      <w:r w:rsidR="005D4578" w:rsidRPr="00A66018">
        <w:rPr>
          <w:rFonts w:ascii="Times New Roman" w:hAnsi="Times New Roman"/>
          <w:bCs/>
          <w:sz w:val="28"/>
          <w:szCs w:val="28"/>
        </w:rPr>
        <w:t>муниципально</w:t>
      </w:r>
      <w:r w:rsidR="005D4578">
        <w:rPr>
          <w:rFonts w:ascii="Times New Roman" w:hAnsi="Times New Roman"/>
          <w:bCs/>
          <w:sz w:val="28"/>
          <w:szCs w:val="28"/>
        </w:rPr>
        <w:t>го образования</w:t>
      </w:r>
      <w:r w:rsidR="005D4578" w:rsidRPr="00A66018">
        <w:rPr>
          <w:rFonts w:ascii="Times New Roman" w:hAnsi="Times New Roman"/>
          <w:bCs/>
          <w:sz w:val="28"/>
          <w:szCs w:val="28"/>
        </w:rPr>
        <w:t xml:space="preserve"> «Городской округ Ногликский»</w:t>
      </w:r>
      <w:r w:rsidR="005D4578">
        <w:rPr>
          <w:rFonts w:ascii="Times New Roman" w:hAnsi="Times New Roman"/>
          <w:bCs/>
          <w:sz w:val="28"/>
          <w:szCs w:val="28"/>
        </w:rPr>
        <w:t xml:space="preserve"> от </w:t>
      </w:r>
      <w:r w:rsidRPr="00CB5CFE">
        <w:rPr>
          <w:rFonts w:ascii="Times New Roman" w:hAnsi="Times New Roman"/>
          <w:sz w:val="28"/>
          <w:szCs w:val="28"/>
        </w:rPr>
        <w:t>13.04.2015 № 253</w:t>
      </w:r>
      <w:r>
        <w:rPr>
          <w:rFonts w:ascii="Times New Roman" w:hAnsi="Times New Roman"/>
          <w:sz w:val="28"/>
          <w:szCs w:val="28"/>
        </w:rPr>
        <w:t>,</w:t>
      </w:r>
      <w:r w:rsidRPr="00CB5C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3 к настоящему постановлению</w:t>
      </w:r>
      <w:r w:rsidRPr="00D335F4">
        <w:rPr>
          <w:rFonts w:ascii="Times New Roman" w:hAnsi="Times New Roman"/>
          <w:sz w:val="28"/>
          <w:szCs w:val="28"/>
        </w:rPr>
        <w:t>.</w:t>
      </w:r>
    </w:p>
    <w:p w14:paraId="6250B2B6" w14:textId="57E9089B" w:rsidR="00BC3591" w:rsidRDefault="0051387D" w:rsidP="006B0744">
      <w:pPr>
        <w:pStyle w:val="a8"/>
        <w:tabs>
          <w:tab w:val="left" w:pos="1276"/>
        </w:tabs>
        <w:suppressAutoHyphens/>
        <w:spacing w:after="0" w:line="240" w:lineRule="auto"/>
        <w:ind w:left="0" w:right="-2" w:firstLine="709"/>
        <w:jc w:val="both"/>
        <w:rPr>
          <w:rFonts w:ascii="Times New Roman" w:hAnsi="Times New Roman"/>
          <w:sz w:val="28"/>
          <w:szCs w:val="28"/>
        </w:rPr>
      </w:pPr>
      <w:r w:rsidRPr="0051387D">
        <w:rPr>
          <w:rFonts w:ascii="Times New Roman" w:hAnsi="Times New Roman"/>
          <w:sz w:val="28"/>
          <w:szCs w:val="28"/>
        </w:rPr>
        <w:t>2</w:t>
      </w:r>
      <w:r w:rsidR="00BC3591">
        <w:rPr>
          <w:rFonts w:ascii="Times New Roman" w:hAnsi="Times New Roman"/>
          <w:sz w:val="28"/>
          <w:szCs w:val="28"/>
        </w:rPr>
        <w:t xml:space="preserve">. </w:t>
      </w:r>
      <w:r w:rsidR="00BC3591" w:rsidRPr="0008752B">
        <w:rPr>
          <w:rFonts w:ascii="Times New Roman" w:hAnsi="Times New Roman"/>
          <w:sz w:val="28"/>
          <w:szCs w:val="28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</w:t>
      </w:r>
      <w:r w:rsidR="002A218F">
        <w:rPr>
          <w:rFonts w:ascii="Times New Roman" w:hAnsi="Times New Roman"/>
          <w:sz w:val="28"/>
          <w:szCs w:val="28"/>
        </w:rPr>
        <w:t xml:space="preserve">ионно-телекоммуникационной сети </w:t>
      </w:r>
      <w:r w:rsidR="00BC3591" w:rsidRPr="0008752B">
        <w:rPr>
          <w:rFonts w:ascii="Times New Roman" w:hAnsi="Times New Roman"/>
          <w:sz w:val="28"/>
          <w:szCs w:val="28"/>
        </w:rPr>
        <w:t>«Интернет».</w:t>
      </w:r>
    </w:p>
    <w:p w14:paraId="4CE4DA84" w14:textId="5CE23A02" w:rsidR="00BC3591" w:rsidRDefault="0051387D" w:rsidP="006B0744">
      <w:pPr>
        <w:pStyle w:val="a8"/>
        <w:tabs>
          <w:tab w:val="left" w:pos="1276"/>
        </w:tabs>
        <w:suppressAutoHyphens/>
        <w:spacing w:after="0" w:line="240" w:lineRule="auto"/>
        <w:ind w:left="0" w:right="50" w:firstLine="709"/>
        <w:jc w:val="both"/>
        <w:rPr>
          <w:rFonts w:ascii="Times New Roman" w:hAnsi="Times New Roman"/>
          <w:sz w:val="28"/>
          <w:szCs w:val="28"/>
        </w:rPr>
      </w:pPr>
      <w:r w:rsidRPr="0051387D">
        <w:rPr>
          <w:rFonts w:ascii="Times New Roman" w:hAnsi="Times New Roman"/>
          <w:sz w:val="28"/>
          <w:szCs w:val="28"/>
        </w:rPr>
        <w:t>3</w:t>
      </w:r>
      <w:r w:rsidR="00BC3591">
        <w:rPr>
          <w:rFonts w:ascii="Times New Roman" w:hAnsi="Times New Roman"/>
          <w:sz w:val="28"/>
          <w:szCs w:val="28"/>
        </w:rPr>
        <w:t>. Контроль за исполнением наст</w:t>
      </w:r>
      <w:r w:rsidR="002A218F">
        <w:rPr>
          <w:rFonts w:ascii="Times New Roman" w:hAnsi="Times New Roman"/>
          <w:sz w:val="28"/>
          <w:szCs w:val="28"/>
        </w:rPr>
        <w:t xml:space="preserve">оящего постановления возложить </w:t>
      </w:r>
      <w:r w:rsidR="00BC3591">
        <w:rPr>
          <w:rFonts w:ascii="Times New Roman" w:hAnsi="Times New Roman"/>
          <w:sz w:val="28"/>
          <w:szCs w:val="28"/>
        </w:rPr>
        <w:t xml:space="preserve">на вице-мэра муниципального образования «Городской округ Ногликский» </w:t>
      </w:r>
      <w:proofErr w:type="spellStart"/>
      <w:r w:rsidR="00BC3591">
        <w:rPr>
          <w:rFonts w:ascii="Times New Roman" w:hAnsi="Times New Roman"/>
          <w:sz w:val="28"/>
          <w:szCs w:val="28"/>
        </w:rPr>
        <w:t>Русанова</w:t>
      </w:r>
      <w:proofErr w:type="spellEnd"/>
      <w:r w:rsidR="00BC3591">
        <w:rPr>
          <w:rFonts w:ascii="Times New Roman" w:hAnsi="Times New Roman"/>
          <w:sz w:val="28"/>
          <w:szCs w:val="28"/>
        </w:rPr>
        <w:t xml:space="preserve"> Я.С.</w:t>
      </w:r>
    </w:p>
    <w:p w14:paraId="710D172E" w14:textId="77777777" w:rsidR="005D4578" w:rsidRDefault="005D4578" w:rsidP="00BC3591">
      <w:pPr>
        <w:pStyle w:val="a8"/>
        <w:spacing w:after="0" w:line="240" w:lineRule="auto"/>
        <w:ind w:left="142" w:firstLine="709"/>
        <w:jc w:val="both"/>
        <w:rPr>
          <w:rFonts w:ascii="Times New Roman" w:hAnsi="Times New Roman"/>
          <w:sz w:val="28"/>
          <w:szCs w:val="28"/>
        </w:rPr>
      </w:pPr>
    </w:p>
    <w:p w14:paraId="0E9FDA2F" w14:textId="1AED1444" w:rsidR="00655F6A" w:rsidRDefault="005D4578" w:rsidP="00655F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655F6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 xml:space="preserve"> </w:t>
      </w:r>
      <w:r w:rsidR="00655F6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34D70EA" w14:textId="743F75A6" w:rsidR="008629FA" w:rsidRPr="008629FA" w:rsidRDefault="00655F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165A5C">
        <w:rPr>
          <w:rFonts w:ascii="Times New Roman" w:hAnsi="Times New Roman"/>
          <w:sz w:val="28"/>
          <w:szCs w:val="28"/>
        </w:rPr>
        <w:t xml:space="preserve">  </w:t>
      </w:r>
      <w:r w:rsidR="005D4578">
        <w:rPr>
          <w:rFonts w:ascii="Times New Roman" w:hAnsi="Times New Roman"/>
          <w:sz w:val="28"/>
          <w:szCs w:val="28"/>
        </w:rPr>
        <w:t>С.В. Камелин</w:t>
      </w:r>
    </w:p>
    <w:sectPr w:rsidR="008629FA" w:rsidRPr="008629FA" w:rsidSect="006B0744">
      <w:headerReference w:type="default" r:id="rId10"/>
      <w:foot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6BE65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2E8D01C" w14:textId="77777777" w:rsidR="002003DC" w:rsidRDefault="002003DC" w:rsidP="0033636C">
      <w:pPr>
        <w:spacing w:after="0" w:line="240" w:lineRule="auto"/>
      </w:pPr>
      <w:r>
        <w:continuationSeparator/>
      </w:r>
    </w:p>
  </w:endnote>
  <w:endnote w:type="continuationNotice" w:id="1">
    <w:p w14:paraId="243703E8" w14:textId="77777777" w:rsidR="00771E64" w:rsidRDefault="00771E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D70F1" w14:textId="7037479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2D61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59D56FC" w14:textId="77777777" w:rsidR="002003DC" w:rsidRDefault="002003DC" w:rsidP="0033636C">
      <w:pPr>
        <w:spacing w:after="0" w:line="240" w:lineRule="auto"/>
      </w:pPr>
      <w:r>
        <w:continuationSeparator/>
      </w:r>
    </w:p>
  </w:footnote>
  <w:footnote w:type="continuationNotice" w:id="1">
    <w:p w14:paraId="384EF559" w14:textId="77777777" w:rsidR="00771E64" w:rsidRDefault="00771E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1561245"/>
      <w:docPartObj>
        <w:docPartGallery w:val="Page Numbers (Top of Page)"/>
        <w:docPartUnique/>
      </w:docPartObj>
    </w:sdtPr>
    <w:sdtEndPr/>
    <w:sdtContent>
      <w:p w14:paraId="20994FBA" w14:textId="466712BD" w:rsidR="006B0744" w:rsidRDefault="006B074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F03">
          <w:rPr>
            <w:noProof/>
          </w:rPr>
          <w:t>5</w:t>
        </w:r>
        <w:r>
          <w:fldChar w:fldCharType="end"/>
        </w:r>
      </w:p>
    </w:sdtContent>
  </w:sdt>
  <w:p w14:paraId="60F836E3" w14:textId="77777777" w:rsidR="006B0744" w:rsidRDefault="006B07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65A5C"/>
    <w:rsid w:val="00184D4D"/>
    <w:rsid w:val="00185FEC"/>
    <w:rsid w:val="001A234F"/>
    <w:rsid w:val="001D3D6B"/>
    <w:rsid w:val="001E1F9F"/>
    <w:rsid w:val="002003DC"/>
    <w:rsid w:val="00252D6F"/>
    <w:rsid w:val="00293848"/>
    <w:rsid w:val="002A218F"/>
    <w:rsid w:val="0033636C"/>
    <w:rsid w:val="003364AE"/>
    <w:rsid w:val="003E4257"/>
    <w:rsid w:val="004246A6"/>
    <w:rsid w:val="00463090"/>
    <w:rsid w:val="0051387D"/>
    <w:rsid w:val="00520CBF"/>
    <w:rsid w:val="00563260"/>
    <w:rsid w:val="00563437"/>
    <w:rsid w:val="005D4578"/>
    <w:rsid w:val="00655F6A"/>
    <w:rsid w:val="006730FA"/>
    <w:rsid w:val="006B0744"/>
    <w:rsid w:val="006D2C7B"/>
    <w:rsid w:val="0072064C"/>
    <w:rsid w:val="00771E64"/>
    <w:rsid w:val="008629FA"/>
    <w:rsid w:val="00897DBA"/>
    <w:rsid w:val="008F3BEB"/>
    <w:rsid w:val="00922F03"/>
    <w:rsid w:val="00924EE3"/>
    <w:rsid w:val="00933AE9"/>
    <w:rsid w:val="0094550F"/>
    <w:rsid w:val="00987DB5"/>
    <w:rsid w:val="00A26996"/>
    <w:rsid w:val="00A66018"/>
    <w:rsid w:val="00AC72C8"/>
    <w:rsid w:val="00B10ED9"/>
    <w:rsid w:val="00B25688"/>
    <w:rsid w:val="00B500B6"/>
    <w:rsid w:val="00B84531"/>
    <w:rsid w:val="00BC3591"/>
    <w:rsid w:val="00C02849"/>
    <w:rsid w:val="00C0400B"/>
    <w:rsid w:val="00D12794"/>
    <w:rsid w:val="00D23D24"/>
    <w:rsid w:val="00D67BD8"/>
    <w:rsid w:val="00DF7897"/>
    <w:rsid w:val="00E37B8A"/>
    <w:rsid w:val="00E609BC"/>
    <w:rsid w:val="00ED1248"/>
    <w:rsid w:val="00F66312"/>
    <w:rsid w:val="00FA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D70D0"/>
  <w15:docId w15:val="{84E35E75-5AFE-43FE-83CE-880E5ADE0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BC3591"/>
    <w:pPr>
      <w:spacing w:line="256" w:lineRule="auto"/>
      <w:ind w:left="720"/>
      <w:contextualSpacing/>
    </w:pPr>
    <w:rPr>
      <w:rFonts w:eastAsia="Times New Roman"/>
    </w:rPr>
  </w:style>
  <w:style w:type="table" w:styleId="a9">
    <w:name w:val="Table Grid"/>
    <w:basedOn w:val="a1"/>
    <w:uiPriority w:val="39"/>
    <w:rsid w:val="00BC3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922F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22F0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93681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93681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93681"/>
    <w:rsid w:val="00665382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ContentDocFileDispForm</Display>
  <Edit>ContentDocFileEditForm</Edit>
  <New>ContentDocFileNewForm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Прикрепленный файл" ma:contentTypeID="0x01010066AA4E1CF076A941A4E24B2931D3DF6C0053D0990C1254544BA0E4797F72D8F824" ma:contentTypeVersion="13" ma:contentTypeDescription="" ma:contentTypeScope="" ma:versionID="73ceab63ab56f2956a211446df5f86fb">
  <xsd:schema xmlns:xsd="http://www.w3.org/2001/XMLSchema" xmlns:xs="http://www.w3.org/2001/XMLSchema" xmlns:p="http://schemas.microsoft.com/office/2006/metadata/properties" xmlns:ns1="http://schemas.microsoft.com/sharepoint/v3" xmlns:ns2="27B579E5-C22E-48AD-B665-5DFF6052FEB5" xmlns:ns3="http://www.eos.ru/SP/Fields" xmlns:ns4="27b579e5-c22e-48ad-b665-5dff6052feb5" targetNamespace="http://schemas.microsoft.com/office/2006/metadata/properties" ma:root="true" ma:fieldsID="2bc1f5993ac58a7541185c7d3a056d1f" ns1:_="" ns2:_="" ns3:_="" ns4:_="">
    <xsd:import namespace="http://schemas.microsoft.com/sharepoint/v3"/>
    <xsd:import namespace="27B579E5-C22E-48AD-B665-5DFF6052FEB5"/>
    <xsd:import namespace="http://www.eos.ru/SP/Fields"/>
    <xsd:import namespace="27b579e5-c22e-48ad-b665-5dff6052feb5"/>
    <xsd:element name="properties">
      <xsd:complexType>
        <xsd:sequence>
          <xsd:element name="documentManagement">
            <xsd:complexType>
              <xsd:all>
                <xsd:element ref="ns2:FileTypeId" minOccurs="0"/>
                <xsd:element ref="ns1:Comments" minOccurs="0"/>
                <xsd:element ref="ns2:EdsInfo" minOccurs="0"/>
                <xsd:element ref="ns3:ParentDocGroupLink" minOccurs="0"/>
                <xsd:element ref="ns2:EosParentID" minOccurs="0"/>
                <xsd:element ref="ns2:ParentInfo" minOccurs="0"/>
                <xsd:element ref="ns2:ParentRegDate" minOccurs="0"/>
                <xsd:element ref="ns2:ParentRegNumber" minOccurs="0"/>
                <xsd:element ref="ns2:ParentAddInfo" minOccurs="0"/>
                <xsd:element ref="ns2:DocLink" minOccurs="0"/>
                <xsd:element ref="ns2:ActivityStateId" minOccurs="0"/>
                <xsd:element ref="ns2:ProjectRedaction" minOccurs="0"/>
                <xsd:element ref="ns4:EdsItemVersion" minOccurs="0"/>
                <xsd:element ref="ns3:PublishState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Комментарии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FileTypeId" ma:index="8" nillable="true" ma:displayName="Тип файла" ma:default="1" ma:internalName="FileTypeId">
      <xsd:simpleType>
        <xsd:restriction base="dms:Number"/>
      </xsd:simpleType>
    </xsd:element>
    <xsd:element name="EdsInfo" ma:index="10" nillable="true" ma:displayName="ЭП" ma:hidden="true" ma:internalName="EdsInfo" ma:readOnly="false">
      <xsd:simpleType>
        <xsd:restriction base="dms:Unknown"/>
      </xsd:simpleType>
    </xsd:element>
    <xsd:element name="EosParentID" ma:index="12" nillable="true" ma:displayName="EosParentID" ma:decimals="0" ma:hidden="true" ma:internalName="EosParentID">
      <xsd:simpleType>
        <xsd:restriction base="dms:Number">
          <xsd:minInclusive value="0"/>
        </xsd:restriction>
      </xsd:simpleType>
    </xsd:element>
    <xsd:element name="ParentInfo" ma:index="13" nillable="true" ma:displayName="ParentInfo" ma:default="" ma:hidden="true" ma:internalName="ParentInfo">
      <xsd:simpleType>
        <xsd:restriction base="dms:Text">
          <xsd:maxLength value="255"/>
        </xsd:restriction>
      </xsd:simpleType>
    </xsd:element>
    <xsd:element name="ParentRegDate" ma:index="14" nillable="true" ma:displayName="Дата рег. документа" ma:format="DateOnly" ma:hidden="true" ma:internalName="ParentRegDate">
      <xsd:simpleType>
        <xsd:restriction base="dms:DateTime">
          <xsd:maxLength value="255"/>
        </xsd:restriction>
      </xsd:simpleType>
    </xsd:element>
    <xsd:element name="ParentRegNumber" ma:index="15" nillable="true" ma:displayName="Рег. № документа" ma:hidden="true" ma:internalName="ParentRegNumber">
      <xsd:simpleType>
        <xsd:restriction base="dms:Text">
          <xsd:maxLength value="255"/>
        </xsd:restriction>
      </xsd:simpleType>
    </xsd:element>
    <xsd:element name="ParentAddInfo" ma:index="16" nillable="true" ma:displayName="ParentAddInfo" ma:default="" ma:hidden="true" ma:internalName="ParentAddInfo">
      <xsd:simpleType>
        <xsd:restriction base="dms:Text">
          <xsd:maxLength value="255"/>
        </xsd:restriction>
      </xsd:simpleType>
    </xsd:element>
    <xsd:element name="DocLink" ma:index="17" nillable="true" ma:displayName="Документ" ma:format="Hyperlink" ma:hidden="true" ma:internalName="DocLink">
      <xsd:simpleType>
        <xsd:restriction base="dms:Unknown"/>
      </xsd:simpleType>
    </xsd:element>
    <xsd:element name="ActivityStateId" ma:index="18" nillable="true" ma:displayName="Статус действия" ma:default="0" ma:hidden="true" ma:internalName="ActivityStateId">
      <xsd:simpleType>
        <xsd:restriction base="dms:Unknown"/>
      </xsd:simpleType>
    </xsd:element>
    <xsd:element name="ProjectRedaction" ma:index="19" nillable="true" ma:displayName="Редакция" ma:default="1" ma:hidden="true" ma:internalName="ProjectRedactio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arentDocGroupLink" ma:index="11" nillable="true" ma:displayName="ParentDocGroupLink" ma:list="{cf621a32-1250-4c5e-a3c7-dff1a597cce8}" ma:internalName="ParentDocGroupLink" ma:showField="DocGroupDisplay" ma:web="{7d43310a-79e5-40e8-b0ab-45610ce6bcc0}">
      <xsd:simpleType>
        <xsd:restriction base="dms:Lookup"/>
      </xsd:simpleType>
    </xsd:element>
    <xsd:element name="PublishStateId" ma:index="21" nillable="true" ma:displayName="Статус публикации" ma:default="0" ma:hidden="true" ma:internalName="PublishStateId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579e5-c22e-48ad-b665-5dff6052feb5" elementFormDefault="qualified">
    <xsd:import namespace="http://schemas.microsoft.com/office/2006/documentManagement/types"/>
    <xsd:import namespace="http://schemas.microsoft.com/office/infopath/2007/PartnerControls"/>
    <xsd:element name="EdsItemVersion" ma:index="20" nillable="true" ma:displayName="№ версии" ma:hidden="true" ma:internalName="EdsItemVersion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7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2848A-4C2D-40EE-A4EC-8678569CB6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5B11F9-C588-4E4E-A00D-51EEABAB0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7B579E5-C22E-48AD-B665-5DFF6052FEB5"/>
    <ds:schemaRef ds:uri="http://www.eos.ru/SP/Fields"/>
    <ds:schemaRef ds:uri="27b579e5-c22e-48ad-b665-5dff6052fe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29EC71-7299-422F-A13C-EB5231264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161</TotalTime>
  <Pages>5</Pages>
  <Words>1317</Words>
  <Characters>7511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23</cp:revision>
  <cp:lastPrinted>2023-06-29T06:58:00Z</cp:lastPrinted>
  <dcterms:created xsi:type="dcterms:W3CDTF">2020-04-07T04:52:00Z</dcterms:created>
  <dcterms:modified xsi:type="dcterms:W3CDTF">2023-06-29T06:58:00Z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0x01010066AA4E1CF076A941A4E24B2931D3DF6C0053D0990C1254544BA0E4797F72D8F824</vt:lpwstr>
  </property>
</Properties>
</file>