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6E8D2FD" w14:textId="77777777" w:rsidTr="00987DB5">
        <w:tc>
          <w:tcPr>
            <w:tcW w:w="9498" w:type="dxa"/>
          </w:tcPr>
          <w:p w14:paraId="16E8D2F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E8D313" wp14:editId="16E8D31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E8D2F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6E8D2F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6E8D2F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6E8D2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6E8D2FE" w14:textId="3409D336" w:rsidR="0033636C" w:rsidRPr="00BF0E1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BF0E1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F0E19" w:rsidRPr="00BF0E19">
            <w:rPr>
              <w:rFonts w:ascii="Times New Roman" w:hAnsi="Times New Roman"/>
              <w:sz w:val="28"/>
              <w:szCs w:val="28"/>
            </w:rPr>
            <w:t>27 июня 2025 года</w:t>
          </w:r>
        </w:sdtContent>
      </w:sdt>
      <w:r w:rsidRPr="00BF0E1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F0E19" w:rsidRPr="00BF0E19">
            <w:rPr>
              <w:rFonts w:ascii="Times New Roman" w:hAnsi="Times New Roman"/>
              <w:sz w:val="28"/>
              <w:szCs w:val="28"/>
            </w:rPr>
            <w:t>421</w:t>
          </w:r>
        </w:sdtContent>
      </w:sdt>
    </w:p>
    <w:bookmarkEnd w:id="0"/>
    <w:p w14:paraId="16E8D2F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EEAB90" w14:textId="77777777" w:rsidR="00CF1E48" w:rsidRDefault="002B5CAC" w:rsidP="00CF1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16E8">
        <w:rPr>
          <w:rFonts w:ascii="Times New Roman" w:hAnsi="Times New Roman"/>
          <w:b/>
          <w:bCs/>
          <w:sz w:val="28"/>
          <w:szCs w:val="28"/>
        </w:rPr>
        <w:t>Об утверждении муниципальной программы</w:t>
      </w:r>
    </w:p>
    <w:p w14:paraId="5309AF2F" w14:textId="079A7496" w:rsidR="00CF1E48" w:rsidRDefault="002B5CAC" w:rsidP="00CF1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16E8">
        <w:rPr>
          <w:rFonts w:ascii="Times New Roman" w:hAnsi="Times New Roman"/>
          <w:b/>
          <w:bCs/>
          <w:sz w:val="28"/>
          <w:szCs w:val="28"/>
        </w:rPr>
        <w:t xml:space="preserve">«Обеспечение населения </w:t>
      </w:r>
      <w:r w:rsidR="00CF1E48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14:paraId="191E21E6" w14:textId="77777777" w:rsidR="00CF1E48" w:rsidRDefault="002B5CAC" w:rsidP="00CF1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16E8">
        <w:rPr>
          <w:rFonts w:ascii="Times New Roman" w:hAnsi="Times New Roman"/>
          <w:b/>
          <w:bCs/>
          <w:sz w:val="28"/>
          <w:szCs w:val="28"/>
        </w:rPr>
        <w:t>Ногликский муниципа</w:t>
      </w:r>
      <w:r w:rsidR="00CF1E48">
        <w:rPr>
          <w:rFonts w:ascii="Times New Roman" w:hAnsi="Times New Roman"/>
          <w:b/>
          <w:bCs/>
          <w:sz w:val="28"/>
          <w:szCs w:val="28"/>
        </w:rPr>
        <w:t>льный округ Сахалинской области</w:t>
      </w:r>
    </w:p>
    <w:p w14:paraId="16E8D300" w14:textId="340730A6" w:rsidR="0033636C" w:rsidRPr="00F716E8" w:rsidRDefault="002B5CAC" w:rsidP="00CF1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16E8">
        <w:rPr>
          <w:rFonts w:ascii="Times New Roman" w:hAnsi="Times New Roman"/>
          <w:b/>
          <w:bCs/>
          <w:sz w:val="28"/>
          <w:szCs w:val="28"/>
        </w:rPr>
        <w:t>качественными услугами жилищно-коммунального хозяйства»</w:t>
      </w:r>
    </w:p>
    <w:p w14:paraId="16E8D301" w14:textId="77777777" w:rsidR="00185FEC" w:rsidRDefault="00185FEC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8FE9FD" w14:textId="7ABEC8E0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_Hlk194243386"/>
      <w:r w:rsidRPr="00460FF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Порядком разработки, реализации и мониторинга муниципальных программ муниципального образования Ногликский муниципальный округ Сахалинской области, утвержденного постановлением администрации муниципального образования </w:t>
      </w:r>
      <w:r w:rsidR="00A9666F">
        <w:rPr>
          <w:rFonts w:ascii="Times New Roman" w:hAnsi="Times New Roman"/>
          <w:sz w:val="28"/>
          <w:szCs w:val="28"/>
        </w:rPr>
        <w:t>Ногликский муниципальный округ С</w:t>
      </w:r>
      <w:r w:rsidRPr="00460FF1">
        <w:rPr>
          <w:rFonts w:ascii="Times New Roman" w:hAnsi="Times New Roman"/>
          <w:sz w:val="28"/>
          <w:szCs w:val="28"/>
        </w:rPr>
        <w:t>ахалинской области от 05.02.2025 № 39</w:t>
      </w:r>
      <w:r w:rsidR="00A9666F">
        <w:rPr>
          <w:rFonts w:ascii="Times New Roman" w:hAnsi="Times New Roman"/>
          <w:sz w:val="28"/>
          <w:szCs w:val="28"/>
        </w:rPr>
        <w:t xml:space="preserve"> «О утверждении Порядка </w:t>
      </w:r>
      <w:r w:rsidR="00A9666F" w:rsidRPr="00A9666F">
        <w:rPr>
          <w:rFonts w:ascii="Times New Roman" w:hAnsi="Times New Roman"/>
          <w:sz w:val="28"/>
          <w:szCs w:val="28"/>
        </w:rPr>
        <w:t>разработки, реализации и мониторинга муниципальных программ муниципального образования Ногликский муниципальный округ Сахалинской области</w:t>
      </w:r>
      <w:r w:rsidR="00A9666F">
        <w:rPr>
          <w:rFonts w:ascii="Times New Roman" w:hAnsi="Times New Roman"/>
          <w:sz w:val="28"/>
          <w:szCs w:val="28"/>
        </w:rPr>
        <w:t>»</w:t>
      </w:r>
      <w:r w:rsidRPr="00460FF1">
        <w:rPr>
          <w:rFonts w:ascii="Times New Roman" w:hAnsi="Times New Roman"/>
          <w:sz w:val="28"/>
          <w:szCs w:val="28"/>
        </w:rPr>
        <w:t xml:space="preserve">, </w:t>
      </w:r>
      <w:r w:rsidR="003B74D9" w:rsidRPr="003B74D9">
        <w:rPr>
          <w:rFonts w:ascii="Times New Roman" w:hAnsi="Times New Roman"/>
          <w:sz w:val="28"/>
          <w:szCs w:val="28"/>
        </w:rPr>
        <w:t>распоряжением мэра муниципального образования «Городской округ Ногликский» от 14.04.2025 № 27-р «Об утверждении Перечня муниципальных программ муниципального образования Ногликский муниципальный округ Сахалинской области на период 2026-2031 годы»</w:t>
      </w:r>
      <w:r w:rsidR="003B74D9">
        <w:rPr>
          <w:rFonts w:ascii="Times New Roman" w:hAnsi="Times New Roman"/>
          <w:sz w:val="28"/>
          <w:szCs w:val="28"/>
        </w:rPr>
        <w:t xml:space="preserve">, </w:t>
      </w:r>
      <w:r w:rsidRPr="00460FF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460FF1">
        <w:rPr>
          <w:rFonts w:ascii="Times New Roman" w:hAnsi="Times New Roman"/>
          <w:b/>
          <w:sz w:val="28"/>
          <w:szCs w:val="28"/>
        </w:rPr>
        <w:t>ПОСТАНОВЛЯЕТ:</w:t>
      </w:r>
    </w:p>
    <w:bookmarkEnd w:id="1"/>
    <w:p w14:paraId="15109569" w14:textId="77777777" w:rsidR="00F716E8" w:rsidRPr="00460FF1" w:rsidRDefault="00F716E8" w:rsidP="00CF1E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>1. Утвердить муниципальную программу 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 (прилагается).</w:t>
      </w:r>
    </w:p>
    <w:p w14:paraId="3840926B" w14:textId="77777777" w:rsidR="00F716E8" w:rsidRPr="00460FF1" w:rsidRDefault="00F716E8" w:rsidP="00CF1E48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93927914"/>
      <w:r w:rsidRPr="00460FF1">
        <w:rPr>
          <w:rFonts w:ascii="Times New Roman" w:hAnsi="Times New Roman"/>
          <w:sz w:val="28"/>
          <w:szCs w:val="28"/>
          <w:shd w:val="clear" w:color="auto" w:fill="FFFFFF"/>
        </w:rPr>
        <w:t>2. Признать утратившими силу постановления администрации муниципального образования «</w:t>
      </w:r>
      <w:r w:rsidRPr="00460FF1">
        <w:rPr>
          <w:rFonts w:ascii="Times New Roman" w:hAnsi="Times New Roman"/>
          <w:sz w:val="28"/>
          <w:szCs w:val="28"/>
        </w:rPr>
        <w:t>Городской округ Ногликский»:</w:t>
      </w:r>
      <w:bookmarkEnd w:id="2"/>
    </w:p>
    <w:p w14:paraId="203DF255" w14:textId="04D4EC36" w:rsidR="00F716E8" w:rsidRPr="00460FF1" w:rsidRDefault="00F716E8" w:rsidP="00CF1E48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04.08.2015 № 551 ««Обеспечение населения муниципального образования «Городской округ Ногликский» качественными услугами </w:t>
      </w:r>
      <w:r w:rsidRPr="00460FF1">
        <w:rPr>
          <w:rFonts w:ascii="Times New Roman" w:hAnsi="Times New Roman"/>
          <w:sz w:val="28"/>
          <w:szCs w:val="28"/>
        </w:rPr>
        <w:lastRenderedPageBreak/>
        <w:t xml:space="preserve">жилищно-коммунального хозяйства на 2015 </w:t>
      </w:r>
      <w:r w:rsidR="00CF1E48">
        <w:rPr>
          <w:rFonts w:ascii="Times New Roman" w:hAnsi="Times New Roman"/>
          <w:sz w:val="28"/>
          <w:szCs w:val="28"/>
        </w:rPr>
        <w:t>-</w:t>
      </w:r>
      <w:r w:rsidRPr="00460FF1">
        <w:rPr>
          <w:rFonts w:ascii="Times New Roman" w:hAnsi="Times New Roman"/>
          <w:sz w:val="28"/>
          <w:szCs w:val="28"/>
        </w:rPr>
        <w:t xml:space="preserve"> 2020 годы»;</w:t>
      </w:r>
    </w:p>
    <w:p w14:paraId="03866A18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13.11.2015 № 779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56A0CB92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05.04.2016 № 273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551(в редакции от 13.11.2015 № 779)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71AE8A5C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>- от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 01.06.2016 № 459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551(в редакции от 13.11.2015 № 779, от 05.04.2016 № 273)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4FFEE1F5" w14:textId="2BA4E199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06.07.2016 № 539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 xml:space="preserve">04.08.2015 № 551(в редакции от 13.11.2015 № 779, от 05.04.2016 № 273,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от 01.06.2016 № 459)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002F5BA2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10.08.2016 № 614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33DB1158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09.06.2017 № 376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76353F59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11.07.2017 № 458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73CC3483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12.10.2017 № 771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7C07771A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19.03.2018 № 273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457127D7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31.08.2018 № 814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211245A3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22.05.2019 № 351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55065295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23.05.2019 № 366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6E9B0C32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06.06.2019 № 419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4D2FD3D9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06.09.2019 № 685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3EDF0512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lastRenderedPageBreak/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19.11.2019 № 845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0CD26A32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23.03.2020 № 138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7F40ADCB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15.09.2020 № 457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6F583656" w14:textId="77777777" w:rsidR="00F716E8" w:rsidRPr="00460FF1" w:rsidRDefault="00F716E8" w:rsidP="00CF1E4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26.02.2021 № 108</w:t>
      </w:r>
      <w:r w:rsidRPr="00460FF1">
        <w:rPr>
          <w:rFonts w:ascii="Times New Roman" w:hAnsi="Times New Roman"/>
          <w:sz w:val="28"/>
          <w:szCs w:val="28"/>
        </w:rPr>
        <w:t xml:space="preserve"> «</w:t>
      </w:r>
      <w:r w:rsidRPr="00460FF1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«Городской округ Ногликский» от </w:t>
      </w:r>
      <w:r w:rsidRPr="00460FF1">
        <w:rPr>
          <w:rFonts w:ascii="Times New Roman" w:hAnsi="Times New Roman"/>
          <w:sz w:val="28"/>
          <w:szCs w:val="28"/>
        </w:rPr>
        <w:t>04.08.2015 № 551</w:t>
      </w:r>
      <w:r w:rsidRPr="00460FF1">
        <w:rPr>
          <w:rFonts w:ascii="Times New Roman" w:eastAsia="Times New Roman" w:hAnsi="Times New Roman"/>
          <w:sz w:val="28"/>
          <w:szCs w:val="28"/>
        </w:rPr>
        <w:t>»;</w:t>
      </w:r>
    </w:p>
    <w:p w14:paraId="2629692B" w14:textId="1C369EFF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10.11.2021 № 613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№ 551»</w:t>
      </w:r>
      <w:r w:rsidRPr="00460FF1">
        <w:rPr>
          <w:rFonts w:ascii="Times New Roman" w:eastAsia="Times New Roman" w:hAnsi="Times New Roman"/>
          <w:sz w:val="28"/>
          <w:szCs w:val="28"/>
        </w:rPr>
        <w:t>;</w:t>
      </w:r>
    </w:p>
    <w:p w14:paraId="1DB46E11" w14:textId="3908A148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01.06.2022 № 275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№ 551»</w:t>
      </w:r>
      <w:r w:rsidRPr="00460FF1">
        <w:rPr>
          <w:rFonts w:ascii="Times New Roman" w:eastAsia="Times New Roman" w:hAnsi="Times New Roman"/>
          <w:sz w:val="28"/>
          <w:szCs w:val="28"/>
        </w:rPr>
        <w:t>;</w:t>
      </w:r>
    </w:p>
    <w:p w14:paraId="2DEF34AE" w14:textId="44CF337D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27.06.2022 № 329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№ 551»</w:t>
      </w:r>
      <w:r w:rsidRPr="00460FF1">
        <w:rPr>
          <w:rFonts w:ascii="Times New Roman" w:eastAsia="Times New Roman" w:hAnsi="Times New Roman"/>
          <w:sz w:val="28"/>
          <w:szCs w:val="28"/>
        </w:rPr>
        <w:t>;</w:t>
      </w:r>
    </w:p>
    <w:p w14:paraId="4CC4BB05" w14:textId="392BD71A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22.03.2023 № 171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№ 551»</w:t>
      </w:r>
      <w:r w:rsidRPr="00460FF1">
        <w:rPr>
          <w:rFonts w:ascii="Times New Roman" w:eastAsia="Times New Roman" w:hAnsi="Times New Roman"/>
          <w:sz w:val="28"/>
          <w:szCs w:val="28"/>
        </w:rPr>
        <w:t>;</w:t>
      </w:r>
    </w:p>
    <w:p w14:paraId="3247976B" w14:textId="15159410" w:rsidR="00F716E8" w:rsidRPr="00460FF1" w:rsidRDefault="00F716E8" w:rsidP="00CF1E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22.08.2023 № 538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491254">
        <w:rPr>
          <w:rFonts w:ascii="Times New Roman" w:hAnsi="Times New Roman"/>
          <w:sz w:val="28"/>
          <w:szCs w:val="28"/>
        </w:rPr>
        <w:br/>
      </w:r>
      <w:r w:rsidRPr="00460FF1">
        <w:rPr>
          <w:rFonts w:ascii="Times New Roman" w:hAnsi="Times New Roman"/>
          <w:sz w:val="28"/>
          <w:szCs w:val="28"/>
        </w:rPr>
        <w:t>№ 551»</w:t>
      </w:r>
      <w:r w:rsidRPr="00460FF1">
        <w:rPr>
          <w:rFonts w:ascii="Times New Roman" w:eastAsia="Times New Roman" w:hAnsi="Times New Roman"/>
          <w:sz w:val="28"/>
          <w:szCs w:val="28"/>
        </w:rPr>
        <w:t>;</w:t>
      </w:r>
    </w:p>
    <w:p w14:paraId="7F88AD39" w14:textId="09A0D97C" w:rsidR="00F716E8" w:rsidRDefault="00F716E8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F1">
        <w:rPr>
          <w:rFonts w:ascii="Times New Roman" w:hAnsi="Times New Roman"/>
          <w:sz w:val="28"/>
          <w:szCs w:val="28"/>
        </w:rPr>
        <w:t xml:space="preserve">- от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>03.06.2024 № 337</w:t>
      </w:r>
      <w:r w:rsidRPr="00460FF1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населения муниципального образования 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качественными услугами жилищно-</w:t>
      </w:r>
      <w:r w:rsidRPr="00460F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коммунального хозяйства»</w:t>
      </w:r>
      <w:r w:rsidRPr="00460FF1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Ногликский» от 04.08.2015 </w:t>
      </w:r>
      <w:r w:rsidR="00280086">
        <w:rPr>
          <w:rFonts w:ascii="Times New Roman" w:hAnsi="Times New Roman"/>
          <w:sz w:val="28"/>
          <w:szCs w:val="28"/>
        </w:rPr>
        <w:br/>
      </w:r>
      <w:r w:rsidR="00B10C7D">
        <w:rPr>
          <w:rFonts w:ascii="Times New Roman" w:hAnsi="Times New Roman"/>
          <w:sz w:val="28"/>
          <w:szCs w:val="28"/>
        </w:rPr>
        <w:t>№ 551»;</w:t>
      </w:r>
    </w:p>
    <w:p w14:paraId="131AE3C6" w14:textId="230D7EFD" w:rsidR="00B10C7D" w:rsidRPr="00460FF1" w:rsidRDefault="00B10C7D" w:rsidP="00B10C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19.05.2025 № 324 «</w:t>
      </w:r>
      <w:r w:rsidRPr="00B10C7D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C7D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C7D">
        <w:rPr>
          <w:rFonts w:ascii="Times New Roman" w:hAnsi="Times New Roman"/>
          <w:sz w:val="28"/>
          <w:szCs w:val="28"/>
        </w:rPr>
        <w:t>от 04.08.2015 № 551</w:t>
      </w:r>
      <w:r w:rsidRPr="00B10C7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0C7D">
        <w:rPr>
          <w:rFonts w:ascii="Times New Roman" w:eastAsia="Times New Roman" w:hAnsi="Times New Roman"/>
          <w:sz w:val="28"/>
          <w:szCs w:val="28"/>
          <w:lang w:eastAsia="ru-RU"/>
        </w:rPr>
        <w:t>«Обеспечение населения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0C7D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качественными услугами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0C7D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жилищно-коммунального хозяйства»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96A5D3E" w14:textId="77777777" w:rsidR="00F716E8" w:rsidRPr="00460FF1" w:rsidRDefault="00F716E8" w:rsidP="00CF1E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0FF1">
        <w:rPr>
          <w:rFonts w:ascii="Times New Roman" w:hAnsi="Times New Roman"/>
          <w:sz w:val="28"/>
          <w:szCs w:val="28"/>
          <w:shd w:val="clear" w:color="auto" w:fill="FFFFFF"/>
        </w:rPr>
        <w:t>3. Настоящее постановление вступает в силу с 01 января 2026 года.</w:t>
      </w:r>
    </w:p>
    <w:p w14:paraId="4087DEFA" w14:textId="06307176" w:rsidR="00F716E8" w:rsidRPr="00460FF1" w:rsidRDefault="00F716E8" w:rsidP="00CF1E48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0FF1">
        <w:rPr>
          <w:rFonts w:ascii="Times New Roman" w:hAnsi="Times New Roman"/>
          <w:sz w:val="28"/>
          <w:szCs w:val="28"/>
          <w:shd w:val="clear" w:color="auto" w:fill="FFFFFF"/>
        </w:rPr>
        <w:t xml:space="preserve">4. Опубликовать настоящее постановление в газете «Знамя труда» </w:t>
      </w:r>
      <w:r w:rsidR="00280086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460FF1">
        <w:rPr>
          <w:rFonts w:ascii="Times New Roman" w:hAnsi="Times New Roman"/>
          <w:sz w:val="28"/>
          <w:szCs w:val="28"/>
          <w:shd w:val="clear" w:color="auto" w:fill="FFFFFF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781F34A" w14:textId="724DB0F4" w:rsidR="00F716E8" w:rsidRPr="00E700AE" w:rsidRDefault="00F716E8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0FF1">
        <w:rPr>
          <w:rFonts w:ascii="Times New Roman" w:hAnsi="Times New Roman"/>
          <w:sz w:val="28"/>
          <w:szCs w:val="28"/>
          <w:shd w:val="clear" w:color="auto" w:fill="FFFFFF"/>
        </w:rPr>
        <w:t xml:space="preserve">5. Контроль за исполнением настоящего постановления возложить </w:t>
      </w:r>
      <w:r w:rsidR="00280086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460FF1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4B1D93">
        <w:rPr>
          <w:rFonts w:ascii="Times New Roman" w:hAnsi="Times New Roman"/>
          <w:sz w:val="28"/>
          <w:szCs w:val="28"/>
          <w:shd w:val="clear" w:color="auto" w:fill="FFFFFF"/>
        </w:rPr>
        <w:t xml:space="preserve">первого вице-мэра муниципального образования Ногликский муниципальный округ Сахалинской области </w:t>
      </w:r>
      <w:proofErr w:type="spellStart"/>
      <w:r w:rsidR="004B1D93">
        <w:rPr>
          <w:rFonts w:ascii="Times New Roman" w:hAnsi="Times New Roman"/>
          <w:sz w:val="28"/>
          <w:szCs w:val="28"/>
          <w:shd w:val="clear" w:color="auto" w:fill="FFFFFF"/>
        </w:rPr>
        <w:t>Блидченко</w:t>
      </w:r>
      <w:proofErr w:type="spellEnd"/>
      <w:r w:rsidR="00CF1E48" w:rsidRPr="00CF1E4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F1E48">
        <w:rPr>
          <w:rFonts w:ascii="Times New Roman" w:hAnsi="Times New Roman"/>
          <w:sz w:val="28"/>
          <w:szCs w:val="28"/>
          <w:shd w:val="clear" w:color="auto" w:fill="FFFFFF"/>
        </w:rPr>
        <w:t>Л.А.</w:t>
      </w:r>
    </w:p>
    <w:p w14:paraId="16E8D303" w14:textId="77777777" w:rsidR="00E609BC" w:rsidRDefault="00E609BC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49C253" w14:textId="2B9ADB74" w:rsidR="00CF1E48" w:rsidRDefault="00CF1E48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3CDA99" w14:textId="77777777" w:rsidR="00CF1E48" w:rsidRPr="00D12794" w:rsidRDefault="00CF1E48" w:rsidP="00CF1E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E8D30C" w14:textId="77777777" w:rsidR="008629FA" w:rsidRDefault="008629FA" w:rsidP="00CF1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4A1E2BD" w14:textId="77777777" w:rsidR="00F716E8" w:rsidRDefault="008629FA" w:rsidP="00CF1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F716E8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16E8D30D" w14:textId="232ACE16" w:rsidR="008629FA" w:rsidRPr="008629FA" w:rsidRDefault="00F716E8" w:rsidP="00CF1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CF1E4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8D31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16E8D31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8D31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16E8D31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6806179"/>
      <w:docPartObj>
        <w:docPartGallery w:val="Page Numbers (Top of Page)"/>
        <w:docPartUnique/>
      </w:docPartObj>
    </w:sdtPr>
    <w:sdtEndPr/>
    <w:sdtContent>
      <w:p w14:paraId="07EF2F95" w14:textId="5E89310C" w:rsidR="00CF1E48" w:rsidRDefault="00CF1E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E19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0086"/>
    <w:rsid w:val="002B15CF"/>
    <w:rsid w:val="002B5CAC"/>
    <w:rsid w:val="0033636C"/>
    <w:rsid w:val="003B74D9"/>
    <w:rsid w:val="003E4257"/>
    <w:rsid w:val="00491254"/>
    <w:rsid w:val="004B1D93"/>
    <w:rsid w:val="00520CBF"/>
    <w:rsid w:val="00552A8D"/>
    <w:rsid w:val="008629FA"/>
    <w:rsid w:val="00987DB5"/>
    <w:rsid w:val="00A30AF1"/>
    <w:rsid w:val="00A9666F"/>
    <w:rsid w:val="00AC72C8"/>
    <w:rsid w:val="00B10C7D"/>
    <w:rsid w:val="00B10ED9"/>
    <w:rsid w:val="00B25688"/>
    <w:rsid w:val="00BF0E19"/>
    <w:rsid w:val="00C02849"/>
    <w:rsid w:val="00CF1E48"/>
    <w:rsid w:val="00D12794"/>
    <w:rsid w:val="00D67BD8"/>
    <w:rsid w:val="00DF7897"/>
    <w:rsid w:val="00E37B8A"/>
    <w:rsid w:val="00E609BC"/>
    <w:rsid w:val="00F7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D2F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716E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0E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B15CF"/>
    <w:rsid w:val="00552A8D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2025-06-27T07:05:00Z</cp:lastPrinted>
  <dcterms:created xsi:type="dcterms:W3CDTF">2020-04-07T04:52:00Z</dcterms:created>
  <dcterms:modified xsi:type="dcterms:W3CDTF">2025-06-27T07:05:00Z</dcterms:modified>
</cp:coreProperties>
</file>