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1F350B" w:rsidRPr="001F350B" w14:paraId="38B45EC5" w14:textId="77777777" w:rsidTr="00987DB5">
        <w:tc>
          <w:tcPr>
            <w:tcW w:w="9498" w:type="dxa"/>
          </w:tcPr>
          <w:p w14:paraId="38B45EC1" w14:textId="77777777" w:rsidR="00053BD0" w:rsidRPr="001F350B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50B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8B45EDC" wp14:editId="38B45ED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B45EC2" w14:textId="797151A6" w:rsidR="00053BD0" w:rsidRPr="001F350B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F350B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8B45EC3" w14:textId="068C3B2B" w:rsidR="00053BD0" w:rsidRDefault="00BD7E7B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4CC695E5" w14:textId="7FD01BCA" w:rsidR="00BD7E7B" w:rsidRPr="001F350B" w:rsidRDefault="00BD7E7B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8B45EC4" w14:textId="77777777" w:rsidR="00053BD0" w:rsidRPr="001F350B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1F350B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8B45EC6" w14:textId="59E47EFC" w:rsidR="0033636C" w:rsidRPr="007C2CF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C2CF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F44B5">
            <w:rPr>
              <w:rFonts w:ascii="Times New Roman" w:hAnsi="Times New Roman"/>
              <w:sz w:val="28"/>
              <w:szCs w:val="28"/>
            </w:rPr>
            <w:t>27 июня 2025 года</w:t>
          </w:r>
        </w:sdtContent>
      </w:sdt>
      <w:r w:rsidRPr="007C2C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44B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F44B5" w:rsidRPr="007F44B5">
            <w:rPr>
              <w:rFonts w:ascii="Times New Roman" w:hAnsi="Times New Roman"/>
              <w:sz w:val="28"/>
              <w:szCs w:val="28"/>
            </w:rPr>
            <w:t>426</w:t>
          </w:r>
        </w:sdtContent>
      </w:sdt>
    </w:p>
    <w:p w14:paraId="38B45EC7" w14:textId="77777777" w:rsidR="0033636C" w:rsidRPr="001F350B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50B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B7808E8" w14:textId="282350FB" w:rsidR="007C2CF4" w:rsidRDefault="0033636C" w:rsidP="007F44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350B">
        <w:rPr>
          <w:rFonts w:ascii="Times New Roman" w:hAnsi="Times New Roman"/>
          <w:b/>
          <w:sz w:val="28"/>
          <w:szCs w:val="28"/>
        </w:rPr>
        <w:t>О внесении изме</w:t>
      </w:r>
      <w:r w:rsidR="007C2CF4">
        <w:rPr>
          <w:rFonts w:ascii="Times New Roman" w:hAnsi="Times New Roman"/>
          <w:b/>
          <w:sz w:val="28"/>
          <w:szCs w:val="28"/>
        </w:rPr>
        <w:t xml:space="preserve">нений </w:t>
      </w:r>
      <w:r w:rsidR="007F44B5">
        <w:rPr>
          <w:rFonts w:ascii="Times New Roman" w:hAnsi="Times New Roman"/>
          <w:b/>
          <w:sz w:val="28"/>
          <w:szCs w:val="28"/>
        </w:rPr>
        <w:br/>
      </w:r>
      <w:r w:rsidR="007C2CF4">
        <w:rPr>
          <w:rFonts w:ascii="Times New Roman" w:hAnsi="Times New Roman"/>
          <w:b/>
          <w:sz w:val="28"/>
          <w:szCs w:val="28"/>
        </w:rPr>
        <w:t xml:space="preserve">в </w:t>
      </w:r>
      <w:r w:rsidR="007F44B5">
        <w:rPr>
          <w:rFonts w:ascii="Times New Roman" w:hAnsi="Times New Roman"/>
          <w:b/>
          <w:sz w:val="28"/>
          <w:szCs w:val="28"/>
        </w:rPr>
        <w:t>п</w:t>
      </w:r>
      <w:bookmarkStart w:id="0" w:name="_GoBack"/>
      <w:bookmarkEnd w:id="0"/>
      <w:r w:rsidR="00B9758A">
        <w:rPr>
          <w:rFonts w:ascii="Times New Roman" w:hAnsi="Times New Roman"/>
          <w:b/>
          <w:sz w:val="28"/>
          <w:szCs w:val="28"/>
        </w:rPr>
        <w:t xml:space="preserve">остановление </w:t>
      </w:r>
      <w:r w:rsidRPr="001F350B">
        <w:rPr>
          <w:rFonts w:ascii="Times New Roman" w:hAnsi="Times New Roman"/>
          <w:b/>
          <w:sz w:val="28"/>
          <w:szCs w:val="28"/>
        </w:rPr>
        <w:t>администр</w:t>
      </w:r>
      <w:r w:rsidR="007C2CF4">
        <w:rPr>
          <w:rFonts w:ascii="Times New Roman" w:hAnsi="Times New Roman"/>
          <w:b/>
          <w:sz w:val="28"/>
          <w:szCs w:val="28"/>
        </w:rPr>
        <w:t>ации муниципального образования</w:t>
      </w:r>
    </w:p>
    <w:p w14:paraId="38B45EC8" w14:textId="77D2E077" w:rsidR="0033636C" w:rsidRPr="001F350B" w:rsidRDefault="0033636C" w:rsidP="007C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350B">
        <w:rPr>
          <w:rFonts w:ascii="Times New Roman" w:hAnsi="Times New Roman"/>
          <w:b/>
          <w:sz w:val="28"/>
          <w:szCs w:val="28"/>
        </w:rPr>
        <w:t>«Городской округ Ногликский» от 30.07.2014 № 502</w:t>
      </w:r>
      <w:r w:rsidR="00E60403">
        <w:rPr>
          <w:rFonts w:ascii="Times New Roman" w:hAnsi="Times New Roman"/>
          <w:b/>
          <w:sz w:val="28"/>
          <w:szCs w:val="28"/>
        </w:rPr>
        <w:t xml:space="preserve"> </w:t>
      </w:r>
      <w:r w:rsidR="00E60403" w:rsidRPr="00E60403">
        <w:rPr>
          <w:rFonts w:ascii="Times New Roman" w:hAnsi="Times New Roman"/>
          <w:b/>
          <w:sz w:val="28"/>
          <w:szCs w:val="28"/>
        </w:rPr>
        <w:t>«Об утверждении муниципальной программы «Газификация муниципального образования «Городской округ Ногликский»</w:t>
      </w:r>
    </w:p>
    <w:p w14:paraId="38B45EC9" w14:textId="77777777" w:rsidR="00185FEC" w:rsidRPr="001F350B" w:rsidRDefault="00185FEC" w:rsidP="007C2C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F4853A" w14:textId="44B65794" w:rsidR="00286F9E" w:rsidRPr="007C2CF4" w:rsidRDefault="00286F9E" w:rsidP="007C2C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86F9E">
        <w:rPr>
          <w:rFonts w:ascii="Times New Roman" w:hAnsi="Times New Roman"/>
          <w:sz w:val="28"/>
          <w:szCs w:val="28"/>
        </w:rPr>
        <w:t xml:space="preserve">В соответствии с распоряжением мэра муниципального образования «Городской округ Ногликский» от 12.05.2023 № 24-р «О продлении срока реализации муниципальных программ», со сводной бюджетной росписью бюджета муниципального образования «Городской округ Ногликский» </w:t>
      </w:r>
      <w:r w:rsidR="007C2CF4">
        <w:rPr>
          <w:rFonts w:ascii="Times New Roman" w:hAnsi="Times New Roman"/>
          <w:sz w:val="28"/>
          <w:szCs w:val="28"/>
        </w:rPr>
        <w:br/>
      </w:r>
      <w:r w:rsidRPr="00286F9E">
        <w:rPr>
          <w:rFonts w:ascii="Times New Roman" w:hAnsi="Times New Roman"/>
          <w:sz w:val="28"/>
          <w:szCs w:val="28"/>
        </w:rPr>
        <w:t>по состоянию на 31.12.2023, со сводной бюджетной росписью бюджета муниципального образования «Городской округ Ногликский» по состоянию на 31.12.2024, решени</w:t>
      </w:r>
      <w:r w:rsidR="00B9758A">
        <w:rPr>
          <w:rFonts w:ascii="Times New Roman" w:hAnsi="Times New Roman"/>
          <w:sz w:val="28"/>
          <w:szCs w:val="28"/>
        </w:rPr>
        <w:t>ями</w:t>
      </w:r>
      <w:r w:rsidRPr="00286F9E">
        <w:rPr>
          <w:rFonts w:ascii="Times New Roman" w:hAnsi="Times New Roman"/>
          <w:sz w:val="28"/>
          <w:szCs w:val="28"/>
        </w:rPr>
        <w:t xml:space="preserve"> </w:t>
      </w:r>
      <w:r w:rsidRPr="00FE135D">
        <w:rPr>
          <w:rFonts w:ascii="Times New Roman" w:hAnsi="Times New Roman"/>
          <w:sz w:val="28"/>
          <w:szCs w:val="28"/>
        </w:rPr>
        <w:t xml:space="preserve">Собрания от 13.12.2024 № 36 «О бюджете </w:t>
      </w:r>
      <w:r w:rsidRPr="00286F9E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на 2025 год </w:t>
      </w:r>
      <w:r w:rsidR="007C2CF4">
        <w:rPr>
          <w:rFonts w:ascii="Times New Roman" w:hAnsi="Times New Roman"/>
          <w:sz w:val="28"/>
          <w:szCs w:val="28"/>
        </w:rPr>
        <w:br/>
      </w:r>
      <w:r w:rsidRPr="00286F9E">
        <w:rPr>
          <w:rFonts w:ascii="Times New Roman" w:hAnsi="Times New Roman"/>
          <w:sz w:val="28"/>
          <w:szCs w:val="28"/>
        </w:rPr>
        <w:t xml:space="preserve">и на плановый период 2026 и 2027 годов», от 13.12.2024 </w:t>
      </w:r>
      <w:r w:rsidR="007C2CF4">
        <w:rPr>
          <w:rFonts w:ascii="Times New Roman" w:hAnsi="Times New Roman"/>
          <w:sz w:val="28"/>
          <w:szCs w:val="28"/>
        </w:rPr>
        <w:br/>
      </w:r>
      <w:r w:rsidRPr="00286F9E">
        <w:rPr>
          <w:rFonts w:ascii="Times New Roman" w:hAnsi="Times New Roman"/>
          <w:sz w:val="28"/>
          <w:szCs w:val="28"/>
        </w:rPr>
        <w:t>№ 37 «О внесении изменений</w:t>
      </w:r>
      <w:r w:rsidR="00B9758A">
        <w:rPr>
          <w:rFonts w:ascii="Times New Roman" w:hAnsi="Times New Roman"/>
          <w:sz w:val="28"/>
          <w:szCs w:val="28"/>
        </w:rPr>
        <w:t xml:space="preserve"> в</w:t>
      </w:r>
      <w:r w:rsidRPr="00286F9E">
        <w:rPr>
          <w:rFonts w:ascii="Times New Roman" w:hAnsi="Times New Roman"/>
          <w:sz w:val="28"/>
          <w:szCs w:val="28"/>
        </w:rPr>
        <w:t xml:space="preserve"> Устав муниципального образования «Городской округ Ногликский»,</w:t>
      </w:r>
      <w:r w:rsidR="004C668A">
        <w:rPr>
          <w:rFonts w:ascii="Times New Roman" w:hAnsi="Times New Roman"/>
          <w:sz w:val="28"/>
          <w:szCs w:val="28"/>
        </w:rPr>
        <w:t xml:space="preserve"> </w:t>
      </w:r>
      <w:r w:rsidR="004C668A" w:rsidRPr="004C668A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«Городской округ Ногликский» от 28.04.2016 </w:t>
      </w:r>
      <w:r w:rsidR="0012106E">
        <w:rPr>
          <w:rFonts w:ascii="Times New Roman" w:hAnsi="Times New Roman"/>
          <w:sz w:val="28"/>
          <w:szCs w:val="28"/>
        </w:rPr>
        <w:br/>
      </w:r>
      <w:r w:rsidR="004C668A" w:rsidRPr="004C668A">
        <w:rPr>
          <w:rFonts w:ascii="Times New Roman" w:hAnsi="Times New Roman"/>
          <w:sz w:val="28"/>
          <w:szCs w:val="28"/>
        </w:rPr>
        <w:t>№ 344</w:t>
      </w:r>
      <w:r w:rsidR="00E60403">
        <w:rPr>
          <w:rFonts w:ascii="Times New Roman" w:hAnsi="Times New Roman"/>
          <w:sz w:val="28"/>
          <w:szCs w:val="28"/>
        </w:rPr>
        <w:t xml:space="preserve"> «Об утверждении </w:t>
      </w:r>
      <w:r w:rsidR="00E60403" w:rsidRPr="00E60403">
        <w:rPr>
          <w:rFonts w:ascii="Times New Roman" w:hAnsi="Times New Roman"/>
          <w:sz w:val="28"/>
          <w:szCs w:val="28"/>
        </w:rPr>
        <w:t>Порядк</w:t>
      </w:r>
      <w:r w:rsidR="00E60403">
        <w:rPr>
          <w:rFonts w:ascii="Times New Roman" w:hAnsi="Times New Roman"/>
          <w:sz w:val="28"/>
          <w:szCs w:val="28"/>
        </w:rPr>
        <w:t>а</w:t>
      </w:r>
      <w:r w:rsidR="00E60403" w:rsidRPr="00E60403">
        <w:rPr>
          <w:rFonts w:ascii="Times New Roman" w:hAnsi="Times New Roman"/>
          <w:sz w:val="28"/>
          <w:szCs w:val="28"/>
        </w:rPr>
        <w:t xml:space="preserve"> разработки, реализации и проведении оценки эффективности муниципальных программ муниципального образования «Городской округ Ногликский»</w:t>
      </w:r>
      <w:r w:rsidR="004C668A">
        <w:rPr>
          <w:rFonts w:ascii="Times New Roman" w:hAnsi="Times New Roman"/>
          <w:sz w:val="28"/>
          <w:szCs w:val="28"/>
        </w:rPr>
        <w:t>,</w:t>
      </w:r>
      <w:r w:rsidRPr="00286F9E">
        <w:rPr>
          <w:rFonts w:ascii="Times New Roman" w:hAnsi="Times New Roman"/>
          <w:sz w:val="28"/>
          <w:szCs w:val="28"/>
        </w:rPr>
        <w:t xml:space="preserve"> </w:t>
      </w:r>
      <w:r w:rsidR="00E60403">
        <w:rPr>
          <w:rFonts w:ascii="Times New Roman" w:hAnsi="Times New Roman"/>
          <w:sz w:val="28"/>
          <w:szCs w:val="28"/>
        </w:rPr>
        <w:t xml:space="preserve">руководствуясь </w:t>
      </w:r>
      <w:r w:rsidRPr="00286F9E">
        <w:rPr>
          <w:rFonts w:ascii="Times New Roman" w:hAnsi="Times New Roman"/>
          <w:sz w:val="28"/>
          <w:szCs w:val="28"/>
        </w:rPr>
        <w:t>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</w:t>
      </w:r>
      <w:r w:rsidR="0012106E">
        <w:rPr>
          <w:rFonts w:ascii="Times New Roman" w:hAnsi="Times New Roman"/>
          <w:sz w:val="28"/>
          <w:szCs w:val="28"/>
        </w:rPr>
        <w:t xml:space="preserve">льный округ Сахалинской области </w:t>
      </w:r>
      <w:r w:rsidRPr="007C2CF4">
        <w:rPr>
          <w:rFonts w:ascii="Times New Roman" w:hAnsi="Times New Roman"/>
          <w:b/>
          <w:sz w:val="28"/>
          <w:szCs w:val="28"/>
        </w:rPr>
        <w:t>ПОСТАНОВЛЯЕТ:</w:t>
      </w:r>
    </w:p>
    <w:p w14:paraId="7C78E523" w14:textId="0C5AB7EF" w:rsidR="00695B16" w:rsidRPr="009A5E19" w:rsidRDefault="00695B16" w:rsidP="007C2CF4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30.07.2014 № 502 (в редакции от 06.03.2015 № 170, от 11.09.2015 № 662, </w:t>
      </w:r>
      <w:r w:rsidRPr="009A5E19">
        <w:rPr>
          <w:rFonts w:ascii="Times New Roman" w:hAnsi="Times New Roman"/>
          <w:sz w:val="28"/>
          <w:szCs w:val="28"/>
        </w:rPr>
        <w:t>от 08.12.2015 № 827, от 28.12.20</w:t>
      </w:r>
      <w:r w:rsidR="00BC38C0" w:rsidRPr="009A5E19">
        <w:rPr>
          <w:rFonts w:ascii="Times New Roman" w:hAnsi="Times New Roman"/>
          <w:sz w:val="28"/>
          <w:szCs w:val="28"/>
        </w:rPr>
        <w:t xml:space="preserve">15 № 896, </w:t>
      </w:r>
      <w:r w:rsidR="0012106E">
        <w:rPr>
          <w:rFonts w:ascii="Times New Roman" w:hAnsi="Times New Roman"/>
          <w:sz w:val="28"/>
          <w:szCs w:val="28"/>
        </w:rPr>
        <w:br/>
      </w:r>
      <w:r w:rsidR="00BC38C0" w:rsidRPr="009A5E19">
        <w:rPr>
          <w:rFonts w:ascii="Times New Roman" w:hAnsi="Times New Roman"/>
          <w:sz w:val="28"/>
          <w:szCs w:val="28"/>
        </w:rPr>
        <w:t>от 02.02.2016</w:t>
      </w:r>
      <w:r w:rsidR="0012106E">
        <w:rPr>
          <w:rFonts w:ascii="Times New Roman" w:hAnsi="Times New Roman"/>
          <w:sz w:val="28"/>
          <w:szCs w:val="28"/>
        </w:rPr>
        <w:t xml:space="preserve"> </w:t>
      </w:r>
      <w:r w:rsidRPr="009A5E19">
        <w:rPr>
          <w:rFonts w:ascii="Times New Roman" w:hAnsi="Times New Roman"/>
          <w:sz w:val="28"/>
          <w:szCs w:val="28"/>
        </w:rPr>
        <w:t>№ 109, от 12.04.2016 № 299, от 15.08.2</w:t>
      </w:r>
      <w:r w:rsidR="00BC38C0" w:rsidRPr="009A5E19">
        <w:rPr>
          <w:rFonts w:ascii="Times New Roman" w:hAnsi="Times New Roman"/>
          <w:sz w:val="28"/>
          <w:szCs w:val="28"/>
        </w:rPr>
        <w:t xml:space="preserve">016 № 633, от 22.11.2016 </w:t>
      </w:r>
      <w:r w:rsidR="0012106E">
        <w:rPr>
          <w:rFonts w:ascii="Times New Roman" w:hAnsi="Times New Roman"/>
          <w:sz w:val="28"/>
          <w:szCs w:val="28"/>
        </w:rPr>
        <w:lastRenderedPageBreak/>
        <w:t xml:space="preserve">№ 824, </w:t>
      </w:r>
      <w:r w:rsidRPr="009A5E19">
        <w:rPr>
          <w:rFonts w:ascii="Times New Roman" w:hAnsi="Times New Roman"/>
          <w:sz w:val="28"/>
          <w:szCs w:val="28"/>
        </w:rPr>
        <w:t>от 30.05.2017 № 348, от 04.07.2017 № 432, от 06.10.2017 № 750, от 28.02.2018 № 219, от 08.10.2019 № 745, от 15.10.2019 № 764, от 15.04.2020 № 187,</w:t>
      </w:r>
      <w:r w:rsidR="0012106E">
        <w:rPr>
          <w:rFonts w:ascii="Times New Roman" w:hAnsi="Times New Roman"/>
          <w:sz w:val="28"/>
          <w:szCs w:val="28"/>
        </w:rPr>
        <w:t xml:space="preserve"> </w:t>
      </w:r>
      <w:r w:rsidRPr="009A5E19">
        <w:rPr>
          <w:rFonts w:ascii="Times New Roman" w:hAnsi="Times New Roman"/>
          <w:sz w:val="28"/>
          <w:szCs w:val="28"/>
        </w:rPr>
        <w:t>от 15.04.2020 № 188, от 14.10.2020 № 503, от</w:t>
      </w:r>
      <w:r w:rsidR="00BC38C0" w:rsidRPr="009A5E19">
        <w:rPr>
          <w:rFonts w:ascii="Times New Roman" w:hAnsi="Times New Roman"/>
          <w:sz w:val="28"/>
          <w:szCs w:val="28"/>
        </w:rPr>
        <w:t xml:space="preserve"> 19.01.2021 № 12, от 13.</w:t>
      </w:r>
      <w:r w:rsidR="0012106E">
        <w:rPr>
          <w:rFonts w:ascii="Times New Roman" w:hAnsi="Times New Roman"/>
          <w:sz w:val="28"/>
          <w:szCs w:val="28"/>
        </w:rPr>
        <w:t xml:space="preserve">05.2021 </w:t>
      </w:r>
      <w:r w:rsidRPr="009A5E19">
        <w:rPr>
          <w:rFonts w:ascii="Times New Roman" w:hAnsi="Times New Roman"/>
          <w:sz w:val="28"/>
          <w:szCs w:val="28"/>
        </w:rPr>
        <w:t>№ 252, от 14.10.2021 № 575, от 22.12.</w:t>
      </w:r>
      <w:r w:rsidR="0012106E">
        <w:rPr>
          <w:rFonts w:ascii="Times New Roman" w:hAnsi="Times New Roman"/>
          <w:sz w:val="28"/>
          <w:szCs w:val="28"/>
        </w:rPr>
        <w:t xml:space="preserve">2021 № 722, от 02.02.2022 № 21, </w:t>
      </w:r>
      <w:r w:rsidRPr="009A5E19">
        <w:rPr>
          <w:rFonts w:ascii="Times New Roman" w:hAnsi="Times New Roman"/>
          <w:sz w:val="28"/>
          <w:szCs w:val="28"/>
        </w:rPr>
        <w:t>от 10.04.2023 № 228) «Об утверждении муниципальной программы «Газификация муниципального образования «Городской округ Ногликский»</w:t>
      </w:r>
      <w:r w:rsidR="00E60403">
        <w:rPr>
          <w:rFonts w:ascii="Times New Roman" w:hAnsi="Times New Roman"/>
          <w:sz w:val="28"/>
          <w:szCs w:val="28"/>
        </w:rPr>
        <w:t xml:space="preserve"> (далее – </w:t>
      </w:r>
      <w:r w:rsidR="00B9758A">
        <w:rPr>
          <w:rFonts w:ascii="Times New Roman" w:hAnsi="Times New Roman"/>
          <w:sz w:val="28"/>
          <w:szCs w:val="28"/>
        </w:rPr>
        <w:t>постановление</w:t>
      </w:r>
      <w:r w:rsidR="00E60403">
        <w:rPr>
          <w:rFonts w:ascii="Times New Roman" w:hAnsi="Times New Roman"/>
          <w:sz w:val="28"/>
          <w:szCs w:val="28"/>
        </w:rPr>
        <w:t>)</w:t>
      </w:r>
      <w:r w:rsidRPr="009A5E19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27328143" w14:textId="6AB944CC" w:rsidR="004C668A" w:rsidRPr="009A5E19" w:rsidRDefault="004C668A" w:rsidP="007C2CF4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A5E19">
        <w:rPr>
          <w:rFonts w:ascii="Times New Roman" w:hAnsi="Times New Roman"/>
          <w:sz w:val="28"/>
          <w:szCs w:val="28"/>
        </w:rPr>
        <w:t xml:space="preserve">1.1. </w:t>
      </w:r>
      <w:r w:rsidRPr="009A5E19">
        <w:rPr>
          <w:rFonts w:ascii="Times New Roman" w:eastAsiaTheme="minorHAnsi" w:hAnsi="Times New Roman"/>
          <w:sz w:val="28"/>
          <w:szCs w:val="28"/>
          <w:lang w:eastAsia="en-US"/>
        </w:rPr>
        <w:t xml:space="preserve">По тексту </w:t>
      </w:r>
      <w:r w:rsidR="00B9758A">
        <w:rPr>
          <w:rFonts w:ascii="Times New Roman" w:eastAsiaTheme="minorHAnsi" w:hAnsi="Times New Roman"/>
          <w:sz w:val="28"/>
          <w:szCs w:val="28"/>
          <w:lang w:eastAsia="en-US"/>
        </w:rPr>
        <w:t>постановления и приложений к нему</w:t>
      </w:r>
      <w:r w:rsidRPr="009A5E1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A5E19">
        <w:rPr>
          <w:rFonts w:ascii="Times New Roman" w:hAnsi="Times New Roman"/>
          <w:sz w:val="28"/>
          <w:szCs w:val="28"/>
        </w:rPr>
        <w:t xml:space="preserve">словосочетание «муниципальное образование «Городской округ Ногликский» </w:t>
      </w:r>
      <w:bookmarkStart w:id="1" w:name="_Hlk183976888"/>
      <w:r w:rsidR="00BE6898" w:rsidRPr="009A5E19">
        <w:rPr>
          <w:rFonts w:ascii="Times New Roman" w:hAnsi="Times New Roman"/>
          <w:sz w:val="28"/>
          <w:szCs w:val="28"/>
        </w:rPr>
        <w:br/>
      </w:r>
      <w:r w:rsidRPr="009A5E19">
        <w:rPr>
          <w:rFonts w:ascii="Times New Roman" w:hAnsi="Times New Roman"/>
          <w:sz w:val="28"/>
          <w:szCs w:val="28"/>
        </w:rPr>
        <w:t xml:space="preserve">в соответствующих падежах заменить на словосочетание </w:t>
      </w:r>
      <w:bookmarkEnd w:id="1"/>
      <w:r w:rsidRPr="009A5E19">
        <w:rPr>
          <w:rFonts w:ascii="Times New Roman" w:hAnsi="Times New Roman"/>
          <w:sz w:val="28"/>
          <w:szCs w:val="28"/>
        </w:rPr>
        <w:t xml:space="preserve">«муниципальное образование Ногликский муниципальный округ Сахалинской области» </w:t>
      </w:r>
      <w:bookmarkStart w:id="2" w:name="_Hlk183976901"/>
      <w:r w:rsidR="00BE6898" w:rsidRPr="009A5E19">
        <w:rPr>
          <w:rFonts w:ascii="Times New Roman" w:hAnsi="Times New Roman"/>
          <w:sz w:val="28"/>
          <w:szCs w:val="28"/>
        </w:rPr>
        <w:br/>
      </w:r>
      <w:r w:rsidRPr="009A5E19">
        <w:rPr>
          <w:rFonts w:ascii="Times New Roman" w:hAnsi="Times New Roman"/>
          <w:sz w:val="28"/>
          <w:szCs w:val="28"/>
        </w:rPr>
        <w:t>в соответствующих падежах.</w:t>
      </w:r>
    </w:p>
    <w:bookmarkEnd w:id="2"/>
    <w:p w14:paraId="5795ACCC" w14:textId="61061F4F" w:rsidR="004C668A" w:rsidRPr="00D70BA6" w:rsidRDefault="004C668A" w:rsidP="007C2CF4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A5E19">
        <w:rPr>
          <w:rFonts w:ascii="Times New Roman" w:hAnsi="Times New Roman"/>
          <w:sz w:val="28"/>
          <w:szCs w:val="28"/>
        </w:rPr>
        <w:t xml:space="preserve">1.2. </w:t>
      </w:r>
      <w:r w:rsidR="00CE2477">
        <w:rPr>
          <w:rFonts w:ascii="Times New Roman" w:hAnsi="Times New Roman"/>
          <w:sz w:val="28"/>
          <w:szCs w:val="28"/>
        </w:rPr>
        <w:t>В</w:t>
      </w:r>
      <w:r w:rsidRPr="009A5E19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</w:t>
      </w:r>
      <w:r w:rsidR="00B9758A">
        <w:rPr>
          <w:rFonts w:ascii="Times New Roman" w:eastAsiaTheme="minorHAnsi" w:hAnsi="Times New Roman"/>
          <w:sz w:val="28"/>
          <w:szCs w:val="28"/>
          <w:lang w:eastAsia="en-US"/>
        </w:rPr>
        <w:t>ую</w:t>
      </w:r>
      <w:r w:rsidRPr="009A5E19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</w:t>
      </w:r>
      <w:r w:rsidR="00B9758A">
        <w:rPr>
          <w:rFonts w:ascii="Times New Roman" w:eastAsiaTheme="minorHAnsi" w:hAnsi="Times New Roman"/>
          <w:sz w:val="28"/>
          <w:szCs w:val="28"/>
          <w:lang w:eastAsia="en-US"/>
        </w:rPr>
        <w:t xml:space="preserve">у </w:t>
      </w:r>
      <w:r w:rsidR="00B9758A" w:rsidRPr="00B9758A">
        <w:rPr>
          <w:rFonts w:ascii="Times New Roman" w:eastAsiaTheme="minorHAnsi" w:hAnsi="Times New Roman"/>
          <w:sz w:val="28"/>
          <w:szCs w:val="28"/>
          <w:lang w:eastAsia="en-US"/>
        </w:rPr>
        <w:t>«Газификация муниципального образования «Городской округ Ногликский»</w:t>
      </w:r>
      <w:r w:rsidR="00B9758A">
        <w:rPr>
          <w:rFonts w:ascii="Times New Roman" w:eastAsiaTheme="minorHAnsi" w:hAnsi="Times New Roman"/>
          <w:sz w:val="28"/>
          <w:szCs w:val="28"/>
          <w:lang w:eastAsia="en-US"/>
        </w:rPr>
        <w:t>, утвержденную постановлением (далее – программа)</w:t>
      </w:r>
      <w:r w:rsidR="00B9758A">
        <w:rPr>
          <w:rFonts w:ascii="Times New Roman" w:hAnsi="Times New Roman"/>
          <w:sz w:val="28"/>
          <w:szCs w:val="28"/>
        </w:rPr>
        <w:t>:</w:t>
      </w:r>
    </w:p>
    <w:p w14:paraId="21CA026A" w14:textId="7B33919E" w:rsidR="00321002" w:rsidRPr="00CC723E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</w:t>
      </w:r>
      <w:r w:rsidRPr="00CC723E">
        <w:rPr>
          <w:rFonts w:ascii="Times New Roman" w:hAnsi="Times New Roman"/>
          <w:sz w:val="28"/>
          <w:szCs w:val="28"/>
        </w:rPr>
        <w:t>.</w:t>
      </w:r>
      <w:r w:rsidR="00B9758A">
        <w:rPr>
          <w:rFonts w:ascii="Times New Roman" w:hAnsi="Times New Roman"/>
          <w:sz w:val="28"/>
          <w:szCs w:val="28"/>
        </w:rPr>
        <w:t>1.</w:t>
      </w:r>
      <w:r w:rsidRPr="00CC723E">
        <w:rPr>
          <w:rFonts w:ascii="Times New Roman" w:hAnsi="Times New Roman"/>
          <w:sz w:val="28"/>
          <w:szCs w:val="28"/>
        </w:rPr>
        <w:t xml:space="preserve"> «Паспорт программы» изложить в редакции согласно приложению 1 к настоящему постановлению.</w:t>
      </w:r>
    </w:p>
    <w:p w14:paraId="5DCB56E0" w14:textId="4E7BFFC6" w:rsidR="00321002" w:rsidRPr="00CC723E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</w:t>
      </w:r>
      <w:r w:rsidRPr="00CC723E">
        <w:rPr>
          <w:rFonts w:ascii="Times New Roman" w:hAnsi="Times New Roman"/>
          <w:sz w:val="28"/>
          <w:szCs w:val="28"/>
        </w:rPr>
        <w:t>.</w:t>
      </w:r>
      <w:r w:rsidR="00B9758A">
        <w:rPr>
          <w:rFonts w:ascii="Times New Roman" w:hAnsi="Times New Roman"/>
          <w:sz w:val="28"/>
          <w:szCs w:val="28"/>
        </w:rPr>
        <w:t>2.</w:t>
      </w:r>
      <w:r w:rsidRPr="00CC723E">
        <w:rPr>
          <w:rFonts w:ascii="Times New Roman" w:hAnsi="Times New Roman"/>
          <w:sz w:val="28"/>
          <w:szCs w:val="28"/>
        </w:rPr>
        <w:t xml:space="preserve"> Раздел 2 </w:t>
      </w:r>
      <w:r w:rsidR="00B9758A">
        <w:rPr>
          <w:rFonts w:ascii="Times New Roman" w:hAnsi="Times New Roman"/>
          <w:sz w:val="28"/>
          <w:szCs w:val="28"/>
        </w:rPr>
        <w:t xml:space="preserve">программы </w:t>
      </w:r>
      <w:r w:rsidRPr="00CC723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5CD0BC52" w14:textId="5B21744B" w:rsidR="00321002" w:rsidRPr="00CC723E" w:rsidRDefault="00B9758A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«Раздел 2. Цель и основные задачи</w:t>
      </w:r>
    </w:p>
    <w:p w14:paraId="4ED573AC" w14:textId="072B8E64" w:rsidR="00321002" w:rsidRPr="00CC723E" w:rsidRDefault="002F6FF8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 xml:space="preserve">Основной целью </w:t>
      </w:r>
      <w:r w:rsidR="00321002" w:rsidRPr="00CC723E">
        <w:rPr>
          <w:rFonts w:ascii="Times New Roman" w:hAnsi="Times New Roman"/>
          <w:sz w:val="28"/>
          <w:szCs w:val="28"/>
        </w:rPr>
        <w:t xml:space="preserve">программы газификации </w:t>
      </w:r>
      <w:r w:rsidR="00321002" w:rsidRPr="006336F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6336F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321002" w:rsidRPr="00CC723E">
        <w:rPr>
          <w:rFonts w:ascii="Times New Roman" w:hAnsi="Times New Roman"/>
          <w:sz w:val="28"/>
          <w:szCs w:val="28"/>
        </w:rPr>
        <w:t xml:space="preserve"> является </w:t>
      </w:r>
      <w:r w:rsidRPr="00CC723E">
        <w:rPr>
          <w:rFonts w:ascii="Times New Roman" w:hAnsi="Times New Roman"/>
          <w:sz w:val="28"/>
          <w:szCs w:val="28"/>
        </w:rPr>
        <w:t xml:space="preserve">повышение уровня газификации муниципального образования </w:t>
      </w:r>
      <w:r w:rsidR="006336F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C723E">
        <w:rPr>
          <w:rFonts w:ascii="Times New Roman" w:hAnsi="Times New Roman"/>
          <w:sz w:val="28"/>
          <w:szCs w:val="28"/>
        </w:rPr>
        <w:t>, газификация автотранспорта</w:t>
      </w:r>
      <w:r w:rsidR="00321002" w:rsidRPr="00CC723E">
        <w:rPr>
          <w:rFonts w:ascii="Times New Roman" w:hAnsi="Times New Roman"/>
          <w:sz w:val="28"/>
          <w:szCs w:val="28"/>
        </w:rPr>
        <w:t>.</w:t>
      </w:r>
    </w:p>
    <w:p w14:paraId="6DC37E2D" w14:textId="77777777" w:rsidR="00321002" w:rsidRPr="00CC723E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>Достижение целей программы обеспечивается путем решения следующих задач:</w:t>
      </w:r>
    </w:p>
    <w:p w14:paraId="7FCC6560" w14:textId="2BE8639F" w:rsidR="00321002" w:rsidRPr="00CC723E" w:rsidRDefault="007C2CF4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21002" w:rsidRPr="00CC723E">
        <w:rPr>
          <w:rFonts w:ascii="Times New Roman" w:hAnsi="Times New Roman"/>
          <w:sz w:val="28"/>
          <w:szCs w:val="28"/>
        </w:rPr>
        <w:t>Реконструкция существующей системы газоснабжения.</w:t>
      </w:r>
    </w:p>
    <w:p w14:paraId="0D0708AD" w14:textId="7DAD15DA" w:rsidR="004C668A" w:rsidRDefault="007C2CF4" w:rsidP="007C2CF4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21002" w:rsidRPr="00CC723E">
        <w:rPr>
          <w:rFonts w:ascii="Times New Roman" w:hAnsi="Times New Roman"/>
          <w:sz w:val="28"/>
          <w:szCs w:val="28"/>
        </w:rPr>
        <w:t xml:space="preserve">Газификация населенных пунктов, в которых отсутствует </w:t>
      </w:r>
      <w:r w:rsidR="00321002" w:rsidRPr="004C668A">
        <w:rPr>
          <w:rFonts w:ascii="Times New Roman" w:hAnsi="Times New Roman"/>
          <w:sz w:val="28"/>
          <w:szCs w:val="28"/>
        </w:rPr>
        <w:t>газоснабжение.</w:t>
      </w:r>
    </w:p>
    <w:p w14:paraId="1F0E8603" w14:textId="0FC0FD13" w:rsidR="00321002" w:rsidRPr="004C668A" w:rsidRDefault="007C2CF4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21002" w:rsidRPr="004C668A">
        <w:rPr>
          <w:rFonts w:ascii="Times New Roman" w:hAnsi="Times New Roman"/>
          <w:sz w:val="28"/>
          <w:szCs w:val="28"/>
        </w:rPr>
        <w:t xml:space="preserve">Создание объектов газозаправочной инфраструктуры и приобретение (переоборудование) транспорта и техники, использующих природный газ </w:t>
      </w:r>
      <w:r w:rsidR="00BE6898">
        <w:rPr>
          <w:rFonts w:ascii="Times New Roman" w:hAnsi="Times New Roman"/>
          <w:sz w:val="28"/>
          <w:szCs w:val="28"/>
        </w:rPr>
        <w:br/>
      </w:r>
      <w:r w:rsidR="00321002" w:rsidRPr="004C668A">
        <w:rPr>
          <w:rFonts w:ascii="Times New Roman" w:hAnsi="Times New Roman"/>
          <w:sz w:val="28"/>
          <w:szCs w:val="28"/>
        </w:rPr>
        <w:t>в качестве моторного топлива.</w:t>
      </w:r>
    </w:p>
    <w:p w14:paraId="0B37EFC5" w14:textId="61E621DB" w:rsidR="00321002" w:rsidRPr="00CC723E" w:rsidRDefault="00321002" w:rsidP="007C2C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>Успешное выполнение указанных задач необходимо для достижения</w:t>
      </w:r>
      <w:r w:rsidRPr="00CC723E">
        <w:rPr>
          <w:rFonts w:ascii="Times New Roman" w:hAnsi="Times New Roman"/>
          <w:sz w:val="28"/>
          <w:szCs w:val="28"/>
        </w:rPr>
        <w:br/>
        <w:t>долгосрочных целей г</w:t>
      </w:r>
      <w:r w:rsidR="007C2CF4">
        <w:rPr>
          <w:rFonts w:ascii="Times New Roman" w:hAnsi="Times New Roman"/>
          <w:sz w:val="28"/>
          <w:szCs w:val="28"/>
        </w:rPr>
        <w:t>азификации Сахалинской области.</w:t>
      </w:r>
    </w:p>
    <w:p w14:paraId="7BF60166" w14:textId="1C7CA4F8" w:rsidR="00321002" w:rsidRPr="00CC723E" w:rsidRDefault="00321002" w:rsidP="007C2C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>Приоритеты органов местного самоуправления в сфере газификации</w:t>
      </w:r>
      <w:r w:rsidRPr="00CC723E">
        <w:rPr>
          <w:rFonts w:ascii="Times New Roman" w:hAnsi="Times New Roman"/>
          <w:sz w:val="28"/>
          <w:szCs w:val="28"/>
        </w:rPr>
        <w:br/>
        <w:t>муниципального образования сформированы с учетом целей и задач. Определенных в документах стратегического планирования федерального, регионального и муниципального уровней, в том числе Стратегии развития информационного общества в Российской Федерации на 2017-2030 годы, утверждённой Указом Президента Российской Федерации от 09</w:t>
      </w:r>
      <w:r w:rsidR="007C2CF4">
        <w:rPr>
          <w:rFonts w:ascii="Times New Roman" w:hAnsi="Times New Roman"/>
          <w:sz w:val="28"/>
          <w:szCs w:val="28"/>
        </w:rPr>
        <w:t>.05.</w:t>
      </w:r>
      <w:r w:rsidRPr="00CC723E">
        <w:rPr>
          <w:rFonts w:ascii="Times New Roman" w:hAnsi="Times New Roman"/>
          <w:sz w:val="28"/>
          <w:szCs w:val="28"/>
        </w:rPr>
        <w:t xml:space="preserve">2017 </w:t>
      </w:r>
      <w:r w:rsidR="007C2CF4">
        <w:rPr>
          <w:rFonts w:ascii="Times New Roman" w:hAnsi="Times New Roman"/>
          <w:sz w:val="28"/>
          <w:szCs w:val="28"/>
        </w:rPr>
        <w:br/>
      </w:r>
      <w:r w:rsidRPr="00CC723E">
        <w:rPr>
          <w:rFonts w:ascii="Times New Roman" w:hAnsi="Times New Roman"/>
          <w:sz w:val="28"/>
          <w:szCs w:val="28"/>
        </w:rPr>
        <w:t>№ 203».</w:t>
      </w:r>
    </w:p>
    <w:p w14:paraId="27A0A609" w14:textId="546E9133" w:rsidR="00321002" w:rsidRPr="00CC723E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</w:t>
      </w:r>
      <w:r w:rsidRPr="00CC723E">
        <w:rPr>
          <w:rFonts w:ascii="Times New Roman" w:hAnsi="Times New Roman"/>
          <w:sz w:val="28"/>
          <w:szCs w:val="28"/>
        </w:rPr>
        <w:t>.</w:t>
      </w:r>
      <w:r w:rsidR="00B9758A">
        <w:rPr>
          <w:rFonts w:ascii="Times New Roman" w:hAnsi="Times New Roman"/>
          <w:sz w:val="28"/>
          <w:szCs w:val="28"/>
        </w:rPr>
        <w:t>3.</w:t>
      </w:r>
      <w:r w:rsidRPr="00CC723E">
        <w:rPr>
          <w:rFonts w:ascii="Times New Roman" w:hAnsi="Times New Roman"/>
          <w:sz w:val="28"/>
          <w:szCs w:val="28"/>
        </w:rPr>
        <w:t xml:space="preserve"> Раздел 3 </w:t>
      </w:r>
      <w:r w:rsidR="00B9758A">
        <w:rPr>
          <w:rFonts w:ascii="Times New Roman" w:hAnsi="Times New Roman"/>
          <w:sz w:val="28"/>
          <w:szCs w:val="28"/>
        </w:rPr>
        <w:t xml:space="preserve">программы </w:t>
      </w:r>
      <w:r w:rsidRPr="00CC723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590E6409" w14:textId="372AD702" w:rsidR="00321002" w:rsidRPr="00CC723E" w:rsidRDefault="00B9758A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«Раздел 3. </w:t>
      </w:r>
      <w:r w:rsidR="00321002" w:rsidRPr="00CC723E">
        <w:rPr>
          <w:rFonts w:ascii="Times New Roman" w:hAnsi="Times New Roman"/>
          <w:sz w:val="28"/>
          <w:szCs w:val="28"/>
        </w:rPr>
        <w:t>Показатели (индикаторы) достижения цели и решени</w:t>
      </w:r>
      <w:r>
        <w:rPr>
          <w:rFonts w:ascii="Times New Roman" w:hAnsi="Times New Roman"/>
          <w:sz w:val="28"/>
          <w:szCs w:val="28"/>
        </w:rPr>
        <w:t>я задач муниципальной программы</w:t>
      </w:r>
    </w:p>
    <w:p w14:paraId="18209306" w14:textId="77777777" w:rsidR="00321002" w:rsidRPr="001F350B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sz w:val="28"/>
          <w:szCs w:val="28"/>
        </w:rPr>
        <w:t>Основными показателями (индикаторами) реализации</w:t>
      </w:r>
      <w:r w:rsidRPr="001F350B">
        <w:rPr>
          <w:rFonts w:ascii="Times New Roman" w:hAnsi="Times New Roman"/>
          <w:sz w:val="28"/>
          <w:szCs w:val="28"/>
        </w:rPr>
        <w:t xml:space="preserve"> программы являются:</w:t>
      </w:r>
    </w:p>
    <w:p w14:paraId="193997C4" w14:textId="5D6A2A4B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lastRenderedPageBreak/>
        <w:t>1. Объем потребления газа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517FF6F8" w14:textId="09EEB81B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2. Количество газовых котельных и промышленных установок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35326DD9" w14:textId="5F5B5B9D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3. Потребление газа в газовых котельных и промышленных установках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6AACEAEE" w14:textId="6C585559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4. Протяженность внутригородских и сельских газовых сетей, в том числе городские и сельские сети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06BDA925" w14:textId="2482B3AF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5. Рабочие места в газоснабжении и газификации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350EAD82" w14:textId="2513E216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6. Газификация дизельных электростанций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0F232F7E" w14:textId="0FC79A05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7. </w:t>
      </w:r>
      <w:r w:rsidR="004146C8" w:rsidRPr="001F350B">
        <w:rPr>
          <w:rFonts w:ascii="Times New Roman" w:hAnsi="Times New Roman"/>
          <w:sz w:val="28"/>
          <w:szCs w:val="28"/>
        </w:rPr>
        <w:t>Газификация</w:t>
      </w:r>
      <w:r w:rsidRPr="001F350B">
        <w:rPr>
          <w:rFonts w:ascii="Times New Roman" w:hAnsi="Times New Roman"/>
          <w:sz w:val="28"/>
          <w:szCs w:val="28"/>
        </w:rPr>
        <w:t xml:space="preserve"> домовладений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53E1B164" w14:textId="4DE96432" w:rsidR="00647C20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8. Количество переоборудованного автотранспорта на газомоторное топливо, ед. (с нарастающим итогом на конец 2027 года)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2B398372" w14:textId="4541D97F" w:rsidR="00CC723E" w:rsidRPr="001F350B" w:rsidRDefault="00CC723E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C723E">
        <w:rPr>
          <w:rFonts w:ascii="Times New Roman" w:hAnsi="Times New Roman"/>
          <w:sz w:val="28"/>
          <w:szCs w:val="28"/>
        </w:rPr>
        <w:t>Количество переоборудованного автотранспорта муниципальных учреждений на газомоторное топливо, ед. (с нарастающим итогом на конец 2027 года)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145F2126" w14:textId="573B0F26" w:rsidR="00647C20" w:rsidRPr="001F350B" w:rsidRDefault="00CC723E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647C20" w:rsidRPr="001F350B">
        <w:rPr>
          <w:rFonts w:ascii="Times New Roman" w:hAnsi="Times New Roman"/>
          <w:sz w:val="28"/>
          <w:szCs w:val="28"/>
        </w:rPr>
        <w:t xml:space="preserve">. Количество подготовленных площадок под размещение передвижных автомобильных газовых заправщиков (ПАГЗ), ед. </w:t>
      </w:r>
      <w:r w:rsidR="00BE6898">
        <w:rPr>
          <w:rFonts w:ascii="Times New Roman" w:hAnsi="Times New Roman"/>
          <w:sz w:val="28"/>
          <w:szCs w:val="28"/>
        </w:rPr>
        <w:br/>
      </w:r>
      <w:r w:rsidR="00647C20" w:rsidRPr="001F350B">
        <w:rPr>
          <w:rFonts w:ascii="Times New Roman" w:hAnsi="Times New Roman"/>
          <w:sz w:val="28"/>
          <w:szCs w:val="28"/>
        </w:rPr>
        <w:t>(с нарастающим итогом на конец 202</w:t>
      </w:r>
      <w:r w:rsidR="001B774C" w:rsidRPr="001F350B">
        <w:rPr>
          <w:rFonts w:ascii="Times New Roman" w:hAnsi="Times New Roman"/>
          <w:sz w:val="28"/>
          <w:szCs w:val="28"/>
        </w:rPr>
        <w:t>7</w:t>
      </w:r>
      <w:r w:rsidR="00647C20" w:rsidRPr="001F350B">
        <w:rPr>
          <w:rFonts w:ascii="Times New Roman" w:hAnsi="Times New Roman"/>
          <w:sz w:val="28"/>
          <w:szCs w:val="28"/>
        </w:rPr>
        <w:t xml:space="preserve"> года)</w:t>
      </w:r>
      <w:r w:rsidR="007C2CF4">
        <w:rPr>
          <w:rFonts w:ascii="Times New Roman" w:hAnsi="Times New Roman"/>
          <w:sz w:val="28"/>
          <w:szCs w:val="28"/>
        </w:rPr>
        <w:t>.</w:t>
      </w:r>
    </w:p>
    <w:p w14:paraId="5861E5CC" w14:textId="37D6FB3A" w:rsidR="00321002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</w:t>
      </w:r>
      <w:r w:rsidR="00CC723E">
        <w:rPr>
          <w:rFonts w:ascii="Times New Roman" w:hAnsi="Times New Roman"/>
          <w:sz w:val="28"/>
          <w:szCs w:val="28"/>
        </w:rPr>
        <w:t>1</w:t>
      </w:r>
      <w:r w:rsidRPr="001F350B">
        <w:rPr>
          <w:rFonts w:ascii="Times New Roman" w:hAnsi="Times New Roman"/>
          <w:sz w:val="28"/>
          <w:szCs w:val="28"/>
        </w:rPr>
        <w:t>. Количество приобретенных ПАГЗ и полуприцепов цистерн (контейнеров-цистерн) СПГ для обеспечения топливом объектов жилищно-коммунального хозяйства и автотранспорта, ед. (с нарастающим итогом на конец 202</w:t>
      </w:r>
      <w:r w:rsidR="001B774C" w:rsidRPr="001F350B">
        <w:rPr>
          <w:rFonts w:ascii="Times New Roman" w:hAnsi="Times New Roman"/>
          <w:sz w:val="28"/>
          <w:szCs w:val="28"/>
        </w:rPr>
        <w:t>7</w:t>
      </w:r>
      <w:r w:rsidRPr="001F350B">
        <w:rPr>
          <w:rFonts w:ascii="Times New Roman" w:hAnsi="Times New Roman"/>
          <w:sz w:val="28"/>
          <w:szCs w:val="28"/>
        </w:rPr>
        <w:t xml:space="preserve"> года).</w:t>
      </w:r>
    </w:p>
    <w:p w14:paraId="1BF830CB" w14:textId="06BF8F1B" w:rsidR="00043CA3" w:rsidRPr="00187B4A" w:rsidRDefault="00043CA3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</w:t>
      </w:r>
      <w:r w:rsidR="00CC723E">
        <w:rPr>
          <w:rFonts w:ascii="Times New Roman" w:hAnsi="Times New Roman"/>
          <w:sz w:val="28"/>
          <w:szCs w:val="28"/>
        </w:rPr>
        <w:t>2</w:t>
      </w:r>
      <w:r w:rsidRPr="001F350B">
        <w:rPr>
          <w:rFonts w:ascii="Times New Roman" w:hAnsi="Times New Roman"/>
          <w:sz w:val="28"/>
          <w:szCs w:val="28"/>
        </w:rPr>
        <w:t>. Приобретение (переоборудование) транспорта и техники, использующих г</w:t>
      </w:r>
      <w:r w:rsidR="00187B4A">
        <w:rPr>
          <w:rFonts w:ascii="Times New Roman" w:hAnsi="Times New Roman"/>
          <w:sz w:val="28"/>
          <w:szCs w:val="28"/>
        </w:rPr>
        <w:t>аз в качестве моторного топлива.</w:t>
      </w:r>
    </w:p>
    <w:p w14:paraId="628D6F41" w14:textId="1AED0ACD" w:rsidR="00043CA3" w:rsidRPr="00BE6898" w:rsidRDefault="00043CA3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Перечень конечных результатов индикаторов указан в </w:t>
      </w:r>
      <w:r w:rsidRPr="00BE6898">
        <w:rPr>
          <w:rFonts w:ascii="Times New Roman" w:hAnsi="Times New Roman"/>
          <w:sz w:val="28"/>
          <w:szCs w:val="28"/>
        </w:rPr>
        <w:t xml:space="preserve">приложении </w:t>
      </w:r>
      <w:r w:rsidR="007508A5" w:rsidRPr="00BE6898">
        <w:rPr>
          <w:rFonts w:ascii="Times New Roman" w:hAnsi="Times New Roman"/>
          <w:sz w:val="28"/>
          <w:szCs w:val="28"/>
        </w:rPr>
        <w:t>1</w:t>
      </w:r>
      <w:r w:rsidRPr="00BE6898">
        <w:rPr>
          <w:rFonts w:ascii="Times New Roman" w:hAnsi="Times New Roman"/>
          <w:sz w:val="28"/>
          <w:szCs w:val="28"/>
        </w:rPr>
        <w:t xml:space="preserve"> </w:t>
      </w:r>
      <w:r w:rsidR="00BE6898">
        <w:rPr>
          <w:rFonts w:ascii="Times New Roman" w:hAnsi="Times New Roman"/>
          <w:sz w:val="28"/>
          <w:szCs w:val="28"/>
        </w:rPr>
        <w:br/>
      </w:r>
      <w:r w:rsidRPr="00BE6898">
        <w:rPr>
          <w:rFonts w:ascii="Times New Roman" w:hAnsi="Times New Roman"/>
          <w:sz w:val="28"/>
          <w:szCs w:val="28"/>
        </w:rPr>
        <w:t>к муниципальной программе.</w:t>
      </w:r>
    </w:p>
    <w:p w14:paraId="3EB99C33" w14:textId="25395685" w:rsidR="00321002" w:rsidRPr="001F350B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898">
        <w:rPr>
          <w:rFonts w:ascii="Times New Roman" w:hAnsi="Times New Roman"/>
          <w:sz w:val="28"/>
          <w:szCs w:val="28"/>
        </w:rPr>
        <w:t xml:space="preserve">Перечень и сведения о плановых значениях показателей (целевых индикаторов) программы представлены в приложении </w:t>
      </w:r>
      <w:r w:rsidR="007508A5" w:rsidRPr="00BE6898">
        <w:rPr>
          <w:rFonts w:ascii="Times New Roman" w:hAnsi="Times New Roman"/>
          <w:sz w:val="28"/>
          <w:szCs w:val="28"/>
        </w:rPr>
        <w:t>1</w:t>
      </w:r>
      <w:r w:rsidRPr="00BE6898">
        <w:rPr>
          <w:rFonts w:ascii="Times New Roman" w:hAnsi="Times New Roman"/>
          <w:sz w:val="28"/>
          <w:szCs w:val="28"/>
        </w:rPr>
        <w:t xml:space="preserve"> к настоящей </w:t>
      </w:r>
      <w:r w:rsidRPr="001F350B">
        <w:rPr>
          <w:rFonts w:ascii="Times New Roman" w:hAnsi="Times New Roman"/>
          <w:sz w:val="28"/>
          <w:szCs w:val="28"/>
        </w:rPr>
        <w:t>муниципальной программе.».</w:t>
      </w:r>
    </w:p>
    <w:p w14:paraId="71AA293D" w14:textId="187F3B10" w:rsidR="00321002" w:rsidRPr="001F350B" w:rsidRDefault="00321002" w:rsidP="007C2CF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</w:t>
      </w:r>
      <w:r w:rsidRPr="001F350B">
        <w:rPr>
          <w:rFonts w:ascii="Times New Roman" w:hAnsi="Times New Roman"/>
          <w:sz w:val="28"/>
          <w:szCs w:val="28"/>
        </w:rPr>
        <w:t>.</w:t>
      </w:r>
      <w:r w:rsidR="00B9758A">
        <w:rPr>
          <w:rFonts w:ascii="Times New Roman" w:hAnsi="Times New Roman"/>
          <w:sz w:val="28"/>
          <w:szCs w:val="28"/>
        </w:rPr>
        <w:t>5.</w:t>
      </w:r>
      <w:r w:rsidRPr="001F350B">
        <w:rPr>
          <w:rFonts w:ascii="Times New Roman" w:hAnsi="Times New Roman"/>
          <w:sz w:val="28"/>
          <w:szCs w:val="28"/>
        </w:rPr>
        <w:t xml:space="preserve"> Раздел 4</w:t>
      </w:r>
      <w:r w:rsidR="00B9758A">
        <w:rPr>
          <w:rFonts w:ascii="Times New Roman" w:hAnsi="Times New Roman"/>
          <w:sz w:val="28"/>
          <w:szCs w:val="28"/>
        </w:rPr>
        <w:t xml:space="preserve"> программы</w:t>
      </w:r>
      <w:r w:rsidRPr="001F350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7FD0BC3" w14:textId="67E28D6F" w:rsidR="00321002" w:rsidRPr="001F350B" w:rsidRDefault="00B9758A" w:rsidP="007C2CF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«Раздел 4. </w:t>
      </w:r>
      <w:r w:rsidR="00321002" w:rsidRPr="001F350B">
        <w:rPr>
          <w:rFonts w:ascii="Times New Roman" w:hAnsi="Times New Roman"/>
          <w:sz w:val="28"/>
          <w:szCs w:val="28"/>
        </w:rPr>
        <w:t>Перечень программных меро</w:t>
      </w:r>
      <w:r>
        <w:rPr>
          <w:rFonts w:ascii="Times New Roman" w:hAnsi="Times New Roman"/>
          <w:sz w:val="28"/>
          <w:szCs w:val="28"/>
        </w:rPr>
        <w:t>приятий муниципальной программы</w:t>
      </w:r>
    </w:p>
    <w:p w14:paraId="31B90265" w14:textId="77777777" w:rsidR="00321002" w:rsidRPr="001F350B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Основные мероприятия, планируемые к реализации в рамках программы:</w:t>
      </w:r>
    </w:p>
    <w:p w14:paraId="219DAC44" w14:textId="77777777" w:rsidR="00321002" w:rsidRPr="001F350B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Мероприятие 1. Развитие систем газификации.</w:t>
      </w:r>
    </w:p>
    <w:p w14:paraId="38E682CC" w14:textId="2CB75703" w:rsidR="00321002" w:rsidRPr="001F350B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Мероприятие 2. Оказание мер поддержки потребителям </w:t>
      </w:r>
      <w:r w:rsidR="00BE6898">
        <w:rPr>
          <w:rFonts w:ascii="Times New Roman" w:hAnsi="Times New Roman"/>
          <w:sz w:val="28"/>
          <w:szCs w:val="28"/>
        </w:rPr>
        <w:br/>
      </w:r>
      <w:r w:rsidRPr="001F350B">
        <w:rPr>
          <w:rFonts w:ascii="Times New Roman" w:hAnsi="Times New Roman"/>
          <w:sz w:val="28"/>
          <w:szCs w:val="28"/>
        </w:rPr>
        <w:t>при газификации жилого фонда.</w:t>
      </w:r>
    </w:p>
    <w:p w14:paraId="7E349AA1" w14:textId="77777777" w:rsidR="00321002" w:rsidRPr="001F350B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Мероприятие 3. Создание объектов газозаправочной инфраструктуры и приобретение (переоборудование) транспорта и техники, использующих природный газ в качестве моторного топлива.</w:t>
      </w:r>
    </w:p>
    <w:p w14:paraId="431D207A" w14:textId="1E6738E0" w:rsidR="00321002" w:rsidRPr="001F350B" w:rsidRDefault="00321002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Перечень программных мероприятий представлен в приложении 2 </w:t>
      </w:r>
      <w:r w:rsidR="00BE6898">
        <w:rPr>
          <w:rFonts w:ascii="Times New Roman" w:hAnsi="Times New Roman"/>
          <w:sz w:val="28"/>
          <w:szCs w:val="28"/>
        </w:rPr>
        <w:br/>
      </w:r>
      <w:r w:rsidRPr="001F350B">
        <w:rPr>
          <w:rFonts w:ascii="Times New Roman" w:hAnsi="Times New Roman"/>
          <w:sz w:val="28"/>
          <w:szCs w:val="28"/>
        </w:rPr>
        <w:t>к настоящей муниципальной программе.».</w:t>
      </w:r>
    </w:p>
    <w:p w14:paraId="4F73CA40" w14:textId="23522144" w:rsidR="00321002" w:rsidRPr="001F350B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</w:t>
      </w:r>
      <w:r w:rsidRPr="001F350B">
        <w:rPr>
          <w:rFonts w:ascii="Times New Roman" w:hAnsi="Times New Roman"/>
          <w:sz w:val="28"/>
          <w:szCs w:val="28"/>
        </w:rPr>
        <w:t>.</w:t>
      </w:r>
      <w:r w:rsidR="00B9758A">
        <w:rPr>
          <w:rFonts w:ascii="Times New Roman" w:hAnsi="Times New Roman"/>
          <w:sz w:val="28"/>
          <w:szCs w:val="28"/>
        </w:rPr>
        <w:t>6.</w:t>
      </w:r>
      <w:r w:rsidRPr="001F350B">
        <w:rPr>
          <w:rFonts w:ascii="Times New Roman" w:hAnsi="Times New Roman"/>
          <w:sz w:val="28"/>
          <w:szCs w:val="28"/>
        </w:rPr>
        <w:t xml:space="preserve"> Раздел 6 изложить в следующей редакции:</w:t>
      </w:r>
    </w:p>
    <w:p w14:paraId="2822E29A" w14:textId="464CDD93" w:rsidR="00321002" w:rsidRPr="001F350B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«Раздел 6</w:t>
      </w:r>
      <w:r w:rsidR="00B9758A">
        <w:rPr>
          <w:rFonts w:ascii="Times New Roman" w:hAnsi="Times New Roman"/>
          <w:sz w:val="28"/>
          <w:szCs w:val="28"/>
        </w:rPr>
        <w:t xml:space="preserve">. </w:t>
      </w:r>
      <w:r w:rsidRPr="001F350B">
        <w:rPr>
          <w:rFonts w:ascii="Times New Roman" w:hAnsi="Times New Roman"/>
          <w:sz w:val="28"/>
          <w:szCs w:val="28"/>
        </w:rPr>
        <w:t>Ресурсное обесп</w:t>
      </w:r>
      <w:r w:rsidR="007C2CF4">
        <w:rPr>
          <w:rFonts w:ascii="Times New Roman" w:hAnsi="Times New Roman"/>
          <w:sz w:val="28"/>
          <w:szCs w:val="28"/>
        </w:rPr>
        <w:t>ечение муниципальной програ</w:t>
      </w:r>
      <w:r w:rsidR="00B9758A">
        <w:rPr>
          <w:rFonts w:ascii="Times New Roman" w:hAnsi="Times New Roman"/>
          <w:sz w:val="28"/>
          <w:szCs w:val="28"/>
        </w:rPr>
        <w:t>ммы</w:t>
      </w:r>
    </w:p>
    <w:p w14:paraId="5D5BF041" w14:textId="0DDD24DA" w:rsidR="00321002" w:rsidRPr="00AE6C62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E6C62">
        <w:rPr>
          <w:rFonts w:ascii="Times New Roman" w:hAnsi="Times New Roman"/>
          <w:sz w:val="28"/>
          <w:szCs w:val="28"/>
        </w:rPr>
        <w:t xml:space="preserve">Общий объем средств, направленных на реализацию программы, составит </w:t>
      </w:r>
      <w:r w:rsidR="007C2CF4">
        <w:rPr>
          <w:rFonts w:ascii="Times New Roman" w:hAnsi="Times New Roman"/>
          <w:sz w:val="28"/>
          <w:szCs w:val="28"/>
        </w:rPr>
        <w:t xml:space="preserve">528 </w:t>
      </w:r>
      <w:r w:rsidR="00AE6C62" w:rsidRPr="00AE6C62">
        <w:rPr>
          <w:rFonts w:ascii="Times New Roman" w:hAnsi="Times New Roman"/>
          <w:sz w:val="28"/>
          <w:szCs w:val="28"/>
        </w:rPr>
        <w:t>599,3</w:t>
      </w:r>
      <w:r w:rsidRPr="00AE6C62">
        <w:rPr>
          <w:rFonts w:ascii="Times New Roman" w:hAnsi="Times New Roman"/>
          <w:sz w:val="28"/>
          <w:szCs w:val="28"/>
        </w:rPr>
        <w:t xml:space="preserve"> тыс. рублей, в том чи</w:t>
      </w:r>
      <w:r w:rsidR="007C2CF4">
        <w:rPr>
          <w:rFonts w:ascii="Times New Roman" w:hAnsi="Times New Roman"/>
          <w:sz w:val="28"/>
          <w:szCs w:val="28"/>
        </w:rPr>
        <w:t>сле</w:t>
      </w:r>
      <w:r w:rsidR="00B9758A">
        <w:rPr>
          <w:rFonts w:ascii="Times New Roman" w:hAnsi="Times New Roman"/>
          <w:sz w:val="28"/>
          <w:szCs w:val="28"/>
        </w:rPr>
        <w:t>,</w:t>
      </w:r>
      <w:r w:rsidR="007C2CF4">
        <w:rPr>
          <w:rFonts w:ascii="Times New Roman" w:hAnsi="Times New Roman"/>
          <w:sz w:val="28"/>
          <w:szCs w:val="28"/>
        </w:rPr>
        <w:t xml:space="preserve"> средства областного бюджета - </w:t>
      </w:r>
      <w:r w:rsidR="007C2CF4">
        <w:rPr>
          <w:rFonts w:ascii="Times New Roman" w:hAnsi="Times New Roman"/>
          <w:sz w:val="28"/>
          <w:szCs w:val="28"/>
        </w:rPr>
        <w:lastRenderedPageBreak/>
        <w:t xml:space="preserve">493 </w:t>
      </w:r>
      <w:r w:rsidR="00AE6C62" w:rsidRPr="00AE6C62">
        <w:rPr>
          <w:rFonts w:ascii="Times New Roman" w:hAnsi="Times New Roman"/>
          <w:sz w:val="28"/>
          <w:szCs w:val="28"/>
        </w:rPr>
        <w:t>727,9</w:t>
      </w:r>
      <w:r w:rsidR="008D5F0E" w:rsidRPr="00AE6C62">
        <w:rPr>
          <w:rFonts w:ascii="Times New Roman" w:hAnsi="Times New Roman"/>
          <w:sz w:val="28"/>
          <w:szCs w:val="28"/>
        </w:rPr>
        <w:t xml:space="preserve"> </w:t>
      </w:r>
      <w:r w:rsidRPr="00AE6C62">
        <w:rPr>
          <w:rFonts w:ascii="Times New Roman" w:hAnsi="Times New Roman"/>
          <w:sz w:val="28"/>
          <w:szCs w:val="28"/>
        </w:rPr>
        <w:t>тыс. рублей, средства бюджета муниципального образования</w:t>
      </w:r>
      <w:r w:rsidR="007C2CF4">
        <w:rPr>
          <w:rFonts w:ascii="Times New Roman" w:hAnsi="Times New Roman"/>
          <w:sz w:val="28"/>
          <w:szCs w:val="28"/>
        </w:rPr>
        <w:t xml:space="preserve"> - </w:t>
      </w:r>
      <w:r w:rsidR="00BE6898">
        <w:rPr>
          <w:rFonts w:ascii="Times New Roman" w:hAnsi="Times New Roman"/>
          <w:sz w:val="28"/>
          <w:szCs w:val="28"/>
        </w:rPr>
        <w:br/>
      </w:r>
      <w:r w:rsidR="007C2CF4">
        <w:rPr>
          <w:rFonts w:ascii="Times New Roman" w:hAnsi="Times New Roman"/>
          <w:sz w:val="28"/>
          <w:szCs w:val="28"/>
        </w:rPr>
        <w:t xml:space="preserve">34 </w:t>
      </w:r>
      <w:r w:rsidR="00AE6C62" w:rsidRPr="00AE6C62">
        <w:rPr>
          <w:rFonts w:ascii="Times New Roman" w:hAnsi="Times New Roman"/>
          <w:sz w:val="28"/>
          <w:szCs w:val="28"/>
        </w:rPr>
        <w:t>871,4</w:t>
      </w:r>
      <w:r w:rsidR="00782475" w:rsidRPr="00AE6C62">
        <w:rPr>
          <w:rFonts w:ascii="Times New Roman" w:hAnsi="Times New Roman"/>
          <w:sz w:val="28"/>
          <w:szCs w:val="28"/>
        </w:rPr>
        <w:t xml:space="preserve"> </w:t>
      </w:r>
      <w:r w:rsidRPr="00AE6C62">
        <w:rPr>
          <w:rFonts w:ascii="Times New Roman" w:hAnsi="Times New Roman"/>
          <w:sz w:val="28"/>
          <w:szCs w:val="28"/>
        </w:rPr>
        <w:t>тыс. рублей.</w:t>
      </w:r>
    </w:p>
    <w:p w14:paraId="2B1CE44D" w14:textId="5BF2B67D" w:rsidR="00321002" w:rsidRPr="001F350B" w:rsidRDefault="00321002" w:rsidP="007C2CF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представлено в приложении 3 к настоящей муниципальной программе.».</w:t>
      </w:r>
    </w:p>
    <w:p w14:paraId="0E6F2D06" w14:textId="3E44AE34" w:rsidR="00321002" w:rsidRPr="001F350B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</w:t>
      </w:r>
      <w:r w:rsidRPr="001F350B">
        <w:rPr>
          <w:rFonts w:ascii="Times New Roman" w:hAnsi="Times New Roman"/>
          <w:sz w:val="28"/>
          <w:szCs w:val="28"/>
        </w:rPr>
        <w:t>.</w:t>
      </w:r>
      <w:r w:rsidR="00B9758A">
        <w:rPr>
          <w:rFonts w:ascii="Times New Roman" w:hAnsi="Times New Roman"/>
          <w:sz w:val="28"/>
          <w:szCs w:val="28"/>
        </w:rPr>
        <w:t>7.</w:t>
      </w:r>
      <w:r w:rsidRPr="001F350B">
        <w:rPr>
          <w:rFonts w:ascii="Times New Roman" w:hAnsi="Times New Roman"/>
          <w:sz w:val="28"/>
          <w:szCs w:val="28"/>
        </w:rPr>
        <w:t xml:space="preserve"> Раздел 7</w:t>
      </w:r>
      <w:r w:rsidR="00B9758A">
        <w:rPr>
          <w:rFonts w:ascii="Times New Roman" w:hAnsi="Times New Roman"/>
          <w:sz w:val="28"/>
          <w:szCs w:val="28"/>
        </w:rPr>
        <w:t xml:space="preserve"> программы</w:t>
      </w:r>
      <w:r w:rsidRPr="001F350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D9AA358" w14:textId="1C39B1F2" w:rsidR="009D6081" w:rsidRPr="001F350B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«Раздел 7</w:t>
      </w:r>
      <w:r w:rsidR="00B9758A">
        <w:rPr>
          <w:rFonts w:ascii="Times New Roman" w:hAnsi="Times New Roman"/>
          <w:sz w:val="28"/>
          <w:szCs w:val="28"/>
        </w:rPr>
        <w:t xml:space="preserve">. </w:t>
      </w:r>
      <w:r w:rsidRPr="001F350B">
        <w:rPr>
          <w:rFonts w:ascii="Times New Roman" w:hAnsi="Times New Roman"/>
          <w:sz w:val="28"/>
          <w:szCs w:val="28"/>
        </w:rPr>
        <w:t>Конечные результаты реал</w:t>
      </w:r>
      <w:r w:rsidR="00B9758A">
        <w:rPr>
          <w:rFonts w:ascii="Times New Roman" w:hAnsi="Times New Roman"/>
          <w:sz w:val="28"/>
          <w:szCs w:val="28"/>
        </w:rPr>
        <w:t>изации муниципальной программы</w:t>
      </w:r>
    </w:p>
    <w:p w14:paraId="73F05EEE" w14:textId="77777777" w:rsidR="00321002" w:rsidRPr="001F350B" w:rsidRDefault="00321002" w:rsidP="007C2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В результате реализации мероприятий программы, основные показатели могут достигнуть следующих значений:</w:t>
      </w:r>
    </w:p>
    <w:p w14:paraId="2C577665" w14:textId="576424D9" w:rsidR="00872CB0" w:rsidRPr="001F350B" w:rsidRDefault="00647C20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1. Объем потребления газа </w:t>
      </w:r>
      <w:r w:rsidR="007C2CF4">
        <w:rPr>
          <w:rFonts w:ascii="Times New Roman" w:hAnsi="Times New Roman"/>
          <w:sz w:val="28"/>
          <w:szCs w:val="28"/>
        </w:rPr>
        <w:t>-</w:t>
      </w:r>
      <w:r w:rsidRPr="001F350B">
        <w:rPr>
          <w:rFonts w:ascii="Times New Roman" w:hAnsi="Times New Roman"/>
          <w:sz w:val="28"/>
          <w:szCs w:val="28"/>
        </w:rPr>
        <w:t xml:space="preserve"> 25</w:t>
      </w:r>
      <w:r w:rsidR="000E1E31">
        <w:rPr>
          <w:rFonts w:ascii="Times New Roman" w:hAnsi="Times New Roman"/>
          <w:sz w:val="28"/>
          <w:szCs w:val="28"/>
        </w:rPr>
        <w:t xml:space="preserve"> </w:t>
      </w:r>
      <w:r w:rsidRPr="001F350B">
        <w:rPr>
          <w:rFonts w:ascii="Times New Roman" w:hAnsi="Times New Roman"/>
          <w:sz w:val="28"/>
          <w:szCs w:val="28"/>
        </w:rPr>
        <w:t>334 тыс. куб.</w:t>
      </w:r>
      <w:r w:rsidR="00BE6898">
        <w:rPr>
          <w:rFonts w:ascii="Times New Roman" w:hAnsi="Times New Roman"/>
          <w:sz w:val="28"/>
          <w:szCs w:val="28"/>
        </w:rPr>
        <w:t xml:space="preserve"> м. (до 2027 года включительно).</w:t>
      </w:r>
    </w:p>
    <w:p w14:paraId="22C2F570" w14:textId="2B802C08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2. Количество газовых котельных и промышленных устан</w:t>
      </w:r>
      <w:r w:rsidR="00BE6898">
        <w:rPr>
          <w:rFonts w:ascii="Times New Roman" w:hAnsi="Times New Roman"/>
          <w:sz w:val="28"/>
          <w:szCs w:val="28"/>
        </w:rPr>
        <w:t xml:space="preserve">овок - 12 шт. </w:t>
      </w:r>
      <w:r w:rsidR="00BE6898">
        <w:rPr>
          <w:rFonts w:ascii="Times New Roman" w:hAnsi="Times New Roman"/>
          <w:sz w:val="28"/>
          <w:szCs w:val="28"/>
        </w:rPr>
        <w:br/>
        <w:t>к концу 2027 года.</w:t>
      </w:r>
    </w:p>
    <w:p w14:paraId="2C4E990A" w14:textId="18FC73FC" w:rsidR="00647C20" w:rsidRPr="001F350B" w:rsidRDefault="00647C20" w:rsidP="007C2CF4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3. Потребление газа в газовых котельных и промышленных установках </w:t>
      </w:r>
      <w:r w:rsidR="007C2CF4">
        <w:rPr>
          <w:rFonts w:ascii="Times New Roman" w:hAnsi="Times New Roman"/>
          <w:sz w:val="28"/>
          <w:szCs w:val="28"/>
        </w:rPr>
        <w:t>-</w:t>
      </w:r>
      <w:r w:rsidRPr="001F350B">
        <w:rPr>
          <w:rFonts w:ascii="Times New Roman" w:hAnsi="Times New Roman"/>
          <w:sz w:val="28"/>
          <w:szCs w:val="28"/>
        </w:rPr>
        <w:t xml:space="preserve"> 11250 тыс. куб.</w:t>
      </w:r>
      <w:r w:rsidR="00BE6898">
        <w:rPr>
          <w:rFonts w:ascii="Times New Roman" w:hAnsi="Times New Roman"/>
          <w:sz w:val="28"/>
          <w:szCs w:val="28"/>
        </w:rPr>
        <w:t xml:space="preserve"> м. (до 2027 года включительно).</w:t>
      </w:r>
    </w:p>
    <w:p w14:paraId="756C6550" w14:textId="1EE5CC94" w:rsidR="00321002" w:rsidRPr="001F350B" w:rsidRDefault="00321002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4. Протяженность внутригородских и сельских газовых сетей </w:t>
      </w:r>
      <w:r w:rsidR="007C2CF4">
        <w:rPr>
          <w:rFonts w:ascii="Times New Roman" w:hAnsi="Times New Roman"/>
          <w:sz w:val="28"/>
          <w:szCs w:val="28"/>
        </w:rPr>
        <w:t>-</w:t>
      </w:r>
      <w:r w:rsidRPr="001F350B">
        <w:rPr>
          <w:rFonts w:ascii="Times New Roman" w:hAnsi="Times New Roman"/>
          <w:sz w:val="28"/>
          <w:szCs w:val="28"/>
        </w:rPr>
        <w:t xml:space="preserve"> 0,121 тыс. км, в том числе:</w:t>
      </w:r>
    </w:p>
    <w:p w14:paraId="5A77AC9D" w14:textId="7C67F175" w:rsidR="00321002" w:rsidRPr="001F350B" w:rsidRDefault="00321002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- городские сети </w:t>
      </w:r>
      <w:r w:rsidR="007C2CF4">
        <w:rPr>
          <w:rFonts w:ascii="Times New Roman" w:hAnsi="Times New Roman"/>
          <w:sz w:val="28"/>
          <w:szCs w:val="28"/>
        </w:rPr>
        <w:t>-</w:t>
      </w:r>
      <w:r w:rsidRPr="001F350B">
        <w:rPr>
          <w:rFonts w:ascii="Times New Roman" w:hAnsi="Times New Roman"/>
          <w:sz w:val="28"/>
          <w:szCs w:val="28"/>
        </w:rPr>
        <w:t xml:space="preserve"> 96,49 км (до 202</w:t>
      </w:r>
      <w:r w:rsidR="00647C20" w:rsidRPr="001F350B">
        <w:rPr>
          <w:rFonts w:ascii="Times New Roman" w:hAnsi="Times New Roman"/>
          <w:sz w:val="28"/>
          <w:szCs w:val="28"/>
        </w:rPr>
        <w:t>7</w:t>
      </w:r>
      <w:r w:rsidRPr="001F350B">
        <w:rPr>
          <w:rFonts w:ascii="Times New Roman" w:hAnsi="Times New Roman"/>
          <w:sz w:val="28"/>
          <w:szCs w:val="28"/>
        </w:rPr>
        <w:t xml:space="preserve"> года включительно);</w:t>
      </w:r>
    </w:p>
    <w:p w14:paraId="3C25FB4C" w14:textId="7A7861DC" w:rsidR="00321002" w:rsidRPr="001F350B" w:rsidRDefault="00321002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- сельские сети </w:t>
      </w:r>
      <w:r w:rsidR="007C2CF4">
        <w:rPr>
          <w:rFonts w:ascii="Times New Roman" w:hAnsi="Times New Roman"/>
          <w:sz w:val="28"/>
          <w:szCs w:val="28"/>
        </w:rPr>
        <w:t>-</w:t>
      </w:r>
      <w:r w:rsidRPr="001F350B">
        <w:rPr>
          <w:rFonts w:ascii="Times New Roman" w:hAnsi="Times New Roman"/>
          <w:sz w:val="28"/>
          <w:szCs w:val="28"/>
        </w:rPr>
        <w:t xml:space="preserve"> 25,00 км (до 202</w:t>
      </w:r>
      <w:r w:rsidR="00647C20" w:rsidRPr="001F350B">
        <w:rPr>
          <w:rFonts w:ascii="Times New Roman" w:hAnsi="Times New Roman"/>
          <w:sz w:val="28"/>
          <w:szCs w:val="28"/>
        </w:rPr>
        <w:t>7</w:t>
      </w:r>
      <w:r w:rsidR="00BE6898">
        <w:rPr>
          <w:rFonts w:ascii="Times New Roman" w:hAnsi="Times New Roman"/>
          <w:sz w:val="28"/>
          <w:szCs w:val="28"/>
        </w:rPr>
        <w:t xml:space="preserve"> года включительно).</w:t>
      </w:r>
    </w:p>
    <w:p w14:paraId="18265A8B" w14:textId="657AD33A" w:rsidR="00321002" w:rsidRPr="001F350B" w:rsidRDefault="00321002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5. Рабочие места в газоснабжении и газификации </w:t>
      </w:r>
      <w:r w:rsidR="007C2CF4">
        <w:rPr>
          <w:rFonts w:ascii="Times New Roman" w:hAnsi="Times New Roman"/>
          <w:sz w:val="28"/>
          <w:szCs w:val="28"/>
        </w:rPr>
        <w:t>-</w:t>
      </w:r>
      <w:r w:rsidR="00BE6898">
        <w:rPr>
          <w:rFonts w:ascii="Times New Roman" w:hAnsi="Times New Roman"/>
          <w:sz w:val="28"/>
          <w:szCs w:val="28"/>
        </w:rPr>
        <w:t xml:space="preserve"> 15 ед. к концу 2018 года.</w:t>
      </w:r>
    </w:p>
    <w:p w14:paraId="126C485C" w14:textId="5FF5AE05" w:rsidR="00321002" w:rsidRPr="001F350B" w:rsidRDefault="00321002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6. Газификация дизельных электростанций </w:t>
      </w:r>
      <w:r w:rsidR="007C2CF4">
        <w:rPr>
          <w:rFonts w:ascii="Times New Roman" w:hAnsi="Times New Roman"/>
          <w:sz w:val="28"/>
          <w:szCs w:val="28"/>
        </w:rPr>
        <w:t>-</w:t>
      </w:r>
      <w:r w:rsidR="00BE6898">
        <w:rPr>
          <w:rFonts w:ascii="Times New Roman" w:hAnsi="Times New Roman"/>
          <w:sz w:val="28"/>
          <w:szCs w:val="28"/>
        </w:rPr>
        <w:t xml:space="preserve"> 1 к концу 2018 года.</w:t>
      </w:r>
    </w:p>
    <w:p w14:paraId="5F20BE4C" w14:textId="43C0DAAF" w:rsidR="00321002" w:rsidRPr="001F350B" w:rsidRDefault="00321002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7. Газификация домовладений </w:t>
      </w:r>
      <w:r w:rsidR="00BE6898">
        <w:rPr>
          <w:rFonts w:ascii="Times New Roman" w:hAnsi="Times New Roman"/>
          <w:sz w:val="28"/>
          <w:szCs w:val="28"/>
        </w:rPr>
        <w:t>-</w:t>
      </w:r>
      <w:r w:rsidR="007C2CF4">
        <w:rPr>
          <w:rFonts w:ascii="Times New Roman" w:hAnsi="Times New Roman"/>
          <w:sz w:val="28"/>
          <w:szCs w:val="28"/>
        </w:rPr>
        <w:t xml:space="preserve"> 4 </w:t>
      </w:r>
      <w:r w:rsidRPr="001F350B">
        <w:rPr>
          <w:rFonts w:ascii="Times New Roman" w:hAnsi="Times New Roman"/>
          <w:sz w:val="28"/>
          <w:szCs w:val="28"/>
        </w:rPr>
        <w:t>6</w:t>
      </w:r>
      <w:r w:rsidR="00A20CF7" w:rsidRPr="001F350B">
        <w:rPr>
          <w:rFonts w:ascii="Times New Roman" w:hAnsi="Times New Roman"/>
          <w:sz w:val="28"/>
          <w:szCs w:val="28"/>
        </w:rPr>
        <w:t>65</w:t>
      </w:r>
      <w:r w:rsidRPr="001F350B">
        <w:rPr>
          <w:rFonts w:ascii="Times New Roman" w:hAnsi="Times New Roman"/>
          <w:sz w:val="28"/>
          <w:szCs w:val="28"/>
        </w:rPr>
        <w:t xml:space="preserve"> ед. к концу 202</w:t>
      </w:r>
      <w:r w:rsidR="00A20CF7" w:rsidRPr="001F350B">
        <w:rPr>
          <w:rFonts w:ascii="Times New Roman" w:hAnsi="Times New Roman"/>
          <w:sz w:val="28"/>
          <w:szCs w:val="28"/>
        </w:rPr>
        <w:t>7</w:t>
      </w:r>
      <w:r w:rsidR="00BE6898">
        <w:rPr>
          <w:rFonts w:ascii="Times New Roman" w:hAnsi="Times New Roman"/>
          <w:sz w:val="28"/>
          <w:szCs w:val="28"/>
        </w:rPr>
        <w:t xml:space="preserve"> года.</w:t>
      </w:r>
    </w:p>
    <w:p w14:paraId="06315164" w14:textId="15679EA6" w:rsidR="00321002" w:rsidRDefault="00321002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8. Количество переоборудованного автотранспо</w:t>
      </w:r>
      <w:r w:rsidR="00CC723E">
        <w:rPr>
          <w:rFonts w:ascii="Times New Roman" w:hAnsi="Times New Roman"/>
          <w:sz w:val="28"/>
          <w:szCs w:val="28"/>
        </w:rPr>
        <w:t xml:space="preserve">рта на газомоторное топливо </w:t>
      </w:r>
      <w:r w:rsidR="007C2CF4">
        <w:rPr>
          <w:rFonts w:ascii="Times New Roman" w:hAnsi="Times New Roman"/>
          <w:sz w:val="28"/>
          <w:szCs w:val="28"/>
        </w:rPr>
        <w:t>-</w:t>
      </w:r>
      <w:r w:rsidR="00CC723E">
        <w:rPr>
          <w:rFonts w:ascii="Times New Roman" w:hAnsi="Times New Roman"/>
          <w:sz w:val="28"/>
          <w:szCs w:val="28"/>
        </w:rPr>
        <w:t xml:space="preserve"> 4</w:t>
      </w:r>
      <w:r w:rsidRPr="001F350B">
        <w:rPr>
          <w:rFonts w:ascii="Times New Roman" w:hAnsi="Times New Roman"/>
          <w:sz w:val="28"/>
          <w:szCs w:val="28"/>
        </w:rPr>
        <w:t xml:space="preserve"> ед. к концу 202</w:t>
      </w:r>
      <w:r w:rsidR="00A20CF7" w:rsidRPr="001F350B">
        <w:rPr>
          <w:rFonts w:ascii="Times New Roman" w:hAnsi="Times New Roman"/>
          <w:sz w:val="28"/>
          <w:szCs w:val="28"/>
        </w:rPr>
        <w:t>7</w:t>
      </w:r>
      <w:r w:rsidR="00BE6898">
        <w:rPr>
          <w:rFonts w:ascii="Times New Roman" w:hAnsi="Times New Roman"/>
          <w:sz w:val="28"/>
          <w:szCs w:val="28"/>
        </w:rPr>
        <w:t xml:space="preserve"> года.</w:t>
      </w:r>
    </w:p>
    <w:p w14:paraId="1F991ABE" w14:textId="6310C7E9" w:rsidR="00CC723E" w:rsidRPr="008D5F0E" w:rsidRDefault="00CC723E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C723E">
        <w:rPr>
          <w:rFonts w:ascii="Times New Roman" w:hAnsi="Times New Roman"/>
          <w:sz w:val="28"/>
          <w:szCs w:val="28"/>
        </w:rPr>
        <w:t xml:space="preserve">Количество </w:t>
      </w:r>
      <w:r w:rsidRPr="008D5F0E">
        <w:rPr>
          <w:rFonts w:ascii="Times New Roman" w:hAnsi="Times New Roman"/>
          <w:sz w:val="28"/>
          <w:szCs w:val="28"/>
        </w:rPr>
        <w:t>переоборудованного автотранспорта муниципальных учреждений на газомоторное топливо</w:t>
      </w:r>
      <w:r w:rsidR="003C10E4" w:rsidRPr="008D5F0E">
        <w:rPr>
          <w:rFonts w:ascii="Times New Roman" w:hAnsi="Times New Roman"/>
          <w:sz w:val="28"/>
          <w:szCs w:val="28"/>
        </w:rPr>
        <w:t xml:space="preserve"> - 1</w:t>
      </w:r>
      <w:r w:rsidRPr="008D5F0E">
        <w:rPr>
          <w:rFonts w:ascii="Times New Roman" w:hAnsi="Times New Roman"/>
          <w:sz w:val="28"/>
          <w:szCs w:val="28"/>
        </w:rPr>
        <w:t xml:space="preserve"> ед. (с нараста</w:t>
      </w:r>
      <w:r w:rsidR="00BE6898">
        <w:rPr>
          <w:rFonts w:ascii="Times New Roman" w:hAnsi="Times New Roman"/>
          <w:sz w:val="28"/>
          <w:szCs w:val="28"/>
        </w:rPr>
        <w:t>ющим итогом на конец 2027 года).</w:t>
      </w:r>
    </w:p>
    <w:p w14:paraId="2D0C0C65" w14:textId="42D3BD7F" w:rsidR="00321002" w:rsidRPr="001F350B" w:rsidRDefault="00CC723E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5F0E">
        <w:rPr>
          <w:rFonts w:ascii="Times New Roman" w:hAnsi="Times New Roman"/>
          <w:sz w:val="28"/>
          <w:szCs w:val="28"/>
        </w:rPr>
        <w:t>10</w:t>
      </w:r>
      <w:r w:rsidR="00321002" w:rsidRPr="008D5F0E">
        <w:rPr>
          <w:rFonts w:ascii="Times New Roman" w:hAnsi="Times New Roman"/>
          <w:sz w:val="28"/>
          <w:szCs w:val="28"/>
        </w:rPr>
        <w:t>.</w:t>
      </w:r>
      <w:r w:rsidR="00321002" w:rsidRPr="008D5F0E">
        <w:t xml:space="preserve"> </w:t>
      </w:r>
      <w:r w:rsidR="00321002" w:rsidRPr="008D5F0E">
        <w:rPr>
          <w:rFonts w:ascii="Times New Roman" w:hAnsi="Times New Roman"/>
          <w:sz w:val="28"/>
          <w:szCs w:val="28"/>
        </w:rPr>
        <w:t>Количество подготовленных площадок</w:t>
      </w:r>
      <w:r w:rsidR="00321002" w:rsidRPr="001F350B">
        <w:rPr>
          <w:rFonts w:ascii="Times New Roman" w:hAnsi="Times New Roman"/>
          <w:sz w:val="28"/>
          <w:szCs w:val="28"/>
        </w:rPr>
        <w:t xml:space="preserve"> под размещение передвижных автомобильных газовых заправщиков (ПАГЗ) </w:t>
      </w:r>
      <w:r w:rsidR="00BE6898">
        <w:rPr>
          <w:rFonts w:ascii="Times New Roman" w:hAnsi="Times New Roman"/>
          <w:sz w:val="28"/>
          <w:szCs w:val="28"/>
        </w:rPr>
        <w:t>-</w:t>
      </w:r>
      <w:r w:rsidR="00321002" w:rsidRPr="001F350B">
        <w:rPr>
          <w:rFonts w:ascii="Times New Roman" w:hAnsi="Times New Roman"/>
          <w:sz w:val="28"/>
          <w:szCs w:val="28"/>
        </w:rPr>
        <w:t xml:space="preserve"> 1 ед. к концу 202</w:t>
      </w:r>
      <w:r w:rsidR="00490772">
        <w:rPr>
          <w:rFonts w:ascii="Times New Roman" w:hAnsi="Times New Roman"/>
          <w:sz w:val="28"/>
          <w:szCs w:val="28"/>
        </w:rPr>
        <w:t>7</w:t>
      </w:r>
      <w:r w:rsidR="00BE6898">
        <w:rPr>
          <w:rFonts w:ascii="Times New Roman" w:hAnsi="Times New Roman"/>
          <w:sz w:val="28"/>
          <w:szCs w:val="28"/>
        </w:rPr>
        <w:t xml:space="preserve"> года.</w:t>
      </w:r>
    </w:p>
    <w:p w14:paraId="424458D5" w14:textId="7D1DFFB3" w:rsidR="00321002" w:rsidRPr="001F350B" w:rsidRDefault="00321002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</w:t>
      </w:r>
      <w:r w:rsidR="00CC723E">
        <w:rPr>
          <w:rFonts w:ascii="Times New Roman" w:hAnsi="Times New Roman"/>
          <w:sz w:val="28"/>
          <w:szCs w:val="28"/>
        </w:rPr>
        <w:t>1</w:t>
      </w:r>
      <w:r w:rsidRPr="001F350B">
        <w:rPr>
          <w:rFonts w:ascii="Times New Roman" w:hAnsi="Times New Roman"/>
          <w:sz w:val="28"/>
          <w:szCs w:val="28"/>
        </w:rPr>
        <w:t>.</w:t>
      </w:r>
      <w:r w:rsidRPr="001F350B">
        <w:t xml:space="preserve"> </w:t>
      </w:r>
      <w:r w:rsidRPr="001F350B">
        <w:rPr>
          <w:rFonts w:ascii="Times New Roman" w:hAnsi="Times New Roman"/>
          <w:sz w:val="28"/>
          <w:szCs w:val="28"/>
        </w:rPr>
        <w:t xml:space="preserve">Количество приобретенных ПАГЗ и полуприцепов цистерн (контейнеров-цистерн) СПГ для обеспечения топливом объектов жилищно-коммунального хозяйства и автотранспорта </w:t>
      </w:r>
      <w:r w:rsidR="00BE6898">
        <w:rPr>
          <w:rFonts w:ascii="Times New Roman" w:hAnsi="Times New Roman"/>
          <w:sz w:val="28"/>
          <w:szCs w:val="28"/>
        </w:rPr>
        <w:t>-</w:t>
      </w:r>
      <w:r w:rsidRPr="001F350B">
        <w:rPr>
          <w:rFonts w:ascii="Times New Roman" w:hAnsi="Times New Roman"/>
          <w:sz w:val="28"/>
          <w:szCs w:val="28"/>
        </w:rPr>
        <w:t xml:space="preserve"> 1 ед. к концу 202</w:t>
      </w:r>
      <w:r w:rsidR="00490772">
        <w:rPr>
          <w:rFonts w:ascii="Times New Roman" w:hAnsi="Times New Roman"/>
          <w:sz w:val="28"/>
          <w:szCs w:val="28"/>
        </w:rPr>
        <w:t>7</w:t>
      </w:r>
      <w:r w:rsidRPr="001F350B">
        <w:rPr>
          <w:rFonts w:ascii="Times New Roman" w:hAnsi="Times New Roman"/>
          <w:sz w:val="28"/>
          <w:szCs w:val="28"/>
        </w:rPr>
        <w:t xml:space="preserve"> года.</w:t>
      </w:r>
    </w:p>
    <w:p w14:paraId="3B7A4CF7" w14:textId="2E9D0CEE" w:rsidR="00672900" w:rsidRPr="001F350B" w:rsidRDefault="00672900" w:rsidP="007C2CF4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</w:t>
      </w:r>
      <w:r w:rsidR="00CC723E">
        <w:rPr>
          <w:rFonts w:ascii="Times New Roman" w:hAnsi="Times New Roman"/>
          <w:sz w:val="28"/>
          <w:szCs w:val="28"/>
        </w:rPr>
        <w:t>2</w:t>
      </w:r>
      <w:r w:rsidRPr="001F350B">
        <w:rPr>
          <w:rFonts w:ascii="Times New Roman" w:hAnsi="Times New Roman"/>
          <w:sz w:val="28"/>
          <w:szCs w:val="28"/>
        </w:rPr>
        <w:t xml:space="preserve">. Приобретение (переоборудование) транспорта и техники, использующих газ </w:t>
      </w:r>
      <w:r w:rsidR="006A1A27">
        <w:rPr>
          <w:rFonts w:ascii="Times New Roman" w:hAnsi="Times New Roman"/>
          <w:sz w:val="28"/>
          <w:szCs w:val="28"/>
        </w:rPr>
        <w:t>в качестве моторного топлива - 4</w:t>
      </w:r>
      <w:r w:rsidRPr="001F350B">
        <w:rPr>
          <w:rFonts w:ascii="Times New Roman" w:hAnsi="Times New Roman"/>
          <w:sz w:val="28"/>
          <w:szCs w:val="28"/>
        </w:rPr>
        <w:t xml:space="preserve"> ед. к концу 202</w:t>
      </w:r>
      <w:r w:rsidR="00CB3A3E">
        <w:rPr>
          <w:rFonts w:ascii="Times New Roman" w:hAnsi="Times New Roman"/>
          <w:sz w:val="28"/>
          <w:szCs w:val="28"/>
        </w:rPr>
        <w:t>7</w:t>
      </w:r>
      <w:r w:rsidRPr="001F350B">
        <w:rPr>
          <w:rFonts w:ascii="Times New Roman" w:hAnsi="Times New Roman"/>
          <w:sz w:val="28"/>
          <w:szCs w:val="28"/>
        </w:rPr>
        <w:t xml:space="preserve"> года.».</w:t>
      </w:r>
    </w:p>
    <w:p w14:paraId="5310AA8F" w14:textId="5F794CCA" w:rsidR="00321002" w:rsidRPr="001F350B" w:rsidRDefault="00321002" w:rsidP="007C2CF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Перечень конечных результатов индикаторов указан в приложении 1 </w:t>
      </w:r>
      <w:r w:rsidR="00BE6898">
        <w:rPr>
          <w:rFonts w:ascii="Times New Roman" w:hAnsi="Times New Roman"/>
          <w:sz w:val="28"/>
          <w:szCs w:val="28"/>
        </w:rPr>
        <w:br/>
      </w:r>
      <w:r w:rsidRPr="001F350B">
        <w:rPr>
          <w:rFonts w:ascii="Times New Roman" w:hAnsi="Times New Roman"/>
          <w:sz w:val="28"/>
          <w:szCs w:val="28"/>
        </w:rPr>
        <w:t>к муниципальной программе.».</w:t>
      </w:r>
    </w:p>
    <w:p w14:paraId="416C1F38" w14:textId="14A216E4" w:rsidR="00321002" w:rsidRPr="001F350B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2.8</w:t>
      </w:r>
      <w:r w:rsidRPr="001F350B">
        <w:rPr>
          <w:rFonts w:ascii="Times New Roman" w:hAnsi="Times New Roman"/>
          <w:sz w:val="28"/>
          <w:szCs w:val="28"/>
        </w:rPr>
        <w:t>. Приложение 1 к программе изложить в новой редакции в соответствии с приложением 2 к настоящему постановлению.</w:t>
      </w:r>
    </w:p>
    <w:p w14:paraId="6BF67711" w14:textId="05DE5A0D" w:rsidR="00321002" w:rsidRPr="001F350B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2.9.</w:t>
      </w:r>
      <w:r w:rsidRPr="001F350B">
        <w:rPr>
          <w:rFonts w:ascii="Times New Roman" w:hAnsi="Times New Roman"/>
          <w:sz w:val="28"/>
          <w:szCs w:val="28"/>
        </w:rPr>
        <w:t xml:space="preserve"> Приложение 2 к программе изложить в новой редакции в соответствии с приложением 3 к настоящему постановлению.</w:t>
      </w:r>
    </w:p>
    <w:p w14:paraId="6942AB34" w14:textId="46C7E22F" w:rsidR="00321002" w:rsidRPr="001F350B" w:rsidRDefault="00321002" w:rsidP="007C2CF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1.</w:t>
      </w:r>
      <w:r w:rsidR="00B9758A">
        <w:rPr>
          <w:rFonts w:ascii="Times New Roman" w:hAnsi="Times New Roman"/>
          <w:sz w:val="28"/>
          <w:szCs w:val="28"/>
        </w:rPr>
        <w:t>2.10</w:t>
      </w:r>
      <w:r w:rsidRPr="001F350B">
        <w:rPr>
          <w:rFonts w:ascii="Times New Roman" w:hAnsi="Times New Roman"/>
          <w:sz w:val="28"/>
          <w:szCs w:val="28"/>
        </w:rPr>
        <w:t>. Приложение 3 к программе изложить в новой редакции в соответствии с приложением 4 к настоящему постановлению.</w:t>
      </w:r>
    </w:p>
    <w:p w14:paraId="57C7B76F" w14:textId="58923BD2" w:rsidR="00695B16" w:rsidRPr="001F350B" w:rsidRDefault="00321002" w:rsidP="007C2CF4">
      <w:pPr>
        <w:pStyle w:val="a8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BE6898">
        <w:rPr>
          <w:rFonts w:ascii="Times New Roman" w:hAnsi="Times New Roman"/>
          <w:sz w:val="28"/>
          <w:szCs w:val="28"/>
        </w:rPr>
        <w:br/>
      </w:r>
      <w:r w:rsidRPr="001F350B">
        <w:rPr>
          <w:rFonts w:ascii="Times New Roman" w:hAnsi="Times New Roman"/>
          <w:sz w:val="28"/>
          <w:szCs w:val="28"/>
        </w:rPr>
        <w:t xml:space="preserve">и разместить на официальном сайте </w:t>
      </w:r>
      <w:r w:rsidRPr="00B41D74">
        <w:rPr>
          <w:rFonts w:ascii="Times New Roman" w:hAnsi="Times New Roman"/>
          <w:sz w:val="28"/>
          <w:szCs w:val="28"/>
        </w:rPr>
        <w:t>муниципального образования</w:t>
      </w:r>
      <w:r w:rsidRPr="006336FA">
        <w:rPr>
          <w:rFonts w:ascii="Times New Roman" w:hAnsi="Times New Roman"/>
          <w:sz w:val="28"/>
          <w:szCs w:val="28"/>
        </w:rPr>
        <w:t xml:space="preserve"> </w:t>
      </w:r>
      <w:r w:rsidR="006336FA">
        <w:rPr>
          <w:rFonts w:ascii="Times New Roman" w:hAnsi="Times New Roman"/>
          <w:sz w:val="28"/>
          <w:szCs w:val="28"/>
        </w:rPr>
        <w:t xml:space="preserve">Ногликский </w:t>
      </w:r>
      <w:r w:rsidR="006336FA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Pr="001F350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38B45ECB" w14:textId="5FF06B41" w:rsidR="00E609BC" w:rsidRPr="001F350B" w:rsidRDefault="00695B16" w:rsidP="007C2C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BE689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F350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A20CF7" w:rsidRPr="001F350B">
        <w:rPr>
          <w:rFonts w:ascii="Times New Roman" w:eastAsia="Times New Roman" w:hAnsi="Times New Roman"/>
          <w:sz w:val="28"/>
          <w:szCs w:val="28"/>
          <w:lang w:eastAsia="ru-RU"/>
        </w:rPr>
        <w:t>директора департамента экономического развития, строительства, жилищно-коммунального и дорожного хозяйства администрации</w:t>
      </w:r>
      <w:r w:rsidRPr="001F35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1D7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633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36F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1F35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0CF7" w:rsidRPr="001F350B">
        <w:rPr>
          <w:rFonts w:ascii="Times New Roman" w:eastAsia="Times New Roman" w:hAnsi="Times New Roman"/>
          <w:sz w:val="28"/>
          <w:szCs w:val="28"/>
          <w:lang w:eastAsia="ru-RU"/>
        </w:rPr>
        <w:t>Логареву О.П.</w:t>
      </w:r>
    </w:p>
    <w:p w14:paraId="38B45ED4" w14:textId="77777777" w:rsidR="008629FA" w:rsidRDefault="008629FA" w:rsidP="007C2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4BEA47" w14:textId="3B67B243" w:rsidR="007C2CF4" w:rsidRDefault="007C2CF4" w:rsidP="007C2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030F1E" w14:textId="77777777" w:rsidR="007C2CF4" w:rsidRPr="001F350B" w:rsidRDefault="007C2CF4" w:rsidP="007C2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B45ED5" w14:textId="77777777" w:rsidR="008629FA" w:rsidRPr="001F350B" w:rsidRDefault="008629FA" w:rsidP="007C2C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350B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305C687" w14:textId="77777777" w:rsidR="0012106E" w:rsidRDefault="006336FA" w:rsidP="007C2CF4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</w:t>
      </w:r>
      <w:r w:rsidR="0012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округ </w:t>
      </w:r>
    </w:p>
    <w:p w14:paraId="38B45EDB" w14:textId="368A6D94" w:rsidR="008629FA" w:rsidRPr="001F350B" w:rsidRDefault="006336FA" w:rsidP="007C2CF4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064A38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12106E">
        <w:rPr>
          <w:rFonts w:ascii="Times New Roman" w:hAnsi="Times New Roman"/>
          <w:sz w:val="28"/>
          <w:szCs w:val="28"/>
        </w:rPr>
        <w:t xml:space="preserve">            </w:t>
      </w:r>
      <w:r w:rsidR="00064A38">
        <w:rPr>
          <w:rFonts w:ascii="Times New Roman" w:hAnsi="Times New Roman"/>
          <w:sz w:val="28"/>
          <w:szCs w:val="28"/>
        </w:rPr>
        <w:t xml:space="preserve">  </w:t>
      </w:r>
      <w:r w:rsidR="00647C20" w:rsidRPr="001F350B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1F350B" w:rsidSect="007C2CF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D131F" w14:textId="77777777" w:rsidR="00AE0111" w:rsidRDefault="00AE0111" w:rsidP="0033636C">
      <w:pPr>
        <w:spacing w:after="0" w:line="240" w:lineRule="auto"/>
      </w:pPr>
      <w:r>
        <w:separator/>
      </w:r>
    </w:p>
  </w:endnote>
  <w:endnote w:type="continuationSeparator" w:id="0">
    <w:p w14:paraId="7C1C12EF" w14:textId="77777777" w:rsidR="00AE0111" w:rsidRDefault="00AE011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B1430" w14:textId="77777777" w:rsidR="00AE0111" w:rsidRDefault="00AE0111" w:rsidP="0033636C">
      <w:pPr>
        <w:spacing w:after="0" w:line="240" w:lineRule="auto"/>
      </w:pPr>
      <w:r>
        <w:separator/>
      </w:r>
    </w:p>
  </w:footnote>
  <w:footnote w:type="continuationSeparator" w:id="0">
    <w:p w14:paraId="41CD8E09" w14:textId="77777777" w:rsidR="00AE0111" w:rsidRDefault="00AE011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7057799"/>
      <w:docPartObj>
        <w:docPartGallery w:val="Page Numbers (Top of Page)"/>
        <w:docPartUnique/>
      </w:docPartObj>
    </w:sdtPr>
    <w:sdtEndPr/>
    <w:sdtContent>
      <w:p w14:paraId="4200D8AC" w14:textId="7F5A8EE8" w:rsidR="007C2CF4" w:rsidRDefault="007C2C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4B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801E6"/>
    <w:multiLevelType w:val="hybridMultilevel"/>
    <w:tmpl w:val="3FC48B90"/>
    <w:lvl w:ilvl="0" w:tplc="3C62F2B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60125029"/>
    <w:multiLevelType w:val="hybridMultilevel"/>
    <w:tmpl w:val="5774746E"/>
    <w:lvl w:ilvl="0" w:tplc="8B0A8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0CC7"/>
    <w:rsid w:val="00043CA3"/>
    <w:rsid w:val="00046F17"/>
    <w:rsid w:val="00053BD0"/>
    <w:rsid w:val="00064A38"/>
    <w:rsid w:val="000B32B8"/>
    <w:rsid w:val="000E1E31"/>
    <w:rsid w:val="0012106E"/>
    <w:rsid w:val="00185FEC"/>
    <w:rsid w:val="00187B4A"/>
    <w:rsid w:val="001B438D"/>
    <w:rsid w:val="001B774C"/>
    <w:rsid w:val="001E1F9F"/>
    <w:rsid w:val="001F350B"/>
    <w:rsid w:val="002003DC"/>
    <w:rsid w:val="002041F5"/>
    <w:rsid w:val="00257998"/>
    <w:rsid w:val="00274A66"/>
    <w:rsid w:val="00286F9E"/>
    <w:rsid w:val="002F6FF8"/>
    <w:rsid w:val="00321002"/>
    <w:rsid w:val="0033636C"/>
    <w:rsid w:val="00342FB3"/>
    <w:rsid w:val="003B22F4"/>
    <w:rsid w:val="003C10E4"/>
    <w:rsid w:val="003E4257"/>
    <w:rsid w:val="004146C8"/>
    <w:rsid w:val="00415630"/>
    <w:rsid w:val="00425D15"/>
    <w:rsid w:val="004308F4"/>
    <w:rsid w:val="00456948"/>
    <w:rsid w:val="0047537B"/>
    <w:rsid w:val="00490772"/>
    <w:rsid w:val="004C668A"/>
    <w:rsid w:val="004E3E07"/>
    <w:rsid w:val="00520CBF"/>
    <w:rsid w:val="00522487"/>
    <w:rsid w:val="00551792"/>
    <w:rsid w:val="005A5692"/>
    <w:rsid w:val="005B21E3"/>
    <w:rsid w:val="006336FA"/>
    <w:rsid w:val="00647C20"/>
    <w:rsid w:val="00653701"/>
    <w:rsid w:val="00672900"/>
    <w:rsid w:val="0068506B"/>
    <w:rsid w:val="00695B16"/>
    <w:rsid w:val="006A1A27"/>
    <w:rsid w:val="00710788"/>
    <w:rsid w:val="00721AB3"/>
    <w:rsid w:val="007508A5"/>
    <w:rsid w:val="00782475"/>
    <w:rsid w:val="00794004"/>
    <w:rsid w:val="007B72EA"/>
    <w:rsid w:val="007C2CF4"/>
    <w:rsid w:val="007C7212"/>
    <w:rsid w:val="007F44B5"/>
    <w:rsid w:val="00857BCB"/>
    <w:rsid w:val="008629FA"/>
    <w:rsid w:val="00872CB0"/>
    <w:rsid w:val="008B7BBE"/>
    <w:rsid w:val="008C0E7D"/>
    <w:rsid w:val="008D5F0E"/>
    <w:rsid w:val="00940933"/>
    <w:rsid w:val="00987DB5"/>
    <w:rsid w:val="009A5E19"/>
    <w:rsid w:val="009D6081"/>
    <w:rsid w:val="009F1BD4"/>
    <w:rsid w:val="00A20CF7"/>
    <w:rsid w:val="00AC72C8"/>
    <w:rsid w:val="00AE0111"/>
    <w:rsid w:val="00AE6C62"/>
    <w:rsid w:val="00AF3873"/>
    <w:rsid w:val="00B10ED9"/>
    <w:rsid w:val="00B25688"/>
    <w:rsid w:val="00B41D74"/>
    <w:rsid w:val="00B4591B"/>
    <w:rsid w:val="00B56117"/>
    <w:rsid w:val="00B9758A"/>
    <w:rsid w:val="00BA470D"/>
    <w:rsid w:val="00BC38C0"/>
    <w:rsid w:val="00BD7E7B"/>
    <w:rsid w:val="00BE4140"/>
    <w:rsid w:val="00BE6898"/>
    <w:rsid w:val="00C02849"/>
    <w:rsid w:val="00CB3A3E"/>
    <w:rsid w:val="00CC723E"/>
    <w:rsid w:val="00CE2477"/>
    <w:rsid w:val="00D110A6"/>
    <w:rsid w:val="00D12794"/>
    <w:rsid w:val="00D67BD8"/>
    <w:rsid w:val="00D738F5"/>
    <w:rsid w:val="00D913AB"/>
    <w:rsid w:val="00DE61A1"/>
    <w:rsid w:val="00DF7897"/>
    <w:rsid w:val="00E0519C"/>
    <w:rsid w:val="00E37B8A"/>
    <w:rsid w:val="00E41580"/>
    <w:rsid w:val="00E60403"/>
    <w:rsid w:val="00E609BC"/>
    <w:rsid w:val="00EC5FD3"/>
    <w:rsid w:val="00FB204F"/>
    <w:rsid w:val="00FC33EB"/>
    <w:rsid w:val="00FE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45EC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695B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33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36FA"/>
    <w:rPr>
      <w:rFonts w:ascii="Segoe UI" w:hAnsi="Segoe UI" w:cs="Segoe UI"/>
      <w:sz w:val="18"/>
      <w:szCs w:val="18"/>
      <w:lang w:eastAsia="en-US"/>
    </w:rPr>
  </w:style>
  <w:style w:type="paragraph" w:customStyle="1" w:styleId="ConsNonformat">
    <w:name w:val="ConsNonformat"/>
    <w:rsid w:val="004C668A"/>
    <w:pPr>
      <w:widowControl w:val="0"/>
    </w:pPr>
    <w:rPr>
      <w:rFonts w:ascii="Courier New" w:eastAsia="Times New Roman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491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491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E55EF"/>
    <w:rsid w:val="00B13DA8"/>
    <w:rsid w:val="00C95804"/>
    <w:rsid w:val="00CC4914"/>
    <w:rsid w:val="00CF735B"/>
    <w:rsid w:val="00D53048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585</TotalTime>
  <Pages>5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37</cp:revision>
  <cp:lastPrinted>2025-06-09T01:27:00Z</cp:lastPrinted>
  <dcterms:created xsi:type="dcterms:W3CDTF">2024-12-16T06:35:00Z</dcterms:created>
  <dcterms:modified xsi:type="dcterms:W3CDTF">2025-06-27T07:35:00Z</dcterms:modified>
</cp:coreProperties>
</file>