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89F00ED" w14:textId="77777777" w:rsidTr="00987DB5">
        <w:tc>
          <w:tcPr>
            <w:tcW w:w="9498" w:type="dxa"/>
          </w:tcPr>
          <w:p w14:paraId="389F00E9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89F0104" wp14:editId="389F0105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9F00EA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89F00EB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89F00E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89F00EE" w14:textId="06181C8B" w:rsidR="0033636C" w:rsidRPr="0034400F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400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34400F" w:rsidRPr="0034400F">
            <w:rPr>
              <w:rFonts w:ascii="Times New Roman" w:hAnsi="Times New Roman"/>
              <w:sz w:val="28"/>
              <w:szCs w:val="28"/>
            </w:rPr>
            <w:t>07 июля 2023 года</w:t>
          </w:r>
        </w:sdtContent>
      </w:sdt>
      <w:r w:rsidRPr="0034400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34400F" w:rsidRPr="0034400F">
            <w:rPr>
              <w:rFonts w:ascii="Times New Roman" w:hAnsi="Times New Roman"/>
              <w:sz w:val="28"/>
              <w:szCs w:val="28"/>
            </w:rPr>
            <w:t>433</w:t>
          </w:r>
        </w:sdtContent>
      </w:sdt>
    </w:p>
    <w:p w14:paraId="389F00E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65FED60" w14:textId="77777777" w:rsidR="00C9651A" w:rsidRDefault="00C9651A" w:rsidP="00C9651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в муниципальную программу</w:t>
      </w:r>
    </w:p>
    <w:p w14:paraId="384E07AC" w14:textId="77777777" w:rsidR="009E40A4" w:rsidRDefault="00C9651A" w:rsidP="00B20A6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«Доступная среда в муниципальном образовании </w:t>
      </w:r>
    </w:p>
    <w:p w14:paraId="389F00F1" w14:textId="24892DA6" w:rsidR="00185FEC" w:rsidRDefault="00B20A6B" w:rsidP="009E40A4">
      <w:pPr>
        <w:spacing w:after="24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«Городской округ Ногликский»</w:t>
      </w:r>
    </w:p>
    <w:p w14:paraId="389F00F2" w14:textId="38F548D5" w:rsidR="00E609BC" w:rsidRPr="009309E4" w:rsidRDefault="00831FDF" w:rsidP="006E04EA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</w:rPr>
        <w:t>В целях</w:t>
      </w:r>
      <w:r w:rsidR="005C319C">
        <w:rPr>
          <w:rFonts w:ascii="Times New Roman" w:hAnsi="Times New Roman"/>
          <w:sz w:val="28"/>
          <w:szCs w:val="28"/>
        </w:rPr>
        <w:t xml:space="preserve"> продления </w:t>
      </w:r>
      <w:r w:rsidR="005620A3">
        <w:rPr>
          <w:rFonts w:ascii="Times New Roman" w:hAnsi="Times New Roman"/>
          <w:sz w:val="28"/>
          <w:szCs w:val="28"/>
        </w:rPr>
        <w:t xml:space="preserve">до </w:t>
      </w:r>
      <w:r w:rsidR="00612FBA">
        <w:rPr>
          <w:rFonts w:ascii="Times New Roman" w:hAnsi="Times New Roman"/>
          <w:sz w:val="28"/>
          <w:szCs w:val="28"/>
        </w:rPr>
        <w:t>01 января 2028</w:t>
      </w:r>
      <w:r w:rsidR="005620A3">
        <w:rPr>
          <w:rFonts w:ascii="Times New Roman" w:hAnsi="Times New Roman"/>
          <w:sz w:val="28"/>
          <w:szCs w:val="28"/>
        </w:rPr>
        <w:t xml:space="preserve"> года</w:t>
      </w:r>
      <w:r w:rsidR="005620A3" w:rsidRPr="005620A3">
        <w:rPr>
          <w:rFonts w:ascii="Times New Roman" w:hAnsi="Times New Roman"/>
          <w:sz w:val="28"/>
          <w:szCs w:val="28"/>
        </w:rPr>
        <w:t xml:space="preserve"> </w:t>
      </w:r>
      <w:r w:rsidR="005C319C">
        <w:rPr>
          <w:rFonts w:ascii="Times New Roman" w:hAnsi="Times New Roman"/>
          <w:sz w:val="28"/>
          <w:szCs w:val="28"/>
        </w:rPr>
        <w:t xml:space="preserve">срока действия муниципальной программы </w:t>
      </w:r>
      <w:bookmarkStart w:id="0" w:name="_Hlk135820249"/>
      <w:r w:rsidR="005C319C">
        <w:rPr>
          <w:rFonts w:ascii="Times New Roman" w:hAnsi="Times New Roman"/>
          <w:sz w:val="28"/>
          <w:szCs w:val="28"/>
        </w:rPr>
        <w:t xml:space="preserve">«Доступная среда </w:t>
      </w:r>
      <w:r w:rsidR="00455E47">
        <w:rPr>
          <w:rFonts w:ascii="Times New Roman" w:hAnsi="Times New Roman"/>
          <w:sz w:val="28"/>
          <w:szCs w:val="28"/>
        </w:rPr>
        <w:t xml:space="preserve">в </w:t>
      </w:r>
      <w:r w:rsidR="005C319C">
        <w:rPr>
          <w:rFonts w:ascii="Times New Roman" w:hAnsi="Times New Roman"/>
          <w:sz w:val="28"/>
          <w:szCs w:val="28"/>
        </w:rPr>
        <w:t>муниципальном образовании «Городской округ Ногликский»</w:t>
      </w:r>
      <w:bookmarkEnd w:id="0"/>
      <w:r w:rsidR="005C319C">
        <w:rPr>
          <w:rFonts w:ascii="Times New Roman" w:hAnsi="Times New Roman"/>
          <w:sz w:val="28"/>
          <w:szCs w:val="28"/>
        </w:rPr>
        <w:t xml:space="preserve">, </w:t>
      </w:r>
      <w:bookmarkStart w:id="1" w:name="_Hlk135820298"/>
      <w:r w:rsidR="005C319C">
        <w:rPr>
          <w:rFonts w:ascii="Times New Roman" w:hAnsi="Times New Roman"/>
          <w:sz w:val="28"/>
          <w:szCs w:val="28"/>
        </w:rPr>
        <w:t>утвержденной постановлением администрации муниципального образования «Городской округ Ногликский» от 09.07.2015 № 466</w:t>
      </w:r>
      <w:bookmarkEnd w:id="1"/>
      <w:r w:rsidR="005C319C">
        <w:rPr>
          <w:rFonts w:ascii="Times New Roman" w:hAnsi="Times New Roman"/>
          <w:sz w:val="28"/>
          <w:szCs w:val="28"/>
        </w:rPr>
        <w:t xml:space="preserve">, </w:t>
      </w:r>
      <w:r w:rsidR="00612FBA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612FBA" w:rsidRPr="00390FCA">
        <w:rPr>
          <w:rFonts w:ascii="Times New Roman" w:eastAsia="Times New Roman" w:hAnsi="Times New Roman"/>
          <w:sz w:val="28"/>
          <w:szCs w:val="28"/>
          <w:lang w:eastAsia="ru-RU"/>
        </w:rPr>
        <w:t xml:space="preserve">соответствии </w:t>
      </w:r>
      <w:r w:rsidR="00612FBA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 w:rsidR="009309E4">
        <w:rPr>
          <w:rFonts w:ascii="Times New Roman" w:eastAsia="Times New Roman" w:hAnsi="Times New Roman"/>
          <w:sz w:val="28"/>
          <w:szCs w:val="28"/>
          <w:lang w:eastAsia="ru-RU"/>
        </w:rPr>
        <w:t>уточненными бюджетными показателями по состоянию на 01 июня 2023 года,</w:t>
      </w:r>
      <w:r w:rsidR="009309E4" w:rsidRPr="009309E4">
        <w:t xml:space="preserve"> </w:t>
      </w:r>
      <w:r w:rsidR="00612FBA">
        <w:rPr>
          <w:rFonts w:ascii="Times New Roman" w:eastAsia="Times New Roman" w:hAnsi="Times New Roman"/>
          <w:sz w:val="28"/>
          <w:szCs w:val="28"/>
          <w:lang w:eastAsia="ru-RU"/>
        </w:rPr>
        <w:t xml:space="preserve">распоряжением мэра муниципального образования «Городской округ Ногликский» от 12 мая 2023 года № 24-р «О продлении срока реализации муниципальных программ», </w:t>
      </w:r>
      <w:r w:rsidR="00612FBA" w:rsidRPr="00390FCA">
        <w:rPr>
          <w:rFonts w:ascii="Times New Roman" w:eastAsia="Times New Roman" w:hAnsi="Times New Roman"/>
          <w:sz w:val="28"/>
          <w:szCs w:val="28"/>
          <w:lang w:eastAsia="ru-RU"/>
        </w:rPr>
        <w:t>Порядк</w:t>
      </w:r>
      <w:r w:rsidR="00612FBA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="00612FBA" w:rsidRPr="00390FCA">
        <w:rPr>
          <w:rFonts w:ascii="Times New Roman" w:eastAsia="Times New Roman" w:hAnsi="Times New Roman"/>
          <w:sz w:val="28"/>
          <w:szCs w:val="28"/>
          <w:lang w:eastAsia="ru-RU"/>
        </w:rPr>
        <w:t xml:space="preserve"> разработки, реализации и проведения оценки эффективности муниципальных программ муниципального образования «Городской округ Ногликский»,</w:t>
      </w:r>
      <w:r w:rsidR="00612FBA">
        <w:rPr>
          <w:rFonts w:ascii="Times New Roman" w:eastAsia="Times New Roman" w:hAnsi="Times New Roman"/>
          <w:sz w:val="28"/>
          <w:szCs w:val="28"/>
          <w:lang w:eastAsia="ru-RU"/>
        </w:rPr>
        <w:t xml:space="preserve"> утвержденным постановлением администрации муниципального образования «Городской округ Ногликский» от 28.04.2016 </w:t>
      </w:r>
      <w:r w:rsidR="009E40A4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612FBA">
        <w:rPr>
          <w:rFonts w:ascii="Times New Roman" w:eastAsia="Times New Roman" w:hAnsi="Times New Roman"/>
          <w:sz w:val="28"/>
          <w:szCs w:val="28"/>
          <w:lang w:eastAsia="ru-RU"/>
        </w:rPr>
        <w:t>№ 344,</w:t>
      </w:r>
      <w:r w:rsidR="00612FBA" w:rsidRPr="00390FC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E78FB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</w:t>
      </w:r>
      <w:r w:rsidR="00612FBA" w:rsidRPr="00390FCA">
        <w:rPr>
          <w:rFonts w:ascii="Times New Roman" w:eastAsia="Times New Roman" w:hAnsi="Times New Roman"/>
          <w:sz w:val="28"/>
          <w:szCs w:val="28"/>
          <w:lang w:eastAsia="ru-RU"/>
        </w:rPr>
        <w:t>ст. 36 Устава муниципального образования «Городской округ Ногликский», администрация муниципального образования «Городской округ Ногликский»</w:t>
      </w:r>
      <w:r w:rsidR="00612FB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21D6D" w:rsidRPr="00C21D6D">
        <w:rPr>
          <w:rFonts w:ascii="Times New Roman" w:hAnsi="Times New Roman"/>
          <w:b/>
          <w:bCs/>
          <w:sz w:val="28"/>
          <w:szCs w:val="28"/>
        </w:rPr>
        <w:t>ПОСТАНОВЛЯЕТ:</w:t>
      </w:r>
    </w:p>
    <w:p w14:paraId="41D996C7" w14:textId="42625973" w:rsidR="00E634AA" w:rsidRDefault="009E40A4" w:rsidP="006E04EA">
      <w:pPr>
        <w:pStyle w:val="a8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C21D6D">
        <w:rPr>
          <w:rFonts w:ascii="Times New Roman" w:hAnsi="Times New Roman"/>
          <w:sz w:val="28"/>
          <w:szCs w:val="28"/>
        </w:rPr>
        <w:t xml:space="preserve">Внести в </w:t>
      </w:r>
      <w:r w:rsidR="00DD04A7">
        <w:rPr>
          <w:rFonts w:ascii="Times New Roman" w:hAnsi="Times New Roman"/>
          <w:sz w:val="28"/>
          <w:szCs w:val="28"/>
        </w:rPr>
        <w:t xml:space="preserve">муниципальную программу «Доступная среда в муниципальном образовании «Городской округ Ногликский», утвержденную </w:t>
      </w:r>
      <w:r w:rsidR="00C21D6D">
        <w:rPr>
          <w:rFonts w:ascii="Times New Roman" w:hAnsi="Times New Roman"/>
          <w:sz w:val="28"/>
          <w:szCs w:val="28"/>
        </w:rPr>
        <w:t>постановление</w:t>
      </w:r>
      <w:r w:rsidR="00DD04A7">
        <w:rPr>
          <w:rFonts w:ascii="Times New Roman" w:hAnsi="Times New Roman"/>
          <w:sz w:val="28"/>
          <w:szCs w:val="28"/>
        </w:rPr>
        <w:t>м</w:t>
      </w:r>
      <w:r w:rsidR="00C21D6D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 от 09.07.2015 № 466 «Об утверждении </w:t>
      </w:r>
      <w:r w:rsidR="00E634AA">
        <w:rPr>
          <w:rFonts w:ascii="Times New Roman" w:hAnsi="Times New Roman"/>
          <w:sz w:val="28"/>
          <w:szCs w:val="28"/>
        </w:rPr>
        <w:t xml:space="preserve">муниципальной </w:t>
      </w:r>
      <w:r w:rsidR="00C21D6D">
        <w:rPr>
          <w:rFonts w:ascii="Times New Roman" w:hAnsi="Times New Roman"/>
          <w:sz w:val="28"/>
          <w:szCs w:val="28"/>
        </w:rPr>
        <w:t>программы</w:t>
      </w:r>
      <w:r w:rsidR="00E634AA">
        <w:rPr>
          <w:rFonts w:ascii="Times New Roman" w:hAnsi="Times New Roman"/>
          <w:sz w:val="28"/>
          <w:szCs w:val="28"/>
        </w:rPr>
        <w:t xml:space="preserve"> «Доступная среда в муниципальном образовании «Городской округ Ногликский» </w:t>
      </w:r>
      <w:r w:rsidR="00E634AA" w:rsidRPr="00E634AA">
        <w:rPr>
          <w:rFonts w:ascii="Times New Roman" w:hAnsi="Times New Roman"/>
          <w:sz w:val="28"/>
          <w:szCs w:val="28"/>
        </w:rPr>
        <w:t xml:space="preserve">(в редакции от 11.09.2015 № 666, от 02.02.2016 № 107, </w:t>
      </w:r>
      <w:r w:rsidR="006E04EA">
        <w:rPr>
          <w:rFonts w:ascii="Times New Roman" w:hAnsi="Times New Roman"/>
          <w:sz w:val="28"/>
          <w:szCs w:val="28"/>
        </w:rPr>
        <w:br/>
      </w:r>
      <w:r w:rsidR="00E634AA" w:rsidRPr="00E634AA">
        <w:rPr>
          <w:rFonts w:ascii="Times New Roman" w:hAnsi="Times New Roman"/>
          <w:sz w:val="28"/>
          <w:szCs w:val="28"/>
        </w:rPr>
        <w:t xml:space="preserve">от 25.05.2016 № 413, от 15.08.2016 № 628, от 07.02.2017 № 110, от 23.03.2017 № 197, от 30.05.2017 № 349, от 07.09.2017 № 657, от 27.02.2018 № 203, </w:t>
      </w:r>
      <w:r w:rsidR="006E04EA">
        <w:rPr>
          <w:rFonts w:ascii="Times New Roman" w:hAnsi="Times New Roman"/>
          <w:sz w:val="28"/>
          <w:szCs w:val="28"/>
        </w:rPr>
        <w:br/>
      </w:r>
      <w:r w:rsidR="00E634AA" w:rsidRPr="00E634AA">
        <w:rPr>
          <w:rFonts w:ascii="Times New Roman" w:hAnsi="Times New Roman"/>
          <w:sz w:val="28"/>
          <w:szCs w:val="28"/>
        </w:rPr>
        <w:t xml:space="preserve">от 14.11.2018 № 1099, от 19.03.2019 №170, от 05.09.2019 № 679, от 15.10.2019 № 763, от 11.02.2020 № 77, от 10.03.2020 № 107, от 14.10.2020 № 504, </w:t>
      </w:r>
      <w:r w:rsidR="006E04EA">
        <w:rPr>
          <w:rFonts w:ascii="Times New Roman" w:hAnsi="Times New Roman"/>
          <w:sz w:val="28"/>
          <w:szCs w:val="28"/>
        </w:rPr>
        <w:br/>
      </w:r>
      <w:r w:rsidR="00E634AA" w:rsidRPr="00E634AA">
        <w:rPr>
          <w:rFonts w:ascii="Times New Roman" w:hAnsi="Times New Roman"/>
          <w:sz w:val="28"/>
          <w:szCs w:val="28"/>
        </w:rPr>
        <w:lastRenderedPageBreak/>
        <w:t>от 10.02.2021 № 62, от 25.08.2021 № 473</w:t>
      </w:r>
      <w:r w:rsidR="00E634AA">
        <w:rPr>
          <w:rFonts w:ascii="Times New Roman" w:hAnsi="Times New Roman"/>
          <w:sz w:val="28"/>
          <w:szCs w:val="28"/>
        </w:rPr>
        <w:t>, от 26.05.2022 № 260</w:t>
      </w:r>
      <w:r w:rsidR="006A461B">
        <w:rPr>
          <w:rFonts w:ascii="Times New Roman" w:hAnsi="Times New Roman"/>
          <w:sz w:val="28"/>
          <w:szCs w:val="28"/>
        </w:rPr>
        <w:t xml:space="preserve">, от 16.02.2023 </w:t>
      </w:r>
      <w:r w:rsidR="006E04EA">
        <w:rPr>
          <w:rFonts w:ascii="Times New Roman" w:hAnsi="Times New Roman"/>
          <w:sz w:val="28"/>
          <w:szCs w:val="28"/>
        </w:rPr>
        <w:br/>
      </w:r>
      <w:r w:rsidR="006A461B">
        <w:rPr>
          <w:rFonts w:ascii="Times New Roman" w:hAnsi="Times New Roman"/>
          <w:sz w:val="28"/>
          <w:szCs w:val="28"/>
        </w:rPr>
        <w:t>№ 66</w:t>
      </w:r>
      <w:r w:rsidR="00E634AA" w:rsidRPr="00E634AA">
        <w:rPr>
          <w:rFonts w:ascii="Times New Roman" w:hAnsi="Times New Roman"/>
          <w:sz w:val="28"/>
          <w:szCs w:val="28"/>
        </w:rPr>
        <w:t xml:space="preserve">) (далее – </w:t>
      </w:r>
      <w:r w:rsidR="00CB01AB">
        <w:rPr>
          <w:rFonts w:ascii="Times New Roman" w:hAnsi="Times New Roman"/>
          <w:sz w:val="28"/>
          <w:szCs w:val="28"/>
        </w:rPr>
        <w:t>Программа</w:t>
      </w:r>
      <w:r w:rsidR="00E634AA" w:rsidRPr="00E634AA">
        <w:rPr>
          <w:rFonts w:ascii="Times New Roman" w:hAnsi="Times New Roman"/>
          <w:sz w:val="28"/>
          <w:szCs w:val="28"/>
        </w:rPr>
        <w:t>)</w:t>
      </w:r>
      <w:r w:rsidR="00CB01AB">
        <w:rPr>
          <w:rFonts w:ascii="Times New Roman" w:hAnsi="Times New Roman"/>
          <w:sz w:val="28"/>
          <w:szCs w:val="28"/>
        </w:rPr>
        <w:t>, следующие изменения:</w:t>
      </w:r>
    </w:p>
    <w:p w14:paraId="0B10A4CD" w14:textId="4F66EA98" w:rsidR="006872CB" w:rsidRDefault="009E40A4" w:rsidP="006E04E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814C7F">
        <w:rPr>
          <w:rFonts w:ascii="Times New Roman" w:hAnsi="Times New Roman"/>
          <w:sz w:val="28"/>
          <w:szCs w:val="28"/>
        </w:rPr>
        <w:t>П</w:t>
      </w:r>
      <w:r w:rsidR="00090C6E">
        <w:rPr>
          <w:rFonts w:ascii="Times New Roman" w:hAnsi="Times New Roman"/>
          <w:sz w:val="28"/>
          <w:szCs w:val="28"/>
        </w:rPr>
        <w:t xml:space="preserve">аспорт </w:t>
      </w:r>
      <w:r w:rsidR="00455E47" w:rsidRPr="00CB01AB">
        <w:rPr>
          <w:rFonts w:ascii="Times New Roman" w:hAnsi="Times New Roman"/>
          <w:sz w:val="28"/>
          <w:szCs w:val="28"/>
        </w:rPr>
        <w:t>муниципальн</w:t>
      </w:r>
      <w:r w:rsidR="00090C6E">
        <w:rPr>
          <w:rFonts w:ascii="Times New Roman" w:hAnsi="Times New Roman"/>
          <w:sz w:val="28"/>
          <w:szCs w:val="28"/>
        </w:rPr>
        <w:t>ой</w:t>
      </w:r>
      <w:r w:rsidR="00455E47" w:rsidRPr="00CB01AB">
        <w:rPr>
          <w:rFonts w:ascii="Times New Roman" w:hAnsi="Times New Roman"/>
          <w:sz w:val="28"/>
          <w:szCs w:val="28"/>
        </w:rPr>
        <w:t xml:space="preserve"> программ</w:t>
      </w:r>
      <w:r w:rsidR="00090C6E">
        <w:rPr>
          <w:rFonts w:ascii="Times New Roman" w:hAnsi="Times New Roman"/>
          <w:sz w:val="28"/>
          <w:szCs w:val="28"/>
        </w:rPr>
        <w:t>ы</w:t>
      </w:r>
      <w:r w:rsidR="00455E47" w:rsidRPr="00CB01AB">
        <w:rPr>
          <w:rFonts w:ascii="Times New Roman" w:hAnsi="Times New Roman"/>
          <w:sz w:val="28"/>
          <w:szCs w:val="28"/>
        </w:rPr>
        <w:t xml:space="preserve"> «Доступная среда в муниципальном образовании «Городской округ Ногликский», утвержденн</w:t>
      </w:r>
      <w:r w:rsidR="00B20A6B">
        <w:rPr>
          <w:rFonts w:ascii="Times New Roman" w:hAnsi="Times New Roman"/>
          <w:sz w:val="28"/>
          <w:szCs w:val="28"/>
        </w:rPr>
        <w:t>ой</w:t>
      </w:r>
      <w:r w:rsidR="00455E47" w:rsidRPr="00CB01AB">
        <w:rPr>
          <w:rFonts w:ascii="Times New Roman" w:hAnsi="Times New Roman"/>
          <w:sz w:val="28"/>
          <w:szCs w:val="28"/>
        </w:rPr>
        <w:t xml:space="preserve"> постановлением администрации муниципального образования «Городской округ Ногликский» от 09.07.2015 № 466</w:t>
      </w:r>
      <w:r w:rsidR="00814C7F">
        <w:rPr>
          <w:rFonts w:ascii="Times New Roman" w:hAnsi="Times New Roman"/>
          <w:sz w:val="28"/>
          <w:szCs w:val="28"/>
        </w:rPr>
        <w:t>, изложить в новой редакции:</w:t>
      </w:r>
    </w:p>
    <w:p w14:paraId="3FDC67A1" w14:textId="60E55111" w:rsidR="006872CB" w:rsidRPr="006872CB" w:rsidRDefault="00B20A6B" w:rsidP="006E04E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6872CB" w:rsidRPr="006872CB">
        <w:rPr>
          <w:rFonts w:ascii="Times New Roman" w:hAnsi="Times New Roman"/>
          <w:sz w:val="28"/>
          <w:szCs w:val="28"/>
        </w:rPr>
        <w:t>Паспорт муниципальной программы «Доступная среда в муниципальном образовании «Городской округ Ногликский»</w:t>
      </w:r>
    </w:p>
    <w:tbl>
      <w:tblPr>
        <w:tblW w:w="5000" w:type="pct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503"/>
        <w:gridCol w:w="6835"/>
      </w:tblGrid>
      <w:tr w:rsidR="006872CB" w:rsidRPr="006872CB" w14:paraId="458BABB6" w14:textId="77777777" w:rsidTr="006E55D6">
        <w:tc>
          <w:tcPr>
            <w:tcW w:w="13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80602A" w14:textId="77777777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Основание для разработки программы</w:t>
            </w:r>
            <w:r w:rsidRPr="006872CB">
              <w:rPr>
                <w:rFonts w:ascii="Times New Roman" w:hAnsi="Times New Roman"/>
                <w:sz w:val="28"/>
                <w:szCs w:val="28"/>
              </w:rPr>
              <w:br/>
            </w:r>
            <w:r w:rsidRPr="006872CB">
              <w:rPr>
                <w:rFonts w:ascii="Times New Roman" w:hAnsi="Times New Roman"/>
                <w:sz w:val="28"/>
                <w:szCs w:val="28"/>
              </w:rPr>
              <w:br/>
            </w:r>
            <w:r w:rsidRPr="006872CB">
              <w:rPr>
                <w:rFonts w:ascii="Times New Roman" w:hAnsi="Times New Roman"/>
                <w:sz w:val="28"/>
                <w:szCs w:val="28"/>
              </w:rPr>
              <w:br/>
            </w:r>
            <w:r w:rsidRPr="006872CB">
              <w:rPr>
                <w:rFonts w:ascii="Times New Roman" w:hAnsi="Times New Roman"/>
                <w:sz w:val="28"/>
                <w:szCs w:val="28"/>
              </w:rPr>
              <w:br/>
            </w:r>
            <w:r w:rsidRPr="006872CB">
              <w:rPr>
                <w:rFonts w:ascii="Times New Roman" w:hAnsi="Times New Roman"/>
                <w:sz w:val="28"/>
                <w:szCs w:val="28"/>
              </w:rPr>
              <w:br/>
            </w:r>
            <w:r w:rsidRPr="006872CB">
              <w:rPr>
                <w:rFonts w:ascii="Times New Roman" w:hAnsi="Times New Roman"/>
                <w:sz w:val="28"/>
                <w:szCs w:val="28"/>
              </w:rPr>
              <w:br/>
            </w:r>
            <w:r w:rsidRPr="006872CB">
              <w:rPr>
                <w:rFonts w:ascii="Times New Roman" w:hAnsi="Times New Roman"/>
                <w:sz w:val="28"/>
                <w:szCs w:val="28"/>
              </w:rPr>
              <w:br/>
            </w:r>
            <w:r w:rsidRPr="006872CB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36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F5D91E" w14:textId="77777777" w:rsidR="006872CB" w:rsidRPr="006872CB" w:rsidRDefault="006872CB" w:rsidP="009E40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1. Федеральный закон от 24.11.1995 № 181-ФЗ «О социальной защите инвалидов в Российской Федерации».</w:t>
            </w:r>
          </w:p>
          <w:p w14:paraId="7A970DAA" w14:textId="22476044" w:rsidR="006872CB" w:rsidRPr="006872CB" w:rsidRDefault="006872CB" w:rsidP="009E40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2.</w:t>
            </w:r>
            <w:r w:rsidR="009E40A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2CB">
              <w:rPr>
                <w:rFonts w:ascii="Times New Roman" w:hAnsi="Times New Roman"/>
                <w:sz w:val="28"/>
                <w:szCs w:val="28"/>
              </w:rPr>
              <w:t>Концепция долгосрочного социально-экономического развития Российской Федерации на период до 2020 года, утвержденная распоряжением Правительства Российской Федерации от 17.11.2008 № 1662-р.</w:t>
            </w:r>
          </w:p>
          <w:p w14:paraId="0FF434B0" w14:textId="77777777" w:rsidR="006872CB" w:rsidRPr="006872CB" w:rsidRDefault="006872CB" w:rsidP="009E40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3. Распоряжение Правительства Сахалинской области от 03.11.2011 № 770-р «Об утверждении Концепции долгосрочной целевой программы «Доступная среда в Сахалинской области на 2013 - 2018 годы».</w:t>
            </w:r>
          </w:p>
          <w:p w14:paraId="2695F637" w14:textId="641F562F" w:rsidR="006872CB" w:rsidRPr="006872CB" w:rsidRDefault="006872CB" w:rsidP="009E40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4. Государственная программа Сахалинской области «Доступная среда в Сахалинской области», утвержденная Постановлением Правительства Сахалинской области от 31.05.2013 № 280</w:t>
            </w:r>
            <w:r w:rsidR="004D40E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6213713F" w14:textId="6944895A" w:rsidR="006872CB" w:rsidRPr="006872CB" w:rsidRDefault="006872CB" w:rsidP="009E40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5. Постановление администрации муниципального образования «Городской округ Ногликский» от 28.04.2016 № 344 «Об утверждении Порядка принятия решений о разработки, реализации и проведения оценки эффективности муниципальных программ муниципального образования «Городской округ Ногликский»</w:t>
            </w:r>
            <w:r w:rsidR="004D40E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1EEC72DA" w14:textId="467132FB" w:rsidR="006872CB" w:rsidRPr="006872CB" w:rsidRDefault="006872CB" w:rsidP="009E40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6. Концепция муниципальной программы «Доступная среда в муниципальном образовании «Городской округ Ногликский» на 2015-2025 годы»</w:t>
            </w:r>
            <w:r w:rsidR="004D40E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1F817C56" w14:textId="5514BABE" w:rsidR="006872CB" w:rsidRPr="006872CB" w:rsidRDefault="006872CB" w:rsidP="006E04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7. Распоряжения мэра муниципального образования «Городской округ Ногликский» от 17.07.2018 № 53-р «Об утверждении перечня муниципальных программ муниципального образования «Городской округ Ногликский» в новой редакции»</w:t>
            </w:r>
            <w:r w:rsidR="004D40E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6872CB" w:rsidRPr="006872CB" w14:paraId="1274C187" w14:textId="77777777" w:rsidTr="006E55D6">
        <w:tc>
          <w:tcPr>
            <w:tcW w:w="13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472F00" w14:textId="77777777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36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E2CA39" w14:textId="676CDB63" w:rsidR="006872CB" w:rsidRPr="006872CB" w:rsidRDefault="006872CB" w:rsidP="009E40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Департамент социальной политики администрации муниципального образования «Городской округ Ногликский» в лице вице-мэра муниципального образования «Городской округ Ногликский»</w:t>
            </w:r>
            <w:r w:rsidR="004D40E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6872CB" w:rsidRPr="006872CB" w14:paraId="45FD7EC0" w14:textId="77777777" w:rsidTr="006E55D6">
        <w:tc>
          <w:tcPr>
            <w:tcW w:w="13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312333" w14:textId="77777777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lastRenderedPageBreak/>
              <w:t>Заказчик Программы</w:t>
            </w:r>
          </w:p>
        </w:tc>
        <w:tc>
          <w:tcPr>
            <w:tcW w:w="36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201620" w14:textId="3A2B3DE5" w:rsidR="006872CB" w:rsidRPr="006872CB" w:rsidRDefault="006872CB" w:rsidP="009E40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Администрация муниципального образования «Городской округ Ногликский»</w:t>
            </w:r>
            <w:r w:rsidR="004D40E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6872CB" w:rsidRPr="006872CB" w14:paraId="5AD9E191" w14:textId="77777777" w:rsidTr="006E55D6">
        <w:tc>
          <w:tcPr>
            <w:tcW w:w="13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F45D46" w14:textId="77777777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36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AB11E2" w14:textId="060F15EA" w:rsidR="006872CB" w:rsidRPr="006872CB" w:rsidRDefault="006872CB" w:rsidP="009E40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Департамент социальной политики администрации муниципального образования «Городской округ Ногликский» в лице вице-мэра муниципального образования «Городской округ Ногликский»</w:t>
            </w:r>
            <w:r w:rsidR="004D40E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6872CB" w:rsidRPr="006872CB" w14:paraId="4183E32F" w14:textId="77777777" w:rsidTr="006E55D6">
        <w:tc>
          <w:tcPr>
            <w:tcW w:w="13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AF690A" w14:textId="77777777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36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5D9E05" w14:textId="70412E7B" w:rsidR="006872CB" w:rsidRPr="006872CB" w:rsidRDefault="006872CB" w:rsidP="009E40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Отдел образования Департамента социальной политики администрации муниципального образования «Городской округ Ногликский», отдел культуры, спорта, молодежной и социальной политики, туризма и КМНС Департамента социальной политики администрации муниципального образования «Городской округ Ногликский»,</w:t>
            </w:r>
            <w:r w:rsidR="006956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2CB">
              <w:rPr>
                <w:rFonts w:ascii="Times New Roman" w:hAnsi="Times New Roman"/>
                <w:sz w:val="28"/>
                <w:szCs w:val="28"/>
              </w:rPr>
              <w:t>организационно-правовой департамент администрации муниципального образования «Городской округ Ногликский»</w:t>
            </w:r>
            <w:r w:rsidR="004D40E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6872CB" w:rsidRPr="006872CB" w14:paraId="6FAD6CE7" w14:textId="77777777" w:rsidTr="006E55D6">
        <w:tc>
          <w:tcPr>
            <w:tcW w:w="13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F52D8" w14:textId="77777777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36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0A2155" w14:textId="77777777" w:rsidR="006872CB" w:rsidRPr="006872CB" w:rsidRDefault="006872CB" w:rsidP="009E40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Муниципальные бюджетные общеобразовательные учреждения, муниципальные бюджетные учреждения культуры, спорта, муниципальное казенное учреждение «Централизованная система обслуживания», общественная организация инвалидов.</w:t>
            </w:r>
          </w:p>
        </w:tc>
      </w:tr>
      <w:tr w:rsidR="006872CB" w:rsidRPr="006872CB" w14:paraId="5436953C" w14:textId="77777777" w:rsidTr="006E55D6">
        <w:tc>
          <w:tcPr>
            <w:tcW w:w="13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37CE81" w14:textId="77777777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Цель программы:</w:t>
            </w:r>
          </w:p>
        </w:tc>
        <w:tc>
          <w:tcPr>
            <w:tcW w:w="36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FA1CFA" w14:textId="52C5EC84" w:rsidR="006872CB" w:rsidRPr="006872CB" w:rsidRDefault="006872CB" w:rsidP="009E40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Обеспечение инвалидам условий для преодоления ограниченной жизнедеятельности и создание им равных с другими гражданами возможностей участия в жизни общества</w:t>
            </w:r>
            <w:r w:rsidR="004D40E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6872CB" w:rsidRPr="006872CB" w14:paraId="0CAC04B4" w14:textId="77777777" w:rsidTr="006E55D6">
        <w:tc>
          <w:tcPr>
            <w:tcW w:w="13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0806A6" w14:textId="77777777" w:rsidR="006872CB" w:rsidRPr="006872CB" w:rsidRDefault="006872CB" w:rsidP="009E40A4">
            <w:pPr>
              <w:spacing w:after="0" w:line="240" w:lineRule="auto"/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  <w:r w:rsidRPr="006872CB">
              <w:rPr>
                <w:rFonts w:ascii="Times New Roman" w:hAnsi="Times New Roman"/>
                <w:sz w:val="28"/>
                <w:szCs w:val="28"/>
              </w:rPr>
              <w:br/>
            </w:r>
            <w:r w:rsidRPr="006872CB">
              <w:rPr>
                <w:rFonts w:ascii="Times New Roman" w:hAnsi="Times New Roman"/>
                <w:sz w:val="28"/>
                <w:szCs w:val="28"/>
              </w:rPr>
              <w:br/>
            </w:r>
            <w:r w:rsidRPr="006872CB">
              <w:rPr>
                <w:rFonts w:ascii="Times New Roman" w:hAnsi="Times New Roman"/>
                <w:sz w:val="28"/>
                <w:szCs w:val="28"/>
              </w:rPr>
              <w:br/>
            </w:r>
            <w:r w:rsidRPr="006872CB">
              <w:rPr>
                <w:rFonts w:ascii="Times New Roman" w:hAnsi="Times New Roman"/>
                <w:sz w:val="28"/>
                <w:szCs w:val="28"/>
              </w:rPr>
              <w:br/>
            </w:r>
            <w:r w:rsidRPr="006872CB">
              <w:rPr>
                <w:rFonts w:ascii="Times New Roman" w:hAnsi="Times New Roman"/>
                <w:sz w:val="28"/>
                <w:szCs w:val="28"/>
              </w:rPr>
              <w:br/>
            </w:r>
            <w:r w:rsidRPr="006872CB">
              <w:rPr>
                <w:rFonts w:ascii="Times New Roman" w:hAnsi="Times New Roman"/>
                <w:sz w:val="28"/>
                <w:szCs w:val="28"/>
              </w:rPr>
              <w:br/>
            </w:r>
            <w:r w:rsidRPr="006872CB">
              <w:rPr>
                <w:rFonts w:ascii="Times New Roman" w:hAnsi="Times New Roman"/>
                <w:sz w:val="28"/>
                <w:szCs w:val="28"/>
              </w:rPr>
              <w:br/>
            </w:r>
            <w:r w:rsidRPr="006872CB">
              <w:rPr>
                <w:rFonts w:ascii="Times New Roman" w:hAnsi="Times New Roman"/>
                <w:sz w:val="28"/>
                <w:szCs w:val="28"/>
              </w:rPr>
              <w:br/>
            </w:r>
            <w:r w:rsidRPr="006872CB">
              <w:rPr>
                <w:rFonts w:ascii="Times New Roman" w:hAnsi="Times New Roman"/>
                <w:sz w:val="28"/>
                <w:szCs w:val="28"/>
              </w:rPr>
              <w:br/>
            </w:r>
            <w:r w:rsidRPr="006872CB">
              <w:rPr>
                <w:rFonts w:ascii="Times New Roman" w:hAnsi="Times New Roman"/>
                <w:sz w:val="28"/>
                <w:szCs w:val="28"/>
              </w:rPr>
              <w:br/>
            </w:r>
            <w:r w:rsidRPr="006872CB">
              <w:rPr>
                <w:rFonts w:ascii="Times New Roman" w:hAnsi="Times New Roman"/>
                <w:sz w:val="28"/>
                <w:szCs w:val="28"/>
              </w:rPr>
              <w:br/>
            </w:r>
            <w:r w:rsidRPr="006872CB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36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9183C7" w14:textId="5DF0A503" w:rsidR="009E40A4" w:rsidRDefault="009E40A4" w:rsidP="00CC19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Совершенствование нормативно-правовой </w:t>
            </w:r>
            <w:r w:rsidR="006872CB" w:rsidRPr="006872CB">
              <w:rPr>
                <w:rFonts w:ascii="Times New Roman" w:hAnsi="Times New Roman"/>
                <w:sz w:val="28"/>
                <w:szCs w:val="28"/>
              </w:rPr>
              <w:t>базы по созданию доступной среды для инвалидов</w:t>
            </w:r>
            <w:r w:rsidR="004D40E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08AC2DC2" w14:textId="0A1ADBE9" w:rsidR="009E40A4" w:rsidRDefault="006872CB" w:rsidP="00CC19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2CB">
              <w:rPr>
                <w:rFonts w:ascii="Times New Roman" w:hAnsi="Times New Roman"/>
                <w:sz w:val="28"/>
                <w:szCs w:val="28"/>
              </w:rPr>
              <w:t>Обеспечение беспрепятственного доступа инвалидов к информации, формирование позитивного общественного мнения к проблемам инвалидов</w:t>
            </w:r>
            <w:r w:rsidR="004D40E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53037AF7" w14:textId="55F8A439" w:rsidR="009E40A4" w:rsidRDefault="006872CB" w:rsidP="00CC19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2CB">
              <w:rPr>
                <w:rFonts w:ascii="Times New Roman" w:hAnsi="Times New Roman"/>
                <w:sz w:val="28"/>
                <w:szCs w:val="28"/>
              </w:rPr>
              <w:t>Обеспечение беспрепятственного доступа инвалидов к объектам социальной инфраструктуры, общественным зданиям, находящимся в ведении органов местного самоуправления</w:t>
            </w:r>
            <w:r w:rsidR="004D40E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4D6FCA0C" w14:textId="46A864D6" w:rsidR="009E40A4" w:rsidRDefault="006872CB" w:rsidP="00CC19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4. Обеспечение дошкольного, начального общего, основного общего, среднего общего, дополнительного образования детей-инвалидов</w:t>
            </w:r>
            <w:r w:rsidR="004D40E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47F3DEB4" w14:textId="25247AFB" w:rsidR="006872CB" w:rsidRPr="006872CB" w:rsidRDefault="006872CB" w:rsidP="00CC19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 xml:space="preserve">5. Вовлечение инвалидов в </w:t>
            </w:r>
            <w:r w:rsidR="009E40A4" w:rsidRPr="006872CB">
              <w:rPr>
                <w:rFonts w:ascii="Times New Roman" w:hAnsi="Times New Roman"/>
                <w:sz w:val="28"/>
                <w:szCs w:val="28"/>
              </w:rPr>
              <w:t>социа</w:t>
            </w:r>
            <w:r w:rsidR="009E40A4">
              <w:rPr>
                <w:rFonts w:ascii="Times New Roman" w:hAnsi="Times New Roman"/>
                <w:sz w:val="28"/>
                <w:szCs w:val="28"/>
              </w:rPr>
              <w:t>льно</w:t>
            </w:r>
            <w:r w:rsidRPr="006872CB">
              <w:rPr>
                <w:rFonts w:ascii="Times New Roman" w:hAnsi="Times New Roman"/>
                <w:sz w:val="28"/>
                <w:szCs w:val="28"/>
              </w:rPr>
              <w:t>-культурную, спортивную жизнь района</w:t>
            </w:r>
            <w:r w:rsidR="004D40E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71B37568" w14:textId="27372914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lastRenderedPageBreak/>
              <w:t>6.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2CB">
              <w:rPr>
                <w:rFonts w:ascii="Times New Roman" w:hAnsi="Times New Roman"/>
                <w:sz w:val="28"/>
                <w:szCs w:val="28"/>
              </w:rPr>
              <w:t>Обеспечение взаимодействия органов местного самоуправления с общественной организацией инвалидов</w:t>
            </w:r>
            <w:r w:rsidR="004D40E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6872CB" w:rsidRPr="006872CB" w14:paraId="0F784E17" w14:textId="77777777" w:rsidTr="006E55D6">
        <w:tc>
          <w:tcPr>
            <w:tcW w:w="13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3D32D9" w14:textId="77777777" w:rsidR="006872CB" w:rsidRPr="006872CB" w:rsidRDefault="006872CB" w:rsidP="009E40A4">
            <w:pPr>
              <w:spacing w:after="0" w:line="240" w:lineRule="auto"/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программы</w:t>
            </w:r>
          </w:p>
        </w:tc>
        <w:tc>
          <w:tcPr>
            <w:tcW w:w="36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49748" w14:textId="77777777" w:rsidR="006872CB" w:rsidRPr="006872CB" w:rsidRDefault="006872CB" w:rsidP="009E40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 xml:space="preserve">Программа финансируется из средств областного и местного бюджетов. Общий объем средств, направляемых на реализацию Программы, составляет </w:t>
            </w:r>
          </w:p>
          <w:p w14:paraId="12BC86F1" w14:textId="43313463" w:rsidR="006872CB" w:rsidRPr="006872CB" w:rsidRDefault="00CC1915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35 986,3 тыс. рублей</w:t>
            </w:r>
            <w:r w:rsidR="006872CB" w:rsidRPr="006872CB">
              <w:rPr>
                <w:rFonts w:ascii="Times New Roman" w:hAnsi="Times New Roman"/>
                <w:sz w:val="28"/>
                <w:szCs w:val="28"/>
              </w:rPr>
              <w:t>, из них:</w:t>
            </w:r>
          </w:p>
          <w:p w14:paraId="65918099" w14:textId="77777777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местный бюджет – 26 317,4 тыс. руб.</w:t>
            </w:r>
          </w:p>
          <w:p w14:paraId="19FF5E80" w14:textId="77777777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областной бюджет – 9 668,9 тыс. руб.</w:t>
            </w:r>
          </w:p>
          <w:p w14:paraId="74D92412" w14:textId="77777777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14:paraId="4949C2FF" w14:textId="77777777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2015 – 2 168,8 тыс. руб.</w:t>
            </w:r>
          </w:p>
          <w:p w14:paraId="2DCA7F3D" w14:textId="77777777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 xml:space="preserve">В том числе: </w:t>
            </w:r>
          </w:p>
          <w:p w14:paraId="4C800F64" w14:textId="77777777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местный бюджет - 272,1 тыс. руб.</w:t>
            </w:r>
          </w:p>
          <w:p w14:paraId="67DB4D10" w14:textId="77777777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областной бюджет – 1 896,7 тыс. руб.</w:t>
            </w:r>
          </w:p>
          <w:p w14:paraId="63284191" w14:textId="77777777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2016 – 3 460,2 тыс. руб.</w:t>
            </w:r>
          </w:p>
          <w:p w14:paraId="1A6840F4" w14:textId="77777777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14:paraId="2C908BFC" w14:textId="77777777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местный бюджет - 748,5 тыс. руб.</w:t>
            </w:r>
          </w:p>
          <w:p w14:paraId="405716FE" w14:textId="77777777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областной бюджет – 2 711,7 тыс. руб.</w:t>
            </w:r>
          </w:p>
          <w:p w14:paraId="6819DCF2" w14:textId="77777777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2017 – 2 530,2 тыс. руб.</w:t>
            </w:r>
          </w:p>
          <w:p w14:paraId="433E257A" w14:textId="77777777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14:paraId="423092EF" w14:textId="77777777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местный бюджет - 937,3 тыс. руб.</w:t>
            </w:r>
          </w:p>
          <w:p w14:paraId="5C81BDF4" w14:textId="77777777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областной бюджет – 1 592,9 тыс. руб.</w:t>
            </w:r>
          </w:p>
          <w:p w14:paraId="78611F64" w14:textId="77777777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2018 – 1 123,6 тыс. руб.</w:t>
            </w:r>
          </w:p>
          <w:p w14:paraId="40FE32CB" w14:textId="77777777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14:paraId="72EF6C23" w14:textId="77777777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местный бюджет – 363,9 тыс. руб.</w:t>
            </w:r>
          </w:p>
          <w:p w14:paraId="6614651C" w14:textId="77777777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областной бюджет – 759,7 тыс. руб.</w:t>
            </w:r>
          </w:p>
          <w:p w14:paraId="3777E0AD" w14:textId="77777777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2019 – 1 368,6 тыс. руб.</w:t>
            </w:r>
          </w:p>
          <w:p w14:paraId="0CF33035" w14:textId="77777777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14:paraId="688D0F2F" w14:textId="77777777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местный бюджет – 807,0 тыс. руб.</w:t>
            </w:r>
          </w:p>
          <w:p w14:paraId="068C652E" w14:textId="77777777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областной бюджет – 561,6 тыс. руб.</w:t>
            </w:r>
          </w:p>
          <w:p w14:paraId="531246CA" w14:textId="77777777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2020 – 1 128,4 тыс. руб.</w:t>
            </w:r>
          </w:p>
          <w:p w14:paraId="7F328C3F" w14:textId="77777777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14:paraId="513B370F" w14:textId="77777777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местный бюджет – 1 128,4 тыс. руб.</w:t>
            </w:r>
          </w:p>
          <w:p w14:paraId="67BC231F" w14:textId="77777777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областной бюджет – 0,0 тыс. руб.</w:t>
            </w:r>
          </w:p>
          <w:p w14:paraId="379C52F3" w14:textId="77777777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2" w:name="_Hlk79069348"/>
            <w:r w:rsidRPr="006872CB">
              <w:rPr>
                <w:rFonts w:ascii="Times New Roman" w:hAnsi="Times New Roman"/>
                <w:sz w:val="28"/>
                <w:szCs w:val="28"/>
              </w:rPr>
              <w:t>2021 – 2 271,3 тыс. руб.</w:t>
            </w:r>
          </w:p>
          <w:p w14:paraId="03270355" w14:textId="77777777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14:paraId="0AB77932" w14:textId="77777777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местный бюджет – 2 104,2 тыс. руб.</w:t>
            </w:r>
          </w:p>
          <w:p w14:paraId="3BB1382D" w14:textId="77777777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областной бюджет – 167,1 тыс. руб.</w:t>
            </w:r>
          </w:p>
          <w:bookmarkEnd w:id="2"/>
          <w:p w14:paraId="18C4EBFC" w14:textId="77777777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2022 – 2 122,2 тыс. руб.</w:t>
            </w:r>
          </w:p>
          <w:p w14:paraId="559DDE57" w14:textId="77777777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14:paraId="24678780" w14:textId="77777777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местный бюджет – 1 797,6 тыс. руб.</w:t>
            </w:r>
          </w:p>
          <w:p w14:paraId="32C5EF73" w14:textId="77777777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областной бюджет – 324,6 тыс. руб.</w:t>
            </w:r>
          </w:p>
          <w:p w14:paraId="6E7FE039" w14:textId="77777777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2023 – 2 362,1 тыс. руб.</w:t>
            </w:r>
          </w:p>
          <w:p w14:paraId="3AC9D58E" w14:textId="77777777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lastRenderedPageBreak/>
              <w:t>В том числе:</w:t>
            </w:r>
          </w:p>
          <w:p w14:paraId="6C128352" w14:textId="77777777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местный бюджет – 2 001,4 тыс. руб.</w:t>
            </w:r>
          </w:p>
          <w:p w14:paraId="1D44DFB8" w14:textId="77777777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областной бюджет – 360,7 тыс. руб.</w:t>
            </w:r>
          </w:p>
          <w:p w14:paraId="7647644A" w14:textId="77777777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2024 – 12 057,1 тыс. руб.</w:t>
            </w:r>
          </w:p>
          <w:p w14:paraId="2BDF71E8" w14:textId="77777777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14:paraId="3621910C" w14:textId="77777777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местный бюджет – 11 699,3 тыс. руб.</w:t>
            </w:r>
          </w:p>
          <w:p w14:paraId="40C642F0" w14:textId="77777777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областной бюджет – 357,8 тыс. руб.</w:t>
            </w:r>
          </w:p>
          <w:p w14:paraId="1102D944" w14:textId="77777777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2025 – 669,6 тыс. руб.</w:t>
            </w:r>
          </w:p>
          <w:p w14:paraId="3555C4A5" w14:textId="77777777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14:paraId="3665B799" w14:textId="77777777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местный бюджет – 454,9 тыс. руб.</w:t>
            </w:r>
          </w:p>
          <w:p w14:paraId="77413142" w14:textId="77777777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областной бюджет – 214,7 тыс. руб.</w:t>
            </w:r>
          </w:p>
          <w:p w14:paraId="1B0BB886" w14:textId="77777777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2026 – 2 362,1 тыс. руб.</w:t>
            </w:r>
          </w:p>
          <w:p w14:paraId="2BB2B6C9" w14:textId="77777777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14:paraId="021B0927" w14:textId="77777777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местный бюджет – 2 001,4 тыс. руб.</w:t>
            </w:r>
          </w:p>
          <w:p w14:paraId="623ABF42" w14:textId="77777777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областной бюджет – 360,7 тыс. руб.</w:t>
            </w:r>
          </w:p>
          <w:p w14:paraId="02C839A0" w14:textId="7E2683A5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2027 – 2 362,1 тыс. руб.</w:t>
            </w:r>
          </w:p>
          <w:p w14:paraId="56574FCB" w14:textId="77777777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14:paraId="6E9D0014" w14:textId="77777777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местный бюджет – 2 001,4 тыс. руб.</w:t>
            </w:r>
          </w:p>
          <w:p w14:paraId="1818EE3D" w14:textId="77777777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областной бюджет – 360,7 тыс. руб.</w:t>
            </w:r>
          </w:p>
        </w:tc>
      </w:tr>
      <w:tr w:rsidR="006872CB" w:rsidRPr="006872CB" w14:paraId="65D551E8" w14:textId="77777777" w:rsidTr="006E55D6">
        <w:tc>
          <w:tcPr>
            <w:tcW w:w="13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58771D" w14:textId="77777777" w:rsidR="006872CB" w:rsidRPr="006872CB" w:rsidRDefault="006872CB" w:rsidP="009E40A4">
            <w:pPr>
              <w:spacing w:after="0" w:line="240" w:lineRule="auto"/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lastRenderedPageBreak/>
              <w:t>Целевые показатели (индикаторы) и показатели программы</w:t>
            </w:r>
            <w:r w:rsidRPr="006872CB">
              <w:rPr>
                <w:rFonts w:ascii="Times New Roman" w:hAnsi="Times New Roman"/>
                <w:sz w:val="28"/>
                <w:szCs w:val="28"/>
              </w:rPr>
              <w:br/>
            </w:r>
            <w:r w:rsidRPr="006872CB">
              <w:rPr>
                <w:rFonts w:ascii="Times New Roman" w:hAnsi="Times New Roman"/>
                <w:sz w:val="28"/>
                <w:szCs w:val="28"/>
              </w:rPr>
              <w:br/>
            </w:r>
            <w:r w:rsidRPr="006872CB">
              <w:rPr>
                <w:rFonts w:ascii="Times New Roman" w:hAnsi="Times New Roman"/>
                <w:sz w:val="28"/>
                <w:szCs w:val="28"/>
              </w:rPr>
              <w:br/>
            </w:r>
            <w:r w:rsidRPr="006872CB">
              <w:rPr>
                <w:rFonts w:ascii="Times New Roman" w:hAnsi="Times New Roman"/>
                <w:sz w:val="28"/>
                <w:szCs w:val="28"/>
              </w:rPr>
              <w:br/>
            </w:r>
            <w:r w:rsidRPr="006872CB">
              <w:rPr>
                <w:rFonts w:ascii="Times New Roman" w:hAnsi="Times New Roman"/>
                <w:sz w:val="28"/>
                <w:szCs w:val="28"/>
              </w:rPr>
              <w:br/>
            </w:r>
            <w:r w:rsidRPr="006872CB">
              <w:rPr>
                <w:rFonts w:ascii="Times New Roman" w:hAnsi="Times New Roman"/>
                <w:sz w:val="28"/>
                <w:szCs w:val="28"/>
              </w:rPr>
              <w:br/>
            </w:r>
            <w:r w:rsidRPr="006872CB">
              <w:rPr>
                <w:rFonts w:ascii="Times New Roman" w:hAnsi="Times New Roman"/>
                <w:sz w:val="28"/>
                <w:szCs w:val="28"/>
              </w:rPr>
              <w:br/>
            </w:r>
            <w:r w:rsidRPr="006872CB">
              <w:rPr>
                <w:rFonts w:ascii="Times New Roman" w:hAnsi="Times New Roman"/>
                <w:sz w:val="28"/>
                <w:szCs w:val="28"/>
              </w:rPr>
              <w:br/>
            </w:r>
            <w:r w:rsidRPr="006872CB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36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DE5432" w14:textId="6F73A2D2" w:rsidR="006872CB" w:rsidRPr="006872CB" w:rsidRDefault="006872CB" w:rsidP="009E40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1.</w:t>
            </w:r>
            <w:r w:rsidR="006E04E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2CB">
              <w:rPr>
                <w:rFonts w:ascii="Times New Roman" w:hAnsi="Times New Roman"/>
                <w:sz w:val="28"/>
                <w:szCs w:val="28"/>
              </w:rPr>
              <w:t>Формирование нормативно-правовой базы по созданию доступной среды для инвалидов</w:t>
            </w:r>
            <w:r w:rsidR="006E04E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5550F900" w14:textId="33DAE443" w:rsidR="006872CB" w:rsidRPr="006872CB" w:rsidRDefault="006872CB" w:rsidP="009E40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2.</w:t>
            </w:r>
            <w:r w:rsidR="006E04EA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6872CB">
              <w:rPr>
                <w:rFonts w:ascii="Times New Roman" w:hAnsi="Times New Roman"/>
                <w:sz w:val="28"/>
                <w:szCs w:val="28"/>
              </w:rPr>
              <w:t>Доля инвалидов, получивших доступ к информации</w:t>
            </w:r>
          </w:p>
          <w:p w14:paraId="1E6D5223" w14:textId="423A533E" w:rsidR="006872CB" w:rsidRPr="006872CB" w:rsidRDefault="006872CB" w:rsidP="009E40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3.</w:t>
            </w:r>
            <w:r w:rsidR="006E04E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2CB">
              <w:rPr>
                <w:rFonts w:ascii="Times New Roman" w:hAnsi="Times New Roman"/>
                <w:sz w:val="28"/>
                <w:szCs w:val="28"/>
              </w:rPr>
              <w:t>Доля доступных объектов социальной инфраструктуры общественных зданий, находящихся в ведении органов местного самоуправления</w:t>
            </w:r>
            <w:r w:rsidR="006E04EA">
              <w:rPr>
                <w:rFonts w:ascii="Times New Roman" w:hAnsi="Times New Roman"/>
                <w:sz w:val="28"/>
                <w:szCs w:val="28"/>
              </w:rPr>
              <w:t>.</w:t>
            </w:r>
            <w:r w:rsidRPr="006872C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62F4DA16" w14:textId="52983C3A" w:rsidR="006872CB" w:rsidRPr="006872CB" w:rsidRDefault="006872CB" w:rsidP="009E40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4.</w:t>
            </w:r>
            <w:r w:rsidR="006E04E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2CB">
              <w:rPr>
                <w:rFonts w:ascii="Times New Roman" w:hAnsi="Times New Roman"/>
                <w:sz w:val="28"/>
                <w:szCs w:val="28"/>
              </w:rPr>
              <w:t>Удельный вес семей с детьми-инвалидами, получивши</w:t>
            </w:r>
            <w:r w:rsidR="00EF57FC">
              <w:rPr>
                <w:rFonts w:ascii="Times New Roman" w:hAnsi="Times New Roman"/>
                <w:sz w:val="28"/>
                <w:szCs w:val="28"/>
              </w:rPr>
              <w:t>х</w:t>
            </w:r>
            <w:r w:rsidRPr="006872CB">
              <w:rPr>
                <w:rFonts w:ascii="Times New Roman" w:hAnsi="Times New Roman"/>
                <w:sz w:val="28"/>
                <w:szCs w:val="28"/>
              </w:rPr>
              <w:t xml:space="preserve"> услуги в учреждениях образования, культуры, спорта, в общей численности, нуждающихся в услугах семей с детьми-инвалидами</w:t>
            </w:r>
            <w:r w:rsidR="006E04E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665F61DF" w14:textId="1EDF5521" w:rsidR="006872CB" w:rsidRPr="006872CB" w:rsidRDefault="006872CB" w:rsidP="009E40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5.</w:t>
            </w:r>
            <w:r w:rsidR="006E04E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2CB">
              <w:rPr>
                <w:rFonts w:ascii="Times New Roman" w:hAnsi="Times New Roman"/>
                <w:sz w:val="28"/>
                <w:szCs w:val="28"/>
              </w:rPr>
              <w:t>Участие инвалидов в социокультурной жизни, спортивных соревнованиях района</w:t>
            </w:r>
            <w:r w:rsidR="006E04E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743A86B8" w14:textId="61373B00" w:rsidR="006872CB" w:rsidRPr="006872CB" w:rsidRDefault="006872CB" w:rsidP="009E40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6.</w:t>
            </w:r>
            <w:r w:rsidR="006E04E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2CB">
              <w:rPr>
                <w:rFonts w:ascii="Times New Roman" w:hAnsi="Times New Roman"/>
                <w:sz w:val="28"/>
                <w:szCs w:val="28"/>
              </w:rPr>
              <w:t>Взаимодействие с общественной организацией инвалидов</w:t>
            </w:r>
            <w:r w:rsidR="00B62C23">
              <w:rPr>
                <w:rFonts w:ascii="Times New Roman" w:hAnsi="Times New Roman"/>
                <w:sz w:val="28"/>
                <w:szCs w:val="28"/>
              </w:rPr>
              <w:t xml:space="preserve"> (ежегодно)</w:t>
            </w:r>
            <w:r w:rsidR="006E04E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044F3177" w14:textId="78D19C91" w:rsidR="006872CB" w:rsidRPr="006872CB" w:rsidRDefault="006872CB" w:rsidP="009E40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7.</w:t>
            </w:r>
            <w:r w:rsidR="006E04EA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6872CB">
              <w:rPr>
                <w:rFonts w:ascii="Times New Roman" w:hAnsi="Times New Roman"/>
                <w:sz w:val="28"/>
                <w:szCs w:val="28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  <w:r w:rsidR="006E04E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6D295601" w14:textId="5A25D93B" w:rsidR="006872CB" w:rsidRPr="006872CB" w:rsidRDefault="006872CB" w:rsidP="009E40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8.</w:t>
            </w:r>
            <w:r w:rsidR="006E04E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2CB">
              <w:rPr>
                <w:rFonts w:ascii="Times New Roman" w:hAnsi="Times New Roman"/>
                <w:sz w:val="28"/>
                <w:szCs w:val="28"/>
              </w:rPr>
              <w:t>Количество инвалидов, проживающих в многоэтажных домах, опрошенных с целью переселения с верхних этажей на первые</w:t>
            </w:r>
            <w:r w:rsidR="008E0CD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6872CB" w:rsidRPr="006872CB" w14:paraId="27200626" w14:textId="77777777" w:rsidTr="009E40A4">
        <w:trPr>
          <w:trHeight w:val="1327"/>
        </w:trPr>
        <w:tc>
          <w:tcPr>
            <w:tcW w:w="13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B420B3" w14:textId="77777777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lastRenderedPageBreak/>
              <w:t>Сроки и этапы реализации программы</w:t>
            </w:r>
          </w:p>
        </w:tc>
        <w:tc>
          <w:tcPr>
            <w:tcW w:w="36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43F45C" w14:textId="7EC61684" w:rsidR="009E40A4" w:rsidRDefault="009E40A4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2015 - 2027 гг. (включительно)</w:t>
            </w:r>
          </w:p>
          <w:p w14:paraId="18823430" w14:textId="3F7ECB2A" w:rsidR="009E40A4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1</w:t>
            </w:r>
            <w:r w:rsidR="009E40A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2CB">
              <w:rPr>
                <w:rFonts w:ascii="Times New Roman" w:hAnsi="Times New Roman"/>
                <w:sz w:val="28"/>
                <w:szCs w:val="28"/>
              </w:rPr>
              <w:t>этап: 2015 - 2020 гг.</w:t>
            </w:r>
          </w:p>
          <w:p w14:paraId="705750AF" w14:textId="7E44D542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2</w:t>
            </w:r>
            <w:r w:rsidR="009E40A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2CB">
              <w:rPr>
                <w:rFonts w:ascii="Times New Roman" w:hAnsi="Times New Roman"/>
                <w:sz w:val="28"/>
                <w:szCs w:val="28"/>
              </w:rPr>
              <w:t>этап: 2021 - 2025 гг.</w:t>
            </w:r>
          </w:p>
          <w:p w14:paraId="25C8E5AE" w14:textId="31B63E5D" w:rsidR="006872CB" w:rsidRPr="006872CB" w:rsidRDefault="006872CB" w:rsidP="009E40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3</w:t>
            </w:r>
            <w:r w:rsidR="009E40A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2CB">
              <w:rPr>
                <w:rFonts w:ascii="Times New Roman" w:hAnsi="Times New Roman"/>
                <w:sz w:val="28"/>
                <w:szCs w:val="28"/>
              </w:rPr>
              <w:t>этап:</w:t>
            </w:r>
            <w:r w:rsidR="009E40A4">
              <w:rPr>
                <w:rFonts w:ascii="Times New Roman" w:hAnsi="Times New Roman"/>
                <w:sz w:val="28"/>
                <w:szCs w:val="28"/>
              </w:rPr>
              <w:t xml:space="preserve"> 2026 - 2027 гг. (включительно)</w:t>
            </w:r>
          </w:p>
        </w:tc>
      </w:tr>
      <w:tr w:rsidR="006872CB" w:rsidRPr="006872CB" w14:paraId="650FED5E" w14:textId="77777777" w:rsidTr="006E55D6">
        <w:tc>
          <w:tcPr>
            <w:tcW w:w="13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98B3A7" w14:textId="77777777" w:rsidR="006872CB" w:rsidRPr="006872CB" w:rsidRDefault="006872CB" w:rsidP="009E40A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программы</w:t>
            </w:r>
            <w:r w:rsidRPr="006872CB">
              <w:rPr>
                <w:rFonts w:ascii="Times New Roman" w:hAnsi="Times New Roman"/>
                <w:sz w:val="28"/>
                <w:szCs w:val="28"/>
              </w:rPr>
              <w:br/>
            </w:r>
            <w:r w:rsidRPr="006872CB">
              <w:rPr>
                <w:rFonts w:ascii="Times New Roman" w:hAnsi="Times New Roman"/>
                <w:sz w:val="28"/>
                <w:szCs w:val="28"/>
              </w:rPr>
              <w:br/>
            </w:r>
            <w:r w:rsidRPr="006872CB">
              <w:rPr>
                <w:rFonts w:ascii="Times New Roman" w:hAnsi="Times New Roman"/>
                <w:sz w:val="28"/>
                <w:szCs w:val="28"/>
              </w:rPr>
              <w:br/>
            </w:r>
            <w:r w:rsidRPr="006872CB">
              <w:rPr>
                <w:rFonts w:ascii="Times New Roman" w:hAnsi="Times New Roman"/>
                <w:sz w:val="28"/>
                <w:szCs w:val="28"/>
              </w:rPr>
              <w:br/>
            </w:r>
            <w:r w:rsidRPr="006872CB">
              <w:rPr>
                <w:rFonts w:ascii="Times New Roman" w:hAnsi="Times New Roman"/>
                <w:sz w:val="28"/>
                <w:szCs w:val="28"/>
              </w:rPr>
              <w:br/>
            </w:r>
            <w:r w:rsidRPr="006872CB">
              <w:rPr>
                <w:rFonts w:ascii="Times New Roman" w:hAnsi="Times New Roman"/>
                <w:sz w:val="28"/>
                <w:szCs w:val="28"/>
              </w:rPr>
              <w:br/>
            </w:r>
            <w:r w:rsidRPr="006872CB">
              <w:rPr>
                <w:rFonts w:ascii="Times New Roman" w:hAnsi="Times New Roman"/>
                <w:sz w:val="28"/>
                <w:szCs w:val="28"/>
              </w:rPr>
              <w:br/>
            </w:r>
            <w:r w:rsidRPr="006872CB">
              <w:rPr>
                <w:rFonts w:ascii="Times New Roman" w:hAnsi="Times New Roman"/>
                <w:sz w:val="28"/>
                <w:szCs w:val="28"/>
              </w:rPr>
              <w:br/>
            </w:r>
            <w:r w:rsidRPr="006872CB">
              <w:rPr>
                <w:rFonts w:ascii="Times New Roman" w:hAnsi="Times New Roman"/>
                <w:sz w:val="28"/>
                <w:szCs w:val="28"/>
              </w:rPr>
              <w:br/>
            </w:r>
            <w:r w:rsidRPr="006872CB">
              <w:rPr>
                <w:rFonts w:ascii="Times New Roman" w:hAnsi="Times New Roman"/>
                <w:sz w:val="28"/>
                <w:szCs w:val="28"/>
              </w:rPr>
              <w:br/>
            </w:r>
            <w:r w:rsidRPr="006872CB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36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30CAF7" w14:textId="7841283C" w:rsidR="006872CB" w:rsidRPr="006872CB" w:rsidRDefault="006872CB" w:rsidP="009E40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3" w:name="_Hlk137045979"/>
            <w:r w:rsidRPr="006872CB">
              <w:rPr>
                <w:rFonts w:ascii="Times New Roman" w:hAnsi="Times New Roman"/>
                <w:sz w:val="28"/>
                <w:szCs w:val="28"/>
              </w:rPr>
              <w:t xml:space="preserve">1. Формирование нормативно-правовой базы по созданию доступной среды для инвалидов до 5 и более </w:t>
            </w:r>
            <w:r w:rsidR="003D17D5">
              <w:rPr>
                <w:rFonts w:ascii="Times New Roman" w:hAnsi="Times New Roman"/>
                <w:sz w:val="28"/>
                <w:szCs w:val="28"/>
              </w:rPr>
              <w:t>по необходимости</w:t>
            </w:r>
            <w:r w:rsidR="004D40E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75E7092B" w14:textId="2D1B7C05" w:rsidR="006872CB" w:rsidRPr="009E40A4" w:rsidRDefault="006872CB" w:rsidP="009E40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bookmarkStart w:id="4" w:name="_Hlk137130225"/>
            <w:r w:rsidR="00CE6660">
              <w:rPr>
                <w:rFonts w:ascii="Times New Roman" w:hAnsi="Times New Roman"/>
                <w:sz w:val="28"/>
                <w:szCs w:val="28"/>
              </w:rPr>
              <w:t>Д</w:t>
            </w:r>
            <w:r w:rsidRPr="006872CB">
              <w:rPr>
                <w:rFonts w:ascii="Times New Roman" w:hAnsi="Times New Roman"/>
                <w:sz w:val="28"/>
                <w:szCs w:val="28"/>
              </w:rPr>
              <w:t>ол</w:t>
            </w:r>
            <w:r w:rsidR="00CE6660">
              <w:rPr>
                <w:rFonts w:ascii="Times New Roman" w:hAnsi="Times New Roman"/>
                <w:sz w:val="28"/>
                <w:szCs w:val="28"/>
              </w:rPr>
              <w:t>я</w:t>
            </w:r>
            <w:r w:rsidRPr="006872CB">
              <w:rPr>
                <w:rFonts w:ascii="Times New Roman" w:hAnsi="Times New Roman"/>
                <w:sz w:val="28"/>
                <w:szCs w:val="28"/>
              </w:rPr>
              <w:t xml:space="preserve"> инвалидов, получ</w:t>
            </w:r>
            <w:r w:rsidR="00CC1915">
              <w:rPr>
                <w:rFonts w:ascii="Times New Roman" w:hAnsi="Times New Roman"/>
                <w:sz w:val="28"/>
                <w:szCs w:val="28"/>
              </w:rPr>
              <w:t>ивших доступ к информации до 75</w:t>
            </w:r>
            <w:r w:rsidRPr="006872CB">
              <w:rPr>
                <w:rFonts w:ascii="Times New Roman" w:hAnsi="Times New Roman"/>
                <w:sz w:val="28"/>
                <w:szCs w:val="28"/>
              </w:rPr>
              <w:t>%</w:t>
            </w:r>
            <w:r w:rsidR="004D40E3">
              <w:rPr>
                <w:rFonts w:ascii="Times New Roman" w:hAnsi="Times New Roman"/>
                <w:sz w:val="28"/>
                <w:szCs w:val="28"/>
              </w:rPr>
              <w:t>.</w:t>
            </w:r>
            <w:r w:rsidRPr="006872C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3B57B39A" w14:textId="4954E78A" w:rsidR="006872CB" w:rsidRPr="009E40A4" w:rsidRDefault="006872CB" w:rsidP="009E40A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3.</w:t>
            </w:r>
            <w:r w:rsidR="00CE666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E6660" w:rsidRPr="00CE666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</w:t>
            </w:r>
            <w:r w:rsidRPr="00CE666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ол</w:t>
            </w:r>
            <w:r w:rsidR="00CE6660" w:rsidRPr="00CE666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я</w:t>
            </w:r>
            <w:r w:rsidRPr="00CE666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CE6660" w:rsidRPr="00CE666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доступных </w:t>
            </w:r>
            <w:r w:rsidRPr="00CE666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объектов социальной инфраструктуры</w:t>
            </w:r>
            <w:r w:rsidR="00CE666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</w:t>
            </w:r>
            <w:r w:rsidRPr="00CE666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общественных зданий, находящихся в ведении органов местного самоуправления</w:t>
            </w:r>
            <w:r w:rsidR="00CE666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CE666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до 100%</w:t>
            </w:r>
            <w:r w:rsidR="004D40E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  <w:r w:rsidRPr="00CE666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4FE39A1D" w14:textId="66AFCA56" w:rsidR="009F170F" w:rsidRPr="009E40A4" w:rsidRDefault="006872CB" w:rsidP="009E40A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9E40A4">
              <w:rPr>
                <w:rFonts w:ascii="Times New Roman" w:hAnsi="Times New Roman"/>
                <w:sz w:val="28"/>
                <w:szCs w:val="28"/>
              </w:rPr>
              <w:t xml:space="preserve">4. </w:t>
            </w:r>
            <w:r w:rsidR="00CE6660" w:rsidRPr="009E40A4">
              <w:rPr>
                <w:rFonts w:ascii="Times New Roman" w:hAnsi="Times New Roman"/>
                <w:sz w:val="28"/>
                <w:szCs w:val="28"/>
              </w:rPr>
              <w:t>Удельный вес</w:t>
            </w:r>
            <w:r w:rsidRPr="009E40A4">
              <w:rPr>
                <w:rFonts w:ascii="Times New Roman" w:hAnsi="Times New Roman"/>
                <w:sz w:val="28"/>
                <w:szCs w:val="28"/>
              </w:rPr>
              <w:t xml:space="preserve"> семей с детьми-инвалидами, получившими услуги в учреждениях образования, культуры, спорта </w:t>
            </w:r>
            <w:r w:rsidR="00CE6660" w:rsidRPr="009E40A4">
              <w:rPr>
                <w:rFonts w:ascii="Times New Roman" w:hAnsi="Times New Roman"/>
                <w:sz w:val="28"/>
                <w:szCs w:val="28"/>
              </w:rPr>
              <w:t>в</w:t>
            </w:r>
            <w:r w:rsidRPr="009E40A4">
              <w:rPr>
                <w:rFonts w:ascii="Times New Roman" w:hAnsi="Times New Roman"/>
                <w:sz w:val="28"/>
                <w:szCs w:val="28"/>
              </w:rPr>
              <w:t xml:space="preserve"> общего </w:t>
            </w:r>
            <w:r w:rsidR="00CE6660" w:rsidRPr="009E40A4">
              <w:rPr>
                <w:rFonts w:ascii="Times New Roman" w:hAnsi="Times New Roman"/>
                <w:sz w:val="28"/>
                <w:szCs w:val="28"/>
              </w:rPr>
              <w:t>численности</w:t>
            </w:r>
            <w:r w:rsidRPr="009E40A4">
              <w:rPr>
                <w:rFonts w:ascii="Times New Roman" w:hAnsi="Times New Roman"/>
                <w:sz w:val="28"/>
                <w:szCs w:val="28"/>
              </w:rPr>
              <w:t xml:space="preserve"> нуждающихся в услугах</w:t>
            </w:r>
            <w:r w:rsidR="00CE6660" w:rsidRPr="009E40A4">
              <w:rPr>
                <w:rFonts w:ascii="Times New Roman" w:hAnsi="Times New Roman"/>
                <w:sz w:val="28"/>
                <w:szCs w:val="28"/>
              </w:rPr>
              <w:t xml:space="preserve"> семей с детьми – инвалидами до 95%</w:t>
            </w:r>
            <w:r w:rsidR="004D40E3">
              <w:rPr>
                <w:rFonts w:ascii="Times New Roman" w:hAnsi="Times New Roman"/>
                <w:sz w:val="28"/>
                <w:szCs w:val="28"/>
              </w:rPr>
              <w:t>.</w:t>
            </w:r>
            <w:r w:rsidR="009F170F" w:rsidRPr="009E40A4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</w:t>
            </w:r>
          </w:p>
          <w:p w14:paraId="3046163F" w14:textId="2A15B3D8" w:rsidR="006872CB" w:rsidRPr="006872CB" w:rsidRDefault="006872CB" w:rsidP="009E40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40A4">
              <w:rPr>
                <w:rFonts w:ascii="Times New Roman" w:hAnsi="Times New Roman"/>
                <w:sz w:val="28"/>
                <w:szCs w:val="28"/>
              </w:rPr>
              <w:t xml:space="preserve">5. </w:t>
            </w:r>
            <w:r w:rsidR="00CE6660" w:rsidRPr="009E40A4">
              <w:rPr>
                <w:rFonts w:ascii="Times New Roman" w:hAnsi="Times New Roman"/>
                <w:sz w:val="28"/>
                <w:szCs w:val="28"/>
              </w:rPr>
              <w:t>Участие</w:t>
            </w:r>
            <w:r w:rsidRPr="009E40A4">
              <w:rPr>
                <w:rFonts w:ascii="Times New Roman" w:hAnsi="Times New Roman"/>
                <w:sz w:val="28"/>
                <w:szCs w:val="28"/>
              </w:rPr>
              <w:t xml:space="preserve"> инвалидов </w:t>
            </w:r>
            <w:r w:rsidR="00CE6660" w:rsidRPr="009E40A4">
              <w:rPr>
                <w:rFonts w:ascii="Times New Roman" w:hAnsi="Times New Roman"/>
                <w:sz w:val="28"/>
                <w:szCs w:val="28"/>
              </w:rPr>
              <w:t>в</w:t>
            </w:r>
            <w:r w:rsidRPr="009E40A4">
              <w:rPr>
                <w:rFonts w:ascii="Times New Roman" w:hAnsi="Times New Roman"/>
                <w:sz w:val="28"/>
                <w:szCs w:val="28"/>
              </w:rPr>
              <w:t xml:space="preserve"> социокультурной жизни, </w:t>
            </w:r>
            <w:r w:rsidR="00CE6660">
              <w:rPr>
                <w:rFonts w:ascii="Times New Roman" w:hAnsi="Times New Roman"/>
                <w:sz w:val="28"/>
                <w:szCs w:val="28"/>
              </w:rPr>
              <w:t>в</w:t>
            </w:r>
            <w:r w:rsidRPr="006872CB">
              <w:rPr>
                <w:rFonts w:ascii="Times New Roman" w:hAnsi="Times New Roman"/>
                <w:sz w:val="28"/>
                <w:szCs w:val="28"/>
              </w:rPr>
              <w:t xml:space="preserve"> спортивны</w:t>
            </w:r>
            <w:r w:rsidR="00CE6660">
              <w:rPr>
                <w:rFonts w:ascii="Times New Roman" w:hAnsi="Times New Roman"/>
                <w:sz w:val="28"/>
                <w:szCs w:val="28"/>
              </w:rPr>
              <w:t>х</w:t>
            </w:r>
            <w:r w:rsidRPr="006872CB">
              <w:rPr>
                <w:rFonts w:ascii="Times New Roman" w:hAnsi="Times New Roman"/>
                <w:sz w:val="28"/>
                <w:szCs w:val="28"/>
              </w:rPr>
              <w:t xml:space="preserve"> соревнования</w:t>
            </w:r>
            <w:r w:rsidR="00CE6660">
              <w:rPr>
                <w:rFonts w:ascii="Times New Roman" w:hAnsi="Times New Roman"/>
                <w:sz w:val="28"/>
                <w:szCs w:val="28"/>
              </w:rPr>
              <w:t>х района</w:t>
            </w:r>
            <w:r w:rsidR="00CC1915">
              <w:rPr>
                <w:rFonts w:ascii="Times New Roman" w:hAnsi="Times New Roman"/>
                <w:sz w:val="28"/>
                <w:szCs w:val="28"/>
              </w:rPr>
              <w:t xml:space="preserve"> до 170</w:t>
            </w:r>
            <w:r w:rsidRPr="006872CB">
              <w:rPr>
                <w:rFonts w:ascii="Times New Roman" w:hAnsi="Times New Roman"/>
                <w:sz w:val="28"/>
                <w:szCs w:val="28"/>
              </w:rPr>
              <w:t xml:space="preserve"> человек в год</w:t>
            </w:r>
          </w:p>
          <w:p w14:paraId="0BD02D01" w14:textId="03975F2D" w:rsidR="006872CB" w:rsidRPr="006872CB" w:rsidRDefault="006872CB" w:rsidP="009E40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 xml:space="preserve">6. </w:t>
            </w:r>
            <w:r w:rsidR="00CE6660">
              <w:rPr>
                <w:rFonts w:ascii="Times New Roman" w:hAnsi="Times New Roman"/>
                <w:sz w:val="28"/>
                <w:szCs w:val="28"/>
              </w:rPr>
              <w:t>Взаимодействие с общественной организацией инвалидов, не менее 5 совместных мероприятий в год</w:t>
            </w:r>
            <w:r w:rsidRPr="006872CB">
              <w:rPr>
                <w:rFonts w:ascii="Times New Roman" w:hAnsi="Times New Roman"/>
                <w:sz w:val="28"/>
                <w:szCs w:val="28"/>
              </w:rPr>
              <w:br/>
              <w:t>7.</w:t>
            </w:r>
            <w:r w:rsidR="009E40A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E6660">
              <w:rPr>
                <w:rFonts w:ascii="Times New Roman" w:hAnsi="Times New Roman"/>
                <w:sz w:val="28"/>
                <w:szCs w:val="28"/>
              </w:rPr>
              <w:t>Доля</w:t>
            </w:r>
            <w:r w:rsidRPr="006872CB">
              <w:rPr>
                <w:rFonts w:ascii="Times New Roman" w:hAnsi="Times New Roman"/>
                <w:sz w:val="28"/>
                <w:szCs w:val="28"/>
              </w:rPr>
              <w:t xml:space="preserve"> лиц с ограниченными возможностями здоровья и инвалидов, систематически занимающихся физической культурой и спортом, </w:t>
            </w:r>
            <w:r w:rsidR="00452FAB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6872CB">
              <w:rPr>
                <w:rFonts w:ascii="Times New Roman" w:hAnsi="Times New Roman"/>
                <w:sz w:val="28"/>
                <w:szCs w:val="28"/>
              </w:rPr>
              <w:t>общей численности данной категории населения</w:t>
            </w:r>
            <w:r w:rsidR="002C49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C1915">
              <w:rPr>
                <w:rFonts w:ascii="Times New Roman" w:hAnsi="Times New Roman"/>
                <w:sz w:val="28"/>
                <w:szCs w:val="28"/>
              </w:rPr>
              <w:t>до 21</w:t>
            </w:r>
            <w:r w:rsidR="002C492D" w:rsidRPr="006872CB">
              <w:rPr>
                <w:rFonts w:ascii="Times New Roman" w:hAnsi="Times New Roman"/>
                <w:sz w:val="28"/>
                <w:szCs w:val="28"/>
              </w:rPr>
              <w:t>%</w:t>
            </w:r>
            <w:r w:rsidR="004D40E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4C5B4918" w14:textId="05E9F2C1" w:rsidR="006872CB" w:rsidRPr="006872CB" w:rsidRDefault="006872CB" w:rsidP="009E40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2CB">
              <w:rPr>
                <w:rFonts w:ascii="Times New Roman" w:hAnsi="Times New Roman"/>
                <w:sz w:val="28"/>
                <w:szCs w:val="28"/>
              </w:rPr>
              <w:t>8. Увеличение количества инвалидов, проживающих в многоэтажных домах, опрошенных с целью переселения с верхних этажей на первые, до 13 человек всего</w:t>
            </w:r>
            <w:bookmarkEnd w:id="3"/>
            <w:bookmarkEnd w:id="4"/>
            <w:r w:rsidR="004D40E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14:paraId="2F120C36" w14:textId="525F18F0" w:rsidR="006872CB" w:rsidRPr="00090C6E" w:rsidRDefault="00090C6E" w:rsidP="009E40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9B486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6872CB" w:rsidRPr="00090C6E">
        <w:rPr>
          <w:rFonts w:ascii="Times New Roman" w:hAnsi="Times New Roman"/>
          <w:sz w:val="28"/>
          <w:szCs w:val="28"/>
        </w:rPr>
        <w:t>Раздел 5 Программы «Сроки и этапы реализации муниципальной Программы» изложить в новой редакции:</w:t>
      </w:r>
    </w:p>
    <w:p w14:paraId="6D71D1BA" w14:textId="77777777" w:rsidR="009E40A4" w:rsidRDefault="006872CB" w:rsidP="002D47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«5. Сроки и этапы реализации муниципальной Программы</w:t>
      </w:r>
      <w:r w:rsidRPr="006872CB">
        <w:rPr>
          <w:rFonts w:ascii="Times New Roman" w:hAnsi="Times New Roman"/>
          <w:sz w:val="28"/>
          <w:szCs w:val="28"/>
        </w:rPr>
        <w:br/>
        <w:t>Сроки реализации муниципальной программы: первый этап - 2015-2020 гг., второй этап - 2021 - 2025 гг., третий этап – 2026 – 2027 гг. (включительно). Учитывая социальную значимость, важность создания доступной среды для инвалидов в муниципальном образовании программа рассчитана на 13 лет. За этот период предполагается:</w:t>
      </w:r>
    </w:p>
    <w:p w14:paraId="1E4F02DB" w14:textId="793BC8CC" w:rsidR="009E40A4" w:rsidRDefault="006872CB" w:rsidP="002D47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- сформировать нормативно - правовую базу по созданию доступной среды для инвалидов;</w:t>
      </w:r>
    </w:p>
    <w:p w14:paraId="12024E32" w14:textId="786DEC0E" w:rsidR="009E40A4" w:rsidRDefault="006872CB" w:rsidP="002D47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- обеспечить доступ инвалидов к информации;</w:t>
      </w:r>
    </w:p>
    <w:p w14:paraId="610C1AEA" w14:textId="05932137" w:rsidR="009E40A4" w:rsidRDefault="006872CB" w:rsidP="002D47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- создать беспрепятственный доступ инвалидов к объектам социальной инфраструктуры;</w:t>
      </w:r>
    </w:p>
    <w:p w14:paraId="083117F2" w14:textId="2C05D451" w:rsidR="009E40A4" w:rsidRDefault="006872CB" w:rsidP="002D47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- обеспечить инвалидов услугами в учреждениях образования, культуры, спорта;</w:t>
      </w:r>
    </w:p>
    <w:p w14:paraId="415822CA" w14:textId="76AEEB62" w:rsidR="009E40A4" w:rsidRDefault="006872CB" w:rsidP="002D47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lastRenderedPageBreak/>
        <w:t>- привлечь инвалидов к участию в общественной жизни общества, культурно - массовым спортивным мероприятиям;</w:t>
      </w:r>
    </w:p>
    <w:p w14:paraId="4DB27988" w14:textId="2F890524" w:rsidR="009E40A4" w:rsidRDefault="006872CB" w:rsidP="002D47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- обеспечить тесное взаимодействие с общественными организациями по работе с инвалидами</w:t>
      </w:r>
      <w:r w:rsidR="009E40A4">
        <w:rPr>
          <w:rFonts w:ascii="Times New Roman" w:hAnsi="Times New Roman"/>
          <w:sz w:val="28"/>
          <w:szCs w:val="28"/>
        </w:rPr>
        <w:t>;</w:t>
      </w:r>
    </w:p>
    <w:p w14:paraId="429CEDD4" w14:textId="3696F757" w:rsidR="009E40A4" w:rsidRDefault="006872CB" w:rsidP="002D47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- провести изучение потребности инвалидов в переселении с верхних этажей на первые</w:t>
      </w:r>
      <w:r w:rsidR="009E40A4">
        <w:rPr>
          <w:rFonts w:ascii="Times New Roman" w:hAnsi="Times New Roman"/>
          <w:sz w:val="28"/>
          <w:szCs w:val="28"/>
        </w:rPr>
        <w:t>.</w:t>
      </w:r>
    </w:p>
    <w:p w14:paraId="626B3E05" w14:textId="195CA679" w:rsidR="006872CB" w:rsidRPr="006872CB" w:rsidRDefault="006872CB" w:rsidP="002D47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Финансирование мероприятий корректируется с учетом финансовых возможностей муниципального бюджета».</w:t>
      </w:r>
    </w:p>
    <w:p w14:paraId="47372DD1" w14:textId="37873B5B" w:rsidR="006872CB" w:rsidRPr="006872CB" w:rsidRDefault="00090C6E" w:rsidP="002D47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6872CB" w:rsidRPr="006872CB">
        <w:rPr>
          <w:rFonts w:ascii="Times New Roman" w:hAnsi="Times New Roman"/>
          <w:sz w:val="28"/>
          <w:szCs w:val="28"/>
        </w:rPr>
        <w:t>3. Раздел 6 «Ресурсное обеспечение муниципальной программы» изложить в новой редакции:</w:t>
      </w:r>
    </w:p>
    <w:p w14:paraId="2AE58943" w14:textId="77777777" w:rsidR="006872CB" w:rsidRPr="006872CB" w:rsidRDefault="006872CB" w:rsidP="002D47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«6. Ресурсное обеспечение муниципальной программы»</w:t>
      </w:r>
    </w:p>
    <w:p w14:paraId="68E9DF14" w14:textId="68489BA5" w:rsidR="00CC1915" w:rsidRPr="006872CB" w:rsidRDefault="006872CB" w:rsidP="002D47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Для реализации мероприятий Программы необходимо предусмотреть финансирова</w:t>
      </w:r>
      <w:r w:rsidR="00CC1915">
        <w:rPr>
          <w:rFonts w:ascii="Times New Roman" w:hAnsi="Times New Roman"/>
          <w:sz w:val="28"/>
          <w:szCs w:val="28"/>
        </w:rPr>
        <w:t>ние в размере 35 986,3 тыс. рублей</w:t>
      </w:r>
      <w:r w:rsidRPr="006872CB">
        <w:rPr>
          <w:rFonts w:ascii="Times New Roman" w:hAnsi="Times New Roman"/>
          <w:sz w:val="28"/>
          <w:szCs w:val="28"/>
        </w:rPr>
        <w:t>, из них:</w:t>
      </w:r>
    </w:p>
    <w:p w14:paraId="31CB5035" w14:textId="77777777" w:rsidR="006872CB" w:rsidRPr="006872CB" w:rsidRDefault="006872CB" w:rsidP="009E40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местный бюджет – 26 317,4 тыс. руб.</w:t>
      </w:r>
    </w:p>
    <w:p w14:paraId="5FD0BF98" w14:textId="77777777" w:rsidR="006872CB" w:rsidRPr="006872CB" w:rsidRDefault="006872CB" w:rsidP="009E40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областной бюджет – 9 668,9 тыс. руб.</w:t>
      </w:r>
    </w:p>
    <w:p w14:paraId="665308DA" w14:textId="77777777" w:rsidR="006872CB" w:rsidRPr="006872CB" w:rsidRDefault="006872CB" w:rsidP="009E40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в том числе по годам:</w:t>
      </w:r>
    </w:p>
    <w:p w14:paraId="1A877CD9" w14:textId="77777777" w:rsidR="006872CB" w:rsidRPr="006872CB" w:rsidRDefault="006872CB" w:rsidP="009E40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2015 – 2 168,8 тыс. руб.</w:t>
      </w:r>
    </w:p>
    <w:p w14:paraId="5ACD48A7" w14:textId="77777777" w:rsidR="006872CB" w:rsidRPr="006872CB" w:rsidRDefault="006872CB" w:rsidP="009E40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 xml:space="preserve">В том числе: </w:t>
      </w:r>
    </w:p>
    <w:p w14:paraId="106914E0" w14:textId="77777777" w:rsidR="006872CB" w:rsidRPr="006872CB" w:rsidRDefault="006872CB" w:rsidP="009E40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местный бюджет - 272,1 тыс. руб.</w:t>
      </w:r>
    </w:p>
    <w:p w14:paraId="2A527F90" w14:textId="77777777" w:rsidR="006872CB" w:rsidRPr="006872CB" w:rsidRDefault="006872CB" w:rsidP="009E40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областной бюджет – 1 896,7 тыс. руб.</w:t>
      </w:r>
    </w:p>
    <w:p w14:paraId="39F474E7" w14:textId="77777777" w:rsidR="006872CB" w:rsidRPr="006872CB" w:rsidRDefault="006872CB" w:rsidP="009E40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2016 – 3 460,2 тыс. руб.</w:t>
      </w:r>
    </w:p>
    <w:p w14:paraId="7235A798" w14:textId="77777777" w:rsidR="006872CB" w:rsidRPr="006872CB" w:rsidRDefault="006872CB" w:rsidP="009E40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В том числе:</w:t>
      </w:r>
    </w:p>
    <w:p w14:paraId="0F6B5EB8" w14:textId="77777777" w:rsidR="006872CB" w:rsidRPr="006872CB" w:rsidRDefault="006872CB" w:rsidP="009E40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местный бюджет - 748,5 тыс. руб.</w:t>
      </w:r>
    </w:p>
    <w:p w14:paraId="251D6CEC" w14:textId="77777777" w:rsidR="006872CB" w:rsidRPr="006872CB" w:rsidRDefault="006872CB" w:rsidP="009E40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областной бюджет – 2 711,7 тыс. руб.</w:t>
      </w:r>
    </w:p>
    <w:p w14:paraId="74E8566C" w14:textId="77777777" w:rsidR="006872CB" w:rsidRPr="006872CB" w:rsidRDefault="006872CB" w:rsidP="009E40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2017 – 2 530,2 тыс. руб.</w:t>
      </w:r>
    </w:p>
    <w:p w14:paraId="10487263" w14:textId="77777777" w:rsidR="006872CB" w:rsidRPr="006872CB" w:rsidRDefault="006872CB" w:rsidP="009E40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В том числе:</w:t>
      </w:r>
    </w:p>
    <w:p w14:paraId="4658EAE6" w14:textId="77777777" w:rsidR="006872CB" w:rsidRPr="006872CB" w:rsidRDefault="006872CB" w:rsidP="009E40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местный бюджет - 937,3 тыс. руб.</w:t>
      </w:r>
    </w:p>
    <w:p w14:paraId="5C385677" w14:textId="77777777" w:rsidR="006872CB" w:rsidRPr="006872CB" w:rsidRDefault="006872CB" w:rsidP="009E40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областной бюджет – 1 592,9 тыс. руб.</w:t>
      </w:r>
    </w:p>
    <w:p w14:paraId="7859F60F" w14:textId="77777777" w:rsidR="006872CB" w:rsidRPr="006872CB" w:rsidRDefault="006872CB" w:rsidP="009E40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2018 – 1 123,6 тыс. руб.</w:t>
      </w:r>
    </w:p>
    <w:p w14:paraId="2E418DB1" w14:textId="77777777" w:rsidR="006872CB" w:rsidRPr="006872CB" w:rsidRDefault="006872CB" w:rsidP="009E40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В том числе:</w:t>
      </w:r>
    </w:p>
    <w:p w14:paraId="23E59D0A" w14:textId="77777777" w:rsidR="006872CB" w:rsidRPr="006872CB" w:rsidRDefault="006872CB" w:rsidP="009E40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местный бюджет – 363,9 тыс. руб.</w:t>
      </w:r>
    </w:p>
    <w:p w14:paraId="3AC64507" w14:textId="77777777" w:rsidR="006872CB" w:rsidRPr="006872CB" w:rsidRDefault="006872CB" w:rsidP="009E40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областной бюджет – 759,7 тыс. руб.</w:t>
      </w:r>
    </w:p>
    <w:p w14:paraId="6352E074" w14:textId="77777777" w:rsidR="006872CB" w:rsidRPr="006872CB" w:rsidRDefault="006872CB" w:rsidP="009E40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2019 – 1 368,6 тыс. руб.</w:t>
      </w:r>
    </w:p>
    <w:p w14:paraId="7D79A3D8" w14:textId="77777777" w:rsidR="006872CB" w:rsidRPr="006872CB" w:rsidRDefault="006872CB" w:rsidP="009E40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В том числе:</w:t>
      </w:r>
    </w:p>
    <w:p w14:paraId="3E8F9047" w14:textId="77777777" w:rsidR="006872CB" w:rsidRPr="006872CB" w:rsidRDefault="006872CB" w:rsidP="009E40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местный бюджет – 807,0 тыс. руб.</w:t>
      </w:r>
    </w:p>
    <w:p w14:paraId="249EC28B" w14:textId="77777777" w:rsidR="006872CB" w:rsidRPr="006872CB" w:rsidRDefault="006872CB" w:rsidP="009E40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областной бюджет – 561,6 тыс. руб.</w:t>
      </w:r>
    </w:p>
    <w:p w14:paraId="799A24A9" w14:textId="77777777" w:rsidR="006872CB" w:rsidRPr="006872CB" w:rsidRDefault="006872CB" w:rsidP="009E40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2020 – 1 128,4 тыс. руб.</w:t>
      </w:r>
    </w:p>
    <w:p w14:paraId="297D6341" w14:textId="77777777" w:rsidR="006872CB" w:rsidRPr="006872CB" w:rsidRDefault="006872CB" w:rsidP="009E40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В том числе:</w:t>
      </w:r>
    </w:p>
    <w:p w14:paraId="4A5571D4" w14:textId="77777777" w:rsidR="006872CB" w:rsidRPr="006872CB" w:rsidRDefault="006872CB" w:rsidP="009E40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местный бюджет – 1 128,4 тыс. руб.</w:t>
      </w:r>
    </w:p>
    <w:p w14:paraId="4AFCBB37" w14:textId="77777777" w:rsidR="006872CB" w:rsidRPr="006872CB" w:rsidRDefault="006872CB" w:rsidP="009E40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областной бюджет – 0,0 тыс. руб.</w:t>
      </w:r>
    </w:p>
    <w:p w14:paraId="5CA707B8" w14:textId="77777777" w:rsidR="006872CB" w:rsidRPr="006872CB" w:rsidRDefault="006872CB" w:rsidP="009E40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2021 – 2 271,3 тыс. руб.</w:t>
      </w:r>
    </w:p>
    <w:p w14:paraId="0EDFF66A" w14:textId="77777777" w:rsidR="006872CB" w:rsidRPr="006872CB" w:rsidRDefault="006872CB" w:rsidP="009E40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В том числе:</w:t>
      </w:r>
    </w:p>
    <w:p w14:paraId="40FCE872" w14:textId="77777777" w:rsidR="006872CB" w:rsidRPr="006872CB" w:rsidRDefault="006872CB" w:rsidP="009E40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местный бюджет – 2 104,2 тыс. руб.</w:t>
      </w:r>
    </w:p>
    <w:p w14:paraId="416E3023" w14:textId="77777777" w:rsidR="006872CB" w:rsidRPr="006872CB" w:rsidRDefault="006872CB" w:rsidP="009E40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областной бюджет – 167,1 тыс. руб.</w:t>
      </w:r>
    </w:p>
    <w:p w14:paraId="3B397692" w14:textId="77777777" w:rsidR="006872CB" w:rsidRPr="006872CB" w:rsidRDefault="006872CB" w:rsidP="009E40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lastRenderedPageBreak/>
        <w:t>2022 – 2 122,2 тыс. руб.</w:t>
      </w:r>
    </w:p>
    <w:p w14:paraId="2686A04C" w14:textId="77777777" w:rsidR="006872CB" w:rsidRPr="006872CB" w:rsidRDefault="006872CB" w:rsidP="009E40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В том числе:</w:t>
      </w:r>
    </w:p>
    <w:p w14:paraId="15C0549C" w14:textId="77777777" w:rsidR="006872CB" w:rsidRPr="006872CB" w:rsidRDefault="006872CB" w:rsidP="009E40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местный бюджет – 1 797,6 тыс. руб.</w:t>
      </w:r>
    </w:p>
    <w:p w14:paraId="0E7AA5B7" w14:textId="77777777" w:rsidR="006872CB" w:rsidRPr="006872CB" w:rsidRDefault="006872CB" w:rsidP="009E40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областной бюджет – 324,6 тыс. руб.</w:t>
      </w:r>
    </w:p>
    <w:p w14:paraId="12340412" w14:textId="77777777" w:rsidR="006872CB" w:rsidRPr="006872CB" w:rsidRDefault="006872CB" w:rsidP="009E40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2023 – 2 362,1 тыс. руб.</w:t>
      </w:r>
    </w:p>
    <w:p w14:paraId="708CEEEB" w14:textId="77777777" w:rsidR="006872CB" w:rsidRPr="006872CB" w:rsidRDefault="006872CB" w:rsidP="009E40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В том числе:</w:t>
      </w:r>
    </w:p>
    <w:p w14:paraId="69B6990A" w14:textId="77777777" w:rsidR="006872CB" w:rsidRPr="006872CB" w:rsidRDefault="006872CB" w:rsidP="009E40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местный бюджет – 2 001,4 тыс. руб.</w:t>
      </w:r>
    </w:p>
    <w:p w14:paraId="1D1A1596" w14:textId="77777777" w:rsidR="006872CB" w:rsidRPr="006872CB" w:rsidRDefault="006872CB" w:rsidP="009E40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областной бюджет – 360,7 тыс. руб.</w:t>
      </w:r>
    </w:p>
    <w:p w14:paraId="0CBAE620" w14:textId="77777777" w:rsidR="006872CB" w:rsidRPr="006872CB" w:rsidRDefault="006872CB" w:rsidP="009E40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2024 – 12 057,1 тыс. руб.</w:t>
      </w:r>
    </w:p>
    <w:p w14:paraId="791B09CD" w14:textId="77777777" w:rsidR="006872CB" w:rsidRPr="006872CB" w:rsidRDefault="006872CB" w:rsidP="009E40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В том числе:</w:t>
      </w:r>
    </w:p>
    <w:p w14:paraId="1D53F5CF" w14:textId="77777777" w:rsidR="006872CB" w:rsidRPr="006872CB" w:rsidRDefault="006872CB" w:rsidP="009E40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местный бюджет – 11 699,3 тыс. руб.</w:t>
      </w:r>
    </w:p>
    <w:p w14:paraId="3909D540" w14:textId="77777777" w:rsidR="006872CB" w:rsidRPr="006872CB" w:rsidRDefault="006872CB" w:rsidP="009E40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областной бюджет – 357,8 тыс. руб.</w:t>
      </w:r>
    </w:p>
    <w:p w14:paraId="4946C3ED" w14:textId="77777777" w:rsidR="006872CB" w:rsidRPr="006872CB" w:rsidRDefault="006872CB" w:rsidP="009E40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2025 – 669,6 тыс. руб.</w:t>
      </w:r>
    </w:p>
    <w:p w14:paraId="3AD74678" w14:textId="77777777" w:rsidR="006872CB" w:rsidRPr="006872CB" w:rsidRDefault="006872CB" w:rsidP="009E40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В том числе:</w:t>
      </w:r>
    </w:p>
    <w:p w14:paraId="6FB74E98" w14:textId="77777777" w:rsidR="006872CB" w:rsidRPr="006872CB" w:rsidRDefault="006872CB" w:rsidP="009E40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местный бюджет – 454,9 тыс. руб.</w:t>
      </w:r>
    </w:p>
    <w:p w14:paraId="664F17B9" w14:textId="77777777" w:rsidR="006872CB" w:rsidRPr="006872CB" w:rsidRDefault="006872CB" w:rsidP="009E40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областной бюджет – 214,7 тыс. руб.</w:t>
      </w:r>
    </w:p>
    <w:p w14:paraId="034E13D0" w14:textId="77777777" w:rsidR="006872CB" w:rsidRPr="006872CB" w:rsidRDefault="006872CB" w:rsidP="009E40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2026 – 2 362,1 тыс. руб.</w:t>
      </w:r>
    </w:p>
    <w:p w14:paraId="655AD2D9" w14:textId="77777777" w:rsidR="006872CB" w:rsidRPr="006872CB" w:rsidRDefault="006872CB" w:rsidP="009E40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В том числе:</w:t>
      </w:r>
    </w:p>
    <w:p w14:paraId="6857C931" w14:textId="77777777" w:rsidR="006872CB" w:rsidRPr="006872CB" w:rsidRDefault="006872CB" w:rsidP="009E40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местный бюджет – 2 001,4 тыс. руб.</w:t>
      </w:r>
    </w:p>
    <w:p w14:paraId="0ACE3F09" w14:textId="77777777" w:rsidR="006872CB" w:rsidRPr="006872CB" w:rsidRDefault="006872CB" w:rsidP="009E40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областной бюджет – 360,7 тыс. руб.</w:t>
      </w:r>
    </w:p>
    <w:p w14:paraId="2554F4C4" w14:textId="77777777" w:rsidR="006872CB" w:rsidRPr="006872CB" w:rsidRDefault="006872CB" w:rsidP="009E40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2027 – 2 362,16 тыс. руб.</w:t>
      </w:r>
    </w:p>
    <w:p w14:paraId="473EDB65" w14:textId="77777777" w:rsidR="006872CB" w:rsidRPr="006872CB" w:rsidRDefault="006872CB" w:rsidP="009E40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В том числе:</w:t>
      </w:r>
    </w:p>
    <w:p w14:paraId="51738383" w14:textId="77777777" w:rsidR="006872CB" w:rsidRPr="006872CB" w:rsidRDefault="006872CB" w:rsidP="009E40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местный бюджет – 2 001,4 тыс. руб.</w:t>
      </w:r>
    </w:p>
    <w:p w14:paraId="76D580DC" w14:textId="0441691D" w:rsidR="00CC1915" w:rsidRDefault="006872CB" w:rsidP="008E0CD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областной бюджет – 360,7 тыс. руб.</w:t>
      </w:r>
    </w:p>
    <w:p w14:paraId="429A405B" w14:textId="77777777" w:rsidR="006872CB" w:rsidRPr="006872CB" w:rsidRDefault="006872CB" w:rsidP="009E40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Финансирование мероприятий корректируется с учетом финансовых возможностей местного бюджета.</w:t>
      </w:r>
    </w:p>
    <w:p w14:paraId="32A3AF90" w14:textId="77777777" w:rsidR="006872CB" w:rsidRPr="006872CB" w:rsidRDefault="006872CB" w:rsidP="009E40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Таблица с распределением объемов финансирования по годам реализации муниципальной программы приводится в приложении 3 к настоящей программе.».</w:t>
      </w:r>
    </w:p>
    <w:p w14:paraId="4C92EC3F" w14:textId="55323C67" w:rsidR="006872CB" w:rsidRPr="006872CB" w:rsidRDefault="00090C6E" w:rsidP="009E40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6872CB" w:rsidRPr="006872CB">
        <w:rPr>
          <w:rFonts w:ascii="Times New Roman" w:hAnsi="Times New Roman"/>
          <w:sz w:val="28"/>
          <w:szCs w:val="28"/>
        </w:rPr>
        <w:t>4. Раздел 8 «</w:t>
      </w:r>
      <w:bookmarkStart w:id="5" w:name="_Hlk137045772"/>
      <w:r w:rsidR="006872CB" w:rsidRPr="006872CB">
        <w:rPr>
          <w:rFonts w:ascii="Times New Roman" w:hAnsi="Times New Roman"/>
          <w:sz w:val="28"/>
          <w:szCs w:val="28"/>
        </w:rPr>
        <w:t xml:space="preserve">Основные конечные результаты реализации программы» </w:t>
      </w:r>
      <w:bookmarkEnd w:id="5"/>
      <w:r w:rsidR="006872CB" w:rsidRPr="006872CB">
        <w:rPr>
          <w:rFonts w:ascii="Times New Roman" w:hAnsi="Times New Roman"/>
          <w:sz w:val="28"/>
          <w:szCs w:val="28"/>
        </w:rPr>
        <w:t>изложить в новой редакции:</w:t>
      </w:r>
    </w:p>
    <w:p w14:paraId="3B7E0AEC" w14:textId="40CC2F0E" w:rsidR="006872CB" w:rsidRPr="006872CB" w:rsidRDefault="006872CB" w:rsidP="009E40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 xml:space="preserve">«8. Основные конечные результаты реализации программы» </w:t>
      </w:r>
    </w:p>
    <w:p w14:paraId="6D75D7FF" w14:textId="34F0446A" w:rsidR="006872CB" w:rsidRPr="006872CB" w:rsidRDefault="006872CB" w:rsidP="009E40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1. Формирование нормативно-правовой базы по созданию доступной среды для инвалидов до 5 и более по необходимости</w:t>
      </w:r>
      <w:r w:rsidR="00477E9A">
        <w:rPr>
          <w:rFonts w:ascii="Times New Roman" w:hAnsi="Times New Roman"/>
          <w:sz w:val="28"/>
          <w:szCs w:val="28"/>
        </w:rPr>
        <w:t>.</w:t>
      </w:r>
    </w:p>
    <w:p w14:paraId="2821105C" w14:textId="5DA6C24A" w:rsidR="00AA27E0" w:rsidRPr="00477E9A" w:rsidRDefault="00AA27E0" w:rsidP="009E40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Д</w:t>
      </w:r>
      <w:r w:rsidRPr="006872CB">
        <w:rPr>
          <w:rFonts w:ascii="Times New Roman" w:hAnsi="Times New Roman"/>
          <w:sz w:val="28"/>
          <w:szCs w:val="28"/>
        </w:rPr>
        <w:t>ол</w:t>
      </w:r>
      <w:r>
        <w:rPr>
          <w:rFonts w:ascii="Times New Roman" w:hAnsi="Times New Roman"/>
          <w:sz w:val="28"/>
          <w:szCs w:val="28"/>
        </w:rPr>
        <w:t>я</w:t>
      </w:r>
      <w:r w:rsidRPr="006872CB">
        <w:rPr>
          <w:rFonts w:ascii="Times New Roman" w:hAnsi="Times New Roman"/>
          <w:sz w:val="28"/>
          <w:szCs w:val="28"/>
        </w:rPr>
        <w:t xml:space="preserve"> инвалидов, получив</w:t>
      </w:r>
      <w:r w:rsidR="00CC1915">
        <w:rPr>
          <w:rFonts w:ascii="Times New Roman" w:hAnsi="Times New Roman"/>
          <w:sz w:val="28"/>
          <w:szCs w:val="28"/>
        </w:rPr>
        <w:t>ших доступ к информации до 75</w:t>
      </w:r>
      <w:r w:rsidR="00477E9A">
        <w:rPr>
          <w:rFonts w:ascii="Times New Roman" w:hAnsi="Times New Roman"/>
          <w:sz w:val="28"/>
          <w:szCs w:val="28"/>
        </w:rPr>
        <w:t>%.</w:t>
      </w:r>
    </w:p>
    <w:p w14:paraId="177D56F1" w14:textId="177691A9" w:rsidR="00AA27E0" w:rsidRPr="00477E9A" w:rsidRDefault="00AA27E0" w:rsidP="009E40A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477E9A">
        <w:rPr>
          <w:rFonts w:ascii="Times New Roman" w:hAnsi="Times New Roman"/>
          <w:sz w:val="28"/>
          <w:szCs w:val="28"/>
        </w:rPr>
        <w:t>3.</w:t>
      </w:r>
      <w:r w:rsidR="00477E9A">
        <w:rPr>
          <w:rFonts w:ascii="Times New Roman" w:hAnsi="Times New Roman"/>
          <w:sz w:val="28"/>
          <w:szCs w:val="28"/>
        </w:rPr>
        <w:t xml:space="preserve"> </w:t>
      </w:r>
      <w:r w:rsidRPr="00477E9A">
        <w:rPr>
          <w:rFonts w:ascii="Times New Roman" w:hAnsi="Times New Roman"/>
          <w:sz w:val="28"/>
          <w:szCs w:val="28"/>
        </w:rPr>
        <w:t xml:space="preserve">Доля доступных объектов социальной инфраструктуры, общественных зданий, находящихся в ведении органов местного самоуправления </w:t>
      </w:r>
      <w:r w:rsidR="00477E9A">
        <w:rPr>
          <w:rFonts w:ascii="Times New Roman" w:hAnsi="Times New Roman"/>
          <w:sz w:val="28"/>
          <w:szCs w:val="28"/>
        </w:rPr>
        <w:t>до 100%.</w:t>
      </w:r>
    </w:p>
    <w:p w14:paraId="3E7D13E6" w14:textId="538D4992" w:rsidR="00AA27E0" w:rsidRPr="00477E9A" w:rsidRDefault="00AA27E0" w:rsidP="009E40A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477E9A">
        <w:rPr>
          <w:rFonts w:ascii="Times New Roman" w:hAnsi="Times New Roman"/>
          <w:sz w:val="28"/>
          <w:szCs w:val="28"/>
        </w:rPr>
        <w:t>4. Удельный вес семей с детьми-инвалидами, получившими услуги в учреждениях образования, культуры, спорта в общего численности нуждающихся в услугах семей с детьми – инвалидами до 95%</w:t>
      </w:r>
      <w:r w:rsidR="00477E9A">
        <w:rPr>
          <w:rFonts w:ascii="Times New Roman" w:hAnsi="Times New Roman"/>
          <w:sz w:val="28"/>
          <w:szCs w:val="28"/>
        </w:rPr>
        <w:t>.</w:t>
      </w:r>
    </w:p>
    <w:p w14:paraId="13376744" w14:textId="04520E2F" w:rsidR="00AA27E0" w:rsidRPr="006872CB" w:rsidRDefault="00AA27E0" w:rsidP="00477E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 xml:space="preserve">5. </w:t>
      </w:r>
      <w:r>
        <w:rPr>
          <w:rFonts w:ascii="Times New Roman" w:hAnsi="Times New Roman"/>
          <w:sz w:val="28"/>
          <w:szCs w:val="28"/>
        </w:rPr>
        <w:t>Участие</w:t>
      </w:r>
      <w:r w:rsidRPr="006872CB">
        <w:rPr>
          <w:rFonts w:ascii="Times New Roman" w:hAnsi="Times New Roman"/>
          <w:sz w:val="28"/>
          <w:szCs w:val="28"/>
        </w:rPr>
        <w:t xml:space="preserve"> инвалидов </w:t>
      </w:r>
      <w:r>
        <w:rPr>
          <w:rFonts w:ascii="Times New Roman" w:hAnsi="Times New Roman"/>
          <w:sz w:val="28"/>
          <w:szCs w:val="28"/>
        </w:rPr>
        <w:t>в</w:t>
      </w:r>
      <w:r w:rsidRPr="006872CB">
        <w:rPr>
          <w:rFonts w:ascii="Times New Roman" w:hAnsi="Times New Roman"/>
          <w:sz w:val="28"/>
          <w:szCs w:val="28"/>
        </w:rPr>
        <w:t xml:space="preserve"> социокультурной жизни, </w:t>
      </w:r>
      <w:r>
        <w:rPr>
          <w:rFonts w:ascii="Times New Roman" w:hAnsi="Times New Roman"/>
          <w:sz w:val="28"/>
          <w:szCs w:val="28"/>
        </w:rPr>
        <w:t>в</w:t>
      </w:r>
      <w:r w:rsidRPr="006872CB">
        <w:rPr>
          <w:rFonts w:ascii="Times New Roman" w:hAnsi="Times New Roman"/>
          <w:sz w:val="28"/>
          <w:szCs w:val="28"/>
        </w:rPr>
        <w:t xml:space="preserve"> спортивны</w:t>
      </w:r>
      <w:r>
        <w:rPr>
          <w:rFonts w:ascii="Times New Roman" w:hAnsi="Times New Roman"/>
          <w:sz w:val="28"/>
          <w:szCs w:val="28"/>
        </w:rPr>
        <w:t>х</w:t>
      </w:r>
      <w:r w:rsidRPr="006872CB">
        <w:rPr>
          <w:rFonts w:ascii="Times New Roman" w:hAnsi="Times New Roman"/>
          <w:sz w:val="28"/>
          <w:szCs w:val="28"/>
        </w:rPr>
        <w:t xml:space="preserve"> соревнования</w:t>
      </w:r>
      <w:r>
        <w:rPr>
          <w:rFonts w:ascii="Times New Roman" w:hAnsi="Times New Roman"/>
          <w:sz w:val="28"/>
          <w:szCs w:val="28"/>
        </w:rPr>
        <w:t>х района</w:t>
      </w:r>
      <w:r w:rsidR="00CC1915">
        <w:rPr>
          <w:rFonts w:ascii="Times New Roman" w:hAnsi="Times New Roman"/>
          <w:sz w:val="28"/>
          <w:szCs w:val="28"/>
        </w:rPr>
        <w:t xml:space="preserve"> до 170</w:t>
      </w:r>
      <w:r w:rsidRPr="006872CB">
        <w:rPr>
          <w:rFonts w:ascii="Times New Roman" w:hAnsi="Times New Roman"/>
          <w:sz w:val="28"/>
          <w:szCs w:val="28"/>
        </w:rPr>
        <w:t xml:space="preserve"> человек в год</w:t>
      </w:r>
      <w:r w:rsidR="00BC0311">
        <w:rPr>
          <w:rFonts w:ascii="Times New Roman" w:hAnsi="Times New Roman"/>
          <w:sz w:val="28"/>
          <w:szCs w:val="28"/>
        </w:rPr>
        <w:t>.</w:t>
      </w:r>
    </w:p>
    <w:p w14:paraId="445011CF" w14:textId="6C01279D" w:rsidR="00477E9A" w:rsidRDefault="00AA27E0" w:rsidP="00477E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lastRenderedPageBreak/>
        <w:t xml:space="preserve">6. </w:t>
      </w:r>
      <w:r>
        <w:rPr>
          <w:rFonts w:ascii="Times New Roman" w:hAnsi="Times New Roman"/>
          <w:sz w:val="28"/>
          <w:szCs w:val="28"/>
        </w:rPr>
        <w:t>Взаимодействие с общественной организацией инвалидов, не менее 5 совместных мероприятий в год</w:t>
      </w:r>
      <w:r w:rsidR="00477E9A">
        <w:rPr>
          <w:rFonts w:ascii="Times New Roman" w:hAnsi="Times New Roman"/>
          <w:sz w:val="28"/>
          <w:szCs w:val="28"/>
        </w:rPr>
        <w:t>.</w:t>
      </w:r>
    </w:p>
    <w:p w14:paraId="4F815BEB" w14:textId="4AE5EFA7" w:rsidR="00AA27E0" w:rsidRPr="006872CB" w:rsidRDefault="00AA27E0" w:rsidP="00477E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>7.</w:t>
      </w:r>
      <w:r w:rsidR="00477E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Доля</w:t>
      </w:r>
      <w:r w:rsidRPr="006872CB">
        <w:rPr>
          <w:rFonts w:ascii="Times New Roman" w:hAnsi="Times New Roman"/>
          <w:sz w:val="28"/>
          <w:szCs w:val="28"/>
        </w:rPr>
        <w:t xml:space="preserve"> лиц с ограниченными возможностями здоровья и инвалидов, систематически занимающихся физической культурой и спортом, </w:t>
      </w:r>
      <w:r w:rsidR="00452FAB">
        <w:rPr>
          <w:rFonts w:ascii="Times New Roman" w:hAnsi="Times New Roman"/>
          <w:sz w:val="28"/>
          <w:szCs w:val="28"/>
        </w:rPr>
        <w:t xml:space="preserve">в </w:t>
      </w:r>
      <w:r w:rsidRPr="006872CB">
        <w:rPr>
          <w:rFonts w:ascii="Times New Roman" w:hAnsi="Times New Roman"/>
          <w:sz w:val="28"/>
          <w:szCs w:val="28"/>
        </w:rPr>
        <w:t>общей численности данной категории населения</w:t>
      </w:r>
      <w:r w:rsidR="00452FAB">
        <w:rPr>
          <w:rFonts w:ascii="Times New Roman" w:hAnsi="Times New Roman"/>
          <w:sz w:val="28"/>
          <w:szCs w:val="28"/>
        </w:rPr>
        <w:t xml:space="preserve"> </w:t>
      </w:r>
      <w:r w:rsidR="00CC1915">
        <w:rPr>
          <w:rFonts w:ascii="Times New Roman" w:hAnsi="Times New Roman"/>
          <w:sz w:val="28"/>
          <w:szCs w:val="28"/>
        </w:rPr>
        <w:t>до 21</w:t>
      </w:r>
      <w:r w:rsidR="00452FAB" w:rsidRPr="006872CB">
        <w:rPr>
          <w:rFonts w:ascii="Times New Roman" w:hAnsi="Times New Roman"/>
          <w:sz w:val="28"/>
          <w:szCs w:val="28"/>
        </w:rPr>
        <w:t>%</w:t>
      </w:r>
      <w:r w:rsidR="00477E9A">
        <w:rPr>
          <w:rFonts w:ascii="Times New Roman" w:hAnsi="Times New Roman"/>
          <w:sz w:val="28"/>
          <w:szCs w:val="28"/>
        </w:rPr>
        <w:t>.</w:t>
      </w:r>
    </w:p>
    <w:p w14:paraId="15A2E0E1" w14:textId="5158F50E" w:rsidR="006872CB" w:rsidRPr="00477E9A" w:rsidRDefault="00AA27E0" w:rsidP="00477E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72CB">
        <w:rPr>
          <w:rFonts w:ascii="Times New Roman" w:hAnsi="Times New Roman"/>
          <w:sz w:val="28"/>
          <w:szCs w:val="28"/>
        </w:rPr>
        <w:t xml:space="preserve">8. Увеличение количества инвалидов, проживающих в многоэтажных домах, опрошенных с целью переселения с верхних этажей на первые, до 13 человек </w:t>
      </w:r>
      <w:r w:rsidRPr="00477E9A">
        <w:rPr>
          <w:rFonts w:ascii="Times New Roman" w:hAnsi="Times New Roman"/>
          <w:sz w:val="28"/>
          <w:szCs w:val="28"/>
        </w:rPr>
        <w:t>всего.</w:t>
      </w:r>
      <w:r w:rsidR="00452FAB" w:rsidRPr="00477E9A">
        <w:rPr>
          <w:rFonts w:ascii="Times New Roman" w:hAnsi="Times New Roman"/>
          <w:sz w:val="28"/>
          <w:szCs w:val="28"/>
        </w:rPr>
        <w:t>».</w:t>
      </w:r>
    </w:p>
    <w:p w14:paraId="389EE164" w14:textId="3975D3A4" w:rsidR="00931138" w:rsidRPr="00CB01AB" w:rsidRDefault="00814C7F" w:rsidP="009E40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7E9A">
        <w:rPr>
          <w:rFonts w:ascii="Times New Roman" w:hAnsi="Times New Roman"/>
          <w:sz w:val="28"/>
          <w:szCs w:val="28"/>
        </w:rPr>
        <w:t>1.</w:t>
      </w:r>
      <w:r w:rsidR="00E362C5" w:rsidRPr="00477E9A">
        <w:rPr>
          <w:rFonts w:ascii="Times New Roman" w:hAnsi="Times New Roman"/>
          <w:sz w:val="28"/>
          <w:szCs w:val="28"/>
        </w:rPr>
        <w:t>5</w:t>
      </w:r>
      <w:r w:rsidR="005E78FB" w:rsidRPr="00477E9A">
        <w:rPr>
          <w:rFonts w:ascii="Times New Roman" w:hAnsi="Times New Roman"/>
          <w:sz w:val="28"/>
          <w:szCs w:val="28"/>
        </w:rPr>
        <w:t>.</w:t>
      </w:r>
      <w:r w:rsidR="00B20A6B" w:rsidRPr="00477E9A">
        <w:rPr>
          <w:rFonts w:ascii="Times New Roman" w:hAnsi="Times New Roman"/>
          <w:sz w:val="28"/>
          <w:szCs w:val="28"/>
        </w:rPr>
        <w:t xml:space="preserve"> </w:t>
      </w:r>
      <w:r w:rsidR="005E78FB" w:rsidRPr="00477E9A">
        <w:rPr>
          <w:rFonts w:ascii="Times New Roman" w:hAnsi="Times New Roman"/>
          <w:sz w:val="28"/>
          <w:szCs w:val="28"/>
        </w:rPr>
        <w:t>П</w:t>
      </w:r>
      <w:r w:rsidR="00F230DF" w:rsidRPr="00477E9A">
        <w:rPr>
          <w:rFonts w:ascii="Times New Roman" w:hAnsi="Times New Roman"/>
          <w:sz w:val="28"/>
          <w:szCs w:val="28"/>
        </w:rPr>
        <w:t>риложение</w:t>
      </w:r>
      <w:r w:rsidR="00A11E0E" w:rsidRPr="00477E9A">
        <w:rPr>
          <w:rFonts w:ascii="Times New Roman" w:hAnsi="Times New Roman"/>
          <w:sz w:val="28"/>
          <w:szCs w:val="28"/>
        </w:rPr>
        <w:t xml:space="preserve"> </w:t>
      </w:r>
      <w:r w:rsidR="00F230DF" w:rsidRPr="00CB01AB">
        <w:rPr>
          <w:rFonts w:ascii="Times New Roman" w:hAnsi="Times New Roman"/>
          <w:sz w:val="28"/>
          <w:szCs w:val="28"/>
        </w:rPr>
        <w:t>1 «Сведения о показателях (индикаторах) муниципальной программы «Доступная среда в муниципальном образовании «Городско</w:t>
      </w:r>
      <w:r w:rsidR="005E78FB">
        <w:rPr>
          <w:rFonts w:ascii="Times New Roman" w:hAnsi="Times New Roman"/>
          <w:sz w:val="28"/>
          <w:szCs w:val="28"/>
        </w:rPr>
        <w:t>й округ Ногликский» к Программе</w:t>
      </w:r>
      <w:r w:rsidR="00F230DF" w:rsidRPr="00CB01AB">
        <w:rPr>
          <w:rFonts w:ascii="Times New Roman" w:hAnsi="Times New Roman"/>
          <w:sz w:val="28"/>
          <w:szCs w:val="28"/>
        </w:rPr>
        <w:t xml:space="preserve"> изложи</w:t>
      </w:r>
      <w:r w:rsidR="005E78FB">
        <w:rPr>
          <w:rFonts w:ascii="Times New Roman" w:hAnsi="Times New Roman"/>
          <w:sz w:val="28"/>
          <w:szCs w:val="28"/>
        </w:rPr>
        <w:t>ть</w:t>
      </w:r>
      <w:r w:rsidR="00F230DF" w:rsidRPr="00CB01AB">
        <w:rPr>
          <w:rFonts w:ascii="Times New Roman" w:hAnsi="Times New Roman"/>
          <w:sz w:val="28"/>
          <w:szCs w:val="28"/>
        </w:rPr>
        <w:t xml:space="preserve"> в новой редакции согласно приложению </w:t>
      </w:r>
      <w:r w:rsidR="00E362C5" w:rsidRPr="00E362C5">
        <w:rPr>
          <w:rFonts w:ascii="Times New Roman" w:hAnsi="Times New Roman"/>
          <w:sz w:val="28"/>
          <w:szCs w:val="28"/>
        </w:rPr>
        <w:t>1</w:t>
      </w:r>
      <w:r w:rsidR="00F230DF" w:rsidRPr="00CB01AB">
        <w:rPr>
          <w:rFonts w:ascii="Times New Roman" w:hAnsi="Times New Roman"/>
          <w:sz w:val="28"/>
          <w:szCs w:val="28"/>
        </w:rPr>
        <w:t xml:space="preserve"> к настоящему </w:t>
      </w:r>
      <w:r w:rsidR="005620A3">
        <w:rPr>
          <w:rFonts w:ascii="Times New Roman" w:hAnsi="Times New Roman"/>
          <w:sz w:val="28"/>
          <w:szCs w:val="28"/>
        </w:rPr>
        <w:t>п</w:t>
      </w:r>
      <w:r w:rsidR="00F230DF" w:rsidRPr="00CB01AB">
        <w:rPr>
          <w:rFonts w:ascii="Times New Roman" w:hAnsi="Times New Roman"/>
          <w:sz w:val="28"/>
          <w:szCs w:val="28"/>
        </w:rPr>
        <w:t>остановлению.</w:t>
      </w:r>
    </w:p>
    <w:p w14:paraId="637EE6A8" w14:textId="28439FBD" w:rsidR="00931138" w:rsidRPr="00CB01AB" w:rsidRDefault="00814C7F" w:rsidP="009E40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E362C5" w:rsidRPr="00E362C5">
        <w:rPr>
          <w:rFonts w:ascii="Times New Roman" w:hAnsi="Times New Roman"/>
          <w:sz w:val="28"/>
          <w:szCs w:val="28"/>
        </w:rPr>
        <w:t>6</w:t>
      </w:r>
      <w:r w:rsidR="00CB01AB">
        <w:rPr>
          <w:rFonts w:ascii="Times New Roman" w:hAnsi="Times New Roman"/>
          <w:sz w:val="28"/>
          <w:szCs w:val="28"/>
        </w:rPr>
        <w:t>.</w:t>
      </w:r>
      <w:r w:rsidR="005D32F9">
        <w:rPr>
          <w:rFonts w:ascii="Times New Roman" w:hAnsi="Times New Roman"/>
          <w:sz w:val="28"/>
          <w:szCs w:val="28"/>
        </w:rPr>
        <w:t xml:space="preserve"> </w:t>
      </w:r>
      <w:r w:rsidR="005E78FB">
        <w:rPr>
          <w:rFonts w:ascii="Times New Roman" w:hAnsi="Times New Roman"/>
          <w:sz w:val="28"/>
          <w:szCs w:val="28"/>
        </w:rPr>
        <w:t>П</w:t>
      </w:r>
      <w:r w:rsidR="00F230DF" w:rsidRPr="00CB01AB">
        <w:rPr>
          <w:rFonts w:ascii="Times New Roman" w:hAnsi="Times New Roman"/>
          <w:sz w:val="28"/>
          <w:szCs w:val="28"/>
        </w:rPr>
        <w:t>риложение 2 «Перечень мероприятий муниципальной программы» к Программе</w:t>
      </w:r>
      <w:r w:rsidR="005E78FB">
        <w:rPr>
          <w:rFonts w:ascii="Times New Roman" w:hAnsi="Times New Roman"/>
          <w:sz w:val="28"/>
          <w:szCs w:val="28"/>
        </w:rPr>
        <w:t xml:space="preserve"> </w:t>
      </w:r>
      <w:r w:rsidR="00F230DF" w:rsidRPr="00CB01AB">
        <w:rPr>
          <w:rFonts w:ascii="Times New Roman" w:hAnsi="Times New Roman"/>
          <w:sz w:val="28"/>
          <w:szCs w:val="28"/>
        </w:rPr>
        <w:t>изложи</w:t>
      </w:r>
      <w:r w:rsidR="005E78FB">
        <w:rPr>
          <w:rFonts w:ascii="Times New Roman" w:hAnsi="Times New Roman"/>
          <w:sz w:val="28"/>
          <w:szCs w:val="28"/>
        </w:rPr>
        <w:t>ть</w:t>
      </w:r>
      <w:r w:rsidR="00F230DF" w:rsidRPr="00CB01AB">
        <w:rPr>
          <w:rFonts w:ascii="Times New Roman" w:hAnsi="Times New Roman"/>
          <w:sz w:val="28"/>
          <w:szCs w:val="28"/>
        </w:rPr>
        <w:t xml:space="preserve"> в новой редакции согласно приложению </w:t>
      </w:r>
      <w:r w:rsidR="00E362C5" w:rsidRPr="00E362C5">
        <w:rPr>
          <w:rFonts w:ascii="Times New Roman" w:hAnsi="Times New Roman"/>
          <w:sz w:val="28"/>
          <w:szCs w:val="28"/>
        </w:rPr>
        <w:t>2</w:t>
      </w:r>
      <w:r w:rsidR="00F230DF" w:rsidRPr="00CB01AB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14:paraId="64BF7B4B" w14:textId="329C6AA6" w:rsidR="00931138" w:rsidRPr="00CB01AB" w:rsidRDefault="00814C7F" w:rsidP="009E40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E362C5" w:rsidRPr="00E362C5">
        <w:rPr>
          <w:rFonts w:ascii="Times New Roman" w:hAnsi="Times New Roman"/>
          <w:sz w:val="28"/>
          <w:szCs w:val="28"/>
        </w:rPr>
        <w:t>7</w:t>
      </w:r>
      <w:r w:rsidR="00CB01AB">
        <w:rPr>
          <w:rFonts w:ascii="Times New Roman" w:hAnsi="Times New Roman"/>
          <w:sz w:val="28"/>
          <w:szCs w:val="28"/>
        </w:rPr>
        <w:t xml:space="preserve">. </w:t>
      </w:r>
      <w:r w:rsidR="005E78FB">
        <w:rPr>
          <w:rFonts w:ascii="Times New Roman" w:hAnsi="Times New Roman"/>
          <w:sz w:val="28"/>
          <w:szCs w:val="28"/>
        </w:rPr>
        <w:t>П</w:t>
      </w:r>
      <w:r w:rsidR="00F230DF" w:rsidRPr="00CB01AB">
        <w:rPr>
          <w:rFonts w:ascii="Times New Roman" w:hAnsi="Times New Roman"/>
          <w:sz w:val="28"/>
          <w:szCs w:val="28"/>
        </w:rPr>
        <w:t>риложени</w:t>
      </w:r>
      <w:r w:rsidR="00CB01AB">
        <w:rPr>
          <w:rFonts w:ascii="Times New Roman" w:hAnsi="Times New Roman"/>
          <w:sz w:val="28"/>
          <w:szCs w:val="28"/>
        </w:rPr>
        <w:t>е</w:t>
      </w:r>
      <w:r w:rsidR="00F230DF" w:rsidRPr="00CB01AB">
        <w:rPr>
          <w:rFonts w:ascii="Times New Roman" w:hAnsi="Times New Roman"/>
          <w:sz w:val="28"/>
          <w:szCs w:val="28"/>
        </w:rPr>
        <w:t xml:space="preserve"> 3 «Ресурсное обеспечение реализации муниципальной программы «Доступная среда в муниципальном образовании «Городской округ Ногликский» изложи</w:t>
      </w:r>
      <w:r w:rsidR="005E78FB">
        <w:rPr>
          <w:rFonts w:ascii="Times New Roman" w:hAnsi="Times New Roman"/>
          <w:sz w:val="28"/>
          <w:szCs w:val="28"/>
        </w:rPr>
        <w:t xml:space="preserve">ть </w:t>
      </w:r>
      <w:r w:rsidR="00F230DF" w:rsidRPr="00CB01AB">
        <w:rPr>
          <w:rFonts w:ascii="Times New Roman" w:hAnsi="Times New Roman"/>
          <w:sz w:val="28"/>
          <w:szCs w:val="28"/>
        </w:rPr>
        <w:t>в</w:t>
      </w:r>
      <w:r w:rsidR="005E78FB">
        <w:rPr>
          <w:rFonts w:ascii="Times New Roman" w:hAnsi="Times New Roman"/>
          <w:sz w:val="28"/>
          <w:szCs w:val="28"/>
        </w:rPr>
        <w:t xml:space="preserve"> новой</w:t>
      </w:r>
      <w:r w:rsidR="00F230DF" w:rsidRPr="00CB01AB">
        <w:rPr>
          <w:rFonts w:ascii="Times New Roman" w:hAnsi="Times New Roman"/>
          <w:sz w:val="28"/>
          <w:szCs w:val="28"/>
        </w:rPr>
        <w:t xml:space="preserve"> редакции согласно приложению </w:t>
      </w:r>
      <w:r w:rsidR="00E362C5" w:rsidRPr="00C9651A">
        <w:rPr>
          <w:rFonts w:ascii="Times New Roman" w:hAnsi="Times New Roman"/>
          <w:sz w:val="28"/>
          <w:szCs w:val="28"/>
        </w:rPr>
        <w:t>3</w:t>
      </w:r>
      <w:r w:rsidR="00F230DF" w:rsidRPr="00CB01AB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14:paraId="75904A67" w14:textId="00499292" w:rsidR="00931138" w:rsidRPr="00CB01AB" w:rsidRDefault="00814C7F" w:rsidP="009E40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B01AB">
        <w:rPr>
          <w:rFonts w:ascii="Times New Roman" w:hAnsi="Times New Roman"/>
          <w:sz w:val="28"/>
          <w:szCs w:val="28"/>
        </w:rPr>
        <w:t>.</w:t>
      </w:r>
      <w:r w:rsidR="005D32F9">
        <w:rPr>
          <w:rFonts w:ascii="Times New Roman" w:hAnsi="Times New Roman"/>
          <w:sz w:val="28"/>
          <w:szCs w:val="28"/>
        </w:rPr>
        <w:t xml:space="preserve"> </w:t>
      </w:r>
      <w:r w:rsidR="00F230DF" w:rsidRPr="00CB01AB">
        <w:rPr>
          <w:rFonts w:ascii="Times New Roman" w:hAnsi="Times New Roman"/>
          <w:sz w:val="28"/>
          <w:szCs w:val="28"/>
        </w:rPr>
        <w:t>Опубликовать постановление в газете «Знамя труда» и разместить на официальном сайте муниципального образования «Городской округ Ногликский» в</w:t>
      </w:r>
      <w:r w:rsidR="008E0CD1">
        <w:rPr>
          <w:rFonts w:ascii="Times New Roman" w:hAnsi="Times New Roman"/>
          <w:sz w:val="28"/>
          <w:szCs w:val="28"/>
        </w:rPr>
        <w:t xml:space="preserve"> информационно-телекоммуникационной </w:t>
      </w:r>
      <w:bookmarkStart w:id="6" w:name="_GoBack"/>
      <w:bookmarkEnd w:id="6"/>
      <w:r w:rsidR="00F230DF" w:rsidRPr="00CB01AB">
        <w:rPr>
          <w:rFonts w:ascii="Times New Roman" w:hAnsi="Times New Roman"/>
          <w:sz w:val="28"/>
          <w:szCs w:val="28"/>
        </w:rPr>
        <w:t>сети «Интернет».</w:t>
      </w:r>
      <w:r w:rsidR="008E0CD1">
        <w:rPr>
          <w:rFonts w:ascii="Times New Roman" w:hAnsi="Times New Roman"/>
          <w:sz w:val="28"/>
          <w:szCs w:val="28"/>
        </w:rPr>
        <w:t xml:space="preserve"> </w:t>
      </w:r>
    </w:p>
    <w:p w14:paraId="23A65745" w14:textId="188DA5CF" w:rsidR="00455E47" w:rsidRDefault="00814C7F" w:rsidP="009E40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B01AB">
        <w:rPr>
          <w:rFonts w:ascii="Times New Roman" w:hAnsi="Times New Roman"/>
          <w:sz w:val="28"/>
          <w:szCs w:val="28"/>
        </w:rPr>
        <w:t>.</w:t>
      </w:r>
      <w:r w:rsidR="005D32F9">
        <w:rPr>
          <w:rFonts w:ascii="Times New Roman" w:hAnsi="Times New Roman"/>
          <w:sz w:val="28"/>
          <w:szCs w:val="28"/>
        </w:rPr>
        <w:t xml:space="preserve"> </w:t>
      </w:r>
      <w:r w:rsidR="00F230DF" w:rsidRPr="00CB01AB">
        <w:rPr>
          <w:rFonts w:ascii="Times New Roman" w:hAnsi="Times New Roman"/>
          <w:sz w:val="28"/>
          <w:szCs w:val="28"/>
        </w:rPr>
        <w:t xml:space="preserve">Контроль </w:t>
      </w:r>
      <w:r w:rsidR="00CC1915">
        <w:rPr>
          <w:rFonts w:ascii="Times New Roman" w:hAnsi="Times New Roman"/>
          <w:sz w:val="28"/>
          <w:szCs w:val="28"/>
        </w:rPr>
        <w:t>за исполнением</w:t>
      </w:r>
      <w:r w:rsidR="00F230DF" w:rsidRPr="00CB01AB">
        <w:rPr>
          <w:rFonts w:ascii="Times New Roman" w:hAnsi="Times New Roman"/>
          <w:sz w:val="28"/>
          <w:szCs w:val="28"/>
        </w:rPr>
        <w:t xml:space="preserve"> настоящего постановления возложить на вице-мэра муниципального образования «Городской округ Ногликский» </w:t>
      </w:r>
      <w:r w:rsidR="00931138" w:rsidRPr="00CB01AB">
        <w:rPr>
          <w:rFonts w:ascii="Times New Roman" w:hAnsi="Times New Roman"/>
          <w:sz w:val="28"/>
          <w:szCs w:val="28"/>
        </w:rPr>
        <w:t>Русанова</w:t>
      </w:r>
      <w:r w:rsidR="009E40A4" w:rsidRPr="009E40A4">
        <w:rPr>
          <w:rFonts w:ascii="Times New Roman" w:hAnsi="Times New Roman"/>
          <w:sz w:val="28"/>
          <w:szCs w:val="28"/>
        </w:rPr>
        <w:t xml:space="preserve"> </w:t>
      </w:r>
      <w:r w:rsidR="009E40A4" w:rsidRPr="00CB01AB">
        <w:rPr>
          <w:rFonts w:ascii="Times New Roman" w:hAnsi="Times New Roman"/>
          <w:sz w:val="28"/>
          <w:szCs w:val="28"/>
        </w:rPr>
        <w:t>Я.С.</w:t>
      </w:r>
    </w:p>
    <w:p w14:paraId="5A7D6B63" w14:textId="77777777" w:rsidR="00CC1915" w:rsidRPr="00CB01AB" w:rsidRDefault="00CC1915" w:rsidP="009E40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79A46CAA" w14:textId="33D64FA7" w:rsidR="009E40A4" w:rsidRPr="00E634AA" w:rsidRDefault="00C21D6D" w:rsidP="00CB01AB">
      <w:pPr>
        <w:ind w:firstLine="709"/>
        <w:rPr>
          <w:rFonts w:ascii="Times New Roman" w:hAnsi="Times New Roman"/>
          <w:sz w:val="28"/>
          <w:szCs w:val="28"/>
        </w:rPr>
      </w:pPr>
      <w:r w:rsidRPr="00E634AA">
        <w:rPr>
          <w:rFonts w:ascii="Times New Roman" w:hAnsi="Times New Roman"/>
          <w:sz w:val="28"/>
          <w:szCs w:val="28"/>
        </w:rPr>
        <w:t xml:space="preserve"> </w:t>
      </w:r>
    </w:p>
    <w:p w14:paraId="389F00FD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89F00FE" w14:textId="1FE66244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>
        <w:rPr>
          <w:rFonts w:ascii="Times New Roman" w:hAnsi="Times New Roman"/>
          <w:sz w:val="28"/>
          <w:szCs w:val="28"/>
        </w:rPr>
        <w:t>Ногликский»</w:t>
      </w:r>
      <w:r>
        <w:rPr>
          <w:rFonts w:ascii="Times New Roman" w:hAnsi="Times New Roman"/>
          <w:sz w:val="28"/>
          <w:szCs w:val="28"/>
        </w:rPr>
        <w:tab/>
      </w:r>
      <w:proofErr w:type="gram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5E78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9E40A4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9F0108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389F0109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9F0106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389F0107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2925975"/>
      <w:docPartObj>
        <w:docPartGallery w:val="Page Numbers (Top of Page)"/>
        <w:docPartUnique/>
      </w:docPartObj>
    </w:sdtPr>
    <w:sdtEndPr/>
    <w:sdtContent>
      <w:p w14:paraId="74EB717A" w14:textId="07F56D53" w:rsidR="009E40A4" w:rsidRDefault="009E40A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400F">
          <w:rPr>
            <w:noProof/>
          </w:rPr>
          <w:t>9</w:t>
        </w:r>
        <w:r>
          <w:fldChar w:fldCharType="end"/>
        </w:r>
      </w:p>
    </w:sdtContent>
  </w:sdt>
  <w:p w14:paraId="6815AC16" w14:textId="77777777" w:rsidR="009E40A4" w:rsidRDefault="009E40A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DE7078"/>
    <w:multiLevelType w:val="multilevel"/>
    <w:tmpl w:val="C6C6249A"/>
    <w:lvl w:ilvl="0">
      <w:start w:val="1"/>
      <w:numFmt w:val="decimal"/>
      <w:lvlText w:val="%1."/>
      <w:lvlJc w:val="left"/>
      <w:pPr>
        <w:ind w:left="7732" w:hanging="360"/>
      </w:pPr>
    </w:lvl>
    <w:lvl w:ilvl="1">
      <w:start w:val="2"/>
      <w:numFmt w:val="decimal"/>
      <w:isLgl/>
      <w:lvlText w:val="%1.%2"/>
      <w:lvlJc w:val="left"/>
      <w:pPr>
        <w:ind w:left="774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0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45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4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81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7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532" w:hanging="2160"/>
      </w:pPr>
      <w:rPr>
        <w:rFonts w:hint="default"/>
      </w:rPr>
    </w:lvl>
  </w:abstractNum>
  <w:abstractNum w:abstractNumId="1">
    <w:nsid w:val="53F76873"/>
    <w:multiLevelType w:val="hybridMultilevel"/>
    <w:tmpl w:val="BC7434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61E7711"/>
    <w:multiLevelType w:val="hybridMultilevel"/>
    <w:tmpl w:val="F6C20CD8"/>
    <w:lvl w:ilvl="0" w:tplc="45D2FD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0C6E"/>
    <w:rsid w:val="00185FEC"/>
    <w:rsid w:val="001B2ADA"/>
    <w:rsid w:val="001E1F9F"/>
    <w:rsid w:val="001E4D9B"/>
    <w:rsid w:val="002003DC"/>
    <w:rsid w:val="002C492D"/>
    <w:rsid w:val="002D4795"/>
    <w:rsid w:val="0033636C"/>
    <w:rsid w:val="0034400F"/>
    <w:rsid w:val="003D17D5"/>
    <w:rsid w:val="003E4257"/>
    <w:rsid w:val="00452FAB"/>
    <w:rsid w:val="00455E47"/>
    <w:rsid w:val="00477E9A"/>
    <w:rsid w:val="004D40E3"/>
    <w:rsid w:val="004D4409"/>
    <w:rsid w:val="00520CBF"/>
    <w:rsid w:val="005620A3"/>
    <w:rsid w:val="005C319C"/>
    <w:rsid w:val="005D32F9"/>
    <w:rsid w:val="005E78FB"/>
    <w:rsid w:val="00612FBA"/>
    <w:rsid w:val="006872CB"/>
    <w:rsid w:val="0069567A"/>
    <w:rsid w:val="006A461B"/>
    <w:rsid w:val="006E04EA"/>
    <w:rsid w:val="00734ECD"/>
    <w:rsid w:val="00761F7D"/>
    <w:rsid w:val="00814C7F"/>
    <w:rsid w:val="00831FDF"/>
    <w:rsid w:val="008629FA"/>
    <w:rsid w:val="008806E9"/>
    <w:rsid w:val="008E0CD1"/>
    <w:rsid w:val="009069DF"/>
    <w:rsid w:val="009127EA"/>
    <w:rsid w:val="009309E4"/>
    <w:rsid w:val="00931138"/>
    <w:rsid w:val="00987DB5"/>
    <w:rsid w:val="009B486A"/>
    <w:rsid w:val="009E0D9E"/>
    <w:rsid w:val="009E40A4"/>
    <w:rsid w:val="009F170F"/>
    <w:rsid w:val="00A10B49"/>
    <w:rsid w:val="00A11E0E"/>
    <w:rsid w:val="00AA27E0"/>
    <w:rsid w:val="00AC72C8"/>
    <w:rsid w:val="00B10ED9"/>
    <w:rsid w:val="00B20A6B"/>
    <w:rsid w:val="00B25688"/>
    <w:rsid w:val="00B62C23"/>
    <w:rsid w:val="00BC0311"/>
    <w:rsid w:val="00C02849"/>
    <w:rsid w:val="00C21D6D"/>
    <w:rsid w:val="00C9651A"/>
    <w:rsid w:val="00CB01AB"/>
    <w:rsid w:val="00CC1915"/>
    <w:rsid w:val="00CE6660"/>
    <w:rsid w:val="00D12794"/>
    <w:rsid w:val="00D67BD8"/>
    <w:rsid w:val="00DD04A7"/>
    <w:rsid w:val="00DF7897"/>
    <w:rsid w:val="00E362C5"/>
    <w:rsid w:val="00E37B8A"/>
    <w:rsid w:val="00E609BC"/>
    <w:rsid w:val="00E634AA"/>
    <w:rsid w:val="00EB2750"/>
    <w:rsid w:val="00EF57FC"/>
    <w:rsid w:val="00F23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F00E9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C21D6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452F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52FA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6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EF577A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EF577A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F735B"/>
    <w:rsid w:val="00D52635"/>
    <w:rsid w:val="00E7774E"/>
    <w:rsid w:val="00EF5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52635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</TotalTime>
  <Pages>9</Pages>
  <Words>2246</Words>
  <Characters>12807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3</cp:revision>
  <cp:lastPrinted>2023-06-08T06:21:00Z</cp:lastPrinted>
  <dcterms:created xsi:type="dcterms:W3CDTF">2023-07-07T03:35:00Z</dcterms:created>
  <dcterms:modified xsi:type="dcterms:W3CDTF">2023-07-07T03:48:00Z</dcterms:modified>
</cp:coreProperties>
</file>