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1596F64" w14:textId="77777777" w:rsidTr="00987DB5">
        <w:tc>
          <w:tcPr>
            <w:tcW w:w="9498" w:type="dxa"/>
          </w:tcPr>
          <w:p w14:paraId="01596F5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596F7A" wp14:editId="01596F7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596F60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1596F61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1596F62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1596F6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1596F65" w14:textId="58722EFD" w:rsidR="0033636C" w:rsidRPr="0016784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784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01AA8">
            <w:rPr>
              <w:rFonts w:ascii="Times New Roman" w:hAnsi="Times New Roman"/>
              <w:sz w:val="28"/>
              <w:szCs w:val="28"/>
            </w:rPr>
            <w:t xml:space="preserve">30 июня 2025 года </w:t>
          </w:r>
        </w:sdtContent>
      </w:sdt>
      <w:r w:rsidRPr="0016784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01AA8">
            <w:rPr>
              <w:rFonts w:ascii="Times New Roman" w:hAnsi="Times New Roman"/>
              <w:sz w:val="28"/>
              <w:szCs w:val="28"/>
            </w:rPr>
            <w:t>435</w:t>
          </w:r>
        </w:sdtContent>
      </w:sdt>
    </w:p>
    <w:p w14:paraId="01596F6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EC8D449" w14:textId="77777777" w:rsidR="00E01AA8" w:rsidRDefault="002B5CAC" w:rsidP="00E01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7840">
        <w:rPr>
          <w:rFonts w:ascii="Times New Roman" w:hAnsi="Times New Roman"/>
          <w:b/>
          <w:sz w:val="28"/>
          <w:szCs w:val="28"/>
        </w:rPr>
        <w:t>Об утве</w:t>
      </w:r>
      <w:r w:rsidR="00E01AA8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0CC45C82" w14:textId="77777777" w:rsidR="00E01AA8" w:rsidRDefault="002B5CAC" w:rsidP="00E01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7840">
        <w:rPr>
          <w:rFonts w:ascii="Times New Roman" w:hAnsi="Times New Roman"/>
          <w:b/>
          <w:sz w:val="28"/>
          <w:szCs w:val="28"/>
        </w:rPr>
        <w:t>«Развитие физической культур</w:t>
      </w:r>
      <w:r w:rsidR="00E01AA8">
        <w:rPr>
          <w:rFonts w:ascii="Times New Roman" w:hAnsi="Times New Roman"/>
          <w:b/>
          <w:sz w:val="28"/>
          <w:szCs w:val="28"/>
        </w:rPr>
        <w:t>ы, спорта и молодежной политики</w:t>
      </w:r>
    </w:p>
    <w:p w14:paraId="2A5FDDAB" w14:textId="77777777" w:rsidR="00E01AA8" w:rsidRDefault="002B5CAC" w:rsidP="00E01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7840">
        <w:rPr>
          <w:rFonts w:ascii="Times New Roman" w:hAnsi="Times New Roman"/>
          <w:b/>
          <w:sz w:val="28"/>
          <w:szCs w:val="28"/>
        </w:rPr>
        <w:t>в муниципальном образовании Ногликский муниципальный округ</w:t>
      </w:r>
    </w:p>
    <w:p w14:paraId="01596F67" w14:textId="3AC7A60A" w:rsidR="0033636C" w:rsidRDefault="00180245" w:rsidP="00E01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7840">
        <w:rPr>
          <w:rFonts w:ascii="Times New Roman" w:hAnsi="Times New Roman"/>
          <w:b/>
          <w:sz w:val="28"/>
          <w:szCs w:val="28"/>
        </w:rPr>
        <w:t>Сахалинской области</w:t>
      </w:r>
      <w:r w:rsidR="002B5CAC" w:rsidRPr="00167840">
        <w:rPr>
          <w:rFonts w:ascii="Times New Roman" w:hAnsi="Times New Roman"/>
          <w:b/>
          <w:sz w:val="28"/>
          <w:szCs w:val="28"/>
        </w:rPr>
        <w:t>»</w:t>
      </w:r>
    </w:p>
    <w:p w14:paraId="5BDECD19" w14:textId="77777777" w:rsidR="00E01AA8" w:rsidRPr="00167840" w:rsidRDefault="00E01AA8" w:rsidP="00E01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183840C5" w14:textId="3B741DE9" w:rsidR="00567FE9" w:rsidRPr="00B45BB4" w:rsidRDefault="00567FE9" w:rsidP="00964EF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x-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="00067621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муниципального образования Ног</w:t>
      </w:r>
      <w:r>
        <w:rPr>
          <w:rFonts w:ascii="Times New Roman" w:hAnsi="Times New Roman"/>
          <w:color w:val="000000" w:themeColor="text1"/>
          <w:sz w:val="28"/>
          <w:szCs w:val="28"/>
        </w:rPr>
        <w:t>л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икский муниципальный округ Сахалинской области </w:t>
      </w:r>
      <w:r w:rsidR="00E0075C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от 05.02.2025 № 3</w:t>
      </w:r>
      <w:r w:rsidR="00CF45E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Порядка разработки, реализации и мониторинга муниципальных программ Ногликского муниципального округа», </w:t>
      </w:r>
      <w:r w:rsidRPr="00CF45E8">
        <w:rPr>
          <w:rFonts w:ascii="Times New Roman" w:hAnsi="Times New Roman"/>
          <w:sz w:val="28"/>
          <w:szCs w:val="28"/>
        </w:rPr>
        <w:t>распоряжени</w:t>
      </w:r>
      <w:r w:rsidR="00BC4A75" w:rsidRPr="00CF45E8">
        <w:rPr>
          <w:rFonts w:ascii="Times New Roman" w:hAnsi="Times New Roman"/>
          <w:sz w:val="28"/>
          <w:szCs w:val="28"/>
        </w:rPr>
        <w:t>ем</w:t>
      </w:r>
      <w:r w:rsidRPr="00CF45E8">
        <w:rPr>
          <w:rFonts w:ascii="Times New Roman" w:hAnsi="Times New Roman"/>
          <w:sz w:val="28"/>
          <w:szCs w:val="28"/>
        </w:rPr>
        <w:t xml:space="preserve"> мэра муниципального образования </w:t>
      </w:r>
      <w:r w:rsidR="000178BE"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от 14.04.2025</w:t>
      </w:r>
      <w:r w:rsidRPr="00CF45E8">
        <w:rPr>
          <w:rFonts w:ascii="Times New Roman" w:hAnsi="Times New Roman"/>
          <w:sz w:val="28"/>
          <w:szCs w:val="28"/>
        </w:rPr>
        <w:t xml:space="preserve"> № </w:t>
      </w:r>
      <w:r w:rsidR="000178BE">
        <w:rPr>
          <w:rFonts w:ascii="Times New Roman" w:hAnsi="Times New Roman"/>
          <w:sz w:val="28"/>
          <w:szCs w:val="28"/>
        </w:rPr>
        <w:t>27</w:t>
      </w:r>
      <w:r w:rsidRPr="00CF45E8">
        <w:rPr>
          <w:rFonts w:ascii="Times New Roman" w:hAnsi="Times New Roman"/>
          <w:sz w:val="28"/>
          <w:szCs w:val="28"/>
        </w:rPr>
        <w:t xml:space="preserve">-р </w:t>
      </w:r>
      <w:r w:rsidR="006D4C2A">
        <w:rPr>
          <w:rFonts w:ascii="Times New Roman" w:hAnsi="Times New Roman"/>
          <w:sz w:val="28"/>
          <w:szCs w:val="28"/>
        </w:rPr>
        <w:br/>
      </w:r>
      <w:r w:rsidRPr="00CF45E8">
        <w:rPr>
          <w:rFonts w:ascii="Times New Roman" w:hAnsi="Times New Roman"/>
          <w:sz w:val="28"/>
          <w:szCs w:val="28"/>
        </w:rPr>
        <w:t xml:space="preserve">«Об утверждении Перечня муниципальных программ муниципального образования Ногликский муниципальный округ Сахалинской области </w:t>
      </w:r>
      <w:r w:rsidR="006D4C2A">
        <w:rPr>
          <w:rFonts w:ascii="Times New Roman" w:hAnsi="Times New Roman"/>
          <w:sz w:val="28"/>
          <w:szCs w:val="28"/>
        </w:rPr>
        <w:br/>
      </w:r>
      <w:r w:rsidRPr="00CF45E8">
        <w:rPr>
          <w:rFonts w:ascii="Times New Roman" w:hAnsi="Times New Roman"/>
          <w:sz w:val="28"/>
          <w:szCs w:val="28"/>
        </w:rPr>
        <w:t>на 2026-2031 годы»</w:t>
      </w:r>
      <w:r w:rsidR="00BC4A75" w:rsidRPr="00CF45E8">
        <w:rPr>
          <w:rFonts w:ascii="Times New Roman" w:hAnsi="Times New Roman"/>
          <w:sz w:val="28"/>
          <w:szCs w:val="28"/>
        </w:rPr>
        <w:t>,</w:t>
      </w:r>
      <w:r w:rsidRPr="00CF45E8">
        <w:rPr>
          <w:rFonts w:ascii="Times New Roman" w:hAnsi="Times New Roman"/>
          <w:sz w:val="28"/>
          <w:szCs w:val="28"/>
        </w:rPr>
        <w:t xml:space="preserve"> 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руководствуясь статьей 36 Устава муниципального образования Ногликский муниципальный округ Сахалинской области</w:t>
      </w:r>
      <w:r w:rsidR="00BC4A7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F45E8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администрация муниципального образования Ногликский муниципальный округ Сахалинской области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45BB4">
        <w:rPr>
          <w:rFonts w:ascii="Times New Roman" w:hAnsi="Times New Roman"/>
          <w:b/>
          <w:color w:val="000000" w:themeColor="text1"/>
          <w:sz w:val="28"/>
          <w:szCs w:val="28"/>
          <w:lang w:val="x-none" w:eastAsia="x-none"/>
        </w:rPr>
        <w:t>ПОСТАНОВЛЯ</w:t>
      </w:r>
      <w:r w:rsidRPr="00B45BB4">
        <w:rPr>
          <w:rFonts w:ascii="Times New Roman" w:hAnsi="Times New Roman"/>
          <w:b/>
          <w:color w:val="000000" w:themeColor="text1"/>
          <w:sz w:val="28"/>
          <w:szCs w:val="28"/>
          <w:lang w:eastAsia="x-none"/>
        </w:rPr>
        <w:t>ЕТ:</w:t>
      </w:r>
    </w:p>
    <w:p w14:paraId="4119936B" w14:textId="7ED72C7C" w:rsidR="00567FE9" w:rsidRPr="001744BC" w:rsidRDefault="00567FE9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4BC">
        <w:rPr>
          <w:rFonts w:ascii="Times New Roman" w:hAnsi="Times New Roman"/>
          <w:sz w:val="28"/>
          <w:szCs w:val="28"/>
        </w:rPr>
        <w:t>1.</w:t>
      </w:r>
      <w:r w:rsidRPr="001744BC">
        <w:rPr>
          <w:rFonts w:ascii="Times New Roman" w:hAnsi="Times New Roman"/>
          <w:sz w:val="28"/>
          <w:szCs w:val="28"/>
        </w:rPr>
        <w:tab/>
        <w:t xml:space="preserve">Утвердить муниципальную программу «Развитие </w:t>
      </w:r>
      <w:r>
        <w:rPr>
          <w:rFonts w:ascii="Times New Roman" w:hAnsi="Times New Roman"/>
          <w:sz w:val="28"/>
          <w:szCs w:val="28"/>
        </w:rPr>
        <w:t>физической культуры, спорта и молодежной политики</w:t>
      </w:r>
      <w:r w:rsidRPr="001744BC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муниципальном образовании</w:t>
      </w:r>
      <w:r w:rsidRPr="001744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CF45E8">
        <w:rPr>
          <w:rFonts w:ascii="Times New Roman" w:hAnsi="Times New Roman"/>
          <w:sz w:val="28"/>
          <w:szCs w:val="28"/>
        </w:rPr>
        <w:t>»</w:t>
      </w:r>
      <w:r w:rsidRPr="001744BC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7B8F8403" w14:textId="5D445CD0" w:rsidR="00927EBC" w:rsidRDefault="00567FE9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4BC">
        <w:rPr>
          <w:rFonts w:ascii="Times New Roman" w:hAnsi="Times New Roman"/>
          <w:sz w:val="28"/>
          <w:szCs w:val="28"/>
        </w:rPr>
        <w:t>2.</w:t>
      </w:r>
      <w:r w:rsidRPr="001744BC">
        <w:rPr>
          <w:rFonts w:ascii="Times New Roman" w:hAnsi="Times New Roman"/>
          <w:sz w:val="28"/>
          <w:szCs w:val="28"/>
        </w:rPr>
        <w:tab/>
        <w:t>Признать утратившими силу</w:t>
      </w:r>
      <w:r w:rsidR="00927EBC">
        <w:rPr>
          <w:rFonts w:ascii="Times New Roman" w:hAnsi="Times New Roman"/>
          <w:sz w:val="28"/>
          <w:szCs w:val="28"/>
        </w:rPr>
        <w:t>:</w:t>
      </w:r>
    </w:p>
    <w:p w14:paraId="31A05EA7" w14:textId="4F185A60" w:rsidR="00F22068" w:rsidRDefault="00F22068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</w:t>
      </w:r>
      <w:r w:rsidRPr="001744BC">
        <w:rPr>
          <w:rFonts w:ascii="Times New Roman" w:hAnsi="Times New Roman"/>
          <w:sz w:val="28"/>
          <w:szCs w:val="28"/>
        </w:rPr>
        <w:t>остановления администрации муниципального образования</w:t>
      </w:r>
      <w:r w:rsidR="006D4C2A">
        <w:rPr>
          <w:rFonts w:ascii="Times New Roman" w:hAnsi="Times New Roman"/>
          <w:sz w:val="28"/>
          <w:szCs w:val="28"/>
        </w:rPr>
        <w:t xml:space="preserve"> </w:t>
      </w:r>
      <w:r w:rsidR="006D4C2A" w:rsidRPr="00927EBC"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65FA7380" w14:textId="738B0243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 w:rsidRPr="001850F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67FE9">
        <w:rPr>
          <w:rFonts w:ascii="Times New Roman" w:hAnsi="Times New Roman"/>
          <w:sz w:val="28"/>
          <w:szCs w:val="28"/>
        </w:rPr>
        <w:t xml:space="preserve">от 26.06.2015 № 430 </w:t>
      </w:r>
      <w:r>
        <w:rPr>
          <w:rFonts w:ascii="Times New Roman" w:hAnsi="Times New Roman"/>
          <w:sz w:val="28"/>
          <w:szCs w:val="28"/>
        </w:rPr>
        <w:t>«</w:t>
      </w:r>
      <w:r w:rsidRPr="00927EBC">
        <w:rPr>
          <w:rFonts w:ascii="Times New Roman" w:hAnsi="Times New Roman"/>
          <w:sz w:val="28"/>
          <w:szCs w:val="28"/>
        </w:rPr>
        <w:t>Об утверждении муниципальной программы «Развитие физической культуры, спорта и молодежной политики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на 2015 – 2020 годы</w:t>
      </w:r>
      <w:r w:rsidR="00F22068">
        <w:rPr>
          <w:rFonts w:ascii="Times New Roman" w:hAnsi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/>
          <w:sz w:val="28"/>
          <w:szCs w:val="28"/>
        </w:rPr>
        <w:t>»;</w:t>
      </w:r>
    </w:p>
    <w:p w14:paraId="35DEC001" w14:textId="3C620F70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567FE9">
        <w:rPr>
          <w:rFonts w:ascii="Times New Roman" w:hAnsi="Times New Roman"/>
          <w:sz w:val="28"/>
          <w:szCs w:val="28"/>
        </w:rPr>
        <w:t xml:space="preserve"> от 30.09.2015 № 692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" w:name="_Hlk194838203"/>
      <w:r>
        <w:rPr>
          <w:rFonts w:ascii="Times New Roman" w:hAnsi="Times New Roman"/>
          <w:sz w:val="28"/>
          <w:szCs w:val="28"/>
        </w:rPr>
        <w:t>«</w:t>
      </w:r>
      <w:r w:rsidR="00F22068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26.06.2015 № 430</w:t>
      </w:r>
      <w:r>
        <w:rPr>
          <w:rFonts w:ascii="Times New Roman" w:hAnsi="Times New Roman"/>
          <w:sz w:val="28"/>
          <w:szCs w:val="28"/>
        </w:rPr>
        <w:t>»;</w:t>
      </w:r>
      <w:bookmarkEnd w:id="1"/>
    </w:p>
    <w:p w14:paraId="138F4851" w14:textId="2DAE8F92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19.10.2015 № 718</w:t>
      </w:r>
      <w:r>
        <w:rPr>
          <w:rFonts w:ascii="Times New Roman" w:hAnsi="Times New Roman"/>
          <w:sz w:val="28"/>
          <w:szCs w:val="28"/>
        </w:rPr>
        <w:t xml:space="preserve"> </w:t>
      </w:r>
      <w:r w:rsid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 (в редакции от 30.09.2015 № 692)»;</w:t>
      </w:r>
    </w:p>
    <w:p w14:paraId="0F45E0A3" w14:textId="3FB05FA1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>от 31.12.2016 № 921</w:t>
      </w:r>
      <w:r w:rsidR="00F22068">
        <w:rPr>
          <w:rFonts w:ascii="Times New Roman" w:hAnsi="Times New Roman"/>
          <w:sz w:val="28"/>
          <w:szCs w:val="28"/>
        </w:rPr>
        <w:t xml:space="preserve"> </w:t>
      </w:r>
      <w:bookmarkStart w:id="2" w:name="_Hlk194838282"/>
      <w:r w:rsidR="00F22068">
        <w:rPr>
          <w:rFonts w:ascii="Times New Roman" w:hAnsi="Times New Roman"/>
          <w:sz w:val="28"/>
          <w:szCs w:val="28"/>
        </w:rPr>
        <w:t>«</w:t>
      </w:r>
      <w:r w:rsidR="00F22068" w:rsidRPr="00F22068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r w:rsidR="00F22068">
        <w:rPr>
          <w:rFonts w:ascii="Times New Roman" w:hAnsi="Times New Roman"/>
          <w:sz w:val="28"/>
          <w:szCs w:val="28"/>
        </w:rPr>
        <w:t>«</w:t>
      </w:r>
      <w:r w:rsidR="00F22068" w:rsidRPr="00F22068">
        <w:rPr>
          <w:rFonts w:ascii="Times New Roman" w:hAnsi="Times New Roman"/>
          <w:sz w:val="28"/>
          <w:szCs w:val="28"/>
        </w:rPr>
        <w:t>Городской округ Ногликский</w:t>
      </w:r>
      <w:r w:rsidR="00F22068">
        <w:rPr>
          <w:rFonts w:ascii="Times New Roman" w:hAnsi="Times New Roman"/>
          <w:sz w:val="28"/>
          <w:szCs w:val="28"/>
        </w:rPr>
        <w:t>»</w:t>
      </w:r>
      <w:r w:rsidR="00F22068" w:rsidRPr="00F22068">
        <w:rPr>
          <w:rFonts w:ascii="Times New Roman" w:hAnsi="Times New Roman"/>
          <w:sz w:val="28"/>
          <w:szCs w:val="28"/>
        </w:rPr>
        <w:t xml:space="preserve"> от 26.06.2015 № 430 (в редакции от 30.09.2015 № 692; от 19.10.2015 № 718)</w:t>
      </w:r>
      <w:r w:rsidR="00F22068">
        <w:rPr>
          <w:rFonts w:ascii="Times New Roman" w:hAnsi="Times New Roman"/>
          <w:sz w:val="28"/>
          <w:szCs w:val="28"/>
        </w:rPr>
        <w:t>»;</w:t>
      </w:r>
    </w:p>
    <w:bookmarkEnd w:id="2"/>
    <w:p w14:paraId="5DECA3B1" w14:textId="537F4A0F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>от 10.03.2016 № 208</w:t>
      </w:r>
      <w:r w:rsidR="00F22068">
        <w:rPr>
          <w:rFonts w:ascii="Times New Roman" w:hAnsi="Times New Roman"/>
          <w:sz w:val="28"/>
          <w:szCs w:val="28"/>
        </w:rPr>
        <w:t xml:space="preserve"> </w:t>
      </w:r>
      <w:bookmarkStart w:id="3" w:name="_Hlk194838319"/>
      <w:r w:rsidR="00F22068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 (в редакции от 30.09.2015 № 692; от 19.10.2015 № 718</w:t>
      </w:r>
      <w:r w:rsidR="00F22068">
        <w:rPr>
          <w:rFonts w:ascii="Times New Roman" w:hAnsi="Times New Roman"/>
          <w:sz w:val="28"/>
          <w:szCs w:val="28"/>
        </w:rPr>
        <w:t>; от 31.12.2015 № 921</w:t>
      </w:r>
      <w:r w:rsidR="00F22068" w:rsidRPr="00F22068">
        <w:rPr>
          <w:rFonts w:ascii="Times New Roman" w:hAnsi="Times New Roman"/>
          <w:sz w:val="28"/>
          <w:szCs w:val="28"/>
        </w:rPr>
        <w:t>)»;</w:t>
      </w:r>
      <w:bookmarkEnd w:id="3"/>
    </w:p>
    <w:p w14:paraId="1FE6AB23" w14:textId="03C0BD1A" w:rsidR="00F22068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>от 11.04.2016 № 288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4" w:name="_Hlk194838369"/>
      <w:r w:rsidR="00F22068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 (в редакции от 30.09.2015 № 692; от 19.10.2015 № 718</w:t>
      </w:r>
      <w:r w:rsidR="00F22068">
        <w:rPr>
          <w:rFonts w:ascii="Times New Roman" w:hAnsi="Times New Roman"/>
          <w:sz w:val="28"/>
          <w:szCs w:val="28"/>
        </w:rPr>
        <w:t>; от 31.12.2015 № 921; от 10.03.2016 № 208</w:t>
      </w:r>
      <w:r w:rsidR="00F22068" w:rsidRPr="00F22068">
        <w:rPr>
          <w:rFonts w:ascii="Times New Roman" w:hAnsi="Times New Roman"/>
          <w:sz w:val="28"/>
          <w:szCs w:val="28"/>
        </w:rPr>
        <w:t>)»;</w:t>
      </w:r>
    </w:p>
    <w:bookmarkEnd w:id="4"/>
    <w:p w14:paraId="03D605A0" w14:textId="49F7D051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30.05.2016 № 433</w:t>
      </w:r>
      <w:r w:rsidR="00F22068">
        <w:rPr>
          <w:rFonts w:ascii="Times New Roman" w:hAnsi="Times New Roman"/>
          <w:sz w:val="28"/>
          <w:szCs w:val="28"/>
        </w:rPr>
        <w:t xml:space="preserve"> </w:t>
      </w:r>
      <w:bookmarkStart w:id="5" w:name="_Hlk194838399"/>
      <w:r w:rsidR="00F22068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 (в редакции от 30.09.2015 № 692; от 19.10.2015 № 718</w:t>
      </w:r>
      <w:r w:rsidR="00F22068">
        <w:rPr>
          <w:rFonts w:ascii="Times New Roman" w:hAnsi="Times New Roman"/>
          <w:sz w:val="28"/>
          <w:szCs w:val="28"/>
        </w:rPr>
        <w:t>; от 31.12.2015 № 921; от 10.03.2016 № 208; от 11.04.2016 № 288</w:t>
      </w:r>
      <w:r w:rsidR="00F22068" w:rsidRPr="00F22068">
        <w:rPr>
          <w:rFonts w:ascii="Times New Roman" w:hAnsi="Times New Roman"/>
          <w:sz w:val="28"/>
          <w:szCs w:val="28"/>
        </w:rPr>
        <w:t>)»;</w:t>
      </w:r>
      <w:bookmarkEnd w:id="5"/>
    </w:p>
    <w:p w14:paraId="62087FBD" w14:textId="5960AEE2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15.06.2016 № 485</w:t>
      </w:r>
      <w:r w:rsidR="00F22068">
        <w:rPr>
          <w:rFonts w:ascii="Times New Roman" w:hAnsi="Times New Roman"/>
          <w:sz w:val="28"/>
          <w:szCs w:val="28"/>
        </w:rPr>
        <w:t xml:space="preserve"> </w:t>
      </w:r>
      <w:bookmarkStart w:id="6" w:name="_Hlk194838432"/>
      <w:r w:rsidR="00F22068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bookmarkEnd w:id="6"/>
    <w:p w14:paraId="309D6BA2" w14:textId="312A4FED" w:rsidR="00F22068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31.08.2016 № 666</w:t>
      </w:r>
      <w:r w:rsidR="00F22068">
        <w:rPr>
          <w:rFonts w:ascii="Times New Roman" w:hAnsi="Times New Roman"/>
          <w:sz w:val="28"/>
          <w:szCs w:val="28"/>
        </w:rPr>
        <w:t xml:space="preserve"> </w:t>
      </w:r>
      <w:r w:rsidR="00F22068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118DD3CF" w14:textId="1A416254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07.10.2016 № 739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67385D97" w14:textId="7964EC8A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07.02.2017 № 108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bookmarkStart w:id="7" w:name="_Hlk194838614"/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bookmarkEnd w:id="7"/>
    <w:p w14:paraId="613E00FD" w14:textId="349D5585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07.06.2017 № 367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71D591A1" w14:textId="63A40B43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03.08.2017 № 521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4A6E6EAB" w14:textId="406FCE11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27.09.2017 № 703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63A7E375" w14:textId="3E2F97D2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27.02.2018 № 191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4BEE34BC" w14:textId="40B94D6E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567FE9">
        <w:rPr>
          <w:rFonts w:ascii="Times New Roman" w:hAnsi="Times New Roman"/>
          <w:sz w:val="28"/>
          <w:szCs w:val="28"/>
        </w:rPr>
        <w:t xml:space="preserve"> от 13.04.2018 № 386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02515158" w14:textId="579F5D65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>от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567FE9">
        <w:rPr>
          <w:rFonts w:ascii="Times New Roman" w:hAnsi="Times New Roman"/>
          <w:sz w:val="28"/>
          <w:szCs w:val="28"/>
        </w:rPr>
        <w:t>11.07.2018</w:t>
      </w:r>
      <w:r>
        <w:rPr>
          <w:rFonts w:ascii="Times New Roman" w:hAnsi="Times New Roman"/>
          <w:sz w:val="28"/>
          <w:szCs w:val="28"/>
        </w:rPr>
        <w:t xml:space="preserve"> </w:t>
      </w:r>
      <w:r w:rsidR="00567FE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567FE9">
        <w:rPr>
          <w:rFonts w:ascii="Times New Roman" w:hAnsi="Times New Roman"/>
          <w:sz w:val="28"/>
          <w:szCs w:val="28"/>
        </w:rPr>
        <w:t>669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40EFEC58" w14:textId="4151FC99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19.12.2018 № 1224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7F0202F3" w14:textId="47E8E695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26.03.2019 № 196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</w:t>
      </w:r>
      <w:r w:rsidR="006A0AA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bookmarkStart w:id="8" w:name="_Hlk194838856"/>
      <w:r w:rsidR="006A0AAE">
        <w:rPr>
          <w:rFonts w:ascii="Times New Roman" w:hAnsi="Times New Roman"/>
          <w:sz w:val="28"/>
          <w:szCs w:val="28"/>
        </w:rPr>
        <w:t xml:space="preserve">«Развитие физической культуры, спорта и молодежной политики в муниципальном образовании «Городской округ Ногликский» </w:t>
      </w:r>
      <w:bookmarkEnd w:id="8"/>
      <w:r w:rsidR="006A0AAE">
        <w:rPr>
          <w:rFonts w:ascii="Times New Roman" w:hAnsi="Times New Roman"/>
          <w:sz w:val="28"/>
          <w:szCs w:val="28"/>
        </w:rPr>
        <w:t>на 2015 – 2020 годы</w:t>
      </w:r>
      <w:r w:rsidR="006A0AAE" w:rsidRPr="00F22068">
        <w:rPr>
          <w:rFonts w:ascii="Times New Roman" w:hAnsi="Times New Roman"/>
          <w:sz w:val="28"/>
          <w:szCs w:val="28"/>
        </w:rPr>
        <w:t>»;</w:t>
      </w:r>
    </w:p>
    <w:p w14:paraId="1D4B4042" w14:textId="58066064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23.05.2019 № 358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44288CA5" w14:textId="16DE2DE2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19.06.2019 № 462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2318EFFA" w14:textId="0C67E223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02.09.2019 № 665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r w:rsidR="006A0AAE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4E778A26" w14:textId="6FFD2214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AAE">
        <w:rPr>
          <w:rFonts w:ascii="Times New Roman" w:hAnsi="Times New Roman"/>
          <w:sz w:val="28"/>
          <w:szCs w:val="28"/>
        </w:rPr>
        <w:t>-</w:t>
      </w:r>
      <w:r w:rsidR="00567FE9" w:rsidRPr="006A0AAE">
        <w:rPr>
          <w:rFonts w:ascii="Times New Roman" w:hAnsi="Times New Roman"/>
          <w:sz w:val="28"/>
          <w:szCs w:val="28"/>
        </w:rPr>
        <w:t xml:space="preserve"> от 10.03.2020 № 109</w:t>
      </w:r>
      <w:r w:rsidR="006A0AAE">
        <w:rPr>
          <w:rFonts w:ascii="Times New Roman" w:hAnsi="Times New Roman"/>
          <w:sz w:val="28"/>
          <w:szCs w:val="28"/>
        </w:rPr>
        <w:t xml:space="preserve"> </w:t>
      </w:r>
      <w:bookmarkStart w:id="9" w:name="_Hlk194839063"/>
      <w:r w:rsidR="006A0AAE"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</w:t>
      </w:r>
      <w:bookmarkStart w:id="10" w:name="_Hlk194838875"/>
      <w:r w:rsidR="006A0AAE" w:rsidRPr="00F22068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от 26.06.2015 № 430</w:t>
      </w:r>
      <w:bookmarkEnd w:id="10"/>
      <w:r w:rsidR="006A0AAE" w:rsidRPr="00F22068">
        <w:rPr>
          <w:rFonts w:ascii="Times New Roman" w:hAnsi="Times New Roman"/>
          <w:sz w:val="28"/>
          <w:szCs w:val="28"/>
        </w:rPr>
        <w:t>»;</w:t>
      </w:r>
      <w:bookmarkEnd w:id="9"/>
    </w:p>
    <w:p w14:paraId="329C910C" w14:textId="144C8871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01.06.2020</w:t>
      </w:r>
      <w:r>
        <w:rPr>
          <w:rFonts w:ascii="Times New Roman" w:hAnsi="Times New Roman"/>
          <w:sz w:val="28"/>
          <w:szCs w:val="28"/>
        </w:rPr>
        <w:t xml:space="preserve"> </w:t>
      </w:r>
      <w:r w:rsidR="00567FE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567FE9">
        <w:rPr>
          <w:rFonts w:ascii="Times New Roman" w:hAnsi="Times New Roman"/>
          <w:sz w:val="28"/>
          <w:szCs w:val="28"/>
        </w:rPr>
        <w:t xml:space="preserve">270 </w:t>
      </w:r>
      <w:r w:rsidR="005F24E6"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1543FD8F" w14:textId="77777777" w:rsidR="00857BA2" w:rsidRPr="00857BA2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BA2">
        <w:rPr>
          <w:rFonts w:ascii="Times New Roman" w:hAnsi="Times New Roman"/>
          <w:sz w:val="28"/>
          <w:szCs w:val="28"/>
        </w:rPr>
        <w:t xml:space="preserve">- </w:t>
      </w:r>
      <w:r w:rsidR="00567FE9" w:rsidRPr="00857BA2">
        <w:rPr>
          <w:rFonts w:ascii="Times New Roman" w:hAnsi="Times New Roman"/>
          <w:sz w:val="28"/>
          <w:szCs w:val="28"/>
        </w:rPr>
        <w:t>от 14.07.2020 № 357</w:t>
      </w:r>
      <w:r w:rsidRPr="00857BA2">
        <w:rPr>
          <w:rFonts w:ascii="Times New Roman" w:hAnsi="Times New Roman"/>
          <w:sz w:val="28"/>
          <w:szCs w:val="28"/>
        </w:rPr>
        <w:t xml:space="preserve"> </w:t>
      </w:r>
      <w:r w:rsidR="00051340" w:rsidRPr="00857BA2">
        <w:rPr>
          <w:rFonts w:ascii="Times New Roman" w:hAnsi="Times New Roman"/>
          <w:sz w:val="28"/>
          <w:szCs w:val="28"/>
        </w:rPr>
        <w:t>«</w:t>
      </w:r>
      <w:r w:rsidR="00857BA2" w:rsidRPr="00857BA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26.06.2015 № 430»;</w:t>
      </w:r>
    </w:p>
    <w:p w14:paraId="15825C77" w14:textId="5FF013FB" w:rsidR="00857BA2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BA2">
        <w:rPr>
          <w:rFonts w:ascii="Times New Roman" w:hAnsi="Times New Roman"/>
          <w:sz w:val="28"/>
          <w:szCs w:val="28"/>
        </w:rPr>
        <w:t xml:space="preserve">- </w:t>
      </w:r>
      <w:r w:rsidR="00567FE9" w:rsidRPr="00857BA2">
        <w:rPr>
          <w:rFonts w:ascii="Times New Roman" w:hAnsi="Times New Roman"/>
          <w:sz w:val="28"/>
          <w:szCs w:val="28"/>
        </w:rPr>
        <w:t>от 14.10.2020 № 505</w:t>
      </w:r>
      <w:r w:rsidRPr="00857BA2">
        <w:rPr>
          <w:rFonts w:ascii="Times New Roman" w:hAnsi="Times New Roman"/>
          <w:sz w:val="28"/>
          <w:szCs w:val="28"/>
        </w:rPr>
        <w:t xml:space="preserve"> </w:t>
      </w:r>
      <w:r w:rsidR="00051340" w:rsidRPr="00857BA2">
        <w:rPr>
          <w:rFonts w:ascii="Times New Roman" w:hAnsi="Times New Roman"/>
          <w:sz w:val="28"/>
          <w:szCs w:val="28"/>
        </w:rPr>
        <w:t>«</w:t>
      </w:r>
      <w:r w:rsidR="00857BA2" w:rsidRPr="00857BA2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0178BE">
        <w:rPr>
          <w:rFonts w:ascii="Times New Roman" w:hAnsi="Times New Roman"/>
          <w:sz w:val="28"/>
          <w:szCs w:val="28"/>
        </w:rPr>
        <w:t xml:space="preserve">муниципальную программу «Развитие физической культуры, спорта и молодежной политики в муниципальном образовании «Городской округ Ногликский», утвержденную постановлением администрации </w:t>
      </w:r>
      <w:r w:rsidR="000178BE" w:rsidRPr="00F22068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от 26.06.2015 № 430</w:t>
      </w:r>
      <w:r w:rsidR="000178BE">
        <w:rPr>
          <w:rFonts w:ascii="Times New Roman" w:hAnsi="Times New Roman"/>
          <w:sz w:val="28"/>
          <w:szCs w:val="28"/>
        </w:rPr>
        <w:t>»</w:t>
      </w:r>
      <w:r w:rsidR="00857BA2" w:rsidRPr="00857BA2">
        <w:rPr>
          <w:rFonts w:ascii="Times New Roman" w:hAnsi="Times New Roman"/>
          <w:sz w:val="28"/>
          <w:szCs w:val="28"/>
        </w:rPr>
        <w:t>;</w:t>
      </w:r>
    </w:p>
    <w:p w14:paraId="65BB7650" w14:textId="22157C56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>от 28.04.2021 № 232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1" w:name="_Hlk194838903"/>
      <w:r w:rsidR="005F24E6">
        <w:rPr>
          <w:rFonts w:ascii="Times New Roman" w:hAnsi="Times New Roman"/>
          <w:sz w:val="28"/>
          <w:szCs w:val="28"/>
        </w:rPr>
        <w:t xml:space="preserve">«О внесении изменений в муниципальную программу «Развитие физической культуры, спорта и молодежной политики в муниципальном образовании «Городской округ Ногликский», утвержденную постановлением администрации </w:t>
      </w:r>
      <w:r w:rsidR="005F24E6" w:rsidRPr="00F22068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от 26.06.2015 № 430</w:t>
      </w:r>
      <w:r w:rsidR="005F24E6">
        <w:rPr>
          <w:rFonts w:ascii="Times New Roman" w:hAnsi="Times New Roman"/>
          <w:sz w:val="28"/>
          <w:szCs w:val="28"/>
        </w:rPr>
        <w:t>»;</w:t>
      </w:r>
      <w:bookmarkEnd w:id="11"/>
    </w:p>
    <w:p w14:paraId="0B65C571" w14:textId="0FDBCB93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 xml:space="preserve">от 22.09.2021 № 521 </w:t>
      </w:r>
      <w:r w:rsidR="005F24E6">
        <w:rPr>
          <w:rFonts w:ascii="Times New Roman" w:hAnsi="Times New Roman"/>
          <w:sz w:val="28"/>
          <w:szCs w:val="28"/>
        </w:rPr>
        <w:t xml:space="preserve">«О внесении изменений в муниципальную программу «Развитие физической культуры, спорта и молодежной политики в муниципальном образовании «Городской округ Ногликский», утвержденную </w:t>
      </w:r>
      <w:r w:rsidR="005F24E6">
        <w:rPr>
          <w:rFonts w:ascii="Times New Roman" w:hAnsi="Times New Roman"/>
          <w:sz w:val="28"/>
          <w:szCs w:val="28"/>
        </w:rPr>
        <w:lastRenderedPageBreak/>
        <w:t xml:space="preserve">постановлением администрации </w:t>
      </w:r>
      <w:r w:rsidR="005F24E6" w:rsidRPr="00F22068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от 26.06.2015 № 430</w:t>
      </w:r>
      <w:r w:rsidR="005F24E6">
        <w:rPr>
          <w:rFonts w:ascii="Times New Roman" w:hAnsi="Times New Roman"/>
          <w:sz w:val="28"/>
          <w:szCs w:val="28"/>
        </w:rPr>
        <w:t>»;</w:t>
      </w:r>
    </w:p>
    <w:p w14:paraId="50790D9A" w14:textId="02C3D5AF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>от 17.06.2022 № 3</w:t>
      </w:r>
      <w:r w:rsidR="00567FE9" w:rsidRPr="00412AEC">
        <w:rPr>
          <w:rFonts w:ascii="Times New Roman" w:hAnsi="Times New Roman"/>
          <w:sz w:val="28"/>
          <w:szCs w:val="28"/>
        </w:rPr>
        <w:t>1</w:t>
      </w:r>
      <w:r w:rsidR="00567FE9">
        <w:rPr>
          <w:rFonts w:ascii="Times New Roman" w:hAnsi="Times New Roman"/>
          <w:sz w:val="28"/>
          <w:szCs w:val="28"/>
        </w:rPr>
        <w:t>1</w:t>
      </w:r>
      <w:r w:rsidR="005F24E6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«Развитие физической культуры, спорта и молодежной политики в муниципальном образовании «Городской округ Ногликский», утвержденную постановлением администрации </w:t>
      </w:r>
      <w:r w:rsidR="005F24E6" w:rsidRPr="00F22068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от 26.06.2015 № 430</w:t>
      </w:r>
      <w:r w:rsidR="005F24E6">
        <w:rPr>
          <w:rFonts w:ascii="Times New Roman" w:hAnsi="Times New Roman"/>
          <w:sz w:val="28"/>
          <w:szCs w:val="28"/>
        </w:rPr>
        <w:t>»;</w:t>
      </w:r>
    </w:p>
    <w:p w14:paraId="0C203FE4" w14:textId="2860E82E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>от 15.11.2022 № 608</w:t>
      </w:r>
      <w:r w:rsidR="005F24E6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«Развитие физической культуры, спорта и молодежной политики в муниципальном образовании «Городской округ Ногликский», утвержденную постановлением администрации </w:t>
      </w:r>
      <w:r w:rsidR="005F24E6" w:rsidRPr="00F22068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от 26.06.2015 № 430</w:t>
      </w:r>
      <w:r w:rsidR="005F24E6">
        <w:rPr>
          <w:rFonts w:ascii="Times New Roman" w:hAnsi="Times New Roman"/>
          <w:sz w:val="28"/>
          <w:szCs w:val="28"/>
        </w:rPr>
        <w:t>»;</w:t>
      </w:r>
    </w:p>
    <w:p w14:paraId="456414A5" w14:textId="6FE3A38F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>от 28.04.2023 № 274</w:t>
      </w:r>
      <w:r w:rsidR="005F24E6">
        <w:rPr>
          <w:rFonts w:ascii="Times New Roman" w:hAnsi="Times New Roman"/>
          <w:sz w:val="28"/>
          <w:szCs w:val="28"/>
        </w:rPr>
        <w:t xml:space="preserve"> </w:t>
      </w:r>
      <w:bookmarkStart w:id="12" w:name="_Hlk194838982"/>
      <w:r w:rsidR="005F24E6">
        <w:rPr>
          <w:rFonts w:ascii="Times New Roman" w:hAnsi="Times New Roman"/>
          <w:sz w:val="28"/>
          <w:szCs w:val="28"/>
        </w:rPr>
        <w:t xml:space="preserve">«О внесении изменений в муниципальную программу «Развитие физической культуры, спорта и молодежной политики в муниципальном образовании «Городской округ Ногликский», утвержденную постановлением администрации </w:t>
      </w:r>
      <w:r w:rsidR="005F24E6" w:rsidRPr="00F22068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от 26.06.2015 № 430</w:t>
      </w:r>
      <w:r w:rsidR="005F24E6">
        <w:rPr>
          <w:rFonts w:ascii="Times New Roman" w:hAnsi="Times New Roman"/>
          <w:sz w:val="28"/>
          <w:szCs w:val="28"/>
        </w:rPr>
        <w:t>»;</w:t>
      </w:r>
      <w:bookmarkEnd w:id="12"/>
    </w:p>
    <w:p w14:paraId="1097D98B" w14:textId="75D62271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24.07.2023 № 470</w:t>
      </w:r>
      <w:r w:rsidR="005F24E6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«Развитие физической культуры, спорта и молодежной политики в муниципальном образовании «Городской округ Ногликский»;</w:t>
      </w:r>
    </w:p>
    <w:p w14:paraId="4EBAA8AF" w14:textId="0C096A3B" w:rsid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08.04.2024 № 212</w:t>
      </w:r>
      <w:r w:rsidR="005F24E6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«Развитие физической культуры, спорта и молодежной политики в муниципальном образовании «Городской округ Ногликский» </w:t>
      </w:r>
      <w:r w:rsidR="005F24E6" w:rsidRPr="00F22068">
        <w:rPr>
          <w:rFonts w:ascii="Times New Roman" w:hAnsi="Times New Roman"/>
          <w:sz w:val="28"/>
          <w:szCs w:val="28"/>
        </w:rPr>
        <w:t>от 26.06.2015 № 430</w:t>
      </w:r>
      <w:r w:rsidR="005F24E6">
        <w:rPr>
          <w:rFonts w:ascii="Times New Roman" w:hAnsi="Times New Roman"/>
          <w:sz w:val="28"/>
          <w:szCs w:val="28"/>
        </w:rPr>
        <w:t>»;</w:t>
      </w:r>
    </w:p>
    <w:p w14:paraId="136A324F" w14:textId="75A31CAB" w:rsidR="00F22068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7FE9">
        <w:rPr>
          <w:rFonts w:ascii="Times New Roman" w:hAnsi="Times New Roman"/>
          <w:sz w:val="28"/>
          <w:szCs w:val="28"/>
        </w:rPr>
        <w:t xml:space="preserve"> от 1</w:t>
      </w:r>
      <w:r w:rsidR="005F24E6">
        <w:rPr>
          <w:rFonts w:ascii="Times New Roman" w:hAnsi="Times New Roman"/>
          <w:sz w:val="28"/>
          <w:szCs w:val="28"/>
        </w:rPr>
        <w:t>1</w:t>
      </w:r>
      <w:r w:rsidR="00567FE9">
        <w:rPr>
          <w:rFonts w:ascii="Times New Roman" w:hAnsi="Times New Roman"/>
          <w:sz w:val="28"/>
          <w:szCs w:val="28"/>
        </w:rPr>
        <w:t>.</w:t>
      </w:r>
      <w:r w:rsidR="005F24E6">
        <w:rPr>
          <w:rFonts w:ascii="Times New Roman" w:hAnsi="Times New Roman"/>
          <w:sz w:val="28"/>
          <w:szCs w:val="28"/>
        </w:rPr>
        <w:t>1</w:t>
      </w:r>
      <w:r w:rsidR="00567FE9">
        <w:rPr>
          <w:rFonts w:ascii="Times New Roman" w:hAnsi="Times New Roman"/>
          <w:sz w:val="28"/>
          <w:szCs w:val="28"/>
        </w:rPr>
        <w:t>2.202</w:t>
      </w:r>
      <w:r w:rsidR="005F24E6">
        <w:rPr>
          <w:rFonts w:ascii="Times New Roman" w:hAnsi="Times New Roman"/>
          <w:sz w:val="28"/>
          <w:szCs w:val="28"/>
        </w:rPr>
        <w:t>4</w:t>
      </w:r>
      <w:r w:rsidR="00567FE9">
        <w:rPr>
          <w:rFonts w:ascii="Times New Roman" w:hAnsi="Times New Roman"/>
          <w:sz w:val="28"/>
          <w:szCs w:val="28"/>
        </w:rPr>
        <w:t xml:space="preserve"> № 785</w:t>
      </w:r>
      <w:r w:rsidR="00F22068">
        <w:rPr>
          <w:rFonts w:ascii="Times New Roman" w:hAnsi="Times New Roman"/>
          <w:sz w:val="28"/>
          <w:szCs w:val="28"/>
        </w:rPr>
        <w:t xml:space="preserve"> «</w:t>
      </w:r>
      <w:r w:rsidR="005F24E6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физической культуры, спорта и молодежной политики в муниципальном образовании «Городской округ Ногликский», утвержденную постановлением администрации </w:t>
      </w:r>
      <w:r w:rsidR="005F24E6" w:rsidRPr="00F22068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от 26.06.2015 № 430</w:t>
      </w:r>
      <w:r w:rsidR="005F24E6">
        <w:rPr>
          <w:rFonts w:ascii="Times New Roman" w:hAnsi="Times New Roman"/>
          <w:sz w:val="28"/>
          <w:szCs w:val="28"/>
        </w:rPr>
        <w:t>»;</w:t>
      </w:r>
    </w:p>
    <w:p w14:paraId="7D697E91" w14:textId="7540F64E" w:rsidR="00927EBC" w:rsidRDefault="00043FCD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Постановления</w:t>
      </w:r>
      <w:r w:rsidR="00F22068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Ногликский муниципальный округ Сахалинской области:</w:t>
      </w:r>
      <w:r w:rsidR="00567FE9">
        <w:rPr>
          <w:rFonts w:ascii="Times New Roman" w:hAnsi="Times New Roman"/>
          <w:sz w:val="28"/>
          <w:szCs w:val="28"/>
        </w:rPr>
        <w:t xml:space="preserve"> </w:t>
      </w:r>
    </w:p>
    <w:p w14:paraId="0D393F26" w14:textId="4D59F1B6" w:rsidR="00567FE9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7FE9">
        <w:rPr>
          <w:rFonts w:ascii="Times New Roman" w:hAnsi="Times New Roman"/>
          <w:sz w:val="28"/>
          <w:szCs w:val="28"/>
        </w:rPr>
        <w:t xml:space="preserve">от 18.03.2025 № 148 </w:t>
      </w:r>
      <w:bookmarkStart w:id="13" w:name="_Hlk194838174"/>
      <w:r w:rsid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26.06.2015 № 430</w:t>
      </w:r>
      <w:bookmarkEnd w:id="13"/>
      <w:r w:rsidR="00F22068">
        <w:rPr>
          <w:rFonts w:ascii="Times New Roman" w:hAnsi="Times New Roman"/>
          <w:sz w:val="28"/>
          <w:szCs w:val="28"/>
        </w:rPr>
        <w:t xml:space="preserve"> «Развитие физической культуры, спорта и молодежной политики в муниципальном образован</w:t>
      </w:r>
      <w:r w:rsidR="005376BF">
        <w:rPr>
          <w:rFonts w:ascii="Times New Roman" w:hAnsi="Times New Roman"/>
          <w:sz w:val="28"/>
          <w:szCs w:val="28"/>
        </w:rPr>
        <w:t>ии «Городской округ Ногликский»;</w:t>
      </w:r>
    </w:p>
    <w:p w14:paraId="753A018A" w14:textId="46E7934B" w:rsidR="005376BF" w:rsidRPr="00927EBC" w:rsidRDefault="005376BF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05.06.2025 № 370 «</w:t>
      </w:r>
      <w:r w:rsidRPr="005376BF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6BF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6BF">
        <w:rPr>
          <w:rFonts w:ascii="Times New Roman" w:hAnsi="Times New Roman"/>
          <w:sz w:val="28"/>
          <w:szCs w:val="28"/>
        </w:rPr>
        <w:t>от 26.06.2015 № 430 «Развитие физической культуры, спорта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6BF">
        <w:rPr>
          <w:rFonts w:ascii="Times New Roman" w:hAnsi="Times New Roman"/>
          <w:sz w:val="28"/>
          <w:szCs w:val="28"/>
        </w:rPr>
        <w:t>и молодежной политики 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6BF">
        <w:rPr>
          <w:rFonts w:ascii="Times New Roman" w:hAnsi="Times New Roman"/>
          <w:sz w:val="28"/>
          <w:szCs w:val="28"/>
        </w:rPr>
        <w:t>Ногликский муниципальный округ Сахалинской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14:paraId="533C7830" w14:textId="49A5AAA0" w:rsidR="00567FE9" w:rsidRDefault="00567FE9" w:rsidP="00964E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B45B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Опубликовать настоящее постановление в газете «Знамя труда» </w:t>
      </w:r>
      <w:r w:rsidR="00C72BD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</w:r>
      <w:r w:rsidRPr="00B45B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B45B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</w:t>
      </w:r>
      <w:r w:rsidR="00927EB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2DB30CA3" w14:textId="6C11C2DC" w:rsidR="00927EBC" w:rsidRPr="00927EBC" w:rsidRDefault="00927EBC" w:rsidP="00964E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4. 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color w:val="000000" w:themeColor="text1"/>
          <w:sz w:val="28"/>
          <w:szCs w:val="28"/>
        </w:rPr>
        <w:t>с 0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1 января 2026 года.</w:t>
      </w:r>
    </w:p>
    <w:p w14:paraId="51DBAF90" w14:textId="18DD9215" w:rsidR="00567FE9" w:rsidRPr="00B45BB4" w:rsidRDefault="00D625C4" w:rsidP="00964E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5.</w:t>
      </w:r>
      <w:r w:rsidR="00567FE9"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 Контроль за исполнением настоящего постановления возложить </w:t>
      </w:r>
      <w:r w:rsidR="00C72BD2">
        <w:rPr>
          <w:rFonts w:ascii="Times New Roman" w:hAnsi="Times New Roman"/>
          <w:color w:val="000000" w:themeColor="text1"/>
          <w:sz w:val="28"/>
          <w:szCs w:val="28"/>
        </w:rPr>
        <w:br/>
      </w:r>
      <w:r w:rsidR="00567FE9" w:rsidRPr="00B45BB4">
        <w:rPr>
          <w:rFonts w:ascii="Times New Roman" w:hAnsi="Times New Roman"/>
          <w:color w:val="000000" w:themeColor="text1"/>
          <w:sz w:val="28"/>
          <w:szCs w:val="28"/>
        </w:rPr>
        <w:t>на вице-мэра муниципального образования Ногликский муниципальный округ Сахалинской области Русанова</w:t>
      </w:r>
      <w:r w:rsidR="00C72BD2" w:rsidRPr="00C72B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2BD2" w:rsidRPr="00B45BB4">
        <w:rPr>
          <w:rFonts w:ascii="Times New Roman" w:hAnsi="Times New Roman"/>
          <w:color w:val="000000" w:themeColor="text1"/>
          <w:sz w:val="28"/>
          <w:szCs w:val="28"/>
        </w:rPr>
        <w:t>Я.С.</w:t>
      </w:r>
    </w:p>
    <w:p w14:paraId="01596F6A" w14:textId="77777777" w:rsidR="00E609BC" w:rsidRPr="00D12794" w:rsidRDefault="00E609BC" w:rsidP="00964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596F6F" w14:textId="77777777" w:rsidR="008629FA" w:rsidRPr="00D12794" w:rsidRDefault="008629FA" w:rsidP="00964E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596F73" w14:textId="77777777" w:rsidR="008629FA" w:rsidRDefault="008629FA" w:rsidP="00964E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0AF619" w14:textId="77777777" w:rsidR="00567FE9" w:rsidRDefault="00567FE9" w:rsidP="00964E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01596F74" w14:textId="0739E668" w:rsidR="008629FA" w:rsidRPr="008629FA" w:rsidRDefault="00567FE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C72B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С.В. Гурьянов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</w:p>
    <w:sectPr w:rsidR="008629FA" w:rsidRPr="008629FA" w:rsidSect="006D4C2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3E916" w14:textId="77777777" w:rsidR="002067AB" w:rsidRDefault="002067AB" w:rsidP="0033636C">
      <w:pPr>
        <w:spacing w:after="0" w:line="240" w:lineRule="auto"/>
      </w:pPr>
      <w:r>
        <w:separator/>
      </w:r>
    </w:p>
  </w:endnote>
  <w:endnote w:type="continuationSeparator" w:id="0">
    <w:p w14:paraId="7FC34EB2" w14:textId="77777777" w:rsidR="002067AB" w:rsidRDefault="002067A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3F4A18" w14:textId="77777777" w:rsidR="002067AB" w:rsidRDefault="002067AB" w:rsidP="0033636C">
      <w:pPr>
        <w:spacing w:after="0" w:line="240" w:lineRule="auto"/>
      </w:pPr>
      <w:r>
        <w:separator/>
      </w:r>
    </w:p>
  </w:footnote>
  <w:footnote w:type="continuationSeparator" w:id="0">
    <w:p w14:paraId="5499273A" w14:textId="77777777" w:rsidR="002067AB" w:rsidRDefault="002067A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347275"/>
      <w:docPartObj>
        <w:docPartGallery w:val="Page Numbers (Top of Page)"/>
        <w:docPartUnique/>
      </w:docPartObj>
    </w:sdtPr>
    <w:sdtEndPr/>
    <w:sdtContent>
      <w:p w14:paraId="1A04B97E" w14:textId="4CAC91AD" w:rsidR="006D4C2A" w:rsidRDefault="006D4C2A" w:rsidP="00DB47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AA8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78BE"/>
    <w:rsid w:val="00043FCD"/>
    <w:rsid w:val="00051340"/>
    <w:rsid w:val="00053BD0"/>
    <w:rsid w:val="00067621"/>
    <w:rsid w:val="0012091C"/>
    <w:rsid w:val="00167840"/>
    <w:rsid w:val="00180245"/>
    <w:rsid w:val="00185FEC"/>
    <w:rsid w:val="001A18B4"/>
    <w:rsid w:val="001E1F9F"/>
    <w:rsid w:val="002003DC"/>
    <w:rsid w:val="002067AB"/>
    <w:rsid w:val="002B5CAC"/>
    <w:rsid w:val="0033636C"/>
    <w:rsid w:val="003E4257"/>
    <w:rsid w:val="00494DB4"/>
    <w:rsid w:val="00520CBF"/>
    <w:rsid w:val="005376BF"/>
    <w:rsid w:val="00567FE9"/>
    <w:rsid w:val="005F24E6"/>
    <w:rsid w:val="006A0AAE"/>
    <w:rsid w:val="006D4C2A"/>
    <w:rsid w:val="00857BA2"/>
    <w:rsid w:val="008629FA"/>
    <w:rsid w:val="00927EBC"/>
    <w:rsid w:val="00964EFC"/>
    <w:rsid w:val="00987DB5"/>
    <w:rsid w:val="009A093A"/>
    <w:rsid w:val="00A30AF1"/>
    <w:rsid w:val="00AC72C8"/>
    <w:rsid w:val="00B10ED9"/>
    <w:rsid w:val="00B25688"/>
    <w:rsid w:val="00B80841"/>
    <w:rsid w:val="00BC4A75"/>
    <w:rsid w:val="00BD713E"/>
    <w:rsid w:val="00C02849"/>
    <w:rsid w:val="00C72BD2"/>
    <w:rsid w:val="00CF45E8"/>
    <w:rsid w:val="00D12794"/>
    <w:rsid w:val="00D625C4"/>
    <w:rsid w:val="00D67BD8"/>
    <w:rsid w:val="00DB478E"/>
    <w:rsid w:val="00DD23D6"/>
    <w:rsid w:val="00DF7897"/>
    <w:rsid w:val="00E0075C"/>
    <w:rsid w:val="00E01AA8"/>
    <w:rsid w:val="00E37B8A"/>
    <w:rsid w:val="00E609BC"/>
    <w:rsid w:val="00F2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96F5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67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784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A18B4"/>
    <w:rsid w:val="009A093A"/>
    <w:rsid w:val="00AE0EFC"/>
    <w:rsid w:val="00B13DA8"/>
    <w:rsid w:val="00C038C0"/>
    <w:rsid w:val="00C95804"/>
    <w:rsid w:val="00CF735B"/>
    <w:rsid w:val="00DB457B"/>
    <w:rsid w:val="00DD23D6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93</TotalTime>
  <Pages>1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26</cp:revision>
  <cp:lastPrinted>2025-07-01T01:23:00Z</cp:lastPrinted>
  <dcterms:created xsi:type="dcterms:W3CDTF">2020-04-07T04:52:00Z</dcterms:created>
  <dcterms:modified xsi:type="dcterms:W3CDTF">2025-07-01T01:23:00Z</dcterms:modified>
</cp:coreProperties>
</file>