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826FCBE" w:rsidR="0033636C" w:rsidRPr="00231EC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1E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31ECC" w:rsidRPr="00231ECC">
            <w:rPr>
              <w:rFonts w:ascii="Times New Roman" w:hAnsi="Times New Roman"/>
              <w:sz w:val="28"/>
              <w:szCs w:val="28"/>
            </w:rPr>
            <w:t>01 июля 2025 года</w:t>
          </w:r>
        </w:sdtContent>
      </w:sdt>
      <w:r w:rsidRPr="00231EC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31ECC" w:rsidRPr="00231ECC">
            <w:rPr>
              <w:rFonts w:ascii="Times New Roman" w:hAnsi="Times New Roman"/>
              <w:sz w:val="28"/>
              <w:szCs w:val="28"/>
            </w:rPr>
            <w:t>436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AA1E34" w14:textId="01C46941" w:rsidR="000A06B0" w:rsidRDefault="007A585E" w:rsidP="000A06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585E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  <w:r w:rsidRPr="007A585E">
        <w:rPr>
          <w:rFonts w:ascii="Times New Roman" w:hAnsi="Times New Roman"/>
          <w:b/>
          <w:sz w:val="28"/>
          <w:szCs w:val="28"/>
        </w:rPr>
        <w:br/>
        <w:t>муниципального образования Ногликский муниципальный округ Сахалинской области от 22</w:t>
      </w:r>
      <w:r w:rsidR="000A06B0">
        <w:rPr>
          <w:rFonts w:ascii="Times New Roman" w:hAnsi="Times New Roman"/>
          <w:b/>
          <w:sz w:val="28"/>
          <w:szCs w:val="28"/>
        </w:rPr>
        <w:t xml:space="preserve"> января </w:t>
      </w:r>
      <w:r w:rsidRPr="007A585E">
        <w:rPr>
          <w:rFonts w:ascii="Times New Roman" w:hAnsi="Times New Roman"/>
          <w:b/>
          <w:sz w:val="28"/>
          <w:szCs w:val="28"/>
        </w:rPr>
        <w:t xml:space="preserve">2025 </w:t>
      </w:r>
      <w:r w:rsidR="000A06B0">
        <w:rPr>
          <w:rFonts w:ascii="Times New Roman" w:hAnsi="Times New Roman"/>
          <w:b/>
          <w:sz w:val="28"/>
          <w:szCs w:val="28"/>
        </w:rPr>
        <w:t>года № 11</w:t>
      </w:r>
    </w:p>
    <w:p w14:paraId="4CA8B895" w14:textId="6EE3BB67" w:rsidR="007A585E" w:rsidRPr="007A585E" w:rsidRDefault="007A585E" w:rsidP="000A06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585E">
        <w:rPr>
          <w:rFonts w:ascii="Times New Roman" w:hAnsi="Times New Roman"/>
          <w:b/>
          <w:sz w:val="28"/>
          <w:szCs w:val="28"/>
        </w:rPr>
        <w:t xml:space="preserve">«Об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7A585E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Pr="007A585E">
        <w:rPr>
          <w:rFonts w:ascii="Times New Roman" w:hAnsi="Times New Roman"/>
          <w:b/>
          <w:sz w:val="28"/>
          <w:szCs w:val="28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7A585E">
        <w:rPr>
          <w:rFonts w:ascii="Times New Roman" w:hAnsi="Times New Roman"/>
          <w:b/>
          <w:sz w:val="28"/>
          <w:szCs w:val="28"/>
          <w:lang w:bidi="ru-RU"/>
        </w:rPr>
        <w:t xml:space="preserve">Ногликский </w:t>
      </w:r>
      <w:r w:rsidR="002D38BD">
        <w:rPr>
          <w:rFonts w:ascii="Times New Roman" w:hAnsi="Times New Roman"/>
          <w:b/>
          <w:sz w:val="28"/>
          <w:szCs w:val="28"/>
          <w:lang w:bidi="ru-RU"/>
        </w:rPr>
        <w:br/>
      </w:r>
      <w:r w:rsidRPr="007A585E">
        <w:rPr>
          <w:rFonts w:ascii="Times New Roman" w:hAnsi="Times New Roman"/>
          <w:b/>
          <w:sz w:val="28"/>
          <w:szCs w:val="28"/>
          <w:lang w:bidi="ru-RU"/>
        </w:rPr>
        <w:t>муниципальный округ Сахалинской области»</w:t>
      </w:r>
    </w:p>
    <w:p w14:paraId="0DCF5581" w14:textId="77777777" w:rsidR="00185FEC" w:rsidRDefault="00185FEC" w:rsidP="000A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3744D9" w14:textId="5BF3E15A" w:rsidR="007A585E" w:rsidRPr="00205D38" w:rsidRDefault="007A585E" w:rsidP="000A06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="000A06B0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от 16.09.2021 № 1569 «Об утверждении общих требований к закреплению </w:t>
      </w:r>
      <w:r w:rsidR="000A06B0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6759161E" w14:textId="3F3D6CB9" w:rsidR="007A585E" w:rsidRPr="000E690F" w:rsidRDefault="000A06B0" w:rsidP="000A06B0">
      <w:pPr>
        <w:pStyle w:val="a8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A585E"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="007A585E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7A585E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7A585E" w:rsidRPr="000E690F">
        <w:rPr>
          <w:rFonts w:ascii="Times New Roman" w:hAnsi="Times New Roman"/>
          <w:sz w:val="28"/>
          <w:szCs w:val="28"/>
        </w:rPr>
        <w:t xml:space="preserve"> от </w:t>
      </w:r>
      <w:r w:rsidR="007A585E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br/>
      </w:r>
      <w:r w:rsidR="007A585E" w:rsidRPr="000E690F">
        <w:rPr>
          <w:rFonts w:ascii="Times New Roman" w:hAnsi="Times New Roman"/>
          <w:sz w:val="28"/>
          <w:szCs w:val="28"/>
        </w:rPr>
        <w:t>202</w:t>
      </w:r>
      <w:r w:rsidR="007A585E">
        <w:rPr>
          <w:rFonts w:ascii="Times New Roman" w:hAnsi="Times New Roman"/>
          <w:sz w:val="28"/>
          <w:szCs w:val="28"/>
        </w:rPr>
        <w:t>5</w:t>
      </w:r>
      <w:r w:rsidR="007A585E" w:rsidRPr="000E6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7A585E" w:rsidRPr="000E690F">
        <w:rPr>
          <w:rFonts w:ascii="Times New Roman" w:hAnsi="Times New Roman"/>
          <w:sz w:val="28"/>
          <w:szCs w:val="28"/>
        </w:rPr>
        <w:t xml:space="preserve">№ </w:t>
      </w:r>
      <w:r w:rsidR="007A585E">
        <w:rPr>
          <w:rFonts w:ascii="Times New Roman" w:hAnsi="Times New Roman"/>
          <w:sz w:val="28"/>
          <w:szCs w:val="28"/>
        </w:rPr>
        <w:t>11</w:t>
      </w:r>
      <w:r w:rsidR="007A585E" w:rsidRPr="000E690F">
        <w:rPr>
          <w:rFonts w:ascii="Times New Roman" w:hAnsi="Times New Roman"/>
          <w:sz w:val="28"/>
          <w:szCs w:val="28"/>
        </w:rPr>
        <w:t xml:space="preserve"> «</w:t>
      </w:r>
      <w:r w:rsidR="007A585E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A585E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7A585E">
        <w:rPr>
          <w:rFonts w:ascii="Times New Roman" w:hAnsi="Times New Roman"/>
          <w:sz w:val="28"/>
          <w:szCs w:val="28"/>
          <w:lang w:bidi="ru-RU"/>
        </w:rPr>
        <w:t xml:space="preserve"> муниципальный округ </w:t>
      </w:r>
      <w:r w:rsidR="007A585E">
        <w:rPr>
          <w:rFonts w:ascii="Times New Roman" w:hAnsi="Times New Roman"/>
          <w:sz w:val="28"/>
          <w:szCs w:val="28"/>
          <w:lang w:bidi="ru-RU"/>
        </w:rPr>
        <w:lastRenderedPageBreak/>
        <w:t>Сахалинской области</w:t>
      </w:r>
      <w:r w:rsidR="007A585E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A585E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7A585E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 (в редакции от 16.06.2025 № 388)</w:t>
      </w:r>
      <w:r w:rsidR="007A585E" w:rsidRPr="000E690F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-</w:t>
      </w:r>
      <w:r w:rsidR="007A585E" w:rsidRPr="000E690F">
        <w:rPr>
          <w:rFonts w:ascii="Times New Roman" w:hAnsi="Times New Roman"/>
          <w:sz w:val="28"/>
          <w:szCs w:val="28"/>
        </w:rPr>
        <w:t xml:space="preserve"> постановление) изменения, изложив </w:t>
      </w:r>
      <w:r>
        <w:rPr>
          <w:rFonts w:ascii="Times New Roman" w:hAnsi="Times New Roman"/>
          <w:sz w:val="28"/>
          <w:szCs w:val="28"/>
        </w:rPr>
        <w:t>п</w:t>
      </w:r>
      <w:r w:rsidR="007A585E" w:rsidRPr="000E690F">
        <w:rPr>
          <w:rFonts w:ascii="Times New Roman" w:hAnsi="Times New Roman"/>
          <w:sz w:val="28"/>
          <w:szCs w:val="28"/>
        </w:rPr>
        <w:t xml:space="preserve">риложение 1 «Перечень </w:t>
      </w:r>
      <w:r w:rsidR="007A585E"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="007A585E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7A585E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 w:rsidR="007A585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="007A585E" w:rsidRPr="000E690F">
        <w:rPr>
          <w:rFonts w:ascii="Times New Roman" w:hAnsi="Times New Roman"/>
          <w:sz w:val="28"/>
          <w:szCs w:val="28"/>
        </w:rPr>
        <w:t>в новой редакции (прилага</w:t>
      </w:r>
      <w:r w:rsidR="007A585E">
        <w:rPr>
          <w:rFonts w:ascii="Times New Roman" w:hAnsi="Times New Roman"/>
          <w:sz w:val="28"/>
          <w:szCs w:val="28"/>
        </w:rPr>
        <w:t>е</w:t>
      </w:r>
      <w:r w:rsidR="007A585E" w:rsidRPr="000E690F">
        <w:rPr>
          <w:rFonts w:ascii="Times New Roman" w:hAnsi="Times New Roman"/>
          <w:sz w:val="28"/>
          <w:szCs w:val="28"/>
        </w:rPr>
        <w:t>тся).</w:t>
      </w:r>
    </w:p>
    <w:p w14:paraId="5FB25C35" w14:textId="77777777" w:rsidR="007A585E" w:rsidRDefault="007A585E" w:rsidP="000A06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588838E4" w14:textId="6E596BE9" w:rsidR="007A585E" w:rsidRDefault="007A585E" w:rsidP="000A06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его подписания </w:t>
      </w:r>
      <w:r w:rsidR="000A06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распространяется на правоотношения, возникшие с 19 июня 2025 года.</w:t>
      </w:r>
    </w:p>
    <w:p w14:paraId="7CFB6249" w14:textId="23318DD0" w:rsidR="007A585E" w:rsidRDefault="007A585E" w:rsidP="000A06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0A06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0A06B0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0DCF5583" w14:textId="77777777" w:rsidR="00E609BC" w:rsidRPr="00D12794" w:rsidRDefault="00E609BC" w:rsidP="000A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4" w14:textId="62FE1164" w:rsidR="00E609BC" w:rsidRDefault="00E609BC" w:rsidP="000A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9E6C49B" w14:textId="77777777" w:rsidR="000A06B0" w:rsidRPr="00D12794" w:rsidRDefault="000A06B0" w:rsidP="000A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0A06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BBF8BBC" w:rsidR="008629FA" w:rsidRPr="008629FA" w:rsidRDefault="008629FA" w:rsidP="000A06B0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62C78C99" w:rsidR="008629FA" w:rsidRPr="00D12794" w:rsidRDefault="00093B08" w:rsidP="000A06B0">
      <w:pPr>
        <w:tabs>
          <w:tab w:val="left" w:pos="7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7A585E">
        <w:rPr>
          <w:rFonts w:ascii="Times New Roman" w:hAnsi="Times New Roman"/>
          <w:sz w:val="28"/>
          <w:szCs w:val="28"/>
        </w:rPr>
        <w:tab/>
        <w:t>С.В. Гурьянов</w:t>
      </w:r>
    </w:p>
    <w:sectPr w:rsidR="008629FA" w:rsidRPr="00D12794" w:rsidSect="000A06B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780146"/>
      <w:docPartObj>
        <w:docPartGallery w:val="Page Numbers (Top of Page)"/>
        <w:docPartUnique/>
      </w:docPartObj>
    </w:sdtPr>
    <w:sdtEndPr/>
    <w:sdtContent>
      <w:p w14:paraId="2CB80E30" w14:textId="7A324D98" w:rsidR="000A06B0" w:rsidRDefault="000A06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EC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A06B0"/>
    <w:rsid w:val="00185FEC"/>
    <w:rsid w:val="001E1F9F"/>
    <w:rsid w:val="002003DC"/>
    <w:rsid w:val="00231ECC"/>
    <w:rsid w:val="002B5CAC"/>
    <w:rsid w:val="002D38BD"/>
    <w:rsid w:val="002E230E"/>
    <w:rsid w:val="0033636C"/>
    <w:rsid w:val="003E4257"/>
    <w:rsid w:val="00520CBF"/>
    <w:rsid w:val="00565E87"/>
    <w:rsid w:val="007A585E"/>
    <w:rsid w:val="008629FA"/>
    <w:rsid w:val="00987DB5"/>
    <w:rsid w:val="00A30AF1"/>
    <w:rsid w:val="00AC72C8"/>
    <w:rsid w:val="00AE63F5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A5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2025-07-01T06:12:00Z</dcterms:created>
  <dcterms:modified xsi:type="dcterms:W3CDTF">2025-07-01T06:15:00Z</dcterms:modified>
</cp:coreProperties>
</file>