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717DA4F" w14:textId="77777777" w:rsidTr="00987DB5">
        <w:tc>
          <w:tcPr>
            <w:tcW w:w="9498" w:type="dxa"/>
          </w:tcPr>
          <w:p w14:paraId="1717DA4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17DA66" wp14:editId="1717DA6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17DA4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717DA4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717DA4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717DA50" w14:textId="4E5A2694" w:rsidR="0033636C" w:rsidRPr="00E611D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84A9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84A92" w:rsidRPr="00084A92">
            <w:rPr>
              <w:rFonts w:ascii="Times New Roman" w:hAnsi="Times New Roman"/>
              <w:sz w:val="28"/>
              <w:szCs w:val="28"/>
            </w:rPr>
            <w:t>10 июля 2023 года</w:t>
          </w:r>
        </w:sdtContent>
      </w:sdt>
      <w:r w:rsidRPr="00084A9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084A92" w:rsidRPr="00084A92">
            <w:rPr>
              <w:rFonts w:ascii="Times New Roman" w:hAnsi="Times New Roman"/>
              <w:sz w:val="28"/>
              <w:szCs w:val="28"/>
            </w:rPr>
            <w:t>438</w:t>
          </w:r>
        </w:sdtContent>
      </w:sdt>
    </w:p>
    <w:p w14:paraId="1717DA5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8FE3230" w14:textId="77777777" w:rsidR="00E611D9" w:rsidRDefault="00732420" w:rsidP="00E611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38FC">
        <w:rPr>
          <w:rFonts w:ascii="Times New Roman" w:hAnsi="Times New Roman"/>
          <w:b/>
          <w:sz w:val="28"/>
          <w:szCs w:val="28"/>
        </w:rPr>
        <w:t>О</w:t>
      </w:r>
      <w:r w:rsidR="00D53E44">
        <w:rPr>
          <w:rFonts w:ascii="Times New Roman" w:hAnsi="Times New Roman"/>
          <w:b/>
          <w:sz w:val="28"/>
          <w:szCs w:val="28"/>
        </w:rPr>
        <w:t xml:space="preserve">б утверждении </w:t>
      </w:r>
      <w:r w:rsidRPr="003038FC">
        <w:rPr>
          <w:rFonts w:ascii="Times New Roman" w:hAnsi="Times New Roman"/>
          <w:b/>
          <w:sz w:val="28"/>
          <w:szCs w:val="28"/>
        </w:rPr>
        <w:t>муниципальн</w:t>
      </w:r>
      <w:r w:rsidR="00D53E44">
        <w:rPr>
          <w:rFonts w:ascii="Times New Roman" w:hAnsi="Times New Roman"/>
          <w:b/>
          <w:sz w:val="28"/>
          <w:szCs w:val="28"/>
        </w:rPr>
        <w:t>ой</w:t>
      </w:r>
      <w:r w:rsidRPr="003038FC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D53E44">
        <w:rPr>
          <w:rFonts w:ascii="Times New Roman" w:hAnsi="Times New Roman"/>
          <w:b/>
          <w:sz w:val="28"/>
          <w:szCs w:val="28"/>
        </w:rPr>
        <w:t>ы</w:t>
      </w:r>
      <w:r w:rsidRPr="003038FC">
        <w:rPr>
          <w:rFonts w:ascii="Times New Roman" w:hAnsi="Times New Roman"/>
          <w:b/>
          <w:sz w:val="28"/>
          <w:szCs w:val="28"/>
        </w:rPr>
        <w:t xml:space="preserve"> </w:t>
      </w:r>
    </w:p>
    <w:p w14:paraId="68C7B9C1" w14:textId="77777777" w:rsidR="00E611D9" w:rsidRDefault="00732420" w:rsidP="00E611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38FC">
        <w:rPr>
          <w:rFonts w:ascii="Times New Roman" w:hAnsi="Times New Roman"/>
          <w:b/>
          <w:sz w:val="28"/>
          <w:szCs w:val="28"/>
        </w:rPr>
        <w:t>«Совершенствование системы управления муниципальным имуществом муниципального образования «Городской округ Ногли</w:t>
      </w:r>
      <w:r w:rsidR="000E6B85">
        <w:rPr>
          <w:rFonts w:ascii="Times New Roman" w:hAnsi="Times New Roman"/>
          <w:b/>
          <w:sz w:val="28"/>
          <w:szCs w:val="28"/>
        </w:rPr>
        <w:t>кский»</w:t>
      </w:r>
      <w:r w:rsidR="00D53E44">
        <w:rPr>
          <w:rFonts w:ascii="Times New Roman" w:hAnsi="Times New Roman"/>
          <w:b/>
          <w:sz w:val="28"/>
          <w:szCs w:val="28"/>
        </w:rPr>
        <w:t xml:space="preserve"> </w:t>
      </w:r>
    </w:p>
    <w:p w14:paraId="000810E8" w14:textId="512E151A" w:rsidR="00732420" w:rsidRPr="003038FC" w:rsidRDefault="00D53E44" w:rsidP="00E611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новой редакции</w:t>
      </w:r>
    </w:p>
    <w:p w14:paraId="1717DA5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5D9395" w14:textId="77984961" w:rsidR="00732420" w:rsidRPr="002F3844" w:rsidRDefault="00732420" w:rsidP="004D74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соответствии с распоряжением мэра</w:t>
      </w:r>
      <w:r w:rsidRPr="00732420">
        <w:rPr>
          <w:rFonts w:ascii="Times New Roman" w:hAnsi="Times New Roman"/>
          <w:sz w:val="28"/>
          <w:szCs w:val="28"/>
        </w:rPr>
        <w:t xml:space="preserve"> </w:t>
      </w:r>
      <w:r w:rsidRPr="002F3844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762F6">
        <w:rPr>
          <w:rFonts w:ascii="Times New Roman" w:hAnsi="Times New Roman"/>
          <w:sz w:val="28"/>
          <w:szCs w:val="28"/>
        </w:rPr>
        <w:t>12.05.2023 № 24</w:t>
      </w:r>
      <w:r>
        <w:rPr>
          <w:rFonts w:ascii="Times New Roman" w:hAnsi="Times New Roman"/>
          <w:sz w:val="28"/>
          <w:szCs w:val="28"/>
        </w:rPr>
        <w:t xml:space="preserve">-р «О продлении срока реализации муниципальных программ», </w:t>
      </w:r>
      <w:r w:rsidR="002A7007">
        <w:rPr>
          <w:rFonts w:ascii="Times New Roman" w:hAnsi="Times New Roman"/>
          <w:sz w:val="28"/>
          <w:szCs w:val="28"/>
        </w:rPr>
        <w:t xml:space="preserve">в целях уточнения целевых показателей, ожидаемых результатов реализации, характеристики (содержания) проблемы и обоснования необходимости ее решения программными методами </w:t>
      </w:r>
      <w:r w:rsidR="002A7007" w:rsidRPr="002A7007">
        <w:rPr>
          <w:rFonts w:ascii="Times New Roman" w:hAnsi="Times New Roman"/>
          <w:sz w:val="28"/>
          <w:szCs w:val="28"/>
        </w:rPr>
        <w:t xml:space="preserve">муниципальной программы «Совершенствование системы управления муниципальным имуществом муниципального образования «Городской округ Ногликский», </w:t>
      </w:r>
      <w:bookmarkStart w:id="0" w:name="_GoBack"/>
      <w:bookmarkEnd w:id="0"/>
      <w:r w:rsidR="002A7007" w:rsidRPr="002A7007">
        <w:rPr>
          <w:rFonts w:ascii="Times New Roman" w:hAnsi="Times New Roman"/>
          <w:sz w:val="28"/>
          <w:szCs w:val="28"/>
        </w:rPr>
        <w:t xml:space="preserve">утвержденной постановлением администрации муниципального образования «Городской округ Ногликский» от 15.12.2017 № 1075, </w:t>
      </w:r>
      <w:r w:rsidRPr="002F3844">
        <w:rPr>
          <w:rFonts w:ascii="Times New Roman" w:hAnsi="Times New Roman"/>
          <w:sz w:val="28"/>
          <w:szCs w:val="28"/>
        </w:rPr>
        <w:t xml:space="preserve">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F3844">
        <w:rPr>
          <w:rFonts w:ascii="Times New Roman" w:hAnsi="Times New Roman"/>
          <w:b/>
          <w:sz w:val="28"/>
          <w:szCs w:val="28"/>
        </w:rPr>
        <w:t>ПОСТАНОВЛЯЕТ:</w:t>
      </w:r>
    </w:p>
    <w:p w14:paraId="154CEBEF" w14:textId="45659DDA" w:rsidR="00DD2F57" w:rsidRDefault="00E611D9" w:rsidP="004D747C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D53E44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="00EC04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2420" w:rsidRPr="00082C31">
        <w:rPr>
          <w:rFonts w:ascii="Times New Roman" w:eastAsia="Times New Roman" w:hAnsi="Times New Roman"/>
          <w:sz w:val="28"/>
          <w:szCs w:val="28"/>
          <w:lang w:eastAsia="ru-RU"/>
        </w:rPr>
        <w:t>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</w:t>
      </w:r>
      <w:r w:rsidR="00732420">
        <w:rPr>
          <w:rFonts w:ascii="Times New Roman" w:eastAsia="Times New Roman" w:hAnsi="Times New Roman"/>
          <w:sz w:val="28"/>
          <w:szCs w:val="28"/>
          <w:lang w:eastAsia="ru-RU"/>
        </w:rPr>
        <w:t xml:space="preserve">гликский» от 15.12.2017 № 1075 </w:t>
      </w:r>
      <w:r w:rsidR="00732420" w:rsidRPr="00270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14.06.2018 № 554, от 07.08.2018 № 754, от 26.12.2018 № 1271, от 29.01.2019 № 47, от 02.09.2019 № 668, от 19.11.2019 № 848, от 30.12.2019 № 928, от 15.01.2020 № 8, от 10.02.2020 № 71, </w:t>
      </w:r>
      <w:r w:rsidR="004D747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32420" w:rsidRPr="002708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30.09.2020 № 475, от 10.02.2021 № 61, от 14.03.2022 № 91</w:t>
      </w:r>
      <w:r w:rsidR="00732420">
        <w:rPr>
          <w:rFonts w:ascii="Times New Roman" w:eastAsia="Times New Roman" w:hAnsi="Times New Roman"/>
          <w:sz w:val="28"/>
          <w:szCs w:val="28"/>
          <w:lang w:eastAsia="ru-RU"/>
        </w:rPr>
        <w:t>, от 01.06.2022 № 276, от 20.09.2022 № 519, от 27.02.2023 № 97, от 28.04.2023 № 275</w:t>
      </w:r>
      <w:r w:rsidR="00732420" w:rsidRPr="002708B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32420"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D2F57">
        <w:rPr>
          <w:rFonts w:ascii="Times New Roman" w:hAnsi="Times New Roman"/>
          <w:sz w:val="28"/>
          <w:szCs w:val="28"/>
        </w:rPr>
        <w:t>в новой редакции (прилагается).</w:t>
      </w:r>
    </w:p>
    <w:p w14:paraId="4CD4B8B6" w14:textId="2C55BD8E" w:rsidR="00EC04F4" w:rsidRPr="00EC04F4" w:rsidRDefault="00E611D9" w:rsidP="004D747C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C04F4">
        <w:rPr>
          <w:rFonts w:ascii="Times New Roman" w:hAnsi="Times New Roman"/>
          <w:sz w:val="28"/>
          <w:szCs w:val="28"/>
        </w:rPr>
        <w:t xml:space="preserve">Считать утратившими силу постановления </w:t>
      </w:r>
      <w:r w:rsidR="00EC04F4" w:rsidRPr="00082C31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«Городской округ Но</w:t>
      </w:r>
      <w:r w:rsidR="00EC04F4">
        <w:rPr>
          <w:rFonts w:ascii="Times New Roman" w:eastAsia="Times New Roman" w:hAnsi="Times New Roman"/>
          <w:sz w:val="28"/>
          <w:szCs w:val="28"/>
          <w:lang w:eastAsia="ru-RU"/>
        </w:rPr>
        <w:t>гликский»:</w:t>
      </w:r>
    </w:p>
    <w:p w14:paraId="3ADCB873" w14:textId="1D3FE28D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4F4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14.06.2018 № 554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на 2017-2022 годы»</w:t>
      </w:r>
      <w:r w:rsidRPr="00EC04F4">
        <w:rPr>
          <w:rFonts w:ascii="Times New Roman" w:hAnsi="Times New Roman"/>
          <w:sz w:val="28"/>
          <w:szCs w:val="28"/>
        </w:rPr>
        <w:t>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1607575B" w14:textId="7C8065EC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07.08.2018 № 754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на 2017-2022 годы»</w:t>
      </w:r>
      <w:r w:rsidRPr="00EC04F4">
        <w:rPr>
          <w:rFonts w:ascii="Times New Roman" w:hAnsi="Times New Roman"/>
          <w:sz w:val="28"/>
          <w:szCs w:val="28"/>
        </w:rPr>
        <w:t>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601A8EA0" w14:textId="05697471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26.12.2018 № 1271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на 2017-2022 годы»</w:t>
      </w:r>
      <w:r w:rsidRPr="00EC04F4">
        <w:rPr>
          <w:rFonts w:ascii="Times New Roman" w:hAnsi="Times New Roman"/>
          <w:sz w:val="28"/>
          <w:szCs w:val="28"/>
        </w:rPr>
        <w:t>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5BA9A462" w14:textId="1DCB5D70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29.01.2019 № 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50FBA8C4" w14:textId="618654D2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02.09.2019 № 668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4D34651D" w14:textId="2BEE5726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19.11.2019 № 848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658FA6AA" w14:textId="0FE0F691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30.12.2019 № 928</w:t>
      </w:r>
      <w:r w:rsidRPr="00EC04F4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1D1965BD" w14:textId="07AE59BB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15.01.2020 № 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03DAED5C" w14:textId="77777777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10.02.2020 № 71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5CE27B59" w14:textId="46FE8072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30.09.2020 № 475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4F4">
        <w:rPr>
          <w:rFonts w:ascii="Times New Roman" w:hAnsi="Times New Roman"/>
          <w:sz w:val="28"/>
          <w:szCs w:val="28"/>
        </w:rPr>
        <w:t xml:space="preserve">«О внесении изменений в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C04F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1F4DB859" w14:textId="12DF39CF" w:rsidR="00EC04F4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10.02.2021 № 61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086568EA" w14:textId="77777777" w:rsidR="00B705E5" w:rsidRDefault="00EC04F4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14.03.2022 № 91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05E5"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 w:rsidR="00B705E5">
        <w:rPr>
          <w:rFonts w:ascii="Times New Roman" w:hAnsi="Times New Roman"/>
          <w:sz w:val="28"/>
          <w:szCs w:val="28"/>
        </w:rPr>
        <w:t>;</w:t>
      </w:r>
    </w:p>
    <w:p w14:paraId="513D151C" w14:textId="786446A2" w:rsidR="00B705E5" w:rsidRDefault="00B705E5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01.06.2022 № 276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01109E2B" w14:textId="75907896" w:rsidR="00B705E5" w:rsidRDefault="00B705E5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20.09.2022 № 519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3F5F96DB" w14:textId="1AD422C5" w:rsidR="00B705E5" w:rsidRDefault="00B705E5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27.02.2023 № 97 </w:t>
      </w:r>
      <w:r w:rsidRPr="00EC04F4">
        <w:rPr>
          <w:rFonts w:ascii="Times New Roman" w:hAnsi="Times New Roman"/>
          <w:sz w:val="28"/>
          <w:szCs w:val="28"/>
        </w:rPr>
        <w:t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;</w:t>
      </w:r>
    </w:p>
    <w:p w14:paraId="4BCC76E2" w14:textId="4061A688" w:rsidR="00EC04F4" w:rsidRPr="00B705E5" w:rsidRDefault="00B705E5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28.04.2023 № 275 </w:t>
      </w:r>
      <w:r w:rsidRPr="00EC04F4"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="002C14E5">
        <w:rPr>
          <w:rFonts w:ascii="Times New Roman" w:hAnsi="Times New Roman"/>
          <w:sz w:val="28"/>
          <w:szCs w:val="28"/>
        </w:rPr>
        <w:t xml:space="preserve">муниципальную </w:t>
      </w:r>
      <w:r w:rsidRPr="00EC04F4">
        <w:rPr>
          <w:rFonts w:ascii="Times New Roman" w:hAnsi="Times New Roman"/>
          <w:sz w:val="28"/>
          <w:szCs w:val="28"/>
        </w:rPr>
        <w:t>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1075»</w:t>
      </w:r>
      <w:r>
        <w:rPr>
          <w:rFonts w:ascii="Times New Roman" w:hAnsi="Times New Roman"/>
          <w:sz w:val="28"/>
          <w:szCs w:val="28"/>
        </w:rPr>
        <w:t>.</w:t>
      </w:r>
    </w:p>
    <w:p w14:paraId="26863AC2" w14:textId="083ACD26" w:rsidR="00732420" w:rsidRDefault="00B705E5" w:rsidP="004D747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732420" w:rsidRPr="00082C31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808922E" w14:textId="77777777" w:rsidR="002C14E5" w:rsidRDefault="002C14E5" w:rsidP="004D747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88F2EE" w14:textId="77777777" w:rsidR="00732420" w:rsidRDefault="00732420" w:rsidP="004D7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DC4EC1" w14:textId="77777777" w:rsidR="00732420" w:rsidRDefault="00732420" w:rsidP="00732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C62816" w14:textId="77777777" w:rsidR="00732420" w:rsidRDefault="00732420" w:rsidP="00732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0FCDC5C" w14:textId="77777777" w:rsidR="00732420" w:rsidRPr="008629FA" w:rsidRDefault="00732420" w:rsidP="00732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732420" w:rsidRPr="008629FA" w:rsidSect="0058145F">
      <w:headerReference w:type="default" r:id="rId8"/>
      <w:pgSz w:w="11906" w:h="16838"/>
      <w:pgMar w:top="1418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7DA6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717DA6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7DA6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717DA6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1633339"/>
      <w:docPartObj>
        <w:docPartGallery w:val="Page Numbers (Top of Page)"/>
        <w:docPartUnique/>
      </w:docPartObj>
    </w:sdtPr>
    <w:sdtEndPr/>
    <w:sdtContent>
      <w:p w14:paraId="7D16FE66" w14:textId="5BBDB22A" w:rsidR="00E611D9" w:rsidRDefault="00E611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E67">
          <w:rPr>
            <w:noProof/>
          </w:rPr>
          <w:t>4</w:t>
        </w:r>
        <w:r>
          <w:fldChar w:fldCharType="end"/>
        </w:r>
      </w:p>
    </w:sdtContent>
  </w:sdt>
  <w:p w14:paraId="59F94522" w14:textId="77777777" w:rsidR="00E611D9" w:rsidRDefault="00E611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E4CAC"/>
    <w:multiLevelType w:val="hybridMultilevel"/>
    <w:tmpl w:val="279047E6"/>
    <w:lvl w:ilvl="0" w:tplc="232E1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A92"/>
    <w:rsid w:val="000E6B85"/>
    <w:rsid w:val="0015048E"/>
    <w:rsid w:val="00185FEC"/>
    <w:rsid w:val="001E1F9F"/>
    <w:rsid w:val="002003DC"/>
    <w:rsid w:val="002A7007"/>
    <w:rsid w:val="002C14E5"/>
    <w:rsid w:val="0033636C"/>
    <w:rsid w:val="003E4257"/>
    <w:rsid w:val="004D747C"/>
    <w:rsid w:val="00520CBF"/>
    <w:rsid w:val="0058145F"/>
    <w:rsid w:val="006C018B"/>
    <w:rsid w:val="00732420"/>
    <w:rsid w:val="008629FA"/>
    <w:rsid w:val="009762F6"/>
    <w:rsid w:val="00987DB5"/>
    <w:rsid w:val="00AB6E67"/>
    <w:rsid w:val="00AC72C8"/>
    <w:rsid w:val="00B10ED9"/>
    <w:rsid w:val="00B25688"/>
    <w:rsid w:val="00B705E5"/>
    <w:rsid w:val="00C02849"/>
    <w:rsid w:val="00CB058F"/>
    <w:rsid w:val="00D12794"/>
    <w:rsid w:val="00D53E44"/>
    <w:rsid w:val="00D67BD8"/>
    <w:rsid w:val="00DD2F57"/>
    <w:rsid w:val="00DF7897"/>
    <w:rsid w:val="00E37B8A"/>
    <w:rsid w:val="00E609BC"/>
    <w:rsid w:val="00E611D9"/>
    <w:rsid w:val="00EC04F4"/>
    <w:rsid w:val="00F5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7DA4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D2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076B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076B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939AD"/>
    <w:rsid w:val="00B076BC"/>
    <w:rsid w:val="00B13DA8"/>
    <w:rsid w:val="00C95804"/>
    <w:rsid w:val="00CF735B"/>
    <w:rsid w:val="00E7774E"/>
    <w:rsid w:val="00F1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939AD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51E5A13912704784956E75A17AE0366A">
    <w:name w:val="51E5A13912704784956E75A17AE0366A"/>
    <w:rsid w:val="00B076BC"/>
  </w:style>
  <w:style w:type="paragraph" w:customStyle="1" w:styleId="83868BF7D6AD4586A33C343483157831">
    <w:name w:val="83868BF7D6AD4586A33C343483157831"/>
    <w:rsid w:val="008939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2023-07-10T06:59:00Z</dcterms:created>
  <dcterms:modified xsi:type="dcterms:W3CDTF">2023-07-10T07:02:00Z</dcterms:modified>
</cp:coreProperties>
</file>