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0F3E544" w14:textId="77777777" w:rsidTr="00987DB5">
        <w:tc>
          <w:tcPr>
            <w:tcW w:w="9498" w:type="dxa"/>
          </w:tcPr>
          <w:p w14:paraId="60F3E54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0F3E55B" wp14:editId="60F3E55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F3E54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0F3E54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0F3E54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0F3E545" w14:textId="5BB2C516" w:rsidR="0033636C" w:rsidRPr="006428D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428D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A679A">
            <w:rPr>
              <w:rFonts w:ascii="Times New Roman" w:hAnsi="Times New Roman"/>
              <w:sz w:val="28"/>
              <w:szCs w:val="28"/>
            </w:rPr>
            <w:t>23 августа 2022 года</w:t>
          </w:r>
        </w:sdtContent>
      </w:sdt>
      <w:r w:rsidRPr="006428D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BA679A" w:rsidRPr="00BA679A">
            <w:rPr>
              <w:rFonts w:ascii="Times New Roman" w:hAnsi="Times New Roman"/>
              <w:sz w:val="28"/>
              <w:szCs w:val="28"/>
            </w:rPr>
            <w:t>449</w:t>
          </w:r>
          <w:bookmarkEnd w:id="0"/>
        </w:sdtContent>
      </w:sdt>
    </w:p>
    <w:p w14:paraId="60F3E54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EFE3C33" w14:textId="77777777" w:rsidR="006428DA" w:rsidRDefault="0033636C" w:rsidP="006428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26DB">
        <w:rPr>
          <w:rFonts w:ascii="Times New Roman" w:hAnsi="Times New Roman"/>
          <w:b/>
          <w:sz w:val="28"/>
          <w:szCs w:val="28"/>
        </w:rPr>
        <w:t xml:space="preserve">Об утверждении Положения о комиссии по соблюдению требований </w:t>
      </w:r>
      <w:r w:rsidR="006428DA">
        <w:rPr>
          <w:rFonts w:ascii="Times New Roman" w:hAnsi="Times New Roman"/>
          <w:b/>
          <w:sz w:val="28"/>
          <w:szCs w:val="28"/>
        </w:rPr>
        <w:br/>
      </w:r>
      <w:r w:rsidRPr="00FC26DB">
        <w:rPr>
          <w:rFonts w:ascii="Times New Roman" w:hAnsi="Times New Roman"/>
          <w:b/>
          <w:sz w:val="28"/>
          <w:szCs w:val="28"/>
        </w:rPr>
        <w:t xml:space="preserve">к служебному поведению </w:t>
      </w:r>
      <w:r w:rsidR="00396665" w:rsidRPr="00396665">
        <w:rPr>
          <w:rFonts w:ascii="Times New Roman" w:hAnsi="Times New Roman"/>
          <w:b/>
          <w:sz w:val="28"/>
          <w:szCs w:val="28"/>
        </w:rPr>
        <w:t>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</w:t>
      </w:r>
    </w:p>
    <w:p w14:paraId="60F3E547" w14:textId="3A58589A" w:rsidR="0033636C" w:rsidRPr="00FC26DB" w:rsidRDefault="00396665" w:rsidP="006428DA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665">
        <w:rPr>
          <w:rFonts w:ascii="Times New Roman" w:hAnsi="Times New Roman"/>
          <w:b/>
          <w:sz w:val="28"/>
          <w:szCs w:val="28"/>
        </w:rPr>
        <w:t>и урегулированию конфликта интересов</w:t>
      </w:r>
    </w:p>
    <w:p w14:paraId="105AA84A" w14:textId="5175F9CE" w:rsidR="00FC26DB" w:rsidRDefault="00FC26DB" w:rsidP="006428D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25.12.2008 № 273-ФЗ </w:t>
      </w:r>
      <w:r w:rsidR="006428D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 противодействии коррупции», </w:t>
      </w:r>
      <w:r w:rsidR="00AB4CB9">
        <w:rPr>
          <w:rFonts w:ascii="Times New Roman" w:hAnsi="Times New Roman"/>
          <w:sz w:val="28"/>
          <w:szCs w:val="28"/>
        </w:rPr>
        <w:t>от 02.03.2007 № 25-ФЗ «О муниципальной службе в Российской Федерации»</w:t>
      </w:r>
      <w:r w:rsidR="00141C1F">
        <w:rPr>
          <w:rFonts w:ascii="Times New Roman" w:hAnsi="Times New Roman"/>
          <w:sz w:val="28"/>
          <w:szCs w:val="28"/>
        </w:rPr>
        <w:t xml:space="preserve">, Указом Президента Российской Федерации от 01.07.2010 </w:t>
      </w:r>
      <w:r w:rsidR="00C00EB8">
        <w:rPr>
          <w:rFonts w:ascii="Times New Roman" w:hAnsi="Times New Roman"/>
          <w:sz w:val="28"/>
          <w:szCs w:val="28"/>
        </w:rPr>
        <w:t xml:space="preserve">№ 821 «О комиссиях по соблюдению требований к служебному поведению федеральных государственных служащих и урегулированию конфликта интересов», администрация муниципального образования «Городской округ Ногликский» </w:t>
      </w:r>
      <w:r w:rsidR="00C00EB8" w:rsidRPr="00C00EB8">
        <w:rPr>
          <w:rFonts w:ascii="Times New Roman" w:hAnsi="Times New Roman"/>
          <w:b/>
          <w:sz w:val="28"/>
          <w:szCs w:val="28"/>
        </w:rPr>
        <w:t>ПОСТАНОВЛЯЕТ</w:t>
      </w:r>
      <w:r w:rsidR="00C00EB8">
        <w:rPr>
          <w:rFonts w:ascii="Times New Roman" w:hAnsi="Times New Roman"/>
          <w:sz w:val="28"/>
          <w:szCs w:val="28"/>
        </w:rPr>
        <w:t>:</w:t>
      </w:r>
    </w:p>
    <w:p w14:paraId="142358D5" w14:textId="2C40A654" w:rsidR="00C00EB8" w:rsidRPr="006428DA" w:rsidRDefault="006428DA" w:rsidP="00642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8DA">
        <w:rPr>
          <w:rFonts w:ascii="Times New Roman" w:hAnsi="Times New Roman"/>
          <w:sz w:val="28"/>
          <w:szCs w:val="28"/>
        </w:rPr>
        <w:t xml:space="preserve">1. </w:t>
      </w:r>
      <w:r w:rsidR="00C00EB8" w:rsidRPr="006428DA">
        <w:rPr>
          <w:rFonts w:ascii="Times New Roman" w:hAnsi="Times New Roman"/>
          <w:sz w:val="28"/>
          <w:szCs w:val="28"/>
        </w:rPr>
        <w:t>Утвердить Положение о комиссии по соблюдению требований к служебному поведению муниципальных служащих администрации муниципального образования «Городской округ Ногликский», руководителей органов местного самоуправления специальной компетенции, руководителей муници</w:t>
      </w:r>
      <w:r w:rsidR="00B4597F" w:rsidRPr="006428DA">
        <w:rPr>
          <w:rFonts w:ascii="Times New Roman" w:hAnsi="Times New Roman"/>
          <w:sz w:val="28"/>
          <w:szCs w:val="28"/>
        </w:rPr>
        <w:t>пальных учреждений (предприятий)</w:t>
      </w:r>
      <w:r w:rsidR="00C00EB8" w:rsidRPr="006428DA">
        <w:rPr>
          <w:rFonts w:ascii="Times New Roman" w:hAnsi="Times New Roman"/>
          <w:sz w:val="28"/>
          <w:szCs w:val="28"/>
        </w:rPr>
        <w:t>, подведомственных администрации, и урегулированию к</w:t>
      </w:r>
      <w:r w:rsidR="00393232" w:rsidRPr="006428DA">
        <w:rPr>
          <w:rFonts w:ascii="Times New Roman" w:hAnsi="Times New Roman"/>
          <w:sz w:val="28"/>
          <w:szCs w:val="28"/>
        </w:rPr>
        <w:t>онфликта интересов</w:t>
      </w:r>
      <w:r w:rsidR="001E0158">
        <w:rPr>
          <w:rFonts w:ascii="Times New Roman" w:hAnsi="Times New Roman"/>
          <w:sz w:val="28"/>
          <w:szCs w:val="28"/>
        </w:rPr>
        <w:t xml:space="preserve"> (прилагается)</w:t>
      </w:r>
      <w:r w:rsidR="00C00EB8" w:rsidRPr="006428DA">
        <w:rPr>
          <w:rFonts w:ascii="Times New Roman" w:hAnsi="Times New Roman"/>
          <w:sz w:val="28"/>
          <w:szCs w:val="28"/>
        </w:rPr>
        <w:t xml:space="preserve">. </w:t>
      </w:r>
    </w:p>
    <w:p w14:paraId="041BD4B8" w14:textId="70C8A35A" w:rsidR="00B4597F" w:rsidRPr="006428DA" w:rsidRDefault="006428DA" w:rsidP="00642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28DA">
        <w:rPr>
          <w:rFonts w:ascii="Times New Roman" w:hAnsi="Times New Roman"/>
          <w:sz w:val="28"/>
          <w:szCs w:val="28"/>
        </w:rPr>
        <w:t xml:space="preserve">2. </w:t>
      </w:r>
      <w:r w:rsidR="00B4597F" w:rsidRPr="006428DA"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</w:t>
      </w:r>
      <w:r w:rsidR="00D51C22" w:rsidRPr="006428DA">
        <w:rPr>
          <w:rFonts w:ascii="Times New Roman" w:hAnsi="Times New Roman"/>
          <w:sz w:val="28"/>
          <w:szCs w:val="28"/>
        </w:rPr>
        <w:t>:</w:t>
      </w:r>
    </w:p>
    <w:p w14:paraId="06501554" w14:textId="0400E81C" w:rsidR="00B4597F" w:rsidRDefault="006428DA" w:rsidP="006428D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25 мая </w:t>
      </w:r>
      <w:r w:rsidR="00B4597F">
        <w:rPr>
          <w:rFonts w:ascii="Times New Roman" w:hAnsi="Times New Roman"/>
          <w:sz w:val="28"/>
          <w:szCs w:val="28"/>
        </w:rPr>
        <w:t xml:space="preserve">2021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="00B4597F">
        <w:rPr>
          <w:rFonts w:ascii="Times New Roman" w:hAnsi="Times New Roman"/>
          <w:sz w:val="28"/>
          <w:szCs w:val="28"/>
        </w:rPr>
        <w:t>№ 288 «Об у</w:t>
      </w:r>
      <w:r w:rsidR="00B4597F" w:rsidRPr="00B4597F">
        <w:rPr>
          <w:rFonts w:ascii="Times New Roman" w:hAnsi="Times New Roman"/>
          <w:sz w:val="28"/>
          <w:szCs w:val="28"/>
        </w:rPr>
        <w:t>твер</w:t>
      </w:r>
      <w:r w:rsidR="00B4597F">
        <w:rPr>
          <w:rFonts w:ascii="Times New Roman" w:hAnsi="Times New Roman"/>
          <w:sz w:val="28"/>
          <w:szCs w:val="28"/>
        </w:rPr>
        <w:t>ждении Положения</w:t>
      </w:r>
      <w:r w:rsidR="00B4597F" w:rsidRPr="00B4597F">
        <w:rPr>
          <w:rFonts w:ascii="Times New Roman" w:hAnsi="Times New Roman"/>
          <w:sz w:val="28"/>
          <w:szCs w:val="28"/>
        </w:rPr>
        <w:t xml:space="preserve"> о комиссии</w:t>
      </w:r>
      <w:r w:rsidR="003E14FC" w:rsidRPr="003E14F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</w:t>
      </w:r>
      <w:r w:rsidR="003E14FC" w:rsidRPr="003E14FC">
        <w:rPr>
          <w:rFonts w:ascii="Times New Roman" w:hAnsi="Times New Roman"/>
          <w:sz w:val="28"/>
          <w:szCs w:val="28"/>
        </w:rPr>
        <w:lastRenderedPageBreak/>
        <w:t>округ Ногликский»</w:t>
      </w:r>
      <w:r w:rsidR="00B4597F" w:rsidRPr="00B4597F">
        <w:rPr>
          <w:rFonts w:ascii="Times New Roman" w:hAnsi="Times New Roman"/>
          <w:sz w:val="28"/>
          <w:szCs w:val="28"/>
        </w:rPr>
        <w:t xml:space="preserve"> по соблюдению требований к служебному поведению муниципальных служащих администрации,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</w:t>
      </w:r>
      <w:r w:rsidR="001E015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B4597F">
        <w:rPr>
          <w:rFonts w:ascii="Times New Roman" w:hAnsi="Times New Roman"/>
          <w:sz w:val="28"/>
          <w:szCs w:val="28"/>
        </w:rPr>
        <w:t>за исключением пункта 2;</w:t>
      </w:r>
    </w:p>
    <w:p w14:paraId="50F2273C" w14:textId="2283581C" w:rsidR="00B4597F" w:rsidRDefault="00B4597F" w:rsidP="006428D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428DA">
        <w:rPr>
          <w:rFonts w:ascii="Times New Roman" w:hAnsi="Times New Roman"/>
          <w:sz w:val="28"/>
          <w:szCs w:val="28"/>
        </w:rPr>
        <w:t xml:space="preserve">от 01 июня </w:t>
      </w:r>
      <w:r w:rsidR="00393232">
        <w:rPr>
          <w:rFonts w:ascii="Times New Roman" w:hAnsi="Times New Roman"/>
          <w:sz w:val="28"/>
          <w:szCs w:val="28"/>
        </w:rPr>
        <w:t xml:space="preserve">2022 </w:t>
      </w:r>
      <w:r w:rsidR="006428DA">
        <w:rPr>
          <w:rFonts w:ascii="Times New Roman" w:hAnsi="Times New Roman"/>
          <w:sz w:val="28"/>
          <w:szCs w:val="28"/>
        </w:rPr>
        <w:t xml:space="preserve">года </w:t>
      </w:r>
      <w:r w:rsidR="00393232">
        <w:rPr>
          <w:rFonts w:ascii="Times New Roman" w:hAnsi="Times New Roman"/>
          <w:sz w:val="28"/>
          <w:szCs w:val="28"/>
        </w:rPr>
        <w:t>№ 279 «О внесении изменений в постановление администрации муниципального образования «Городской округ Ногликский» от 25</w:t>
      </w:r>
      <w:r w:rsidR="006428DA">
        <w:rPr>
          <w:rFonts w:ascii="Times New Roman" w:hAnsi="Times New Roman"/>
          <w:sz w:val="28"/>
          <w:szCs w:val="28"/>
        </w:rPr>
        <w:t xml:space="preserve"> мая </w:t>
      </w:r>
      <w:r w:rsidR="00393232">
        <w:rPr>
          <w:rFonts w:ascii="Times New Roman" w:hAnsi="Times New Roman"/>
          <w:sz w:val="28"/>
          <w:szCs w:val="28"/>
        </w:rPr>
        <w:t>2021</w:t>
      </w:r>
      <w:r w:rsidR="006428DA">
        <w:rPr>
          <w:rFonts w:ascii="Times New Roman" w:hAnsi="Times New Roman"/>
          <w:sz w:val="28"/>
          <w:szCs w:val="28"/>
        </w:rPr>
        <w:t xml:space="preserve"> года</w:t>
      </w:r>
      <w:r w:rsidR="00393232">
        <w:rPr>
          <w:rFonts w:ascii="Times New Roman" w:hAnsi="Times New Roman"/>
          <w:sz w:val="28"/>
          <w:szCs w:val="28"/>
        </w:rPr>
        <w:t xml:space="preserve"> № 288</w:t>
      </w:r>
      <w:r w:rsidR="00B569BC">
        <w:rPr>
          <w:rFonts w:ascii="Times New Roman" w:hAnsi="Times New Roman"/>
          <w:sz w:val="28"/>
          <w:szCs w:val="28"/>
        </w:rPr>
        <w:t>»</w:t>
      </w:r>
      <w:r w:rsidR="00393232">
        <w:rPr>
          <w:rFonts w:ascii="Times New Roman" w:hAnsi="Times New Roman"/>
          <w:sz w:val="28"/>
          <w:szCs w:val="28"/>
        </w:rPr>
        <w:t>.</w:t>
      </w:r>
    </w:p>
    <w:p w14:paraId="62BD67D4" w14:textId="6A720482" w:rsidR="00393232" w:rsidRDefault="006428DA" w:rsidP="006428D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93232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</w:t>
      </w:r>
      <w:r>
        <w:rPr>
          <w:rFonts w:ascii="Times New Roman" w:hAnsi="Times New Roman"/>
          <w:sz w:val="28"/>
          <w:szCs w:val="28"/>
        </w:rPr>
        <w:t xml:space="preserve">труда» </w:t>
      </w:r>
      <w:r>
        <w:rPr>
          <w:rFonts w:ascii="Times New Roman" w:hAnsi="Times New Roman"/>
          <w:sz w:val="28"/>
          <w:szCs w:val="28"/>
        </w:rPr>
        <w:br/>
        <w:t>и</w:t>
      </w:r>
      <w:r w:rsidR="00393232">
        <w:rPr>
          <w:rFonts w:ascii="Times New Roman" w:hAnsi="Times New Roman"/>
          <w:sz w:val="28"/>
          <w:szCs w:val="28"/>
        </w:rPr>
        <w:t xml:space="preserve"> разместить на официальном сайте муниципального образования</w:t>
      </w:r>
      <w:r w:rsidR="001E0158">
        <w:rPr>
          <w:rFonts w:ascii="Times New Roman" w:hAnsi="Times New Roman"/>
          <w:sz w:val="28"/>
          <w:szCs w:val="28"/>
        </w:rPr>
        <w:t xml:space="preserve"> «Городской округ Ногликский»</w:t>
      </w:r>
      <w:r w:rsidR="0039323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1E515AD3" w14:textId="28BFFBD1" w:rsidR="00393232" w:rsidRDefault="006428DA" w:rsidP="006428D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93232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оставляю </w:t>
      </w:r>
      <w:r>
        <w:rPr>
          <w:rFonts w:ascii="Times New Roman" w:hAnsi="Times New Roman"/>
          <w:sz w:val="28"/>
          <w:szCs w:val="28"/>
        </w:rPr>
        <w:br/>
      </w:r>
      <w:r w:rsidR="00393232">
        <w:rPr>
          <w:rFonts w:ascii="Times New Roman" w:hAnsi="Times New Roman"/>
          <w:sz w:val="28"/>
          <w:szCs w:val="28"/>
        </w:rPr>
        <w:t>за собой.</w:t>
      </w:r>
    </w:p>
    <w:p w14:paraId="3E1E5C55" w14:textId="77777777" w:rsidR="00F110CD" w:rsidRDefault="00F110CD" w:rsidP="006428D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E8870C6" w14:textId="77777777" w:rsidR="00393232" w:rsidRPr="00C00EB8" w:rsidRDefault="00393232" w:rsidP="006428D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0F3E553" w14:textId="77777777" w:rsidR="008629FA" w:rsidRPr="00D12794" w:rsidRDefault="008629FA" w:rsidP="006428D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F3E55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CECAC68" w14:textId="7760DE73" w:rsidR="006428DA" w:rsidRDefault="008629FA" w:rsidP="007D09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3932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6428DA" w:rsidSect="006E5A40"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3E55F" w14:textId="77777777" w:rsidR="00712462" w:rsidRDefault="00712462" w:rsidP="0033636C">
      <w:pPr>
        <w:spacing w:after="0" w:line="240" w:lineRule="auto"/>
      </w:pPr>
      <w:r>
        <w:separator/>
      </w:r>
    </w:p>
  </w:endnote>
  <w:endnote w:type="continuationSeparator" w:id="0">
    <w:p w14:paraId="60F3E560" w14:textId="77777777" w:rsidR="00712462" w:rsidRDefault="00712462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3E55D" w14:textId="77777777" w:rsidR="00712462" w:rsidRDefault="00712462" w:rsidP="0033636C">
      <w:pPr>
        <w:spacing w:after="0" w:line="240" w:lineRule="auto"/>
      </w:pPr>
      <w:r>
        <w:separator/>
      </w:r>
    </w:p>
  </w:footnote>
  <w:footnote w:type="continuationSeparator" w:id="0">
    <w:p w14:paraId="60F3E55E" w14:textId="77777777" w:rsidR="00712462" w:rsidRDefault="00712462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6586589"/>
      <w:docPartObj>
        <w:docPartGallery w:val="Page Numbers (Top of Page)"/>
        <w:docPartUnique/>
      </w:docPartObj>
    </w:sdtPr>
    <w:sdtEndPr/>
    <w:sdtContent>
      <w:p w14:paraId="2A54F791" w14:textId="004F43C1" w:rsidR="006428DA" w:rsidRDefault="006428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79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AAA"/>
    <w:multiLevelType w:val="hybridMultilevel"/>
    <w:tmpl w:val="65644694"/>
    <w:lvl w:ilvl="0" w:tplc="2654E8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3198"/>
    <w:rsid w:val="00053BD0"/>
    <w:rsid w:val="000777C1"/>
    <w:rsid w:val="00087CDA"/>
    <w:rsid w:val="000C1B2F"/>
    <w:rsid w:val="000E6DFD"/>
    <w:rsid w:val="00141C1F"/>
    <w:rsid w:val="00185FEC"/>
    <w:rsid w:val="001E0158"/>
    <w:rsid w:val="001E1F9F"/>
    <w:rsid w:val="001E49BD"/>
    <w:rsid w:val="002003DC"/>
    <w:rsid w:val="002024D0"/>
    <w:rsid w:val="002465C1"/>
    <w:rsid w:val="002630E3"/>
    <w:rsid w:val="00270C0A"/>
    <w:rsid w:val="002B1208"/>
    <w:rsid w:val="002D779B"/>
    <w:rsid w:val="002E51DC"/>
    <w:rsid w:val="0033636C"/>
    <w:rsid w:val="003375F0"/>
    <w:rsid w:val="003559C9"/>
    <w:rsid w:val="00393232"/>
    <w:rsid w:val="00396665"/>
    <w:rsid w:val="003D1226"/>
    <w:rsid w:val="003E14FC"/>
    <w:rsid w:val="003E4257"/>
    <w:rsid w:val="004414BC"/>
    <w:rsid w:val="004D0EA9"/>
    <w:rsid w:val="004E6AA9"/>
    <w:rsid w:val="004E6C8C"/>
    <w:rsid w:val="00520CBF"/>
    <w:rsid w:val="00532CEB"/>
    <w:rsid w:val="00584949"/>
    <w:rsid w:val="005D0A40"/>
    <w:rsid w:val="0064125E"/>
    <w:rsid w:val="006428DA"/>
    <w:rsid w:val="00665EDA"/>
    <w:rsid w:val="006E5A40"/>
    <w:rsid w:val="006F06EF"/>
    <w:rsid w:val="00712462"/>
    <w:rsid w:val="007177FE"/>
    <w:rsid w:val="007754FE"/>
    <w:rsid w:val="007B4A8D"/>
    <w:rsid w:val="007D09F2"/>
    <w:rsid w:val="0080010B"/>
    <w:rsid w:val="008351E8"/>
    <w:rsid w:val="00845416"/>
    <w:rsid w:val="008629FA"/>
    <w:rsid w:val="008B390D"/>
    <w:rsid w:val="0095002F"/>
    <w:rsid w:val="00987DB5"/>
    <w:rsid w:val="009946DC"/>
    <w:rsid w:val="00A6243F"/>
    <w:rsid w:val="00AB4CB9"/>
    <w:rsid w:val="00AC72C8"/>
    <w:rsid w:val="00AE0D7C"/>
    <w:rsid w:val="00B10ED9"/>
    <w:rsid w:val="00B25688"/>
    <w:rsid w:val="00B3770A"/>
    <w:rsid w:val="00B4597F"/>
    <w:rsid w:val="00B569BC"/>
    <w:rsid w:val="00BA556C"/>
    <w:rsid w:val="00BA679A"/>
    <w:rsid w:val="00C00EB8"/>
    <w:rsid w:val="00C02849"/>
    <w:rsid w:val="00C02BA0"/>
    <w:rsid w:val="00C84601"/>
    <w:rsid w:val="00C940DD"/>
    <w:rsid w:val="00D12794"/>
    <w:rsid w:val="00D51C22"/>
    <w:rsid w:val="00D67BD8"/>
    <w:rsid w:val="00D93F9C"/>
    <w:rsid w:val="00DC6D45"/>
    <w:rsid w:val="00DE7B46"/>
    <w:rsid w:val="00DF7897"/>
    <w:rsid w:val="00E37B8A"/>
    <w:rsid w:val="00E47133"/>
    <w:rsid w:val="00E609BC"/>
    <w:rsid w:val="00EC0F15"/>
    <w:rsid w:val="00F110CD"/>
    <w:rsid w:val="00F124A8"/>
    <w:rsid w:val="00F41340"/>
    <w:rsid w:val="00F6607D"/>
    <w:rsid w:val="00FC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3E54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00EB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3232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D0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0EA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05A0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05A0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05A01"/>
    <w:rsid w:val="009F62C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1272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21</cp:revision>
  <cp:lastPrinted>2022-07-29T03:41:00Z</cp:lastPrinted>
  <dcterms:created xsi:type="dcterms:W3CDTF">2020-04-07T04:52:00Z</dcterms:created>
  <dcterms:modified xsi:type="dcterms:W3CDTF">2022-08-23T22:47:00Z</dcterms:modified>
</cp:coreProperties>
</file>