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32E826A6" w:rsidR="0033636C" w:rsidRPr="00460BB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60BB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F247F">
            <w:rPr>
              <w:rFonts w:ascii="Times New Roman" w:hAnsi="Times New Roman"/>
              <w:sz w:val="28"/>
              <w:szCs w:val="28"/>
            </w:rPr>
            <w:t>09 июля 2025 года</w:t>
          </w:r>
        </w:sdtContent>
      </w:sdt>
      <w:r w:rsidRPr="00460B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F247F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F247F" w:rsidRPr="004F247F">
            <w:rPr>
              <w:rFonts w:ascii="Times New Roman" w:hAnsi="Times New Roman"/>
              <w:sz w:val="28"/>
              <w:szCs w:val="28"/>
            </w:rPr>
            <w:t>450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DCF5581" w14:textId="3EB3B4D4" w:rsidR="00185FEC" w:rsidRPr="00460BB8" w:rsidRDefault="00093B08" w:rsidP="00460BB8">
      <w:pPr>
        <w:tabs>
          <w:tab w:val="left" w:pos="993"/>
        </w:tabs>
        <w:spacing w:after="3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0BB8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</w:t>
      </w:r>
      <w:bookmarkStart w:id="0" w:name="_Hlk196818336"/>
      <w:r w:rsidR="00B703F6" w:rsidRPr="00460BB8">
        <w:rPr>
          <w:rFonts w:ascii="Times New Roman" w:hAnsi="Times New Roman"/>
          <w:b/>
          <w:sz w:val="28"/>
          <w:szCs w:val="28"/>
        </w:rPr>
        <w:t>услуги «</w:t>
      </w:r>
      <w:r w:rsidRPr="00460BB8">
        <w:rPr>
          <w:rFonts w:ascii="Times New Roman" w:hAnsi="Times New Roman"/>
          <w:b/>
          <w:sz w:val="28"/>
          <w:szCs w:val="28"/>
        </w:rPr>
        <w:t>Предоставление льготного проезда на городском пассажирском транспорте общего пользования (кроме такси) на территории муниципального образования</w:t>
      </w:r>
      <w:bookmarkEnd w:id="0"/>
      <w:r w:rsidR="003621D2" w:rsidRPr="00460BB8">
        <w:rPr>
          <w:rFonts w:ascii="Times New Roman" w:hAnsi="Times New Roman"/>
          <w:b/>
          <w:sz w:val="28"/>
          <w:szCs w:val="28"/>
        </w:rPr>
        <w:t xml:space="preserve"> Ногликский муниципальный округ Сахалинской области</w:t>
      </w:r>
      <w:r w:rsidR="00B703F6" w:rsidRPr="00460BB8">
        <w:rPr>
          <w:rFonts w:ascii="Times New Roman" w:hAnsi="Times New Roman"/>
          <w:b/>
          <w:sz w:val="28"/>
          <w:szCs w:val="28"/>
        </w:rPr>
        <w:t>»</w:t>
      </w:r>
    </w:p>
    <w:p w14:paraId="0EC718ED" w14:textId="1F907F67" w:rsidR="00861D57" w:rsidRPr="00861D57" w:rsidRDefault="004307F5" w:rsidP="00460B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</w:t>
      </w:r>
      <w:r w:rsidR="00861D57" w:rsidRPr="00861D57">
        <w:rPr>
          <w:rFonts w:ascii="Times New Roman" w:hAnsi="Times New Roman"/>
          <w:sz w:val="28"/>
          <w:szCs w:val="28"/>
        </w:rPr>
        <w:t xml:space="preserve"> 16 Федерального закона от 06.10.2003 </w:t>
      </w:r>
      <w:r>
        <w:rPr>
          <w:rFonts w:ascii="Times New Roman" w:hAnsi="Times New Roman"/>
          <w:sz w:val="28"/>
          <w:szCs w:val="28"/>
        </w:rPr>
        <w:br/>
      </w:r>
      <w:r w:rsidR="00861D57" w:rsidRPr="00861D57">
        <w:rPr>
          <w:rFonts w:ascii="Times New Roman" w:hAnsi="Times New Roman"/>
          <w:sz w:val="28"/>
          <w:szCs w:val="28"/>
        </w:rPr>
        <w:t xml:space="preserve">№ 131-ФЗ «Об общих принципах организации местного самоуправления </w:t>
      </w:r>
      <w:r>
        <w:rPr>
          <w:rFonts w:ascii="Times New Roman" w:hAnsi="Times New Roman"/>
          <w:sz w:val="28"/>
          <w:szCs w:val="28"/>
        </w:rPr>
        <w:br/>
      </w:r>
      <w:r w:rsidR="00861D57" w:rsidRPr="00861D57">
        <w:rPr>
          <w:rFonts w:ascii="Times New Roman" w:hAnsi="Times New Roman"/>
          <w:sz w:val="28"/>
          <w:szCs w:val="28"/>
        </w:rPr>
        <w:t xml:space="preserve">в Российской Федерации», Федеральным законом от 27.07.2010 № 210-ФЗ </w:t>
      </w:r>
      <w:r>
        <w:rPr>
          <w:rFonts w:ascii="Times New Roman" w:hAnsi="Times New Roman"/>
          <w:sz w:val="28"/>
          <w:szCs w:val="28"/>
        </w:rPr>
        <w:br/>
      </w:r>
      <w:r w:rsidR="00861D57" w:rsidRPr="00861D57">
        <w:rPr>
          <w:rFonts w:ascii="Times New Roman" w:hAnsi="Times New Roman"/>
          <w:sz w:val="28"/>
          <w:szCs w:val="28"/>
        </w:rPr>
        <w:t xml:space="preserve">«Об организации предоставления государственных и муниципальных услуг», постановлением Правительства Российской Федерации от 03.05.2024 № 564 «Об утверждении основных требований к осуществлению процессов назначения и предоставления мер социальной защиты (поддержки), социальных услуг, предоставляемых в рамках социального обслуживания и государственной социальной помощи, иных социальных гарантий и выплат», Федеральным законом от 31.07.2020 </w:t>
      </w:r>
      <w:r w:rsidR="004A283C">
        <w:rPr>
          <w:rFonts w:ascii="Times New Roman" w:hAnsi="Times New Roman"/>
          <w:sz w:val="28"/>
          <w:szCs w:val="28"/>
        </w:rPr>
        <w:t>№ 248-ФЗ</w:t>
      </w:r>
      <w:r w:rsidR="00B703F6">
        <w:rPr>
          <w:rFonts w:ascii="Times New Roman" w:hAnsi="Times New Roman"/>
          <w:sz w:val="28"/>
          <w:szCs w:val="28"/>
        </w:rPr>
        <w:t xml:space="preserve"> «</w:t>
      </w:r>
      <w:r w:rsidR="00861D57" w:rsidRPr="00861D57">
        <w:rPr>
          <w:rFonts w:ascii="Times New Roman" w:hAnsi="Times New Roman"/>
          <w:sz w:val="28"/>
          <w:szCs w:val="28"/>
        </w:rPr>
        <w:t xml:space="preserve">О государственном контроле (надзоре) и муниципальном </w:t>
      </w:r>
      <w:r w:rsidR="00B703F6">
        <w:rPr>
          <w:rFonts w:ascii="Times New Roman" w:hAnsi="Times New Roman"/>
          <w:sz w:val="28"/>
          <w:szCs w:val="28"/>
        </w:rPr>
        <w:t>контроле в Российской Федерации»</w:t>
      </w:r>
      <w:r w:rsidR="00861D57" w:rsidRPr="00861D57">
        <w:rPr>
          <w:rFonts w:ascii="Times New Roman" w:hAnsi="Times New Roman"/>
          <w:sz w:val="28"/>
          <w:szCs w:val="28"/>
        </w:rPr>
        <w:t xml:space="preserve">, </w:t>
      </w:r>
      <w:r w:rsidR="00861D57" w:rsidRPr="003621D2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постановлением мэра от </w:t>
      </w:r>
      <w:r w:rsidR="003621D2" w:rsidRPr="003621D2">
        <w:rPr>
          <w:rFonts w:ascii="Times New Roman" w:hAnsi="Times New Roman"/>
          <w:color w:val="000000" w:themeColor="text1"/>
          <w:sz w:val="28"/>
          <w:szCs w:val="28"/>
        </w:rPr>
        <w:t>28.04.2025</w:t>
      </w:r>
      <w:r w:rsidR="00861D57" w:rsidRPr="003621D2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3621D2" w:rsidRPr="003621D2">
        <w:rPr>
          <w:rFonts w:ascii="Times New Roman" w:hAnsi="Times New Roman"/>
          <w:color w:val="000000" w:themeColor="text1"/>
          <w:sz w:val="28"/>
          <w:szCs w:val="28"/>
        </w:rPr>
        <w:t>66</w:t>
      </w:r>
      <w:r w:rsidR="00861D57" w:rsidRPr="003621D2">
        <w:rPr>
          <w:rFonts w:ascii="Times New Roman" w:hAnsi="Times New Roman"/>
          <w:color w:val="000000" w:themeColor="text1"/>
          <w:sz w:val="28"/>
          <w:szCs w:val="28"/>
        </w:rPr>
        <w:t xml:space="preserve"> «О разработке и утверждении административных регламентов предоставления государственных (муниципальных) услуг»</w:t>
      </w:r>
      <w:r w:rsidR="00861D57" w:rsidRPr="00861D57">
        <w:rPr>
          <w:rFonts w:ascii="Times New Roman" w:hAnsi="Times New Roman"/>
          <w:sz w:val="28"/>
          <w:szCs w:val="28"/>
        </w:rPr>
        <w:t xml:space="preserve">, администрация муниципального образования Ногликский муниципальный округ Сахалинской области </w:t>
      </w:r>
      <w:r w:rsidR="00861D57" w:rsidRPr="00861D57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14:paraId="7CAEC582" w14:textId="61E06484" w:rsidR="00861D57" w:rsidRDefault="00861D57" w:rsidP="00460BB8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административный регламент предоставлени</w:t>
      </w:r>
      <w:r w:rsidR="00B703F6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муниципальной услуги «</w:t>
      </w:r>
      <w:r w:rsidRPr="00861D57">
        <w:rPr>
          <w:rFonts w:ascii="Times New Roman" w:hAnsi="Times New Roman"/>
          <w:sz w:val="28"/>
          <w:szCs w:val="28"/>
        </w:rPr>
        <w:t>Предоставление льготного проезда на городском пассажирском транспорте общего пользования (кроме такси) на территории муниципального образования</w:t>
      </w:r>
      <w:r w:rsidR="003621D2">
        <w:rPr>
          <w:rFonts w:ascii="Times New Roman" w:hAnsi="Times New Roman"/>
          <w:sz w:val="28"/>
          <w:szCs w:val="28"/>
        </w:rPr>
        <w:t xml:space="preserve"> Ногликский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>» (прилагается).</w:t>
      </w:r>
    </w:p>
    <w:p w14:paraId="57DBF473" w14:textId="77777777" w:rsidR="00861D57" w:rsidRDefault="00861D57" w:rsidP="00460BB8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 и разместить на офи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циальном сайте муниципального образования Ногликский </w:t>
      </w:r>
      <w:r>
        <w:rPr>
          <w:rFonts w:ascii="Times New Roman" w:hAnsi="Times New Roman"/>
          <w:sz w:val="28"/>
          <w:szCs w:val="28"/>
        </w:rPr>
        <w:lastRenderedPageBreak/>
        <w:t>муниципальный округ Сахалинской области в информационно-телекоммуникационной сети «Интернет».</w:t>
      </w:r>
    </w:p>
    <w:p w14:paraId="0DCF558A" w14:textId="5777DEA6" w:rsidR="008629FA" w:rsidRPr="00B703F6" w:rsidRDefault="00861D57" w:rsidP="004F247F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="004307F5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вице-мэра муниципального образования Ногликский муниципальный округ Сахалинской области </w:t>
      </w:r>
      <w:proofErr w:type="spellStart"/>
      <w:r>
        <w:rPr>
          <w:rFonts w:ascii="Times New Roman" w:hAnsi="Times New Roman"/>
          <w:sz w:val="28"/>
          <w:szCs w:val="28"/>
        </w:rPr>
        <w:t>Русанова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Я.С.</w:t>
      </w:r>
    </w:p>
    <w:p w14:paraId="0DCF558B" w14:textId="77777777" w:rsidR="008629FA" w:rsidRDefault="008629FA" w:rsidP="004F24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DEE3347" w14:textId="77777777" w:rsidR="004307F5" w:rsidRPr="00D12794" w:rsidRDefault="004307F5" w:rsidP="004F24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4F24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68BE081D" w:rsidR="008629FA" w:rsidRPr="008629FA" w:rsidRDefault="008629FA" w:rsidP="004F24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A01ED">
        <w:rPr>
          <w:rFonts w:ascii="Times New Roman" w:hAnsi="Times New Roman"/>
          <w:sz w:val="28"/>
          <w:szCs w:val="28"/>
        </w:rPr>
        <w:tab/>
        <w:t xml:space="preserve"> </w:t>
      </w:r>
    </w:p>
    <w:p w14:paraId="0DCF558E" w14:textId="5377B348" w:rsidR="008629FA" w:rsidRPr="00D12794" w:rsidRDefault="00093B08" w:rsidP="004F24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4F247F" w:rsidRPr="004F247F">
        <w:t xml:space="preserve"> </w:t>
      </w:r>
      <w:r w:rsidR="004F247F">
        <w:tab/>
      </w:r>
      <w:r w:rsidR="004F247F">
        <w:tab/>
      </w:r>
      <w:r w:rsidR="004F247F">
        <w:tab/>
      </w:r>
      <w:r w:rsidR="004F247F">
        <w:tab/>
      </w:r>
      <w:r w:rsidR="004F247F">
        <w:tab/>
      </w:r>
      <w:r w:rsidR="004F247F">
        <w:tab/>
      </w:r>
      <w:r w:rsidR="004F247F">
        <w:tab/>
        <w:t xml:space="preserve">           </w:t>
      </w:r>
      <w:r w:rsidR="004F247F" w:rsidRPr="004F247F">
        <w:rPr>
          <w:rFonts w:ascii="Times New Roman" w:hAnsi="Times New Roman"/>
          <w:sz w:val="28"/>
          <w:szCs w:val="28"/>
        </w:rPr>
        <w:t>С.В. Гурьянов</w:t>
      </w:r>
    </w:p>
    <w:p w14:paraId="0DCF558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9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9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92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776126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620771"/>
      <w:docPartObj>
        <w:docPartGallery w:val="Page Numbers (Top of Page)"/>
        <w:docPartUnique/>
      </w:docPartObj>
    </w:sdtPr>
    <w:sdtEndPr/>
    <w:sdtContent>
      <w:p w14:paraId="44532179" w14:textId="71EA3652" w:rsidR="00776126" w:rsidRDefault="0077612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47F">
          <w:rPr>
            <w:noProof/>
          </w:rPr>
          <w:t>2</w:t>
        </w:r>
        <w:r>
          <w:fldChar w:fldCharType="end"/>
        </w:r>
      </w:p>
    </w:sdtContent>
  </w:sdt>
  <w:p w14:paraId="21FA0231" w14:textId="77777777" w:rsidR="004307F5" w:rsidRDefault="004307F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C554D"/>
    <w:multiLevelType w:val="hybridMultilevel"/>
    <w:tmpl w:val="3BF8ED26"/>
    <w:lvl w:ilvl="0" w:tplc="F9F832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85FEC"/>
    <w:rsid w:val="001E1F9F"/>
    <w:rsid w:val="002003DC"/>
    <w:rsid w:val="002B5CAC"/>
    <w:rsid w:val="0033636C"/>
    <w:rsid w:val="003621D2"/>
    <w:rsid w:val="003E4257"/>
    <w:rsid w:val="004307F5"/>
    <w:rsid w:val="004343AF"/>
    <w:rsid w:val="00460BB8"/>
    <w:rsid w:val="004A283C"/>
    <w:rsid w:val="004D4D26"/>
    <w:rsid w:val="004F247F"/>
    <w:rsid w:val="00520CBF"/>
    <w:rsid w:val="005217BB"/>
    <w:rsid w:val="00776126"/>
    <w:rsid w:val="00861D57"/>
    <w:rsid w:val="008629FA"/>
    <w:rsid w:val="008665D9"/>
    <w:rsid w:val="00987DB5"/>
    <w:rsid w:val="00A30AF1"/>
    <w:rsid w:val="00AC72C8"/>
    <w:rsid w:val="00B10ED9"/>
    <w:rsid w:val="00B25688"/>
    <w:rsid w:val="00B703F6"/>
    <w:rsid w:val="00C02849"/>
    <w:rsid w:val="00D12794"/>
    <w:rsid w:val="00D67BD8"/>
    <w:rsid w:val="00DF7897"/>
    <w:rsid w:val="00E37B8A"/>
    <w:rsid w:val="00E609BC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861D5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F2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F247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343AF"/>
    <w:rsid w:val="005217BB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17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8</cp:revision>
  <cp:lastPrinted>2025-07-09T08:54:00Z</cp:lastPrinted>
  <dcterms:created xsi:type="dcterms:W3CDTF">2025-04-29T00:29:00Z</dcterms:created>
  <dcterms:modified xsi:type="dcterms:W3CDTF">2025-07-09T08:54:00Z</dcterms:modified>
</cp:coreProperties>
</file>